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3982F" w14:textId="77777777" w:rsidR="008C024F" w:rsidRPr="00E97BFA" w:rsidRDefault="008C024F">
      <w:pPr>
        <w:jc w:val="center"/>
        <w:rPr>
          <w:b/>
          <w:bCs/>
          <w:sz w:val="32"/>
        </w:rPr>
      </w:pPr>
    </w:p>
    <w:p w14:paraId="76B24D9D" w14:textId="77777777" w:rsidR="008C024F" w:rsidRPr="00E97BFA" w:rsidRDefault="008C024F">
      <w:pPr>
        <w:jc w:val="center"/>
        <w:rPr>
          <w:b/>
          <w:bCs/>
          <w:sz w:val="32"/>
        </w:rPr>
      </w:pPr>
    </w:p>
    <w:p w14:paraId="31587AB2" w14:textId="77777777" w:rsidR="008C024F" w:rsidRPr="00E97BFA" w:rsidRDefault="008C024F">
      <w:pPr>
        <w:jc w:val="center"/>
        <w:rPr>
          <w:b/>
          <w:bCs/>
          <w:sz w:val="32"/>
        </w:rPr>
      </w:pPr>
    </w:p>
    <w:p w14:paraId="2A67BF7B" w14:textId="77777777" w:rsidR="003835A9" w:rsidRPr="00E97BFA" w:rsidRDefault="003835A9">
      <w:pPr>
        <w:jc w:val="center"/>
        <w:rPr>
          <w:b/>
          <w:bCs/>
          <w:sz w:val="32"/>
        </w:rPr>
      </w:pPr>
    </w:p>
    <w:p w14:paraId="692989BA" w14:textId="77777777" w:rsidR="003835A9" w:rsidRPr="00E97BFA" w:rsidRDefault="003835A9">
      <w:pPr>
        <w:jc w:val="center"/>
        <w:rPr>
          <w:b/>
          <w:bCs/>
          <w:sz w:val="32"/>
        </w:rPr>
      </w:pPr>
    </w:p>
    <w:p w14:paraId="79959FAD" w14:textId="77777777" w:rsidR="003835A9" w:rsidRPr="00E97BFA" w:rsidRDefault="003835A9">
      <w:pPr>
        <w:jc w:val="center"/>
        <w:rPr>
          <w:b/>
          <w:bCs/>
          <w:sz w:val="32"/>
        </w:rPr>
      </w:pPr>
    </w:p>
    <w:p w14:paraId="7C1B9A64" w14:textId="77777777" w:rsidR="003835A9" w:rsidRPr="00E97BFA" w:rsidRDefault="003835A9">
      <w:pPr>
        <w:jc w:val="center"/>
        <w:rPr>
          <w:b/>
          <w:bCs/>
          <w:sz w:val="32"/>
        </w:rPr>
      </w:pPr>
    </w:p>
    <w:p w14:paraId="49FEF9EB" w14:textId="77777777" w:rsidR="008C024F" w:rsidRPr="00E97BFA" w:rsidRDefault="009C73CB">
      <w:pPr>
        <w:jc w:val="center"/>
        <w:rPr>
          <w:b/>
          <w:bCs/>
          <w:sz w:val="32"/>
        </w:rPr>
      </w:pPr>
      <w:r w:rsidRPr="00E97BFA">
        <w:rPr>
          <w:b/>
          <w:bCs/>
          <w:noProof/>
          <w:sz w:val="32"/>
        </w:rPr>
        <w:drawing>
          <wp:inline distT="0" distB="0" distL="0" distR="0" wp14:anchorId="2BA641D4" wp14:editId="24383663">
            <wp:extent cx="1828800" cy="1828800"/>
            <wp:effectExtent l="0" t="0" r="0" b="0"/>
            <wp:docPr id="1" name="Picture 1" descr="BTL-R-smal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TL-R-small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55C6957F" w14:textId="77777777" w:rsidR="008C024F" w:rsidRPr="00E97BFA" w:rsidRDefault="008C024F">
      <w:pPr>
        <w:jc w:val="center"/>
        <w:rPr>
          <w:b/>
          <w:bCs/>
          <w:sz w:val="32"/>
        </w:rPr>
      </w:pPr>
    </w:p>
    <w:p w14:paraId="3E61FCE8" w14:textId="77777777" w:rsidR="003835A9" w:rsidRPr="00E97BFA" w:rsidRDefault="003835A9">
      <w:pPr>
        <w:jc w:val="center"/>
        <w:rPr>
          <w:b/>
          <w:bCs/>
          <w:sz w:val="36"/>
        </w:rPr>
      </w:pPr>
    </w:p>
    <w:p w14:paraId="50302CF8" w14:textId="77777777" w:rsidR="008C024F" w:rsidRPr="00E97BFA" w:rsidRDefault="008C024F">
      <w:pPr>
        <w:jc w:val="center"/>
        <w:rPr>
          <w:b/>
          <w:bCs/>
          <w:sz w:val="36"/>
        </w:rPr>
      </w:pPr>
      <w:r w:rsidRPr="00E97BFA">
        <w:rPr>
          <w:b/>
          <w:bCs/>
          <w:sz w:val="36"/>
        </w:rPr>
        <w:t>BACnet</w:t>
      </w:r>
      <w:r w:rsidR="00ED1C9D" w:rsidRPr="00E97BFA">
        <w:rPr>
          <w:rFonts w:ascii="Symbol" w:hAnsi="Symbol"/>
          <w:sz w:val="36"/>
          <w:vertAlign w:val="superscript"/>
        </w:rPr>
        <w:t></w:t>
      </w:r>
      <w:r w:rsidRPr="00E97BFA">
        <w:rPr>
          <w:b/>
          <w:bCs/>
          <w:sz w:val="36"/>
        </w:rPr>
        <w:t xml:space="preserve"> TESTING LABORATORIES</w:t>
      </w:r>
    </w:p>
    <w:p w14:paraId="6339F404" w14:textId="77777777" w:rsidR="008C024F" w:rsidRPr="00E97BFA" w:rsidRDefault="008C024F">
      <w:pPr>
        <w:jc w:val="center"/>
        <w:rPr>
          <w:b/>
          <w:bCs/>
          <w:sz w:val="36"/>
        </w:rPr>
      </w:pPr>
    </w:p>
    <w:p w14:paraId="41533A0F" w14:textId="77777777" w:rsidR="008C024F" w:rsidRPr="00E97BFA" w:rsidRDefault="008C024F">
      <w:pPr>
        <w:jc w:val="center"/>
        <w:rPr>
          <w:b/>
          <w:bCs/>
          <w:sz w:val="48"/>
        </w:rPr>
      </w:pPr>
      <w:r w:rsidRPr="00E97BFA">
        <w:rPr>
          <w:b/>
          <w:bCs/>
          <w:sz w:val="48"/>
        </w:rPr>
        <w:t xml:space="preserve">FUNCTIONALITY CHECKLIST </w:t>
      </w:r>
      <w:r w:rsidRPr="00E97BFA">
        <w:rPr>
          <w:b/>
          <w:bCs/>
          <w:sz w:val="48"/>
        </w:rPr>
        <w:br/>
      </w:r>
    </w:p>
    <w:p w14:paraId="30E72DE9" w14:textId="72E1AA0F" w:rsidR="00BD4BCF" w:rsidRPr="00E97BFA" w:rsidRDefault="00BD4BCF">
      <w:pPr>
        <w:jc w:val="center"/>
        <w:rPr>
          <w:b/>
          <w:bCs/>
          <w:sz w:val="28"/>
          <w:szCs w:val="28"/>
        </w:rPr>
      </w:pPr>
      <w:r w:rsidRPr="00E97BFA">
        <w:rPr>
          <w:b/>
          <w:bCs/>
          <w:sz w:val="28"/>
          <w:szCs w:val="28"/>
        </w:rPr>
        <w:t xml:space="preserve">Revision </w:t>
      </w:r>
      <w:r w:rsidR="00D153B7">
        <w:rPr>
          <w:b/>
          <w:bCs/>
          <w:sz w:val="28"/>
          <w:szCs w:val="28"/>
        </w:rPr>
        <w:t>2</w:t>
      </w:r>
      <w:r w:rsidR="00066D54">
        <w:rPr>
          <w:b/>
          <w:bCs/>
          <w:sz w:val="28"/>
          <w:szCs w:val="28"/>
        </w:rPr>
        <w:t>6</w:t>
      </w:r>
      <w:r w:rsidR="00D153B7">
        <w:rPr>
          <w:b/>
          <w:bCs/>
          <w:sz w:val="28"/>
          <w:szCs w:val="28"/>
        </w:rPr>
        <w:t>.</w:t>
      </w:r>
      <w:r w:rsidR="00066D54">
        <w:rPr>
          <w:b/>
          <w:bCs/>
          <w:sz w:val="28"/>
          <w:szCs w:val="28"/>
        </w:rPr>
        <w:t>0</w:t>
      </w:r>
    </w:p>
    <w:p w14:paraId="2FD92308" w14:textId="1150BBD9" w:rsidR="008C024F" w:rsidRPr="00E97BFA" w:rsidRDefault="008C024F" w:rsidP="000260F7">
      <w:pPr>
        <w:jc w:val="center"/>
        <w:rPr>
          <w:b/>
          <w:bCs/>
          <w:sz w:val="28"/>
        </w:rPr>
      </w:pPr>
      <w:r w:rsidRPr="00E97BFA">
        <w:rPr>
          <w:b/>
          <w:bCs/>
          <w:sz w:val="28"/>
        </w:rPr>
        <w:t xml:space="preserve">Revised </w:t>
      </w:r>
      <w:r w:rsidR="00CF7DC2">
        <w:rPr>
          <w:b/>
          <w:bCs/>
          <w:sz w:val="28"/>
        </w:rPr>
        <w:t xml:space="preserve">December </w:t>
      </w:r>
      <w:r w:rsidR="00A3668B">
        <w:rPr>
          <w:b/>
          <w:bCs/>
          <w:sz w:val="28"/>
        </w:rPr>
        <w:t>1</w:t>
      </w:r>
      <w:r w:rsidR="00C06367">
        <w:rPr>
          <w:b/>
          <w:bCs/>
          <w:sz w:val="28"/>
        </w:rPr>
        <w:t>3</w:t>
      </w:r>
      <w:r w:rsidR="00066D54">
        <w:rPr>
          <w:b/>
          <w:bCs/>
          <w:sz w:val="28"/>
        </w:rPr>
        <w:t>, 2024</w:t>
      </w:r>
    </w:p>
    <w:p w14:paraId="3821A626" w14:textId="77777777" w:rsidR="008C024F" w:rsidRDefault="008C024F">
      <w:pPr>
        <w:pStyle w:val="BodyText"/>
        <w:spacing w:after="0"/>
        <w:rPr>
          <w:szCs w:val="20"/>
        </w:rPr>
      </w:pPr>
    </w:p>
    <w:p w14:paraId="7DEFDB24" w14:textId="77777777" w:rsidR="007C1A00" w:rsidRPr="00E97BFA" w:rsidRDefault="007C1A00">
      <w:pPr>
        <w:pStyle w:val="BodyText"/>
        <w:spacing w:after="0"/>
        <w:rPr>
          <w:szCs w:val="20"/>
        </w:rPr>
        <w:sectPr w:rsidR="007C1A00" w:rsidRPr="00E97BFA">
          <w:footerReference w:type="even" r:id="rId10"/>
          <w:footerReference w:type="default" r:id="rId11"/>
          <w:pgSz w:w="12240" w:h="15840"/>
          <w:pgMar w:top="1350" w:right="1800" w:bottom="1440" w:left="1800" w:header="720" w:footer="720" w:gutter="0"/>
          <w:cols w:space="720"/>
        </w:sectPr>
      </w:pPr>
    </w:p>
    <w:p w14:paraId="75B6DE06" w14:textId="77777777" w:rsidR="00F6784D" w:rsidRPr="00EA6DE9" w:rsidRDefault="00F6784D" w:rsidP="008353C1">
      <w:pPr>
        <w:pStyle w:val="Heading1"/>
      </w:pPr>
      <w:r>
        <w:lastRenderedPageBreak/>
        <w:t>Introduction</w:t>
      </w:r>
    </w:p>
    <w:p w14:paraId="03708664" w14:textId="77777777" w:rsidR="008C024F" w:rsidRPr="00E97BFA" w:rsidRDefault="008C024F">
      <w:pPr>
        <w:pStyle w:val="BodyText"/>
        <w:spacing w:after="0"/>
        <w:rPr>
          <w:szCs w:val="20"/>
        </w:rPr>
      </w:pPr>
      <w:r w:rsidRPr="00E97BFA">
        <w:rPr>
          <w:szCs w:val="20"/>
        </w:rPr>
        <w:t xml:space="preserve">The </w:t>
      </w:r>
      <w:r w:rsidRPr="00E97BFA">
        <w:rPr>
          <w:b/>
          <w:bCs/>
          <w:i/>
          <w:iCs/>
          <w:szCs w:val="20"/>
        </w:rPr>
        <w:t>BTL Functionality Checklist</w:t>
      </w:r>
      <w:r w:rsidRPr="00E97BFA">
        <w:rPr>
          <w:szCs w:val="20"/>
        </w:rPr>
        <w:t xml:space="preserve"> identifies the testable options implemented by the IUT. The table is divided out into sections by functionality. In general, each section maps onto a BIBB, object type, or functional category. Each section has a Base Requirements option and if the BIBB, object type or functional category is supported by the IUT, this item must be selected. In addition, any other option in the section that has a Listing Code of R</w:t>
      </w:r>
      <w:r w:rsidR="00F94F48">
        <w:rPr>
          <w:szCs w:val="20"/>
        </w:rPr>
        <w:t xml:space="preserve"> or BTL-R</w:t>
      </w:r>
      <w:r w:rsidRPr="00E97BFA">
        <w:rPr>
          <w:szCs w:val="20"/>
        </w:rPr>
        <w:t xml:space="preserve"> must be selected.</w:t>
      </w:r>
    </w:p>
    <w:p w14:paraId="0EE067B3" w14:textId="77777777" w:rsidR="008C024F" w:rsidRPr="00E97BFA" w:rsidRDefault="008C024F">
      <w:pPr>
        <w:jc w:val="both"/>
      </w:pPr>
    </w:p>
    <w:p w14:paraId="51F6E870" w14:textId="77777777" w:rsidR="008C024F" w:rsidRPr="00E97BFA" w:rsidRDefault="008C024F">
      <w:pPr>
        <w:jc w:val="both"/>
      </w:pPr>
      <w:r w:rsidRPr="00E97BFA">
        <w:t xml:space="preserve">There are some items in the table that are already marked with an X in the </w:t>
      </w:r>
      <w:r w:rsidR="003B5CF3">
        <w:t>‘</w:t>
      </w:r>
      <w:r w:rsidRPr="00E97BFA">
        <w:t>Support</w:t>
      </w:r>
      <w:r w:rsidR="003B5CF3">
        <w:t>’</w:t>
      </w:r>
      <w:r w:rsidRPr="00E97BFA">
        <w:t xml:space="preserve"> column. These are items that all BACnet devices must implement.</w:t>
      </w:r>
    </w:p>
    <w:p w14:paraId="083FE330" w14:textId="77777777" w:rsidR="008C024F" w:rsidRPr="00E97BFA" w:rsidRDefault="008C024F">
      <w:pPr>
        <w:jc w:val="both"/>
      </w:pPr>
    </w:p>
    <w:p w14:paraId="15FB5B64" w14:textId="77777777" w:rsidR="008C024F" w:rsidRPr="00E97BFA" w:rsidRDefault="008C024F">
      <w:pPr>
        <w:jc w:val="both"/>
      </w:pPr>
      <w:r w:rsidRPr="00E97BFA">
        <w:t>The Listing column indicates whether the option is required or not. The codes in the table are:</w:t>
      </w:r>
    </w:p>
    <w:p w14:paraId="66EDD295"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R = Required. Items marked with this listing code are required for a listing if the IUT implements the associated BIBB, object type, or functional category.</w:t>
      </w:r>
    </w:p>
    <w:p w14:paraId="4CB4945E" w14:textId="77777777" w:rsidR="00BD3E1B" w:rsidRPr="00F94F48" w:rsidRDefault="00BD3E1B" w:rsidP="00BD3E1B">
      <w:pPr>
        <w:pStyle w:val="BodyTextIndent"/>
        <w:ind w:left="1440" w:hanging="1080"/>
        <w:rPr>
          <w:rFonts w:ascii="Times New Roman" w:hAnsi="Times New Roman"/>
        </w:rPr>
      </w:pPr>
      <w:r w:rsidRPr="00F94F48">
        <w:rPr>
          <w:rFonts w:ascii="Times New Roman" w:hAnsi="Times New Roman"/>
        </w:rPr>
        <w:t>BTL</w:t>
      </w:r>
      <w:r w:rsidR="00CF1644" w:rsidRPr="00F94F48">
        <w:rPr>
          <w:rFonts w:ascii="Times New Roman" w:hAnsi="Times New Roman"/>
        </w:rPr>
        <w:t>-R</w:t>
      </w:r>
      <w:r w:rsidRPr="00F94F48">
        <w:rPr>
          <w:rFonts w:ascii="Times New Roman" w:hAnsi="Times New Roman"/>
        </w:rPr>
        <w:t xml:space="preserve"> = Required by BTL. Items marked with this listing code are required for a listing if the IUT implements the associated BIBB, object type, or functional category.</w:t>
      </w:r>
    </w:p>
    <w:p w14:paraId="46ACA5C0"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C = Conditionally Required. Items marked with this listing code may be required for a listing if the IUT implements the associated BIBB, object type, or functional category. The conditions under which the item will be required are identified in a footnote in the Checklist table.</w:t>
      </w:r>
    </w:p>
    <w:p w14:paraId="685F9B27" w14:textId="77777777" w:rsidR="00BD3E1B" w:rsidRPr="00F94F48" w:rsidRDefault="00BD3E1B" w:rsidP="00BD3E1B">
      <w:pPr>
        <w:pStyle w:val="BodyTextIndent"/>
        <w:ind w:left="1440" w:hanging="1080"/>
        <w:rPr>
          <w:rFonts w:ascii="Times New Roman" w:hAnsi="Times New Roman"/>
        </w:rPr>
      </w:pPr>
      <w:r w:rsidRPr="00F94F48">
        <w:rPr>
          <w:rFonts w:ascii="Times New Roman" w:hAnsi="Times New Roman"/>
        </w:rPr>
        <w:t>BTL-C = Conditionally Required by BTL. Items marked with this listing code may be required for a listing if the IUT implements the associated BIBB, object type, or functional category. The conditions under which the item will be required are identified in a footnote in the Checklist table.</w:t>
      </w:r>
    </w:p>
    <w:p w14:paraId="36D0104B"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S = Suggested. The BTL suggests that all IUTs implement this option if they implement the associated BIBB, object type, or functional category.</w:t>
      </w:r>
    </w:p>
    <w:p w14:paraId="670DE104"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O = Optional. Items marked with this listing code are optional.</w:t>
      </w:r>
    </w:p>
    <w:p w14:paraId="1A7E3324" w14:textId="77777777" w:rsidR="008C024F" w:rsidRPr="00F94F48" w:rsidRDefault="008C024F">
      <w:pPr>
        <w:pStyle w:val="BodyTextIndent"/>
        <w:ind w:left="1440" w:hanging="1080"/>
        <w:rPr>
          <w:rFonts w:ascii="Times New Roman" w:hAnsi="Times New Roman"/>
        </w:rPr>
      </w:pPr>
      <w:r w:rsidRPr="00F94F48">
        <w:rPr>
          <w:rFonts w:ascii="Times New Roman" w:hAnsi="Times New Roman"/>
        </w:rPr>
        <w:t>N = Not recommended. The BTL recommends against IUTs implementing this option due to possible interoperability or performance problems related with the option.</w:t>
      </w:r>
    </w:p>
    <w:p w14:paraId="767CBA00" w14:textId="77777777" w:rsidR="008C024F" w:rsidRPr="00E97BFA" w:rsidRDefault="008C024F">
      <w:pPr>
        <w:pStyle w:val="BodyText"/>
      </w:pPr>
      <w:r w:rsidRPr="00E97BFA">
        <w:t xml:space="preserve">The </w:t>
      </w:r>
      <w:r w:rsidR="003B5CF3">
        <w:t>‘</w:t>
      </w:r>
      <w:r w:rsidRPr="00E97BFA">
        <w:t>Option</w:t>
      </w:r>
      <w:r w:rsidR="003B5CF3">
        <w:t>’</w:t>
      </w:r>
      <w:r w:rsidRPr="00E97BFA">
        <w:t xml:space="preserve"> column names the functional item. For each item there is a corresponding item of the same name in the </w:t>
      </w:r>
      <w:r w:rsidRPr="00E97BFA">
        <w:rPr>
          <w:b/>
          <w:bCs/>
          <w:i/>
          <w:iCs/>
        </w:rPr>
        <w:t>BTL Test Plan</w:t>
      </w:r>
      <w:r w:rsidRPr="00E97BFA">
        <w:t xml:space="preserve">. The corresponding item in the </w:t>
      </w:r>
      <w:r w:rsidRPr="00E97BFA">
        <w:rPr>
          <w:b/>
          <w:bCs/>
          <w:i/>
          <w:iCs/>
        </w:rPr>
        <w:t>BTL Test Plan</w:t>
      </w:r>
      <w:r w:rsidRPr="00E97BFA">
        <w:t xml:space="preserve"> provides a more detailed description of the option.</w:t>
      </w:r>
    </w:p>
    <w:p w14:paraId="29F88E9C" w14:textId="63EB4CED" w:rsidR="008C024F" w:rsidRDefault="008C024F">
      <w:pPr>
        <w:pStyle w:val="BodyText"/>
      </w:pPr>
      <w:r w:rsidRPr="00E97BFA">
        <w:t xml:space="preserve">Once filled out, this document will be used to identify the tests to apply to the IUT. By relating the selected items in this table to items in the </w:t>
      </w:r>
      <w:r w:rsidRPr="00E97BFA">
        <w:rPr>
          <w:b/>
          <w:bCs/>
          <w:i/>
          <w:iCs/>
        </w:rPr>
        <w:t>BTL Test Plan</w:t>
      </w:r>
      <w:r w:rsidRPr="00E97BFA">
        <w:t xml:space="preserve">, the tester will have a list of all tests that must </w:t>
      </w:r>
      <w:r w:rsidR="00F94F48">
        <w:t xml:space="preserve">be </w:t>
      </w:r>
      <w:r w:rsidRPr="00E97BFA">
        <w:t>applied to the IUT.</w:t>
      </w:r>
    </w:p>
    <w:p w14:paraId="0487B62C" w14:textId="77777777" w:rsidR="00F35506" w:rsidRDefault="00F35506" w:rsidP="0056012F">
      <w:pPr>
        <w:jc w:val="both"/>
      </w:pPr>
      <w:r>
        <w:t>If the IUT supports GW-VN-B, then a separate BTL Checklist shall be filled out describing the functionality of the virtual devices. The virtual device checklist shall document all of the functionality that is supported in the virtual devices even if it cannot all be supported in a single virtual device.</w:t>
      </w:r>
    </w:p>
    <w:p w14:paraId="65646C4E" w14:textId="77777777" w:rsidR="00F35506" w:rsidRPr="001C115D" w:rsidRDefault="00F35506" w:rsidP="0056012F">
      <w:pPr>
        <w:jc w:val="both"/>
      </w:pPr>
    </w:p>
    <w:p w14:paraId="54F305C6" w14:textId="77777777" w:rsidR="00962301" w:rsidRPr="00E97BFA" w:rsidRDefault="00962301">
      <w:pPr>
        <w:pStyle w:val="BodyText"/>
      </w:pPr>
    </w:p>
    <w:p w14:paraId="3F83ACD8" w14:textId="77777777" w:rsidR="0024299F" w:rsidRPr="009A3CFC" w:rsidRDefault="0024299F" w:rsidP="009A3CFC">
      <w:pPr>
        <w:pStyle w:val="Heading2"/>
      </w:pPr>
      <w:r w:rsidRPr="009A3CFC">
        <w:lastRenderedPageBreak/>
        <w:t>IUT Information</w:t>
      </w:r>
    </w:p>
    <w:p w14:paraId="398AC0D2" w14:textId="77777777" w:rsidR="0024299F" w:rsidRDefault="0024299F" w:rsidP="0024299F">
      <w:r>
        <w:t>This section shall provide additional information about the IUT when the BTL Checklist is filled out.</w:t>
      </w:r>
    </w:p>
    <w:p w14:paraId="1B1416C7" w14:textId="77777777" w:rsidR="0024299F" w:rsidRDefault="0024299F" w:rsidP="0024299F"/>
    <w:tbl>
      <w:tblPr>
        <w:tblW w:w="8640" w:type="dxa"/>
        <w:tblLook w:val="04A0" w:firstRow="1" w:lastRow="0" w:firstColumn="1" w:lastColumn="0" w:noHBand="0" w:noVBand="1"/>
      </w:tblPr>
      <w:tblGrid>
        <w:gridCol w:w="3528"/>
        <w:gridCol w:w="5112"/>
      </w:tblGrid>
      <w:tr w:rsidR="0024299F" w14:paraId="5569CAE4" w14:textId="77777777">
        <w:tc>
          <w:tcPr>
            <w:tcW w:w="3528" w:type="dxa"/>
          </w:tcPr>
          <w:p w14:paraId="6CBA85A4" w14:textId="77777777" w:rsidR="0024299F" w:rsidRDefault="0024299F" w:rsidP="0024299F">
            <w:r>
              <w:t>Fill out date</w:t>
            </w:r>
          </w:p>
        </w:tc>
        <w:tc>
          <w:tcPr>
            <w:tcW w:w="5112" w:type="dxa"/>
            <w:tcBorders>
              <w:bottom w:val="single" w:sz="4" w:space="0" w:color="auto"/>
            </w:tcBorders>
          </w:tcPr>
          <w:p w14:paraId="4AA5CB01" w14:textId="77777777" w:rsidR="0024299F" w:rsidRDefault="0024299F" w:rsidP="0024299F"/>
        </w:tc>
      </w:tr>
      <w:tr w:rsidR="0024299F" w14:paraId="28FB7740" w14:textId="77777777">
        <w:tc>
          <w:tcPr>
            <w:tcW w:w="3528" w:type="dxa"/>
          </w:tcPr>
          <w:p w14:paraId="56996B63" w14:textId="77777777" w:rsidR="0024299F" w:rsidRDefault="0024299F" w:rsidP="0024299F">
            <w:r>
              <w:t>Vendor Name</w:t>
            </w:r>
          </w:p>
        </w:tc>
        <w:tc>
          <w:tcPr>
            <w:tcW w:w="5112" w:type="dxa"/>
            <w:tcBorders>
              <w:top w:val="single" w:sz="4" w:space="0" w:color="auto"/>
              <w:bottom w:val="single" w:sz="4" w:space="0" w:color="auto"/>
            </w:tcBorders>
          </w:tcPr>
          <w:p w14:paraId="56B997A5" w14:textId="77777777" w:rsidR="0024299F" w:rsidRDefault="0024299F" w:rsidP="0024299F"/>
        </w:tc>
      </w:tr>
      <w:tr w:rsidR="0024299F" w14:paraId="352A0C6C" w14:textId="77777777">
        <w:tc>
          <w:tcPr>
            <w:tcW w:w="3528" w:type="dxa"/>
          </w:tcPr>
          <w:p w14:paraId="521A91B7" w14:textId="77777777" w:rsidR="0024299F" w:rsidRDefault="0024299F" w:rsidP="0024299F">
            <w:r>
              <w:t>Product Name</w:t>
            </w:r>
          </w:p>
        </w:tc>
        <w:tc>
          <w:tcPr>
            <w:tcW w:w="5112" w:type="dxa"/>
            <w:tcBorders>
              <w:top w:val="single" w:sz="4" w:space="0" w:color="auto"/>
              <w:bottom w:val="single" w:sz="4" w:space="0" w:color="auto"/>
            </w:tcBorders>
          </w:tcPr>
          <w:p w14:paraId="6054ED8C" w14:textId="77777777" w:rsidR="0024299F" w:rsidRDefault="0024299F" w:rsidP="0024299F"/>
        </w:tc>
      </w:tr>
      <w:tr w:rsidR="0024299F" w14:paraId="38742B3B" w14:textId="77777777">
        <w:tc>
          <w:tcPr>
            <w:tcW w:w="3528" w:type="dxa"/>
          </w:tcPr>
          <w:p w14:paraId="292B48AD" w14:textId="77777777" w:rsidR="0024299F" w:rsidRDefault="0024299F" w:rsidP="0024299F">
            <w:r>
              <w:t>Product Model Number</w:t>
            </w:r>
          </w:p>
        </w:tc>
        <w:tc>
          <w:tcPr>
            <w:tcW w:w="5112" w:type="dxa"/>
            <w:tcBorders>
              <w:top w:val="single" w:sz="4" w:space="0" w:color="auto"/>
              <w:bottom w:val="single" w:sz="4" w:space="0" w:color="auto"/>
            </w:tcBorders>
          </w:tcPr>
          <w:p w14:paraId="7C8FEC96" w14:textId="77777777" w:rsidR="0024299F" w:rsidRDefault="0024299F" w:rsidP="0024299F"/>
        </w:tc>
      </w:tr>
      <w:tr w:rsidR="0024299F" w14:paraId="0BD441D7" w14:textId="77777777">
        <w:tc>
          <w:tcPr>
            <w:tcW w:w="3528" w:type="dxa"/>
          </w:tcPr>
          <w:p w14:paraId="5BAB5045" w14:textId="77777777" w:rsidR="0024299F" w:rsidRDefault="0024299F" w:rsidP="0024299F">
            <w:r>
              <w:t>BACnet Protocol Version</w:t>
            </w:r>
          </w:p>
        </w:tc>
        <w:tc>
          <w:tcPr>
            <w:tcW w:w="5112" w:type="dxa"/>
            <w:tcBorders>
              <w:top w:val="single" w:sz="4" w:space="0" w:color="auto"/>
              <w:bottom w:val="single" w:sz="4" w:space="0" w:color="auto"/>
            </w:tcBorders>
          </w:tcPr>
          <w:p w14:paraId="56335F1A" w14:textId="77777777" w:rsidR="0024299F" w:rsidRDefault="0024299F" w:rsidP="0024299F">
            <w:r>
              <w:t>1</w:t>
            </w:r>
          </w:p>
        </w:tc>
      </w:tr>
      <w:tr w:rsidR="0024299F" w14:paraId="5F7CADCF" w14:textId="77777777">
        <w:tc>
          <w:tcPr>
            <w:tcW w:w="3528" w:type="dxa"/>
          </w:tcPr>
          <w:p w14:paraId="68EE7CF7" w14:textId="12426FDC" w:rsidR="0024299F" w:rsidRDefault="0024299F" w:rsidP="0024299F">
            <w:r>
              <w:t>BACnet Protocol Revision</w:t>
            </w:r>
            <w:r w:rsidR="001D4BA1" w:rsidRPr="001D4BA1">
              <w:rPr>
                <w:vertAlign w:val="superscript"/>
              </w:rPr>
              <w:t>1</w:t>
            </w:r>
          </w:p>
        </w:tc>
        <w:tc>
          <w:tcPr>
            <w:tcW w:w="5112" w:type="dxa"/>
            <w:tcBorders>
              <w:top w:val="single" w:sz="4" w:space="0" w:color="auto"/>
              <w:bottom w:val="single" w:sz="4" w:space="0" w:color="auto"/>
            </w:tcBorders>
          </w:tcPr>
          <w:p w14:paraId="203D01D9" w14:textId="77777777" w:rsidR="0024299F" w:rsidRDefault="0024299F" w:rsidP="0024299F"/>
        </w:tc>
      </w:tr>
      <w:tr w:rsidR="0024299F" w14:paraId="02D95074" w14:textId="77777777">
        <w:tc>
          <w:tcPr>
            <w:tcW w:w="3528" w:type="dxa"/>
          </w:tcPr>
          <w:p w14:paraId="4D24BF15" w14:textId="77777777" w:rsidR="0024299F" w:rsidRDefault="0024299F" w:rsidP="0024299F">
            <w:r>
              <w:t>BACnet Device Profile</w:t>
            </w:r>
          </w:p>
        </w:tc>
        <w:tc>
          <w:tcPr>
            <w:tcW w:w="5112" w:type="dxa"/>
            <w:tcBorders>
              <w:top w:val="single" w:sz="4" w:space="0" w:color="auto"/>
              <w:bottom w:val="single" w:sz="4" w:space="0" w:color="auto"/>
            </w:tcBorders>
          </w:tcPr>
          <w:p w14:paraId="15C35D27" w14:textId="77777777" w:rsidR="0024299F" w:rsidRDefault="0024299F" w:rsidP="0024299F"/>
        </w:tc>
      </w:tr>
      <w:tr w:rsidR="0024299F" w14:paraId="75DA5678" w14:textId="77777777">
        <w:tc>
          <w:tcPr>
            <w:tcW w:w="3528" w:type="dxa"/>
          </w:tcPr>
          <w:p w14:paraId="65F016DA" w14:textId="77777777" w:rsidR="0024299F" w:rsidRDefault="0024299F" w:rsidP="0024299F">
            <w:r>
              <w:t>BACnet Firmware Revision</w:t>
            </w:r>
          </w:p>
        </w:tc>
        <w:tc>
          <w:tcPr>
            <w:tcW w:w="5112" w:type="dxa"/>
            <w:tcBorders>
              <w:top w:val="single" w:sz="4" w:space="0" w:color="auto"/>
              <w:bottom w:val="single" w:sz="4" w:space="0" w:color="auto"/>
            </w:tcBorders>
          </w:tcPr>
          <w:p w14:paraId="46A9A98D" w14:textId="77777777" w:rsidR="0024299F" w:rsidRDefault="0024299F" w:rsidP="0024299F"/>
        </w:tc>
      </w:tr>
      <w:tr w:rsidR="0024299F" w14:paraId="058B41B4" w14:textId="77777777">
        <w:tc>
          <w:tcPr>
            <w:tcW w:w="3528" w:type="dxa"/>
          </w:tcPr>
          <w:p w14:paraId="5434280A" w14:textId="77777777" w:rsidR="0024299F" w:rsidRDefault="0024299F" w:rsidP="00B0049F">
            <w:r>
              <w:t xml:space="preserve">BACnet Application Software </w:t>
            </w:r>
            <w:r w:rsidR="00B0049F">
              <w:t>Version</w:t>
            </w:r>
          </w:p>
        </w:tc>
        <w:tc>
          <w:tcPr>
            <w:tcW w:w="5112" w:type="dxa"/>
            <w:tcBorders>
              <w:top w:val="single" w:sz="4" w:space="0" w:color="auto"/>
              <w:bottom w:val="single" w:sz="4" w:space="0" w:color="auto"/>
            </w:tcBorders>
          </w:tcPr>
          <w:p w14:paraId="6FF0D794" w14:textId="77777777" w:rsidR="0024299F" w:rsidRDefault="0024299F" w:rsidP="0024299F"/>
        </w:tc>
      </w:tr>
      <w:tr w:rsidR="0024299F" w14:paraId="23F1D88F" w14:textId="77777777">
        <w:tc>
          <w:tcPr>
            <w:tcW w:w="3528" w:type="dxa"/>
          </w:tcPr>
          <w:p w14:paraId="4A645076" w14:textId="77777777" w:rsidR="0024299F" w:rsidRDefault="0024299F" w:rsidP="0024299F"/>
        </w:tc>
        <w:tc>
          <w:tcPr>
            <w:tcW w:w="5112" w:type="dxa"/>
            <w:tcBorders>
              <w:top w:val="single" w:sz="4" w:space="0" w:color="auto"/>
            </w:tcBorders>
          </w:tcPr>
          <w:p w14:paraId="056F8FF2" w14:textId="77777777" w:rsidR="0024299F" w:rsidRDefault="0024299F" w:rsidP="0024299F"/>
        </w:tc>
      </w:tr>
      <w:tr w:rsidR="0024299F" w14:paraId="221A5B09" w14:textId="77777777">
        <w:tc>
          <w:tcPr>
            <w:tcW w:w="3528" w:type="dxa"/>
          </w:tcPr>
          <w:p w14:paraId="100DAEC8" w14:textId="77777777" w:rsidR="0024299F" w:rsidRDefault="0024299F" w:rsidP="0024299F">
            <w:r>
              <w:t>Remarks</w:t>
            </w:r>
          </w:p>
        </w:tc>
        <w:tc>
          <w:tcPr>
            <w:tcW w:w="5112" w:type="dxa"/>
            <w:tcBorders>
              <w:bottom w:val="single" w:sz="4" w:space="0" w:color="auto"/>
            </w:tcBorders>
          </w:tcPr>
          <w:p w14:paraId="77F6F769" w14:textId="77777777" w:rsidR="0024299F" w:rsidRDefault="0024299F" w:rsidP="0024299F"/>
          <w:p w14:paraId="587E5F4B" w14:textId="77777777" w:rsidR="0024299F" w:rsidRDefault="0024299F" w:rsidP="0024299F"/>
          <w:p w14:paraId="031AACAC" w14:textId="77777777" w:rsidR="0024299F" w:rsidRDefault="0024299F" w:rsidP="0024299F"/>
          <w:p w14:paraId="315EEF98" w14:textId="77777777" w:rsidR="0024299F" w:rsidRDefault="0024299F" w:rsidP="0024299F"/>
        </w:tc>
      </w:tr>
    </w:tbl>
    <w:p w14:paraId="68233751" w14:textId="19CA0824" w:rsidR="0024299F" w:rsidRDefault="0024299F" w:rsidP="0024299F"/>
    <w:p w14:paraId="76A70FE9" w14:textId="021A5EC0" w:rsidR="001D4BA1" w:rsidRDefault="001D4BA1" w:rsidP="0024299F"/>
    <w:p w14:paraId="48B19E07" w14:textId="0C4ABFFB" w:rsidR="001D4BA1" w:rsidRDefault="001D4BA1" w:rsidP="0024299F"/>
    <w:p w14:paraId="2AB3AB6B" w14:textId="49C3FA4B" w:rsidR="001D4BA1" w:rsidRDefault="001D4BA1" w:rsidP="0024299F"/>
    <w:p w14:paraId="7E65E197" w14:textId="258C4F99" w:rsidR="001D4BA1" w:rsidRDefault="001D4BA1" w:rsidP="0024299F"/>
    <w:p w14:paraId="12D6703C" w14:textId="77777777" w:rsidR="001D4BA1" w:rsidRDefault="001D4BA1" w:rsidP="0024299F"/>
    <w:p w14:paraId="15B7DC2B" w14:textId="6B754EC5" w:rsidR="001D4BA1" w:rsidRPr="0024299F" w:rsidRDefault="001D4BA1" w:rsidP="0024299F">
      <w:r w:rsidRPr="001D4BA1">
        <w:rPr>
          <w:vertAlign w:val="superscript"/>
        </w:rPr>
        <w:t>1</w:t>
      </w:r>
      <w:r>
        <w:t xml:space="preserve"> If the IUT claims a Protocol_Revision higher than 2</w:t>
      </w:r>
      <w:r w:rsidR="00066D54">
        <w:t>6</w:t>
      </w:r>
      <w:r>
        <w:t>, contact the BTL for interim tests for the product.</w:t>
      </w:r>
    </w:p>
    <w:p w14:paraId="2A0E1078" w14:textId="77777777" w:rsidR="00F6784D" w:rsidRPr="00E97BFA" w:rsidRDefault="00F6784D" w:rsidP="008353C1">
      <w:pPr>
        <w:pStyle w:val="Heading1"/>
      </w:pPr>
      <w:r w:rsidRPr="00EA6DE9">
        <w:lastRenderedPageBreak/>
        <w:t>Basic BACnet Functionality</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E97BFA" w:rsidRPr="00F95990" w14:paraId="7C0F1665" w14:textId="77777777" w:rsidTr="00D44DAD">
        <w:trPr>
          <w:cantSplit/>
          <w:trHeight w:val="980"/>
          <w:tblHeader/>
        </w:trPr>
        <w:tc>
          <w:tcPr>
            <w:tcW w:w="441" w:type="dxa"/>
            <w:textDirection w:val="tbRl"/>
          </w:tcPr>
          <w:p w14:paraId="789A9099" w14:textId="77777777" w:rsidR="00E97BFA" w:rsidRPr="00F95990" w:rsidRDefault="00E97BFA" w:rsidP="00E91AA5">
            <w:pPr>
              <w:jc w:val="center"/>
            </w:pPr>
            <w:r w:rsidRPr="00F95990">
              <w:br w:type="page"/>
            </w:r>
            <w:r w:rsidRPr="00F95990">
              <w:br w:type="page"/>
            </w:r>
            <w:r w:rsidRPr="00E91AA5">
              <w:rPr>
                <w:b/>
              </w:rPr>
              <w:t>Support</w:t>
            </w:r>
          </w:p>
        </w:tc>
        <w:tc>
          <w:tcPr>
            <w:tcW w:w="974" w:type="dxa"/>
            <w:textDirection w:val="tbRl"/>
          </w:tcPr>
          <w:p w14:paraId="5CAA48F2" w14:textId="77777777" w:rsidR="00E97BFA" w:rsidRPr="00F95990" w:rsidRDefault="00E97BFA" w:rsidP="00E97BFA">
            <w:pPr>
              <w:ind w:left="113" w:right="113"/>
              <w:jc w:val="center"/>
              <w:rPr>
                <w:b/>
                <w:bCs/>
              </w:rPr>
            </w:pPr>
            <w:r w:rsidRPr="00F95990">
              <w:rPr>
                <w:b/>
                <w:bCs/>
              </w:rPr>
              <w:t>Listing</w:t>
            </w:r>
          </w:p>
        </w:tc>
        <w:tc>
          <w:tcPr>
            <w:tcW w:w="7495" w:type="dxa"/>
            <w:vAlign w:val="center"/>
          </w:tcPr>
          <w:p w14:paraId="0BBD666D" w14:textId="77777777" w:rsidR="00E97BFA" w:rsidRPr="00E91AA5" w:rsidRDefault="00E97BFA" w:rsidP="00E91AA5">
            <w:pPr>
              <w:rPr>
                <w:b/>
              </w:rPr>
            </w:pPr>
            <w:r w:rsidRPr="00E91AA5">
              <w:rPr>
                <w:b/>
              </w:rPr>
              <w:t>Option</w:t>
            </w:r>
          </w:p>
        </w:tc>
      </w:tr>
      <w:tr w:rsidR="00C23012" w:rsidRPr="00F95990" w14:paraId="1769F8DB" w14:textId="77777777" w:rsidTr="00D44DAD">
        <w:trPr>
          <w:cantSplit/>
        </w:trPr>
        <w:tc>
          <w:tcPr>
            <w:tcW w:w="8910" w:type="dxa"/>
            <w:gridSpan w:val="3"/>
          </w:tcPr>
          <w:p w14:paraId="69DB26BC" w14:textId="77777777" w:rsidR="00C23012" w:rsidRPr="00F95990" w:rsidRDefault="00C23012" w:rsidP="00E3089E">
            <w:pPr>
              <w:rPr>
                <w:b/>
              </w:rPr>
            </w:pPr>
            <w:r w:rsidRPr="00F95990">
              <w:rPr>
                <w:b/>
              </w:rPr>
              <w:t>Basic Functionality (applies to all BACnet devices)</w:t>
            </w:r>
          </w:p>
        </w:tc>
      </w:tr>
      <w:tr w:rsidR="00C23012" w:rsidRPr="00F95990" w14:paraId="5FD0CF14" w14:textId="77777777" w:rsidTr="00D44DAD">
        <w:tc>
          <w:tcPr>
            <w:tcW w:w="441" w:type="dxa"/>
          </w:tcPr>
          <w:p w14:paraId="577C9504" w14:textId="77777777" w:rsidR="00C23012" w:rsidRPr="00F95990" w:rsidRDefault="00C23012" w:rsidP="009353EF">
            <w:r w:rsidRPr="00F95990">
              <w:t>X</w:t>
            </w:r>
          </w:p>
        </w:tc>
        <w:tc>
          <w:tcPr>
            <w:tcW w:w="974" w:type="dxa"/>
          </w:tcPr>
          <w:p w14:paraId="616DA1C7" w14:textId="77777777" w:rsidR="00C23012" w:rsidRPr="00F95990" w:rsidRDefault="00C23012" w:rsidP="009353EF">
            <w:pPr>
              <w:jc w:val="center"/>
            </w:pPr>
            <w:r w:rsidRPr="00F95990">
              <w:t>R</w:t>
            </w:r>
          </w:p>
        </w:tc>
        <w:tc>
          <w:tcPr>
            <w:tcW w:w="7495" w:type="dxa"/>
          </w:tcPr>
          <w:p w14:paraId="45E43BA4" w14:textId="77777777" w:rsidR="00C23012" w:rsidRPr="00F95990" w:rsidRDefault="00C23012" w:rsidP="009353EF">
            <w:r w:rsidRPr="00F95990">
              <w:t>Base Requirements</w:t>
            </w:r>
          </w:p>
        </w:tc>
      </w:tr>
      <w:tr w:rsidR="00C23012" w:rsidRPr="00F95990" w14:paraId="11918F60" w14:textId="77777777" w:rsidTr="00D44DAD">
        <w:tc>
          <w:tcPr>
            <w:tcW w:w="441" w:type="dxa"/>
          </w:tcPr>
          <w:p w14:paraId="68A51D90" w14:textId="77777777" w:rsidR="00C23012" w:rsidRPr="00F95990" w:rsidRDefault="00426BD9" w:rsidP="009353EF">
            <w:r>
              <w:t>X</w:t>
            </w:r>
          </w:p>
        </w:tc>
        <w:tc>
          <w:tcPr>
            <w:tcW w:w="974" w:type="dxa"/>
          </w:tcPr>
          <w:p w14:paraId="216BFB5A" w14:textId="77777777" w:rsidR="00C23012" w:rsidRPr="00F95990" w:rsidRDefault="00C23012" w:rsidP="009353EF">
            <w:pPr>
              <w:jc w:val="center"/>
            </w:pPr>
            <w:r w:rsidRPr="00F95990">
              <w:t>R</w:t>
            </w:r>
          </w:p>
        </w:tc>
        <w:tc>
          <w:tcPr>
            <w:tcW w:w="7495" w:type="dxa"/>
          </w:tcPr>
          <w:p w14:paraId="46965D99" w14:textId="77777777" w:rsidR="00C23012" w:rsidRPr="00F95990" w:rsidRDefault="00C23012" w:rsidP="009353EF">
            <w:r w:rsidRPr="00F95990">
              <w:t>EPICS Consistency Tests</w:t>
            </w:r>
          </w:p>
        </w:tc>
      </w:tr>
      <w:tr w:rsidR="00426BD9" w:rsidRPr="006C62D6" w14:paraId="0FFAE3DB" w14:textId="77777777" w:rsidTr="00D44DAD">
        <w:tc>
          <w:tcPr>
            <w:tcW w:w="441" w:type="dxa"/>
          </w:tcPr>
          <w:p w14:paraId="183612B8" w14:textId="77777777" w:rsidR="00426BD9" w:rsidRPr="006C62D6" w:rsidRDefault="00426BD9" w:rsidP="00255932">
            <w:r>
              <w:t>X</w:t>
            </w:r>
          </w:p>
        </w:tc>
        <w:tc>
          <w:tcPr>
            <w:tcW w:w="974" w:type="dxa"/>
          </w:tcPr>
          <w:p w14:paraId="6D78E333" w14:textId="77777777" w:rsidR="00426BD9" w:rsidRPr="006C62D6" w:rsidRDefault="00426BD9" w:rsidP="00255932">
            <w:pPr>
              <w:jc w:val="center"/>
            </w:pPr>
            <w:r>
              <w:t>R</w:t>
            </w:r>
          </w:p>
        </w:tc>
        <w:tc>
          <w:tcPr>
            <w:tcW w:w="7495" w:type="dxa"/>
          </w:tcPr>
          <w:p w14:paraId="51B10ADF" w14:textId="77777777" w:rsidR="00426BD9" w:rsidRPr="006C62D6" w:rsidRDefault="00426BD9" w:rsidP="00255932">
            <w:r>
              <w:t>Supports DS-RP-B</w:t>
            </w:r>
          </w:p>
        </w:tc>
      </w:tr>
      <w:tr w:rsidR="00C23012" w:rsidRPr="00F95990" w14:paraId="4E2AD5EA" w14:textId="77777777" w:rsidTr="00D44DAD">
        <w:tc>
          <w:tcPr>
            <w:tcW w:w="441" w:type="dxa"/>
          </w:tcPr>
          <w:p w14:paraId="2704100B" w14:textId="77777777" w:rsidR="00C23012" w:rsidRPr="00F95990" w:rsidRDefault="00C23012" w:rsidP="009353EF"/>
        </w:tc>
        <w:tc>
          <w:tcPr>
            <w:tcW w:w="974" w:type="dxa"/>
          </w:tcPr>
          <w:p w14:paraId="61E83469" w14:textId="77777777" w:rsidR="00C23012" w:rsidRPr="00F95990" w:rsidRDefault="00C23012" w:rsidP="009353EF">
            <w:pPr>
              <w:jc w:val="center"/>
            </w:pPr>
            <w:r w:rsidRPr="00F95990">
              <w:t>C</w:t>
            </w:r>
            <w:r w:rsidRPr="00F95990">
              <w:rPr>
                <w:vertAlign w:val="superscript"/>
              </w:rPr>
              <w:t>1</w:t>
            </w:r>
          </w:p>
        </w:tc>
        <w:tc>
          <w:tcPr>
            <w:tcW w:w="7495" w:type="dxa"/>
          </w:tcPr>
          <w:p w14:paraId="242F85C0" w14:textId="77777777" w:rsidR="00C23012" w:rsidRPr="00893C2A" w:rsidRDefault="00C23012" w:rsidP="009353EF">
            <w:pPr>
              <w:pStyle w:val="Header"/>
              <w:tabs>
                <w:tab w:val="clear" w:pos="4320"/>
                <w:tab w:val="clear" w:pos="8640"/>
              </w:tabs>
              <w:rPr>
                <w:color w:val="FF0000"/>
                <w:lang w:val="en-US" w:eastAsia="en-US"/>
              </w:rPr>
            </w:pPr>
            <w:r w:rsidRPr="00893C2A">
              <w:rPr>
                <w:lang w:val="en-US" w:eastAsia="en-US"/>
              </w:rPr>
              <w:t>Uses Who-Is and I-Am services for router address discovery</w:t>
            </w:r>
          </w:p>
        </w:tc>
      </w:tr>
      <w:tr w:rsidR="00C23012" w:rsidRPr="00F95990" w14:paraId="06E3FB9E" w14:textId="77777777" w:rsidTr="00D44DAD">
        <w:tc>
          <w:tcPr>
            <w:tcW w:w="441" w:type="dxa"/>
          </w:tcPr>
          <w:p w14:paraId="5C5D5091" w14:textId="77777777" w:rsidR="00C23012" w:rsidRPr="00F95990" w:rsidRDefault="00C23012" w:rsidP="009353EF"/>
        </w:tc>
        <w:tc>
          <w:tcPr>
            <w:tcW w:w="974" w:type="dxa"/>
          </w:tcPr>
          <w:p w14:paraId="02E8AD5C" w14:textId="77777777" w:rsidR="00C23012" w:rsidRPr="00F95990" w:rsidRDefault="00C23012" w:rsidP="009353EF">
            <w:pPr>
              <w:jc w:val="center"/>
            </w:pPr>
            <w:r w:rsidRPr="00F95990">
              <w:t>C</w:t>
            </w:r>
            <w:r w:rsidRPr="00F95990">
              <w:rPr>
                <w:vertAlign w:val="superscript"/>
              </w:rPr>
              <w:t>1</w:t>
            </w:r>
          </w:p>
        </w:tc>
        <w:tc>
          <w:tcPr>
            <w:tcW w:w="7495" w:type="dxa"/>
          </w:tcPr>
          <w:p w14:paraId="334F5E5E" w14:textId="77777777" w:rsidR="00C23012" w:rsidRPr="00F95990" w:rsidRDefault="00C23012" w:rsidP="009353EF">
            <w:r w:rsidRPr="00F95990">
              <w:t>Uses Who-Is-Router-to-Network (any network) for router address discovery</w:t>
            </w:r>
          </w:p>
        </w:tc>
      </w:tr>
      <w:tr w:rsidR="00C23012" w:rsidRPr="00F95990" w14:paraId="52DF199C" w14:textId="77777777" w:rsidTr="00D44DAD">
        <w:tc>
          <w:tcPr>
            <w:tcW w:w="441" w:type="dxa"/>
          </w:tcPr>
          <w:p w14:paraId="7338A11B" w14:textId="77777777" w:rsidR="00C23012" w:rsidRPr="00F95990" w:rsidRDefault="00C23012" w:rsidP="009353EF"/>
        </w:tc>
        <w:tc>
          <w:tcPr>
            <w:tcW w:w="974" w:type="dxa"/>
          </w:tcPr>
          <w:p w14:paraId="5E89784D" w14:textId="77777777" w:rsidR="00C23012" w:rsidRPr="00F95990" w:rsidRDefault="00C23012" w:rsidP="009353EF">
            <w:pPr>
              <w:jc w:val="center"/>
            </w:pPr>
            <w:r w:rsidRPr="00F95990">
              <w:t>C</w:t>
            </w:r>
            <w:r w:rsidRPr="00F95990">
              <w:rPr>
                <w:vertAlign w:val="superscript"/>
              </w:rPr>
              <w:t>1</w:t>
            </w:r>
          </w:p>
        </w:tc>
        <w:tc>
          <w:tcPr>
            <w:tcW w:w="7495" w:type="dxa"/>
          </w:tcPr>
          <w:p w14:paraId="5AD9069A" w14:textId="77777777" w:rsidR="00C23012" w:rsidRPr="00F95990" w:rsidRDefault="00C23012" w:rsidP="009353EF">
            <w:r w:rsidRPr="00F95990">
              <w:t>Uses Who-Is-Router-to-Network (specific network) for router address discovery</w:t>
            </w:r>
          </w:p>
        </w:tc>
      </w:tr>
      <w:tr w:rsidR="00C23012" w:rsidRPr="00F95990" w14:paraId="020F7719" w14:textId="77777777" w:rsidTr="00D44DAD">
        <w:tc>
          <w:tcPr>
            <w:tcW w:w="441" w:type="dxa"/>
          </w:tcPr>
          <w:p w14:paraId="53E66371" w14:textId="77777777" w:rsidR="00C23012" w:rsidRPr="00F95990" w:rsidRDefault="00C23012" w:rsidP="009353EF"/>
        </w:tc>
        <w:tc>
          <w:tcPr>
            <w:tcW w:w="974" w:type="dxa"/>
          </w:tcPr>
          <w:p w14:paraId="4881C3DC" w14:textId="77777777" w:rsidR="00C23012" w:rsidRPr="00F95990" w:rsidRDefault="00C23012" w:rsidP="009353EF">
            <w:pPr>
              <w:jc w:val="center"/>
            </w:pPr>
            <w:r w:rsidRPr="00F95990">
              <w:t>C</w:t>
            </w:r>
            <w:r w:rsidRPr="00F95990">
              <w:rPr>
                <w:vertAlign w:val="superscript"/>
              </w:rPr>
              <w:t>1</w:t>
            </w:r>
          </w:p>
        </w:tc>
        <w:tc>
          <w:tcPr>
            <w:tcW w:w="7495" w:type="dxa"/>
          </w:tcPr>
          <w:p w14:paraId="3543B8A6" w14:textId="77777777" w:rsidR="00C23012" w:rsidRPr="00893C2A" w:rsidRDefault="00C23012" w:rsidP="009353EF">
            <w:pPr>
              <w:pStyle w:val="Header"/>
              <w:tabs>
                <w:tab w:val="clear" w:pos="4320"/>
                <w:tab w:val="clear" w:pos="8640"/>
              </w:tabs>
              <w:rPr>
                <w:lang w:val="en-US" w:eastAsia="en-US"/>
              </w:rPr>
            </w:pPr>
            <w:r w:rsidRPr="00893C2A">
              <w:rPr>
                <w:lang w:val="en-US" w:eastAsia="en-US"/>
              </w:rPr>
              <w:t>Uses MAC broadcasts for router discovery</w:t>
            </w:r>
          </w:p>
        </w:tc>
      </w:tr>
      <w:tr w:rsidR="009D1EC4" w:rsidRPr="00F95990" w14:paraId="0C9A45FF" w14:textId="77777777" w:rsidTr="00D44DAD">
        <w:tc>
          <w:tcPr>
            <w:tcW w:w="441" w:type="dxa"/>
          </w:tcPr>
          <w:p w14:paraId="2658B5CD" w14:textId="77777777" w:rsidR="009D1EC4" w:rsidRPr="00F95990" w:rsidRDefault="009D1EC4" w:rsidP="009353EF"/>
        </w:tc>
        <w:tc>
          <w:tcPr>
            <w:tcW w:w="974" w:type="dxa"/>
          </w:tcPr>
          <w:p w14:paraId="34434A66" w14:textId="77777777" w:rsidR="009D1EC4" w:rsidRPr="00F95990" w:rsidRDefault="009D1EC4" w:rsidP="009353EF">
            <w:pPr>
              <w:jc w:val="center"/>
            </w:pPr>
            <w:r>
              <w:t>N</w:t>
            </w:r>
          </w:p>
        </w:tc>
        <w:tc>
          <w:tcPr>
            <w:tcW w:w="7495" w:type="dxa"/>
          </w:tcPr>
          <w:p w14:paraId="1489FC21" w14:textId="77777777" w:rsidR="009D1EC4" w:rsidRPr="00893C2A" w:rsidRDefault="009D1EC4" w:rsidP="009353EF">
            <w:pPr>
              <w:pStyle w:val="Header"/>
              <w:tabs>
                <w:tab w:val="clear" w:pos="4320"/>
                <w:tab w:val="clear" w:pos="8640"/>
              </w:tabs>
              <w:rPr>
                <w:lang w:val="en-US" w:eastAsia="en-US"/>
              </w:rPr>
            </w:pPr>
            <w:r w:rsidRPr="00893C2A">
              <w:rPr>
                <w:lang w:val="en-US" w:eastAsia="en-US"/>
              </w:rPr>
              <w:t>Uses static router address configuration</w:t>
            </w:r>
          </w:p>
        </w:tc>
      </w:tr>
      <w:tr w:rsidR="009D1EC4" w14:paraId="1EA414F5" w14:textId="77777777" w:rsidTr="00D44DAD">
        <w:tc>
          <w:tcPr>
            <w:tcW w:w="441" w:type="dxa"/>
          </w:tcPr>
          <w:p w14:paraId="157C1078" w14:textId="77777777" w:rsidR="009D1EC4" w:rsidRDefault="009D1EC4" w:rsidP="00255932"/>
        </w:tc>
        <w:tc>
          <w:tcPr>
            <w:tcW w:w="974" w:type="dxa"/>
          </w:tcPr>
          <w:p w14:paraId="53909459" w14:textId="77777777" w:rsidR="009D1EC4" w:rsidRDefault="009D1EC4" w:rsidP="00255932">
            <w:pPr>
              <w:jc w:val="center"/>
            </w:pPr>
            <w:r>
              <w:t>BTL-C</w:t>
            </w:r>
            <w:r w:rsidRPr="003858D5">
              <w:rPr>
                <w:vertAlign w:val="superscript"/>
              </w:rPr>
              <w:t>2</w:t>
            </w:r>
          </w:p>
        </w:tc>
        <w:tc>
          <w:tcPr>
            <w:tcW w:w="7495" w:type="dxa"/>
          </w:tcPr>
          <w:p w14:paraId="6C98027B" w14:textId="77777777" w:rsidR="009D1EC4" w:rsidRDefault="009D1EC4" w:rsidP="00255932">
            <w:r>
              <w:t>Supports DM-DDB-B</w:t>
            </w:r>
          </w:p>
        </w:tc>
      </w:tr>
      <w:tr w:rsidR="009D1EC4" w14:paraId="26D98D26" w14:textId="77777777" w:rsidTr="00D44DAD">
        <w:tc>
          <w:tcPr>
            <w:tcW w:w="441" w:type="dxa"/>
          </w:tcPr>
          <w:p w14:paraId="17C4C09D" w14:textId="77777777" w:rsidR="009D1EC4" w:rsidRDefault="009D1EC4" w:rsidP="00255932"/>
        </w:tc>
        <w:tc>
          <w:tcPr>
            <w:tcW w:w="974" w:type="dxa"/>
          </w:tcPr>
          <w:p w14:paraId="721E170E" w14:textId="77777777" w:rsidR="009D1EC4" w:rsidRDefault="009D1EC4" w:rsidP="00255932">
            <w:pPr>
              <w:jc w:val="center"/>
            </w:pPr>
            <w:r>
              <w:t>C</w:t>
            </w:r>
            <w:r w:rsidRPr="004A4991">
              <w:rPr>
                <w:vertAlign w:val="superscript"/>
              </w:rPr>
              <w:t>2</w:t>
            </w:r>
            <w:r>
              <w:rPr>
                <w:vertAlign w:val="superscript"/>
              </w:rPr>
              <w:t>, 3</w:t>
            </w:r>
          </w:p>
        </w:tc>
        <w:tc>
          <w:tcPr>
            <w:tcW w:w="7495" w:type="dxa"/>
          </w:tcPr>
          <w:p w14:paraId="076773FE" w14:textId="77777777" w:rsidR="009D1EC4" w:rsidRDefault="009D1EC4" w:rsidP="00255932">
            <w:r>
              <w:t>Supports DM-DOB-B</w:t>
            </w:r>
          </w:p>
        </w:tc>
      </w:tr>
      <w:tr w:rsidR="009D1EC4" w:rsidRPr="00F95990" w14:paraId="6ADCD840" w14:textId="77777777" w:rsidTr="00D44DAD">
        <w:tc>
          <w:tcPr>
            <w:tcW w:w="441" w:type="dxa"/>
          </w:tcPr>
          <w:p w14:paraId="0308B54A" w14:textId="77777777" w:rsidR="009D1EC4" w:rsidRPr="00F95990" w:rsidRDefault="009D1EC4" w:rsidP="009353EF"/>
        </w:tc>
        <w:tc>
          <w:tcPr>
            <w:tcW w:w="974" w:type="dxa"/>
          </w:tcPr>
          <w:p w14:paraId="001F7A21" w14:textId="77777777" w:rsidR="009D1EC4" w:rsidRPr="00F95990" w:rsidRDefault="009D1EC4" w:rsidP="009353EF">
            <w:pPr>
              <w:jc w:val="center"/>
            </w:pPr>
            <w:r w:rsidRPr="00F95990">
              <w:t>O</w:t>
            </w:r>
          </w:p>
        </w:tc>
        <w:tc>
          <w:tcPr>
            <w:tcW w:w="7495" w:type="dxa"/>
          </w:tcPr>
          <w:p w14:paraId="529CF7D7" w14:textId="77777777" w:rsidR="009D1EC4" w:rsidRPr="00893C2A" w:rsidRDefault="009D1EC4" w:rsidP="009353EF">
            <w:pPr>
              <w:pStyle w:val="Header"/>
              <w:tabs>
                <w:tab w:val="clear" w:pos="4320"/>
                <w:tab w:val="clear" w:pos="8640"/>
              </w:tabs>
              <w:rPr>
                <w:lang w:val="en-US" w:eastAsia="en-US"/>
              </w:rPr>
            </w:pPr>
            <w:r w:rsidRPr="00893C2A">
              <w:rPr>
                <w:lang w:val="en-US" w:eastAsia="en-US"/>
              </w:rPr>
              <w:t>Initiates Confirmed Requests</w:t>
            </w:r>
          </w:p>
        </w:tc>
      </w:tr>
      <w:tr w:rsidR="009D1EC4" w:rsidRPr="00F95990" w14:paraId="00DBA32D" w14:textId="77777777" w:rsidTr="00D44DAD">
        <w:trPr>
          <w:cantSplit/>
        </w:trPr>
        <w:tc>
          <w:tcPr>
            <w:tcW w:w="8910" w:type="dxa"/>
            <w:gridSpan w:val="3"/>
          </w:tcPr>
          <w:p w14:paraId="35610770" w14:textId="77777777" w:rsidR="009D1EC4" w:rsidRPr="00426BD9" w:rsidRDefault="009D1EC4" w:rsidP="00426BD9">
            <w:pPr>
              <w:pStyle w:val="OptionFootnote"/>
            </w:pPr>
            <w:r w:rsidRPr="00F95990">
              <w:rPr>
                <w:vertAlign w:val="superscript"/>
              </w:rPr>
              <w:t>1</w:t>
            </w:r>
            <w:r w:rsidRPr="00F95990">
              <w:t xml:space="preserve"> At least one of these options must be supported if the device is capable of transmitting </w:t>
            </w:r>
            <w:r>
              <w:t xml:space="preserve">any </w:t>
            </w:r>
            <w:r w:rsidRPr="00F95990">
              <w:t xml:space="preserve">unicast service requests </w:t>
            </w:r>
            <w:r>
              <w:t>besides</w:t>
            </w:r>
            <w:r w:rsidRPr="00F95990">
              <w:t xml:space="preserve"> COV notifications</w:t>
            </w:r>
            <w:r w:rsidR="0063686B" w:rsidRPr="0063686B">
              <w:t>, including unicast service requests containing remote or global broadcasts</w:t>
            </w:r>
            <w:r w:rsidRPr="00426BD9">
              <w:t>.</w:t>
            </w:r>
          </w:p>
          <w:p w14:paraId="666714A6" w14:textId="77777777" w:rsidR="009D1EC4" w:rsidRPr="00426BD9" w:rsidRDefault="0000328E" w:rsidP="006B5CA0">
            <w:pPr>
              <w:pStyle w:val="OptionFootnote"/>
            </w:pPr>
            <w:r w:rsidRPr="0000328E">
              <w:rPr>
                <w:vertAlign w:val="superscript"/>
              </w:rPr>
              <w:t>2</w:t>
            </w:r>
            <w:r w:rsidR="00DA1EB5">
              <w:rPr>
                <w:vertAlign w:val="superscript"/>
              </w:rPr>
              <w:t xml:space="preserve"> </w:t>
            </w:r>
            <w:r w:rsidR="009D1EC4" w:rsidRPr="00426BD9">
              <w:t>Required unless the device is an MS/TP slave device.</w:t>
            </w:r>
          </w:p>
          <w:p w14:paraId="1B9010A7" w14:textId="77777777" w:rsidR="009D1EC4" w:rsidRPr="00F95990" w:rsidRDefault="009D1EC4" w:rsidP="00FB4D58">
            <w:pPr>
              <w:pStyle w:val="OptionFootnote"/>
            </w:pPr>
            <w:r w:rsidRPr="00426BD9">
              <w:rPr>
                <w:vertAlign w:val="superscript"/>
              </w:rPr>
              <w:t>3</w:t>
            </w:r>
            <w:r w:rsidRPr="00426BD9">
              <w:t xml:space="preserve"> Required if </w:t>
            </w:r>
            <w:r w:rsidR="00FB4D58">
              <w:t>the device implements protocol revision 5 or higher.</w:t>
            </w:r>
          </w:p>
        </w:tc>
      </w:tr>
      <w:tr w:rsidR="00D44DAD" w14:paraId="41AA7C68" w14:textId="77777777" w:rsidTr="00D44DAD">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050F93EC" w14:textId="77777777" w:rsidR="00D44DAD" w:rsidRPr="00D44DAD" w:rsidRDefault="00D44DAD">
            <w:pPr>
              <w:rPr>
                <w:b/>
              </w:rPr>
            </w:pPr>
            <w:r w:rsidRPr="00D44DAD">
              <w:rPr>
                <w:b/>
              </w:rPr>
              <w:t>Segmentation Support</w:t>
            </w:r>
          </w:p>
        </w:tc>
      </w:tr>
      <w:tr w:rsidR="00D44DAD" w14:paraId="6C509CA6" w14:textId="77777777"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4473858B" w14:textId="77777777"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14:paraId="1ED70555" w14:textId="77777777" w:rsidR="00D44DAD" w:rsidRPr="00D44DAD" w:rsidRDefault="00D44DAD">
            <w:pPr>
              <w:jc w:val="center"/>
            </w:pPr>
            <w:r w:rsidRPr="00D44DAD">
              <w:t>R</w:t>
            </w:r>
          </w:p>
        </w:tc>
        <w:tc>
          <w:tcPr>
            <w:tcW w:w="7495" w:type="dxa"/>
            <w:tcBorders>
              <w:top w:val="single" w:sz="4" w:space="0" w:color="auto"/>
              <w:left w:val="single" w:sz="4" w:space="0" w:color="auto"/>
              <w:bottom w:val="single" w:sz="4" w:space="0" w:color="auto"/>
              <w:right w:val="single" w:sz="4" w:space="0" w:color="auto"/>
            </w:tcBorders>
            <w:hideMark/>
          </w:tcPr>
          <w:p w14:paraId="39F44D92" w14:textId="77777777" w:rsidR="00D44DAD" w:rsidRPr="00D44DAD" w:rsidRDefault="00D44DAD">
            <w:r w:rsidRPr="00D44DAD">
              <w:t>Base Requirements</w:t>
            </w:r>
          </w:p>
        </w:tc>
      </w:tr>
      <w:tr w:rsidR="00D44DAD" w14:paraId="0474C3E0" w14:textId="77777777"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6B967880" w14:textId="77777777"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14:paraId="0699AB6F" w14:textId="77777777" w:rsidR="00D44DAD" w:rsidRPr="00D44DAD" w:rsidRDefault="00D44DAD">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50526836" w14:textId="77777777" w:rsidR="00D44DAD" w:rsidRPr="00893C2A" w:rsidRDefault="00D44DAD">
            <w:pPr>
              <w:pStyle w:val="Header"/>
              <w:rPr>
                <w:color w:val="FF0000"/>
                <w:lang w:val="en-US" w:eastAsia="en-US"/>
              </w:rPr>
            </w:pPr>
            <w:r w:rsidRPr="00893C2A">
              <w:rPr>
                <w:lang w:val="en-US" w:eastAsia="en-US"/>
              </w:rPr>
              <w:t>Issues Segmented Responses</w:t>
            </w:r>
          </w:p>
        </w:tc>
      </w:tr>
      <w:tr w:rsidR="00D44DAD" w14:paraId="34B2BA82" w14:textId="77777777" w:rsidTr="00D44DAD">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E8B1D34" w14:textId="77777777" w:rsidR="00D44DAD" w:rsidRPr="00D44DAD" w:rsidRDefault="00D44DAD"/>
        </w:tc>
        <w:tc>
          <w:tcPr>
            <w:tcW w:w="974" w:type="dxa"/>
            <w:tcBorders>
              <w:top w:val="single" w:sz="4" w:space="0" w:color="auto"/>
              <w:left w:val="single" w:sz="4" w:space="0" w:color="auto"/>
              <w:bottom w:val="single" w:sz="4" w:space="0" w:color="auto"/>
              <w:right w:val="single" w:sz="4" w:space="0" w:color="auto"/>
            </w:tcBorders>
            <w:hideMark/>
          </w:tcPr>
          <w:p w14:paraId="09EC098B" w14:textId="77777777" w:rsidR="00D44DAD" w:rsidRPr="00D44DAD" w:rsidRDefault="00D44DAD">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3F36CF12" w14:textId="77777777" w:rsidR="00D44DAD" w:rsidRPr="00D44DAD" w:rsidRDefault="00D44DAD">
            <w:r w:rsidRPr="00D44DAD">
              <w:t>Accepts Segmented Responses without Specifying the Maximum</w:t>
            </w:r>
          </w:p>
        </w:tc>
      </w:tr>
      <w:tr w:rsidR="002B5319" w14:paraId="5BF58A24" w14:textId="77777777" w:rsidTr="00F37728">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tcPr>
          <w:p w14:paraId="47A9E651" w14:textId="77777777" w:rsidR="002B5319" w:rsidRDefault="002B5319" w:rsidP="00F37728">
            <w:pPr>
              <w:rPr>
                <w:b/>
              </w:rPr>
            </w:pPr>
          </w:p>
        </w:tc>
      </w:tr>
      <w:tr w:rsidR="002B5319" w14:paraId="170BE4E8" w14:textId="77777777" w:rsidTr="00F37728">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75C16350" w14:textId="77777777" w:rsidR="002B5319" w:rsidRPr="00D44DAD" w:rsidRDefault="002B5319" w:rsidP="00F37728">
            <w:pPr>
              <w:rPr>
                <w:b/>
              </w:rPr>
            </w:pPr>
            <w:r>
              <w:rPr>
                <w:b/>
              </w:rPr>
              <w:t>Private Transfer</w:t>
            </w:r>
            <w:r w:rsidRPr="00D44DAD">
              <w:rPr>
                <w:b/>
              </w:rPr>
              <w:t xml:space="preserve"> </w:t>
            </w:r>
            <w:r>
              <w:rPr>
                <w:b/>
              </w:rPr>
              <w:t>Services</w:t>
            </w:r>
          </w:p>
        </w:tc>
      </w:tr>
      <w:tr w:rsidR="002B5319" w14:paraId="02AA3FFB"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3E596109"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14:paraId="05EC7E6C" w14:textId="77777777" w:rsidR="002B5319" w:rsidRPr="00D44DAD" w:rsidRDefault="002B5319" w:rsidP="00F37728">
            <w:pPr>
              <w:jc w:val="center"/>
            </w:pPr>
            <w:r w:rsidRPr="00D44DAD">
              <w:t>R</w:t>
            </w:r>
          </w:p>
        </w:tc>
        <w:tc>
          <w:tcPr>
            <w:tcW w:w="7495" w:type="dxa"/>
            <w:tcBorders>
              <w:top w:val="single" w:sz="4" w:space="0" w:color="auto"/>
              <w:left w:val="single" w:sz="4" w:space="0" w:color="auto"/>
              <w:bottom w:val="single" w:sz="4" w:space="0" w:color="auto"/>
              <w:right w:val="single" w:sz="4" w:space="0" w:color="auto"/>
            </w:tcBorders>
            <w:hideMark/>
          </w:tcPr>
          <w:p w14:paraId="5CBABB24" w14:textId="77777777" w:rsidR="002B5319" w:rsidRPr="00D44DAD" w:rsidRDefault="002B5319" w:rsidP="00F37728">
            <w:r w:rsidRPr="00D44DAD">
              <w:t>Base Requirements</w:t>
            </w:r>
          </w:p>
        </w:tc>
      </w:tr>
      <w:tr w:rsidR="002B5319" w14:paraId="417A90C7"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586522E0"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14:paraId="3AF7C90A" w14:textId="77777777" w:rsidR="002B5319" w:rsidRPr="00D44DAD" w:rsidRDefault="002B5319" w:rsidP="00F37728">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4EE8510F" w14:textId="77777777" w:rsidR="002B5319" w:rsidRDefault="002B5319" w:rsidP="00F37728">
            <w:pPr>
              <w:pStyle w:val="Header"/>
            </w:pPr>
            <w:r>
              <w:t>Initiates ConfirmedPrivateTransfer</w:t>
            </w:r>
          </w:p>
        </w:tc>
      </w:tr>
      <w:tr w:rsidR="002B5319" w14:paraId="5F997EC5"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16110474"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tcPr>
          <w:p w14:paraId="25E487AC" w14:textId="77777777" w:rsidR="002B5319" w:rsidRPr="00D44DAD" w:rsidRDefault="002B5319" w:rsidP="00F37728">
            <w:pPr>
              <w:jc w:val="center"/>
            </w:pPr>
            <w:r>
              <w:t>O</w:t>
            </w:r>
          </w:p>
        </w:tc>
        <w:tc>
          <w:tcPr>
            <w:tcW w:w="7495" w:type="dxa"/>
            <w:tcBorders>
              <w:top w:val="single" w:sz="4" w:space="0" w:color="auto"/>
              <w:left w:val="single" w:sz="4" w:space="0" w:color="auto"/>
              <w:bottom w:val="single" w:sz="4" w:space="0" w:color="auto"/>
              <w:right w:val="single" w:sz="4" w:space="0" w:color="auto"/>
            </w:tcBorders>
          </w:tcPr>
          <w:p w14:paraId="4B35876F" w14:textId="77777777" w:rsidR="002B5319" w:rsidRDefault="002B5319" w:rsidP="00F37728">
            <w:pPr>
              <w:pStyle w:val="Header"/>
            </w:pPr>
            <w:r>
              <w:t>Initiates UnconfirmedPrivateTransfer</w:t>
            </w:r>
          </w:p>
        </w:tc>
      </w:tr>
      <w:tr w:rsidR="002B5319" w14:paraId="75EF54A8"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1EA1366B"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hideMark/>
          </w:tcPr>
          <w:p w14:paraId="29B15B19" w14:textId="77777777" w:rsidR="002B5319" w:rsidRPr="00D44DAD" w:rsidRDefault="002B5319" w:rsidP="00F37728">
            <w:pPr>
              <w:jc w:val="center"/>
            </w:pPr>
            <w:r w:rsidRPr="00D44DAD">
              <w:t>O</w:t>
            </w:r>
          </w:p>
        </w:tc>
        <w:tc>
          <w:tcPr>
            <w:tcW w:w="7495" w:type="dxa"/>
            <w:tcBorders>
              <w:top w:val="single" w:sz="4" w:space="0" w:color="auto"/>
              <w:left w:val="single" w:sz="4" w:space="0" w:color="auto"/>
              <w:bottom w:val="single" w:sz="4" w:space="0" w:color="auto"/>
              <w:right w:val="single" w:sz="4" w:space="0" w:color="auto"/>
            </w:tcBorders>
            <w:hideMark/>
          </w:tcPr>
          <w:p w14:paraId="140098B7" w14:textId="77777777" w:rsidR="002B5319" w:rsidRDefault="002B5319" w:rsidP="00F37728">
            <w:pPr>
              <w:pStyle w:val="Header"/>
            </w:pPr>
            <w:r>
              <w:t>Executes ConfirmedPrivateTransfer</w:t>
            </w:r>
          </w:p>
        </w:tc>
      </w:tr>
      <w:tr w:rsidR="002B5319" w14:paraId="5F296022" w14:textId="77777777" w:rsidTr="00F37728">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798FA95D" w14:textId="77777777" w:rsidR="002B5319" w:rsidRPr="00D44DAD" w:rsidRDefault="002B5319" w:rsidP="00F37728"/>
        </w:tc>
        <w:tc>
          <w:tcPr>
            <w:tcW w:w="974" w:type="dxa"/>
            <w:tcBorders>
              <w:top w:val="single" w:sz="4" w:space="0" w:color="auto"/>
              <w:left w:val="single" w:sz="4" w:space="0" w:color="auto"/>
              <w:bottom w:val="single" w:sz="4" w:space="0" w:color="auto"/>
              <w:right w:val="single" w:sz="4" w:space="0" w:color="auto"/>
            </w:tcBorders>
          </w:tcPr>
          <w:p w14:paraId="17614A33" w14:textId="77777777" w:rsidR="002B5319" w:rsidRPr="00D44DAD" w:rsidRDefault="002B5319" w:rsidP="00F37728">
            <w:pPr>
              <w:jc w:val="center"/>
            </w:pPr>
            <w:r>
              <w:t>O</w:t>
            </w:r>
          </w:p>
        </w:tc>
        <w:tc>
          <w:tcPr>
            <w:tcW w:w="7495" w:type="dxa"/>
            <w:tcBorders>
              <w:top w:val="single" w:sz="4" w:space="0" w:color="auto"/>
              <w:left w:val="single" w:sz="4" w:space="0" w:color="auto"/>
              <w:bottom w:val="single" w:sz="4" w:space="0" w:color="auto"/>
              <w:right w:val="single" w:sz="4" w:space="0" w:color="auto"/>
            </w:tcBorders>
          </w:tcPr>
          <w:p w14:paraId="0A685249" w14:textId="77777777" w:rsidR="002B5319" w:rsidRDefault="002B5319" w:rsidP="00F37728">
            <w:pPr>
              <w:pStyle w:val="Header"/>
            </w:pPr>
            <w:r>
              <w:t>Executes UnconfirmedPrivateTransfer</w:t>
            </w:r>
          </w:p>
        </w:tc>
      </w:tr>
    </w:tbl>
    <w:p w14:paraId="5159D93C" w14:textId="77777777" w:rsidR="00EA6DE9" w:rsidRDefault="00EA6DE9" w:rsidP="008353C1">
      <w:pPr>
        <w:pStyle w:val="Heading1"/>
      </w:pPr>
      <w:r w:rsidRPr="00EA6DE9">
        <w:lastRenderedPageBreak/>
        <w:t>Objects</w:t>
      </w:r>
    </w:p>
    <w:tbl>
      <w:tblPr>
        <w:tblW w:w="91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9"/>
        <w:gridCol w:w="905"/>
        <w:gridCol w:w="7646"/>
      </w:tblGrid>
      <w:tr w:rsidR="00A70FCF" w:rsidRPr="002860AF" w14:paraId="13EC9443" w14:textId="77777777" w:rsidTr="005B72AB">
        <w:trPr>
          <w:cantSplit/>
          <w:trHeight w:val="980"/>
          <w:tblHeader/>
        </w:trPr>
        <w:tc>
          <w:tcPr>
            <w:tcW w:w="629" w:type="dxa"/>
            <w:tcBorders>
              <w:top w:val="single" w:sz="4" w:space="0" w:color="auto"/>
              <w:left w:val="single" w:sz="4" w:space="0" w:color="auto"/>
              <w:bottom w:val="single" w:sz="4" w:space="0" w:color="auto"/>
              <w:right w:val="single" w:sz="4" w:space="0" w:color="auto"/>
            </w:tcBorders>
            <w:textDirection w:val="tbRl"/>
            <w:hideMark/>
          </w:tcPr>
          <w:p w14:paraId="7EEFA750" w14:textId="77777777" w:rsidR="007A780A" w:rsidRPr="002860AF" w:rsidRDefault="007A780A" w:rsidP="00893C2A">
            <w:pPr>
              <w:jc w:val="center"/>
            </w:pPr>
            <w:r w:rsidRPr="002860AF">
              <w:br w:type="page"/>
            </w:r>
            <w:r w:rsidRPr="002860AF">
              <w:br w:type="page"/>
            </w:r>
            <w:r w:rsidRPr="002860AF">
              <w:rPr>
                <w:b/>
              </w:rPr>
              <w:t>Support</w:t>
            </w:r>
          </w:p>
        </w:tc>
        <w:tc>
          <w:tcPr>
            <w:tcW w:w="905" w:type="dxa"/>
            <w:tcBorders>
              <w:top w:val="single" w:sz="4" w:space="0" w:color="auto"/>
              <w:left w:val="single" w:sz="4" w:space="0" w:color="auto"/>
              <w:bottom w:val="single" w:sz="4" w:space="0" w:color="auto"/>
              <w:right w:val="single" w:sz="4" w:space="0" w:color="auto"/>
            </w:tcBorders>
            <w:textDirection w:val="tbRl"/>
            <w:hideMark/>
          </w:tcPr>
          <w:p w14:paraId="4AF2A412" w14:textId="77777777" w:rsidR="007A780A" w:rsidRPr="002860AF" w:rsidRDefault="007A780A" w:rsidP="00893C2A">
            <w:pPr>
              <w:ind w:left="113" w:right="113"/>
              <w:jc w:val="center"/>
              <w:rPr>
                <w:b/>
                <w:bCs/>
              </w:rPr>
            </w:pPr>
            <w:r w:rsidRPr="002860AF">
              <w:rPr>
                <w:b/>
                <w:bCs/>
              </w:rPr>
              <w:t>Listing</w:t>
            </w:r>
          </w:p>
        </w:tc>
        <w:tc>
          <w:tcPr>
            <w:tcW w:w="7646" w:type="dxa"/>
            <w:tcBorders>
              <w:top w:val="single" w:sz="4" w:space="0" w:color="auto"/>
              <w:left w:val="single" w:sz="4" w:space="0" w:color="auto"/>
              <w:bottom w:val="single" w:sz="4" w:space="0" w:color="auto"/>
              <w:right w:val="single" w:sz="4" w:space="0" w:color="auto"/>
            </w:tcBorders>
            <w:vAlign w:val="center"/>
            <w:hideMark/>
          </w:tcPr>
          <w:p w14:paraId="598D11B1" w14:textId="77777777" w:rsidR="007A780A" w:rsidRPr="002860AF" w:rsidRDefault="007A780A" w:rsidP="00893C2A">
            <w:pPr>
              <w:rPr>
                <w:b/>
              </w:rPr>
            </w:pPr>
            <w:r w:rsidRPr="002860AF">
              <w:rPr>
                <w:b/>
              </w:rPr>
              <w:t>Option</w:t>
            </w:r>
          </w:p>
        </w:tc>
      </w:tr>
      <w:tr w:rsidR="007A780A" w:rsidRPr="002860AF" w14:paraId="0CC03DC2"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76008376" w14:textId="77777777" w:rsidR="007A780A" w:rsidRPr="002860AF" w:rsidRDefault="007A780A" w:rsidP="00893C2A">
            <w:pPr>
              <w:rPr>
                <w:b/>
                <w:bCs/>
              </w:rPr>
            </w:pPr>
            <w:r w:rsidRPr="002860AF">
              <w:rPr>
                <w:b/>
                <w:bCs/>
              </w:rPr>
              <w:t>Analog Input Object</w:t>
            </w:r>
          </w:p>
        </w:tc>
      </w:tr>
      <w:tr w:rsidR="007A780A" w:rsidRPr="002860AF" w14:paraId="01015F70" w14:textId="77777777" w:rsidTr="005B72AB">
        <w:tc>
          <w:tcPr>
            <w:tcW w:w="629" w:type="dxa"/>
            <w:tcBorders>
              <w:top w:val="single" w:sz="4" w:space="0" w:color="auto"/>
              <w:left w:val="single" w:sz="4" w:space="0" w:color="auto"/>
              <w:bottom w:val="single" w:sz="4" w:space="0" w:color="auto"/>
              <w:right w:val="single" w:sz="4" w:space="0" w:color="auto"/>
            </w:tcBorders>
          </w:tcPr>
          <w:p w14:paraId="460DE091"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D6CF125" w14:textId="77777777" w:rsidR="007A780A" w:rsidRPr="002860AF" w:rsidRDefault="007A780A" w:rsidP="00893C2A">
            <w:pPr>
              <w:jc w:val="center"/>
            </w:pPr>
            <w:r w:rsidRPr="002860AF">
              <w:t>R</w:t>
            </w:r>
          </w:p>
        </w:tc>
        <w:tc>
          <w:tcPr>
            <w:tcW w:w="7646" w:type="dxa"/>
            <w:tcBorders>
              <w:top w:val="single" w:sz="4" w:space="0" w:color="auto"/>
              <w:left w:val="single" w:sz="4" w:space="0" w:color="auto"/>
              <w:bottom w:val="single" w:sz="4" w:space="0" w:color="auto"/>
              <w:right w:val="single" w:sz="4" w:space="0" w:color="auto"/>
            </w:tcBorders>
            <w:hideMark/>
          </w:tcPr>
          <w:p w14:paraId="776BE371" w14:textId="77777777" w:rsidR="007A780A" w:rsidRPr="002860AF" w:rsidRDefault="007A780A" w:rsidP="00893C2A">
            <w:r w:rsidRPr="002860AF">
              <w:t>Base Requirements</w:t>
            </w:r>
          </w:p>
        </w:tc>
      </w:tr>
      <w:tr w:rsidR="007A780A" w:rsidRPr="002860AF" w14:paraId="29C99E56" w14:textId="77777777" w:rsidTr="005B72AB">
        <w:tc>
          <w:tcPr>
            <w:tcW w:w="629" w:type="dxa"/>
            <w:tcBorders>
              <w:top w:val="single" w:sz="4" w:space="0" w:color="auto"/>
              <w:left w:val="single" w:sz="4" w:space="0" w:color="auto"/>
              <w:bottom w:val="single" w:sz="4" w:space="0" w:color="auto"/>
              <w:right w:val="single" w:sz="4" w:space="0" w:color="auto"/>
            </w:tcBorders>
          </w:tcPr>
          <w:p w14:paraId="2CB7090E"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4E32EDD" w14:textId="77777777" w:rsidR="007A780A" w:rsidRPr="002860AF" w:rsidRDefault="007A780A" w:rsidP="00893C2A">
            <w:pPr>
              <w:jc w:val="center"/>
            </w:pPr>
            <w:r w:rsidRPr="002860AF">
              <w:t>S</w:t>
            </w:r>
          </w:p>
        </w:tc>
        <w:tc>
          <w:tcPr>
            <w:tcW w:w="7646" w:type="dxa"/>
            <w:tcBorders>
              <w:top w:val="single" w:sz="4" w:space="0" w:color="auto"/>
              <w:left w:val="single" w:sz="4" w:space="0" w:color="auto"/>
              <w:bottom w:val="single" w:sz="4" w:space="0" w:color="auto"/>
              <w:right w:val="single" w:sz="4" w:space="0" w:color="auto"/>
            </w:tcBorders>
            <w:hideMark/>
          </w:tcPr>
          <w:p w14:paraId="1A898BEC" w14:textId="5EFA1C25" w:rsidR="007A780A" w:rsidRPr="002860AF" w:rsidRDefault="00AC727B" w:rsidP="00893C2A">
            <w:r>
              <w:t>Supports configurable Out_Of_Service</w:t>
            </w:r>
            <w:r w:rsidR="0018579F">
              <w:t xml:space="preserve"> property</w:t>
            </w:r>
          </w:p>
        </w:tc>
      </w:tr>
      <w:tr w:rsidR="000B2DE7" w:rsidRPr="00E559FD" w14:paraId="3FE78C77" w14:textId="77777777" w:rsidTr="005B72AB">
        <w:tblPrEx>
          <w:tblLook w:val="0000" w:firstRow="0" w:lastRow="0" w:firstColumn="0" w:lastColumn="0" w:noHBand="0" w:noVBand="0"/>
        </w:tblPrEx>
        <w:tc>
          <w:tcPr>
            <w:tcW w:w="629" w:type="dxa"/>
            <w:tcBorders>
              <w:bottom w:val="single" w:sz="4" w:space="0" w:color="auto"/>
            </w:tcBorders>
          </w:tcPr>
          <w:p w14:paraId="37E76262"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42B61940" w14:textId="31400E5A"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EF3894F"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5082A667" w14:textId="77777777" w:rsidTr="005B72AB">
        <w:tblPrEx>
          <w:tblLook w:val="0000" w:firstRow="0" w:lastRow="0" w:firstColumn="0" w:lastColumn="0" w:noHBand="0" w:noVBand="0"/>
        </w:tblPrEx>
        <w:tc>
          <w:tcPr>
            <w:tcW w:w="629" w:type="dxa"/>
            <w:tcBorders>
              <w:bottom w:val="single" w:sz="4" w:space="0" w:color="auto"/>
            </w:tcBorders>
          </w:tcPr>
          <w:p w14:paraId="17D50875" w14:textId="77777777" w:rsidR="007D6AC1" w:rsidRPr="00EB6C51" w:rsidRDefault="007D6AC1" w:rsidP="001608F4">
            <w:pPr>
              <w:jc w:val="center"/>
              <w:rPr>
                <w:szCs w:val="20"/>
                <w:lang w:val="en-CA" w:eastAsia="x-none"/>
              </w:rPr>
            </w:pPr>
          </w:p>
        </w:tc>
        <w:tc>
          <w:tcPr>
            <w:tcW w:w="905" w:type="dxa"/>
            <w:tcBorders>
              <w:bottom w:val="single" w:sz="4" w:space="0" w:color="auto"/>
            </w:tcBorders>
          </w:tcPr>
          <w:p w14:paraId="62B22926" w14:textId="4D49F316" w:rsidR="007D6AC1" w:rsidRPr="00E559FD" w:rsidRDefault="007D6AC1" w:rsidP="001608F4">
            <w:pPr>
              <w:jc w:val="center"/>
              <w:rPr>
                <w:szCs w:val="20"/>
                <w:lang w:val="en-CA" w:eastAsia="x-none"/>
              </w:rPr>
            </w:pPr>
            <w:r>
              <w:rPr>
                <w:szCs w:val="20"/>
                <w:lang w:val="en-CA" w:eastAsia="x-none"/>
              </w:rPr>
              <w:t>O</w:t>
            </w:r>
          </w:p>
        </w:tc>
        <w:tc>
          <w:tcPr>
            <w:tcW w:w="7646" w:type="dxa"/>
            <w:tcBorders>
              <w:bottom w:val="single" w:sz="4" w:space="0" w:color="auto"/>
            </w:tcBorders>
          </w:tcPr>
          <w:p w14:paraId="67E17CEE" w14:textId="3F41752A" w:rsidR="007D6AC1" w:rsidRPr="00E559FD" w:rsidRDefault="007D6AC1" w:rsidP="001608F4">
            <w:pPr>
              <w:jc w:val="both"/>
            </w:pPr>
            <w:r w:rsidRPr="00581A7F">
              <w:rPr>
                <w:szCs w:val="20"/>
              </w:rPr>
              <w:t xml:space="preserve">Supports </w:t>
            </w:r>
            <w:r w:rsidR="000659E6">
              <w:rPr>
                <w:szCs w:val="20"/>
              </w:rPr>
              <w:t>intrinsic reporting</w:t>
            </w:r>
          </w:p>
        </w:tc>
      </w:tr>
      <w:tr w:rsidR="000B2DE7" w:rsidRPr="003568D0" w14:paraId="18774AC5" w14:textId="77777777" w:rsidTr="005B72AB">
        <w:tblPrEx>
          <w:tblLook w:val="0000" w:firstRow="0" w:lastRow="0" w:firstColumn="0" w:lastColumn="0" w:noHBand="0" w:noVBand="0"/>
        </w:tblPrEx>
        <w:trPr>
          <w:cantSplit/>
        </w:trPr>
        <w:tc>
          <w:tcPr>
            <w:tcW w:w="9180" w:type="dxa"/>
            <w:gridSpan w:val="3"/>
          </w:tcPr>
          <w:p w14:paraId="3104993B" w14:textId="59B4E558"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6A15E9E7"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31FA4AD7" w14:textId="77777777" w:rsidR="007A780A" w:rsidRPr="00502B38" w:rsidRDefault="007A780A" w:rsidP="00893C2A">
            <w:pPr>
              <w:rPr>
                <w:b/>
                <w:bCs/>
              </w:rPr>
            </w:pPr>
            <w:r w:rsidRPr="00502B38">
              <w:rPr>
                <w:b/>
                <w:bCs/>
              </w:rPr>
              <w:t>Analog Output Object</w:t>
            </w:r>
          </w:p>
        </w:tc>
      </w:tr>
      <w:tr w:rsidR="007A780A" w:rsidRPr="002860AF" w14:paraId="407619D3" w14:textId="77777777" w:rsidTr="005B72AB">
        <w:tc>
          <w:tcPr>
            <w:tcW w:w="629" w:type="dxa"/>
            <w:tcBorders>
              <w:top w:val="single" w:sz="4" w:space="0" w:color="auto"/>
              <w:left w:val="single" w:sz="4" w:space="0" w:color="auto"/>
              <w:bottom w:val="single" w:sz="4" w:space="0" w:color="auto"/>
              <w:right w:val="single" w:sz="4" w:space="0" w:color="auto"/>
            </w:tcBorders>
          </w:tcPr>
          <w:p w14:paraId="65BB2DE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8DD5288"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3DB41428" w14:textId="77777777" w:rsidR="007A780A" w:rsidRPr="00502B38" w:rsidRDefault="007A780A" w:rsidP="00893C2A">
            <w:r w:rsidRPr="00502B38">
              <w:t xml:space="preserve">Base Requirements </w:t>
            </w:r>
          </w:p>
        </w:tc>
      </w:tr>
      <w:tr w:rsidR="007A780A" w:rsidRPr="002860AF" w14:paraId="082F16B7" w14:textId="77777777" w:rsidTr="005B72AB">
        <w:tc>
          <w:tcPr>
            <w:tcW w:w="629" w:type="dxa"/>
            <w:tcBorders>
              <w:top w:val="single" w:sz="4" w:space="0" w:color="auto"/>
              <w:left w:val="single" w:sz="4" w:space="0" w:color="auto"/>
              <w:bottom w:val="single" w:sz="4" w:space="0" w:color="auto"/>
              <w:right w:val="single" w:sz="4" w:space="0" w:color="auto"/>
            </w:tcBorders>
          </w:tcPr>
          <w:p w14:paraId="0DC97E9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609E62F"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4D05A90" w14:textId="77777777" w:rsidR="007A780A" w:rsidRPr="00502B38" w:rsidRDefault="007A780A" w:rsidP="00893C2A">
            <w:r w:rsidRPr="00502B38">
              <w:t>Supports command prioritization</w:t>
            </w:r>
          </w:p>
        </w:tc>
      </w:tr>
      <w:tr w:rsidR="007A780A" w:rsidRPr="002860AF" w14:paraId="41F33F0B" w14:textId="77777777" w:rsidTr="005B72AB">
        <w:tc>
          <w:tcPr>
            <w:tcW w:w="629" w:type="dxa"/>
            <w:tcBorders>
              <w:top w:val="single" w:sz="4" w:space="0" w:color="auto"/>
              <w:left w:val="single" w:sz="4" w:space="0" w:color="auto"/>
              <w:bottom w:val="single" w:sz="4" w:space="0" w:color="auto"/>
              <w:right w:val="single" w:sz="4" w:space="0" w:color="auto"/>
            </w:tcBorders>
          </w:tcPr>
          <w:p w14:paraId="11871A2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7027846"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04CCDAD1" w14:textId="3C169720" w:rsidR="007A780A" w:rsidRPr="00502B38" w:rsidRDefault="00AC727B" w:rsidP="00893C2A">
            <w:r>
              <w:t>Supports configurable Out_Of_Service</w:t>
            </w:r>
            <w:r w:rsidR="0018579F">
              <w:t xml:space="preserve"> property</w:t>
            </w:r>
          </w:p>
        </w:tc>
      </w:tr>
      <w:tr w:rsidR="00186FB4" w:rsidRPr="00D7757E" w14:paraId="3FA4CA93" w14:textId="77777777" w:rsidTr="005B72AB">
        <w:tblPrEx>
          <w:tblLook w:val="0000" w:firstRow="0" w:lastRow="0" w:firstColumn="0" w:lastColumn="0" w:noHBand="0" w:noVBand="0"/>
        </w:tblPrEx>
        <w:tc>
          <w:tcPr>
            <w:tcW w:w="629" w:type="dxa"/>
          </w:tcPr>
          <w:p w14:paraId="2BC66EE6" w14:textId="77777777" w:rsidR="00186FB4" w:rsidRPr="00D7757E" w:rsidRDefault="00186FB4" w:rsidP="00950358">
            <w:pPr>
              <w:jc w:val="center"/>
              <w:rPr>
                <w:szCs w:val="20"/>
                <w:lang w:val="en-CA" w:eastAsia="x-none"/>
              </w:rPr>
            </w:pPr>
            <w:bookmarkStart w:id="0" w:name="_Hlk52612001"/>
          </w:p>
        </w:tc>
        <w:tc>
          <w:tcPr>
            <w:tcW w:w="905" w:type="dxa"/>
          </w:tcPr>
          <w:p w14:paraId="76994897" w14:textId="77777777" w:rsidR="00186FB4" w:rsidRPr="00D7757E" w:rsidRDefault="00186FB4" w:rsidP="00950358">
            <w:pPr>
              <w:jc w:val="center"/>
              <w:rPr>
                <w:szCs w:val="20"/>
                <w:lang w:val="en-CA" w:eastAsia="x-none"/>
              </w:rPr>
            </w:pPr>
            <w:r w:rsidRPr="00D7757E">
              <w:rPr>
                <w:szCs w:val="20"/>
                <w:lang w:val="en-CA" w:eastAsia="x-none"/>
              </w:rPr>
              <w:t>O</w:t>
            </w:r>
          </w:p>
        </w:tc>
        <w:tc>
          <w:tcPr>
            <w:tcW w:w="7646" w:type="dxa"/>
          </w:tcPr>
          <w:p w14:paraId="7182BD4B"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6003CFC7" w14:textId="77777777" w:rsidTr="005B72AB">
        <w:tblPrEx>
          <w:tblLook w:val="0000" w:firstRow="0" w:lastRow="0" w:firstColumn="0" w:lastColumn="0" w:noHBand="0" w:noVBand="0"/>
        </w:tblPrEx>
        <w:tc>
          <w:tcPr>
            <w:tcW w:w="629" w:type="dxa"/>
            <w:tcBorders>
              <w:bottom w:val="single" w:sz="4" w:space="0" w:color="auto"/>
            </w:tcBorders>
          </w:tcPr>
          <w:p w14:paraId="6C3C0308"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554D34D4"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DF08AA7"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07A75D18" w14:textId="77777777" w:rsidTr="005B72AB">
        <w:tblPrEx>
          <w:tblLook w:val="0000" w:firstRow="0" w:lastRow="0" w:firstColumn="0" w:lastColumn="0" w:noHBand="0" w:noVBand="0"/>
        </w:tblPrEx>
        <w:tc>
          <w:tcPr>
            <w:tcW w:w="629" w:type="dxa"/>
            <w:tcBorders>
              <w:bottom w:val="single" w:sz="4" w:space="0" w:color="auto"/>
            </w:tcBorders>
          </w:tcPr>
          <w:p w14:paraId="49A17CB9"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533A9B13"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0A5C07E4" w14:textId="002283D4"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779C76F6" w14:textId="77777777" w:rsidTr="005B72AB">
        <w:tblPrEx>
          <w:tblLook w:val="0000" w:firstRow="0" w:lastRow="0" w:firstColumn="0" w:lastColumn="0" w:noHBand="0" w:noVBand="0"/>
        </w:tblPrEx>
        <w:trPr>
          <w:cantSplit/>
        </w:trPr>
        <w:tc>
          <w:tcPr>
            <w:tcW w:w="9180" w:type="dxa"/>
            <w:gridSpan w:val="3"/>
          </w:tcPr>
          <w:p w14:paraId="0D46FE75"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bookmarkEnd w:id="0"/>
      <w:tr w:rsidR="007A780A" w:rsidRPr="002860AF" w14:paraId="20201299"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09A724E" w14:textId="77777777" w:rsidR="007A780A" w:rsidRPr="002860AF" w:rsidRDefault="007A780A" w:rsidP="00893C2A">
            <w:pPr>
              <w:rPr>
                <w:b/>
                <w:bCs/>
              </w:rPr>
            </w:pPr>
            <w:r w:rsidRPr="002860AF">
              <w:rPr>
                <w:b/>
                <w:bCs/>
              </w:rPr>
              <w:t>Analog Value Object</w:t>
            </w:r>
          </w:p>
        </w:tc>
      </w:tr>
      <w:tr w:rsidR="007A780A" w:rsidRPr="002860AF" w14:paraId="0CDE5240" w14:textId="77777777" w:rsidTr="005B72AB">
        <w:tc>
          <w:tcPr>
            <w:tcW w:w="629" w:type="dxa"/>
            <w:tcBorders>
              <w:top w:val="single" w:sz="4" w:space="0" w:color="auto"/>
              <w:left w:val="single" w:sz="4" w:space="0" w:color="auto"/>
              <w:bottom w:val="single" w:sz="4" w:space="0" w:color="auto"/>
              <w:right w:val="single" w:sz="4" w:space="0" w:color="auto"/>
            </w:tcBorders>
          </w:tcPr>
          <w:p w14:paraId="09763F8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86F6CD1" w14:textId="77777777" w:rsidR="007A780A" w:rsidRPr="002860AF" w:rsidRDefault="007A780A" w:rsidP="00893C2A">
            <w:pPr>
              <w:jc w:val="center"/>
            </w:pPr>
            <w:r w:rsidRPr="002860AF">
              <w:t>R</w:t>
            </w:r>
          </w:p>
        </w:tc>
        <w:tc>
          <w:tcPr>
            <w:tcW w:w="7646" w:type="dxa"/>
            <w:tcBorders>
              <w:top w:val="single" w:sz="4" w:space="0" w:color="auto"/>
              <w:left w:val="single" w:sz="4" w:space="0" w:color="auto"/>
              <w:bottom w:val="single" w:sz="4" w:space="0" w:color="auto"/>
              <w:right w:val="single" w:sz="4" w:space="0" w:color="auto"/>
            </w:tcBorders>
            <w:hideMark/>
          </w:tcPr>
          <w:p w14:paraId="05AE5ACE" w14:textId="77777777" w:rsidR="007A780A" w:rsidRPr="002860AF" w:rsidRDefault="007A780A" w:rsidP="00893C2A">
            <w:r w:rsidRPr="002860AF">
              <w:t>Base Requirements</w:t>
            </w:r>
          </w:p>
        </w:tc>
      </w:tr>
      <w:tr w:rsidR="007A780A" w:rsidRPr="002860AF" w14:paraId="1222BEA6" w14:textId="77777777" w:rsidTr="005B72AB">
        <w:tc>
          <w:tcPr>
            <w:tcW w:w="629" w:type="dxa"/>
            <w:tcBorders>
              <w:top w:val="single" w:sz="4" w:space="0" w:color="auto"/>
              <w:left w:val="single" w:sz="4" w:space="0" w:color="auto"/>
              <w:bottom w:val="single" w:sz="4" w:space="0" w:color="auto"/>
              <w:right w:val="single" w:sz="4" w:space="0" w:color="auto"/>
            </w:tcBorders>
          </w:tcPr>
          <w:p w14:paraId="48062AAE"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FA02F5A" w14:textId="77777777" w:rsidR="007A780A" w:rsidRPr="002860AF" w:rsidRDefault="007A780A" w:rsidP="00893C2A">
            <w:pPr>
              <w:jc w:val="center"/>
            </w:pPr>
            <w:r w:rsidRPr="002860AF">
              <w:t>S</w:t>
            </w:r>
          </w:p>
        </w:tc>
        <w:tc>
          <w:tcPr>
            <w:tcW w:w="7646" w:type="dxa"/>
            <w:tcBorders>
              <w:top w:val="single" w:sz="4" w:space="0" w:color="auto"/>
              <w:left w:val="single" w:sz="4" w:space="0" w:color="auto"/>
              <w:bottom w:val="single" w:sz="4" w:space="0" w:color="auto"/>
              <w:right w:val="single" w:sz="4" w:space="0" w:color="auto"/>
            </w:tcBorders>
            <w:hideMark/>
          </w:tcPr>
          <w:p w14:paraId="2F4556E1" w14:textId="49B07EBE" w:rsidR="007A780A" w:rsidRPr="002860AF" w:rsidRDefault="00AC727B" w:rsidP="00893C2A">
            <w:r>
              <w:t>Supports configurable Out_Of_Service</w:t>
            </w:r>
            <w:r w:rsidR="0018579F">
              <w:t xml:space="preserve"> property</w:t>
            </w:r>
          </w:p>
        </w:tc>
      </w:tr>
      <w:tr w:rsidR="007A780A" w:rsidRPr="002860AF" w14:paraId="32C63122" w14:textId="77777777" w:rsidTr="005B72AB">
        <w:tc>
          <w:tcPr>
            <w:tcW w:w="629" w:type="dxa"/>
            <w:tcBorders>
              <w:top w:val="single" w:sz="4" w:space="0" w:color="auto"/>
              <w:left w:val="single" w:sz="4" w:space="0" w:color="auto"/>
              <w:bottom w:val="single" w:sz="4" w:space="0" w:color="auto"/>
              <w:right w:val="single" w:sz="4" w:space="0" w:color="auto"/>
            </w:tcBorders>
          </w:tcPr>
          <w:p w14:paraId="59F88FA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FAC50CA" w14:textId="77777777" w:rsidR="007A780A" w:rsidRPr="002860AF" w:rsidRDefault="007A780A" w:rsidP="00893C2A">
            <w:pPr>
              <w:jc w:val="center"/>
            </w:pPr>
            <w:r w:rsidRPr="002860AF">
              <w:t>O</w:t>
            </w:r>
          </w:p>
        </w:tc>
        <w:tc>
          <w:tcPr>
            <w:tcW w:w="7646" w:type="dxa"/>
            <w:tcBorders>
              <w:top w:val="single" w:sz="4" w:space="0" w:color="auto"/>
              <w:left w:val="single" w:sz="4" w:space="0" w:color="auto"/>
              <w:bottom w:val="single" w:sz="4" w:space="0" w:color="auto"/>
              <w:right w:val="single" w:sz="4" w:space="0" w:color="auto"/>
            </w:tcBorders>
            <w:hideMark/>
          </w:tcPr>
          <w:p w14:paraId="00A41BAB" w14:textId="77777777" w:rsidR="007A780A" w:rsidRPr="002860AF" w:rsidRDefault="007A780A" w:rsidP="00893C2A">
            <w:r w:rsidRPr="002860AF">
              <w:t>Supports command prioritization</w:t>
            </w:r>
          </w:p>
        </w:tc>
      </w:tr>
      <w:tr w:rsidR="00186FB4" w:rsidRPr="00D7757E" w14:paraId="68C22037" w14:textId="77777777" w:rsidTr="005B72AB">
        <w:tblPrEx>
          <w:tblLook w:val="0000" w:firstRow="0" w:lastRow="0" w:firstColumn="0" w:lastColumn="0" w:noHBand="0" w:noVBand="0"/>
        </w:tblPrEx>
        <w:tc>
          <w:tcPr>
            <w:tcW w:w="629" w:type="dxa"/>
          </w:tcPr>
          <w:p w14:paraId="7857C02A" w14:textId="77777777" w:rsidR="00186FB4" w:rsidRPr="00D7757E" w:rsidRDefault="00186FB4" w:rsidP="00186FB4">
            <w:pPr>
              <w:jc w:val="center"/>
              <w:rPr>
                <w:szCs w:val="20"/>
                <w:lang w:val="en-CA" w:eastAsia="x-none"/>
              </w:rPr>
            </w:pPr>
          </w:p>
        </w:tc>
        <w:tc>
          <w:tcPr>
            <w:tcW w:w="905" w:type="dxa"/>
          </w:tcPr>
          <w:p w14:paraId="5973F64B"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50BC742F"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44F264A8" w14:textId="77777777" w:rsidTr="005B72AB">
        <w:tblPrEx>
          <w:tblLook w:val="0000" w:firstRow="0" w:lastRow="0" w:firstColumn="0" w:lastColumn="0" w:noHBand="0" w:noVBand="0"/>
        </w:tblPrEx>
        <w:tc>
          <w:tcPr>
            <w:tcW w:w="629" w:type="dxa"/>
            <w:tcBorders>
              <w:bottom w:val="single" w:sz="4" w:space="0" w:color="auto"/>
            </w:tcBorders>
          </w:tcPr>
          <w:p w14:paraId="0683CEB8"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099E2D2F"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14380A5E"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248146D4" w14:textId="77777777" w:rsidTr="005B72AB">
        <w:tblPrEx>
          <w:tblLook w:val="0000" w:firstRow="0" w:lastRow="0" w:firstColumn="0" w:lastColumn="0" w:noHBand="0" w:noVBand="0"/>
        </w:tblPrEx>
        <w:tc>
          <w:tcPr>
            <w:tcW w:w="629" w:type="dxa"/>
            <w:tcBorders>
              <w:bottom w:val="single" w:sz="4" w:space="0" w:color="auto"/>
            </w:tcBorders>
          </w:tcPr>
          <w:p w14:paraId="232985EF"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0B03EA35"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303CB890" w14:textId="63BE101F"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4E6BB5AB" w14:textId="77777777" w:rsidTr="005B72AB">
        <w:tblPrEx>
          <w:tblLook w:val="0000" w:firstRow="0" w:lastRow="0" w:firstColumn="0" w:lastColumn="0" w:noHBand="0" w:noVBand="0"/>
        </w:tblPrEx>
        <w:trPr>
          <w:cantSplit/>
        </w:trPr>
        <w:tc>
          <w:tcPr>
            <w:tcW w:w="9180" w:type="dxa"/>
            <w:gridSpan w:val="3"/>
          </w:tcPr>
          <w:p w14:paraId="220C56D4"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7F95F7F"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B81A73B" w14:textId="77777777" w:rsidR="007A780A" w:rsidRPr="00502B38" w:rsidRDefault="007A780A" w:rsidP="00893C2A">
            <w:r w:rsidRPr="00502B38">
              <w:rPr>
                <w:b/>
              </w:rPr>
              <w:t>Averaging</w:t>
            </w:r>
            <w:r w:rsidRPr="00502B38">
              <w:rPr>
                <w:b/>
                <w:bCs/>
              </w:rPr>
              <w:t xml:space="preserve"> Object</w:t>
            </w:r>
          </w:p>
        </w:tc>
      </w:tr>
      <w:tr w:rsidR="007A780A" w:rsidRPr="002860AF" w14:paraId="0FCCFAB7" w14:textId="77777777" w:rsidTr="005B72AB">
        <w:tc>
          <w:tcPr>
            <w:tcW w:w="629" w:type="dxa"/>
            <w:tcBorders>
              <w:top w:val="single" w:sz="4" w:space="0" w:color="auto"/>
              <w:left w:val="single" w:sz="4" w:space="0" w:color="auto"/>
              <w:bottom w:val="single" w:sz="4" w:space="0" w:color="auto"/>
              <w:right w:val="single" w:sz="4" w:space="0" w:color="auto"/>
            </w:tcBorders>
          </w:tcPr>
          <w:p w14:paraId="44D1558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DCB7722"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71A631AF" w14:textId="77777777" w:rsidR="007A780A" w:rsidRPr="00502B38" w:rsidRDefault="007A780A" w:rsidP="00893C2A">
            <w:r w:rsidRPr="00502B38">
              <w:t>Base Requirements</w:t>
            </w:r>
          </w:p>
        </w:tc>
      </w:tr>
      <w:tr w:rsidR="007A780A" w:rsidRPr="002860AF" w14:paraId="3305F177"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45BB06F0" w14:textId="77777777" w:rsidR="007A780A" w:rsidRPr="00502B38" w:rsidRDefault="007A780A" w:rsidP="00893C2A"/>
        </w:tc>
      </w:tr>
      <w:tr w:rsidR="007A780A" w:rsidRPr="002860AF" w14:paraId="44421629"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60D38A0" w14:textId="77777777" w:rsidR="007A780A" w:rsidRPr="00502B38" w:rsidRDefault="007A780A" w:rsidP="00893C2A">
            <w:r w:rsidRPr="00502B38">
              <w:rPr>
                <w:b/>
                <w:bCs/>
              </w:rPr>
              <w:t>Binary Input Object</w:t>
            </w:r>
          </w:p>
        </w:tc>
      </w:tr>
      <w:tr w:rsidR="007A780A" w:rsidRPr="002860AF" w14:paraId="1395C3FA" w14:textId="77777777" w:rsidTr="005B72AB">
        <w:tc>
          <w:tcPr>
            <w:tcW w:w="629" w:type="dxa"/>
            <w:tcBorders>
              <w:top w:val="single" w:sz="4" w:space="0" w:color="auto"/>
              <w:left w:val="single" w:sz="4" w:space="0" w:color="auto"/>
              <w:bottom w:val="single" w:sz="4" w:space="0" w:color="auto"/>
              <w:right w:val="single" w:sz="4" w:space="0" w:color="auto"/>
            </w:tcBorders>
          </w:tcPr>
          <w:p w14:paraId="3658FA0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E7D0EA1"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6EA6E46B" w14:textId="77777777" w:rsidR="007A780A" w:rsidRPr="00502B38" w:rsidRDefault="007A780A" w:rsidP="00893C2A">
            <w:r w:rsidRPr="00502B38">
              <w:t>Base Requirements</w:t>
            </w:r>
          </w:p>
        </w:tc>
      </w:tr>
      <w:tr w:rsidR="007A780A" w:rsidRPr="002860AF" w14:paraId="310C5B57" w14:textId="77777777" w:rsidTr="005B72AB">
        <w:tc>
          <w:tcPr>
            <w:tcW w:w="629" w:type="dxa"/>
            <w:tcBorders>
              <w:top w:val="single" w:sz="4" w:space="0" w:color="auto"/>
              <w:left w:val="single" w:sz="4" w:space="0" w:color="auto"/>
              <w:bottom w:val="single" w:sz="4" w:space="0" w:color="auto"/>
              <w:right w:val="single" w:sz="4" w:space="0" w:color="auto"/>
            </w:tcBorders>
          </w:tcPr>
          <w:p w14:paraId="738BFEE5"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CBE966B"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169D7132" w14:textId="12FB09E1" w:rsidR="007A780A" w:rsidRPr="00502B38" w:rsidRDefault="00AC727B" w:rsidP="00893C2A">
            <w:r>
              <w:t>Supports configurable Out_Of_Service</w:t>
            </w:r>
            <w:r w:rsidR="0018579F">
              <w:t xml:space="preserve"> property</w:t>
            </w:r>
          </w:p>
        </w:tc>
      </w:tr>
      <w:tr w:rsidR="007A780A" w:rsidRPr="002860AF" w14:paraId="09A9A4EB" w14:textId="77777777" w:rsidTr="005B72AB">
        <w:tc>
          <w:tcPr>
            <w:tcW w:w="629" w:type="dxa"/>
            <w:tcBorders>
              <w:top w:val="single" w:sz="4" w:space="0" w:color="auto"/>
              <w:left w:val="single" w:sz="4" w:space="0" w:color="auto"/>
              <w:bottom w:val="single" w:sz="4" w:space="0" w:color="auto"/>
              <w:right w:val="single" w:sz="4" w:space="0" w:color="auto"/>
            </w:tcBorders>
          </w:tcPr>
          <w:p w14:paraId="4218D9B8"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E653BC3"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CB29277" w14:textId="77777777" w:rsidR="007A780A" w:rsidRPr="00502B38" w:rsidRDefault="007A780A" w:rsidP="00893C2A">
            <w:r w:rsidRPr="00502B38">
              <w:t>Supports writable Polarity property</w:t>
            </w:r>
          </w:p>
        </w:tc>
      </w:tr>
      <w:tr w:rsidR="007A780A" w:rsidRPr="002860AF" w14:paraId="31985622" w14:textId="77777777" w:rsidTr="005B72AB">
        <w:tc>
          <w:tcPr>
            <w:tcW w:w="629" w:type="dxa"/>
            <w:tcBorders>
              <w:top w:val="single" w:sz="4" w:space="0" w:color="auto"/>
              <w:left w:val="single" w:sz="4" w:space="0" w:color="auto"/>
              <w:bottom w:val="single" w:sz="4" w:space="0" w:color="auto"/>
              <w:right w:val="single" w:sz="4" w:space="0" w:color="auto"/>
            </w:tcBorders>
          </w:tcPr>
          <w:p w14:paraId="4C287C00"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829E16B"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09B9A269" w14:textId="77777777" w:rsidR="007A780A" w:rsidRPr="00502B38" w:rsidRDefault="007A780A" w:rsidP="00893C2A">
            <w:r w:rsidRPr="00502B38">
              <w:t>Supports change of state tracking</w:t>
            </w:r>
          </w:p>
        </w:tc>
      </w:tr>
      <w:tr w:rsidR="007A780A" w:rsidRPr="002860AF" w14:paraId="2193E122" w14:textId="77777777" w:rsidTr="005B72AB">
        <w:tc>
          <w:tcPr>
            <w:tcW w:w="629" w:type="dxa"/>
            <w:tcBorders>
              <w:top w:val="single" w:sz="4" w:space="0" w:color="auto"/>
              <w:left w:val="single" w:sz="4" w:space="0" w:color="auto"/>
              <w:bottom w:val="single" w:sz="4" w:space="0" w:color="auto"/>
              <w:right w:val="single" w:sz="4" w:space="0" w:color="auto"/>
            </w:tcBorders>
          </w:tcPr>
          <w:p w14:paraId="3C2D34D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D50D17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0803592" w14:textId="77777777" w:rsidR="007A780A" w:rsidRPr="00502B38" w:rsidRDefault="007A780A" w:rsidP="00893C2A">
            <w:r w:rsidRPr="00502B38">
              <w:t>Supports elapsed active time tracking</w:t>
            </w:r>
          </w:p>
        </w:tc>
      </w:tr>
      <w:tr w:rsidR="000B2DE7" w:rsidRPr="00E559FD" w14:paraId="73101A83" w14:textId="77777777" w:rsidTr="005B72AB">
        <w:tblPrEx>
          <w:tblLook w:val="0000" w:firstRow="0" w:lastRow="0" w:firstColumn="0" w:lastColumn="0" w:noHBand="0" w:noVBand="0"/>
        </w:tblPrEx>
        <w:tc>
          <w:tcPr>
            <w:tcW w:w="629" w:type="dxa"/>
            <w:tcBorders>
              <w:bottom w:val="single" w:sz="4" w:space="0" w:color="auto"/>
            </w:tcBorders>
          </w:tcPr>
          <w:p w14:paraId="237D9772"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2427A6E4"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03A2E54"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248B29E7" w14:textId="77777777" w:rsidTr="005B72AB">
        <w:tblPrEx>
          <w:tblLook w:val="0000" w:firstRow="0" w:lastRow="0" w:firstColumn="0" w:lastColumn="0" w:noHBand="0" w:noVBand="0"/>
        </w:tblPrEx>
        <w:tc>
          <w:tcPr>
            <w:tcW w:w="629" w:type="dxa"/>
            <w:tcBorders>
              <w:bottom w:val="single" w:sz="4" w:space="0" w:color="auto"/>
            </w:tcBorders>
          </w:tcPr>
          <w:p w14:paraId="21FD51E1"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0E3AD645"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023ACB05" w14:textId="796FAF0D"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6F437E99" w14:textId="77777777" w:rsidTr="005B72AB">
        <w:tblPrEx>
          <w:tblLook w:val="0000" w:firstRow="0" w:lastRow="0" w:firstColumn="0" w:lastColumn="0" w:noHBand="0" w:noVBand="0"/>
        </w:tblPrEx>
        <w:trPr>
          <w:cantSplit/>
        </w:trPr>
        <w:tc>
          <w:tcPr>
            <w:tcW w:w="9180" w:type="dxa"/>
            <w:gridSpan w:val="3"/>
          </w:tcPr>
          <w:p w14:paraId="4BD6172A"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5AD021BB"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27E0169C" w14:textId="77777777" w:rsidR="007A780A" w:rsidRPr="00502B38" w:rsidRDefault="007A780A" w:rsidP="00893C2A">
            <w:r w:rsidRPr="00502B38">
              <w:rPr>
                <w:b/>
                <w:bCs/>
              </w:rPr>
              <w:t>Binary Output Object</w:t>
            </w:r>
          </w:p>
        </w:tc>
      </w:tr>
      <w:tr w:rsidR="007A780A" w:rsidRPr="002860AF" w14:paraId="45F24658" w14:textId="77777777" w:rsidTr="005B72AB">
        <w:tc>
          <w:tcPr>
            <w:tcW w:w="629" w:type="dxa"/>
            <w:tcBorders>
              <w:top w:val="single" w:sz="4" w:space="0" w:color="auto"/>
              <w:left w:val="single" w:sz="4" w:space="0" w:color="auto"/>
              <w:bottom w:val="single" w:sz="4" w:space="0" w:color="auto"/>
              <w:right w:val="single" w:sz="4" w:space="0" w:color="auto"/>
            </w:tcBorders>
          </w:tcPr>
          <w:p w14:paraId="7DAAF29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228E3F8"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5BE7098" w14:textId="77777777" w:rsidR="007A780A" w:rsidRPr="00502B38" w:rsidRDefault="007A780A" w:rsidP="00893C2A">
            <w:r w:rsidRPr="00502B38">
              <w:t xml:space="preserve">Base Requirements </w:t>
            </w:r>
          </w:p>
        </w:tc>
      </w:tr>
      <w:tr w:rsidR="007A780A" w:rsidRPr="002860AF" w14:paraId="1752F6EC" w14:textId="77777777" w:rsidTr="005B72AB">
        <w:tc>
          <w:tcPr>
            <w:tcW w:w="629" w:type="dxa"/>
            <w:tcBorders>
              <w:top w:val="single" w:sz="4" w:space="0" w:color="auto"/>
              <w:left w:val="single" w:sz="4" w:space="0" w:color="auto"/>
              <w:bottom w:val="single" w:sz="4" w:space="0" w:color="auto"/>
              <w:right w:val="single" w:sz="4" w:space="0" w:color="auto"/>
            </w:tcBorders>
          </w:tcPr>
          <w:p w14:paraId="7A81709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2CA1E49"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EF8BC0C" w14:textId="77777777" w:rsidR="007A780A" w:rsidRPr="00502B38" w:rsidRDefault="007A780A" w:rsidP="00893C2A">
            <w:r w:rsidRPr="00502B38">
              <w:t>Supports command prioritization</w:t>
            </w:r>
          </w:p>
        </w:tc>
      </w:tr>
      <w:tr w:rsidR="007A780A" w:rsidRPr="002860AF" w14:paraId="53F38F95" w14:textId="77777777" w:rsidTr="005B72AB">
        <w:tc>
          <w:tcPr>
            <w:tcW w:w="629" w:type="dxa"/>
            <w:tcBorders>
              <w:top w:val="single" w:sz="4" w:space="0" w:color="auto"/>
              <w:left w:val="single" w:sz="4" w:space="0" w:color="auto"/>
              <w:bottom w:val="single" w:sz="4" w:space="0" w:color="auto"/>
              <w:right w:val="single" w:sz="4" w:space="0" w:color="auto"/>
            </w:tcBorders>
          </w:tcPr>
          <w:p w14:paraId="64D7780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39256D08"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6BD48B5E" w14:textId="43B6C1D3" w:rsidR="007A780A" w:rsidRPr="00502B38" w:rsidRDefault="00AC727B" w:rsidP="00893C2A">
            <w:r>
              <w:t>Supports configurable Out_Of_Service</w:t>
            </w:r>
            <w:r w:rsidR="0018579F">
              <w:t xml:space="preserve"> property</w:t>
            </w:r>
          </w:p>
        </w:tc>
      </w:tr>
      <w:tr w:rsidR="007A780A" w:rsidRPr="002860AF" w14:paraId="7BC04C2A" w14:textId="77777777" w:rsidTr="005B72AB">
        <w:tc>
          <w:tcPr>
            <w:tcW w:w="629" w:type="dxa"/>
            <w:tcBorders>
              <w:top w:val="single" w:sz="4" w:space="0" w:color="auto"/>
              <w:left w:val="single" w:sz="4" w:space="0" w:color="auto"/>
              <w:bottom w:val="single" w:sz="4" w:space="0" w:color="auto"/>
              <w:right w:val="single" w:sz="4" w:space="0" w:color="auto"/>
            </w:tcBorders>
          </w:tcPr>
          <w:p w14:paraId="41D8197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A5628B3"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76642A86" w14:textId="77777777" w:rsidR="007A780A" w:rsidRPr="00502B38" w:rsidRDefault="007A780A" w:rsidP="00893C2A">
            <w:r w:rsidRPr="00502B38">
              <w:t>Supports writable Polarity property</w:t>
            </w:r>
          </w:p>
        </w:tc>
      </w:tr>
      <w:tr w:rsidR="007A780A" w:rsidRPr="002860AF" w14:paraId="42FE4754" w14:textId="77777777" w:rsidTr="005B72AB">
        <w:tc>
          <w:tcPr>
            <w:tcW w:w="629" w:type="dxa"/>
            <w:tcBorders>
              <w:top w:val="single" w:sz="4" w:space="0" w:color="auto"/>
              <w:left w:val="single" w:sz="4" w:space="0" w:color="auto"/>
              <w:bottom w:val="single" w:sz="4" w:space="0" w:color="auto"/>
              <w:right w:val="single" w:sz="4" w:space="0" w:color="auto"/>
            </w:tcBorders>
          </w:tcPr>
          <w:p w14:paraId="1B36E045"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3467808"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617790E3" w14:textId="77777777" w:rsidR="007A780A" w:rsidRPr="00502B38" w:rsidRDefault="007A780A" w:rsidP="00893C2A">
            <w:r w:rsidRPr="00502B38">
              <w:t>Supports change of state tracking</w:t>
            </w:r>
          </w:p>
        </w:tc>
      </w:tr>
      <w:tr w:rsidR="007A780A" w:rsidRPr="002860AF" w14:paraId="7D127B9E" w14:textId="77777777" w:rsidTr="005B72AB">
        <w:tc>
          <w:tcPr>
            <w:tcW w:w="629" w:type="dxa"/>
            <w:tcBorders>
              <w:top w:val="single" w:sz="4" w:space="0" w:color="auto"/>
              <w:left w:val="single" w:sz="4" w:space="0" w:color="auto"/>
              <w:bottom w:val="single" w:sz="4" w:space="0" w:color="auto"/>
              <w:right w:val="single" w:sz="4" w:space="0" w:color="auto"/>
            </w:tcBorders>
          </w:tcPr>
          <w:p w14:paraId="30034CD0"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9A6A59A"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592BB6D9" w14:textId="77777777" w:rsidR="007A780A" w:rsidRPr="00502B38" w:rsidRDefault="007A780A" w:rsidP="00893C2A">
            <w:r w:rsidRPr="00502B38">
              <w:t>Supports elapsed active time tracking</w:t>
            </w:r>
          </w:p>
        </w:tc>
      </w:tr>
      <w:tr w:rsidR="007A780A" w:rsidRPr="002860AF" w14:paraId="5B4983F4" w14:textId="77777777" w:rsidTr="005B72AB">
        <w:tc>
          <w:tcPr>
            <w:tcW w:w="629" w:type="dxa"/>
            <w:tcBorders>
              <w:top w:val="single" w:sz="4" w:space="0" w:color="auto"/>
              <w:left w:val="single" w:sz="4" w:space="0" w:color="auto"/>
              <w:bottom w:val="single" w:sz="4" w:space="0" w:color="auto"/>
              <w:right w:val="single" w:sz="4" w:space="0" w:color="auto"/>
            </w:tcBorders>
          </w:tcPr>
          <w:p w14:paraId="491D65F7"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7DDA17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5C87A81F" w14:textId="77777777" w:rsidR="007A780A" w:rsidRPr="00502B38" w:rsidRDefault="007A780A" w:rsidP="00893C2A">
            <w:r w:rsidRPr="00502B38">
              <w:t>Supports Minimum_Off_Time</w:t>
            </w:r>
          </w:p>
        </w:tc>
      </w:tr>
      <w:tr w:rsidR="007A780A" w:rsidRPr="002860AF" w14:paraId="0693BB6F" w14:textId="77777777" w:rsidTr="005B72AB">
        <w:tc>
          <w:tcPr>
            <w:tcW w:w="629" w:type="dxa"/>
            <w:tcBorders>
              <w:top w:val="single" w:sz="4" w:space="0" w:color="auto"/>
              <w:left w:val="single" w:sz="4" w:space="0" w:color="auto"/>
              <w:bottom w:val="single" w:sz="4" w:space="0" w:color="auto"/>
              <w:right w:val="single" w:sz="4" w:space="0" w:color="auto"/>
            </w:tcBorders>
          </w:tcPr>
          <w:p w14:paraId="2E58078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22672E2"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8120698" w14:textId="77777777" w:rsidR="007A780A" w:rsidRPr="00502B38" w:rsidRDefault="007A780A" w:rsidP="00893C2A">
            <w:r w:rsidRPr="00502B38">
              <w:t>Supports Minimum_On_Time</w:t>
            </w:r>
          </w:p>
        </w:tc>
      </w:tr>
      <w:tr w:rsidR="00186FB4" w:rsidRPr="00D7757E" w14:paraId="749CE641" w14:textId="77777777" w:rsidTr="005B72AB">
        <w:tblPrEx>
          <w:tblLook w:val="0000" w:firstRow="0" w:lastRow="0" w:firstColumn="0" w:lastColumn="0" w:noHBand="0" w:noVBand="0"/>
        </w:tblPrEx>
        <w:tc>
          <w:tcPr>
            <w:tcW w:w="629" w:type="dxa"/>
          </w:tcPr>
          <w:p w14:paraId="6C8A3D01" w14:textId="77777777" w:rsidR="00186FB4" w:rsidRPr="00D7757E" w:rsidRDefault="00186FB4" w:rsidP="00186FB4">
            <w:pPr>
              <w:jc w:val="center"/>
              <w:rPr>
                <w:szCs w:val="20"/>
                <w:lang w:val="en-CA" w:eastAsia="x-none"/>
              </w:rPr>
            </w:pPr>
          </w:p>
        </w:tc>
        <w:tc>
          <w:tcPr>
            <w:tcW w:w="905" w:type="dxa"/>
          </w:tcPr>
          <w:p w14:paraId="0E534B99"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2C87E65A"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3E96F493" w14:textId="77777777" w:rsidTr="005B72AB">
        <w:tblPrEx>
          <w:tblLook w:val="0000" w:firstRow="0" w:lastRow="0" w:firstColumn="0" w:lastColumn="0" w:noHBand="0" w:noVBand="0"/>
        </w:tblPrEx>
        <w:tc>
          <w:tcPr>
            <w:tcW w:w="629" w:type="dxa"/>
            <w:tcBorders>
              <w:bottom w:val="single" w:sz="4" w:space="0" w:color="auto"/>
            </w:tcBorders>
          </w:tcPr>
          <w:p w14:paraId="4156BECF"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37E2ECAF"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179EB51E"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6E300855" w14:textId="77777777" w:rsidTr="005B72AB">
        <w:tblPrEx>
          <w:tblLook w:val="0000" w:firstRow="0" w:lastRow="0" w:firstColumn="0" w:lastColumn="0" w:noHBand="0" w:noVBand="0"/>
        </w:tblPrEx>
        <w:tc>
          <w:tcPr>
            <w:tcW w:w="629" w:type="dxa"/>
            <w:tcBorders>
              <w:bottom w:val="single" w:sz="4" w:space="0" w:color="auto"/>
            </w:tcBorders>
          </w:tcPr>
          <w:p w14:paraId="3A76C48D"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795F216C"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51922205" w14:textId="0A174684"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450E2180" w14:textId="77777777" w:rsidTr="005B72AB">
        <w:tblPrEx>
          <w:tblLook w:val="0000" w:firstRow="0" w:lastRow="0" w:firstColumn="0" w:lastColumn="0" w:noHBand="0" w:noVBand="0"/>
        </w:tblPrEx>
        <w:trPr>
          <w:cantSplit/>
        </w:trPr>
        <w:tc>
          <w:tcPr>
            <w:tcW w:w="9180" w:type="dxa"/>
            <w:gridSpan w:val="3"/>
          </w:tcPr>
          <w:p w14:paraId="4031797A"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28B7C4ED"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491CECF" w14:textId="77777777" w:rsidR="007A780A" w:rsidRPr="00502B38" w:rsidRDefault="007A780A" w:rsidP="00893C2A">
            <w:r w:rsidRPr="00502B38">
              <w:rPr>
                <w:b/>
                <w:bCs/>
              </w:rPr>
              <w:t>Binary Value Object</w:t>
            </w:r>
          </w:p>
        </w:tc>
      </w:tr>
      <w:tr w:rsidR="007A780A" w:rsidRPr="002860AF" w14:paraId="5B987C16" w14:textId="77777777" w:rsidTr="005B72AB">
        <w:tc>
          <w:tcPr>
            <w:tcW w:w="629" w:type="dxa"/>
            <w:tcBorders>
              <w:top w:val="single" w:sz="4" w:space="0" w:color="auto"/>
              <w:left w:val="single" w:sz="4" w:space="0" w:color="auto"/>
              <w:bottom w:val="single" w:sz="4" w:space="0" w:color="auto"/>
              <w:right w:val="single" w:sz="4" w:space="0" w:color="auto"/>
            </w:tcBorders>
          </w:tcPr>
          <w:p w14:paraId="2D0A76E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57FC48D"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1A3FFC9" w14:textId="77777777" w:rsidR="007A780A" w:rsidRPr="00502B38" w:rsidRDefault="007A780A" w:rsidP="00893C2A">
            <w:r w:rsidRPr="00502B38">
              <w:t>Base Requirements</w:t>
            </w:r>
          </w:p>
        </w:tc>
      </w:tr>
      <w:tr w:rsidR="007A780A" w:rsidRPr="002860AF" w14:paraId="5DBC5CDA" w14:textId="77777777" w:rsidTr="005B72AB">
        <w:tc>
          <w:tcPr>
            <w:tcW w:w="629" w:type="dxa"/>
            <w:tcBorders>
              <w:top w:val="single" w:sz="4" w:space="0" w:color="auto"/>
              <w:left w:val="single" w:sz="4" w:space="0" w:color="auto"/>
              <w:bottom w:val="single" w:sz="4" w:space="0" w:color="auto"/>
              <w:right w:val="single" w:sz="4" w:space="0" w:color="auto"/>
            </w:tcBorders>
          </w:tcPr>
          <w:p w14:paraId="03DD4F6F"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C3CF6F7"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29DB50ED" w14:textId="55368142" w:rsidR="007A780A" w:rsidRPr="00502B38" w:rsidRDefault="00AC727B" w:rsidP="00893C2A">
            <w:r>
              <w:t>Supports configurable Out_Of_Service</w:t>
            </w:r>
            <w:r w:rsidR="0018579F">
              <w:t xml:space="preserve"> property</w:t>
            </w:r>
          </w:p>
        </w:tc>
      </w:tr>
      <w:tr w:rsidR="007A780A" w:rsidRPr="002860AF" w14:paraId="4625CF81" w14:textId="77777777" w:rsidTr="005B72AB">
        <w:tc>
          <w:tcPr>
            <w:tcW w:w="629" w:type="dxa"/>
            <w:tcBorders>
              <w:top w:val="single" w:sz="4" w:space="0" w:color="auto"/>
              <w:left w:val="single" w:sz="4" w:space="0" w:color="auto"/>
              <w:bottom w:val="single" w:sz="4" w:space="0" w:color="auto"/>
              <w:right w:val="single" w:sz="4" w:space="0" w:color="auto"/>
            </w:tcBorders>
          </w:tcPr>
          <w:p w14:paraId="1E42FF5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B4ABF3E"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D97730E" w14:textId="77777777" w:rsidR="007A780A" w:rsidRPr="00502B38" w:rsidRDefault="007A780A" w:rsidP="00893C2A">
            <w:r w:rsidRPr="00502B38">
              <w:t>Supports change of state tracking</w:t>
            </w:r>
          </w:p>
        </w:tc>
      </w:tr>
      <w:tr w:rsidR="007A780A" w:rsidRPr="002860AF" w14:paraId="7401BE74" w14:textId="77777777" w:rsidTr="005B72AB">
        <w:tc>
          <w:tcPr>
            <w:tcW w:w="629" w:type="dxa"/>
            <w:tcBorders>
              <w:top w:val="single" w:sz="4" w:space="0" w:color="auto"/>
              <w:left w:val="single" w:sz="4" w:space="0" w:color="auto"/>
              <w:bottom w:val="single" w:sz="4" w:space="0" w:color="auto"/>
              <w:right w:val="single" w:sz="4" w:space="0" w:color="auto"/>
            </w:tcBorders>
          </w:tcPr>
          <w:p w14:paraId="3396658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BC1A178"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3E5C3FA0" w14:textId="77777777" w:rsidR="007A780A" w:rsidRPr="00502B38" w:rsidRDefault="007A780A" w:rsidP="00893C2A">
            <w:r w:rsidRPr="00502B38">
              <w:t>Supports elapsed active time tracking</w:t>
            </w:r>
          </w:p>
        </w:tc>
      </w:tr>
      <w:tr w:rsidR="007A780A" w:rsidRPr="002860AF" w14:paraId="7C191B08" w14:textId="77777777" w:rsidTr="005B72AB">
        <w:tc>
          <w:tcPr>
            <w:tcW w:w="629" w:type="dxa"/>
            <w:tcBorders>
              <w:top w:val="single" w:sz="4" w:space="0" w:color="auto"/>
              <w:left w:val="single" w:sz="4" w:space="0" w:color="auto"/>
              <w:bottom w:val="single" w:sz="4" w:space="0" w:color="auto"/>
              <w:right w:val="single" w:sz="4" w:space="0" w:color="auto"/>
            </w:tcBorders>
          </w:tcPr>
          <w:p w14:paraId="01F4667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80BED07"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C90DA72" w14:textId="77777777" w:rsidR="007A780A" w:rsidRPr="00502B38" w:rsidRDefault="007A780A" w:rsidP="00893C2A">
            <w:r w:rsidRPr="00502B38">
              <w:t>Supports command prioritization</w:t>
            </w:r>
          </w:p>
        </w:tc>
      </w:tr>
      <w:tr w:rsidR="007A780A" w:rsidRPr="002860AF" w14:paraId="35FA3207" w14:textId="77777777" w:rsidTr="005B72AB">
        <w:tc>
          <w:tcPr>
            <w:tcW w:w="629" w:type="dxa"/>
            <w:tcBorders>
              <w:top w:val="single" w:sz="4" w:space="0" w:color="auto"/>
              <w:left w:val="single" w:sz="4" w:space="0" w:color="auto"/>
              <w:bottom w:val="single" w:sz="4" w:space="0" w:color="auto"/>
              <w:right w:val="single" w:sz="4" w:space="0" w:color="auto"/>
            </w:tcBorders>
          </w:tcPr>
          <w:p w14:paraId="6A2EF70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6C75110"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77D88E9" w14:textId="77777777" w:rsidR="007A780A" w:rsidRPr="00502B38" w:rsidRDefault="007A780A" w:rsidP="00893C2A">
            <w:r w:rsidRPr="00502B38">
              <w:t>Supports Minimum_Off_Time</w:t>
            </w:r>
          </w:p>
        </w:tc>
      </w:tr>
      <w:tr w:rsidR="007A780A" w:rsidRPr="002860AF" w14:paraId="3176C53D" w14:textId="77777777" w:rsidTr="005B72AB">
        <w:tc>
          <w:tcPr>
            <w:tcW w:w="629" w:type="dxa"/>
            <w:tcBorders>
              <w:top w:val="single" w:sz="4" w:space="0" w:color="auto"/>
              <w:left w:val="single" w:sz="4" w:space="0" w:color="auto"/>
              <w:bottom w:val="single" w:sz="4" w:space="0" w:color="auto"/>
              <w:right w:val="single" w:sz="4" w:space="0" w:color="auto"/>
            </w:tcBorders>
          </w:tcPr>
          <w:p w14:paraId="5A5E192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6F7A224"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5142907" w14:textId="77777777" w:rsidR="007A780A" w:rsidRPr="00502B38" w:rsidRDefault="007A780A" w:rsidP="00893C2A">
            <w:r w:rsidRPr="00502B38">
              <w:t>Supports Minimum_On_Time</w:t>
            </w:r>
          </w:p>
        </w:tc>
      </w:tr>
      <w:tr w:rsidR="00186FB4" w:rsidRPr="00D7757E" w14:paraId="7BDFCB72" w14:textId="77777777" w:rsidTr="005B72AB">
        <w:tblPrEx>
          <w:tblLook w:val="0000" w:firstRow="0" w:lastRow="0" w:firstColumn="0" w:lastColumn="0" w:noHBand="0" w:noVBand="0"/>
        </w:tblPrEx>
        <w:tc>
          <w:tcPr>
            <w:tcW w:w="629" w:type="dxa"/>
          </w:tcPr>
          <w:p w14:paraId="34798AE1" w14:textId="77777777" w:rsidR="00186FB4" w:rsidRPr="00D7757E" w:rsidRDefault="00186FB4" w:rsidP="00186FB4">
            <w:pPr>
              <w:jc w:val="center"/>
              <w:rPr>
                <w:szCs w:val="20"/>
                <w:lang w:val="en-CA" w:eastAsia="x-none"/>
              </w:rPr>
            </w:pPr>
          </w:p>
        </w:tc>
        <w:tc>
          <w:tcPr>
            <w:tcW w:w="905" w:type="dxa"/>
          </w:tcPr>
          <w:p w14:paraId="35D1ABC9"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47B813E3"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0666C2A3" w14:textId="77777777" w:rsidTr="005B72AB">
        <w:tblPrEx>
          <w:tblLook w:val="0000" w:firstRow="0" w:lastRow="0" w:firstColumn="0" w:lastColumn="0" w:noHBand="0" w:noVBand="0"/>
        </w:tblPrEx>
        <w:tc>
          <w:tcPr>
            <w:tcW w:w="629" w:type="dxa"/>
            <w:tcBorders>
              <w:bottom w:val="single" w:sz="4" w:space="0" w:color="auto"/>
            </w:tcBorders>
          </w:tcPr>
          <w:p w14:paraId="33DCDFF2"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3B880E19"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6D919DFC"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7AE10921" w14:textId="77777777" w:rsidTr="005B72AB">
        <w:tblPrEx>
          <w:tblLook w:val="0000" w:firstRow="0" w:lastRow="0" w:firstColumn="0" w:lastColumn="0" w:noHBand="0" w:noVBand="0"/>
        </w:tblPrEx>
        <w:tc>
          <w:tcPr>
            <w:tcW w:w="629" w:type="dxa"/>
            <w:tcBorders>
              <w:bottom w:val="single" w:sz="4" w:space="0" w:color="auto"/>
            </w:tcBorders>
          </w:tcPr>
          <w:p w14:paraId="6492D8F5"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709A2803"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4FDE257" w14:textId="44ECEF79"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1DD33863" w14:textId="77777777" w:rsidTr="005B72AB">
        <w:tblPrEx>
          <w:tblLook w:val="0000" w:firstRow="0" w:lastRow="0" w:firstColumn="0" w:lastColumn="0" w:noHBand="0" w:noVBand="0"/>
        </w:tblPrEx>
        <w:trPr>
          <w:cantSplit/>
        </w:trPr>
        <w:tc>
          <w:tcPr>
            <w:tcW w:w="9180" w:type="dxa"/>
            <w:gridSpan w:val="3"/>
          </w:tcPr>
          <w:p w14:paraId="2F45A4E2"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0AABC1A4"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96CB6C0" w14:textId="77777777" w:rsidR="007A780A" w:rsidRPr="00502B38" w:rsidRDefault="007A780A" w:rsidP="00893C2A">
            <w:r w:rsidRPr="00502B38">
              <w:rPr>
                <w:b/>
              </w:rPr>
              <w:t>Calendar</w:t>
            </w:r>
            <w:r w:rsidRPr="00502B38">
              <w:rPr>
                <w:b/>
                <w:bCs/>
              </w:rPr>
              <w:t xml:space="preserve"> Object</w:t>
            </w:r>
          </w:p>
        </w:tc>
      </w:tr>
      <w:tr w:rsidR="007A780A" w:rsidRPr="002860AF" w14:paraId="7C2225C5" w14:textId="77777777" w:rsidTr="005B72AB">
        <w:tc>
          <w:tcPr>
            <w:tcW w:w="629" w:type="dxa"/>
            <w:tcBorders>
              <w:top w:val="single" w:sz="4" w:space="0" w:color="auto"/>
              <w:left w:val="single" w:sz="4" w:space="0" w:color="auto"/>
              <w:bottom w:val="single" w:sz="4" w:space="0" w:color="auto"/>
              <w:right w:val="single" w:sz="4" w:space="0" w:color="auto"/>
            </w:tcBorders>
          </w:tcPr>
          <w:p w14:paraId="7A30548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B283988"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133D293" w14:textId="77777777" w:rsidR="007A780A" w:rsidRPr="00502B38" w:rsidRDefault="007A780A" w:rsidP="00893C2A">
            <w:r w:rsidRPr="00502B38">
              <w:t>Base Requirements</w:t>
            </w:r>
          </w:p>
        </w:tc>
      </w:tr>
      <w:tr w:rsidR="00C06367" w:rsidRPr="002860AF" w14:paraId="5C4A5EC6"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4800A86E" w14:textId="77777777" w:rsidR="00C06367" w:rsidRPr="00502B38" w:rsidRDefault="00C06367" w:rsidP="00893C2A">
            <w:pPr>
              <w:rPr>
                <w:b/>
              </w:rPr>
            </w:pPr>
          </w:p>
        </w:tc>
      </w:tr>
      <w:tr w:rsidR="007A780A" w:rsidRPr="002860AF" w14:paraId="18C88E46"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FFA84E2" w14:textId="77777777" w:rsidR="007A780A" w:rsidRPr="00502B38" w:rsidRDefault="007A780A" w:rsidP="00893C2A">
            <w:r w:rsidRPr="00502B38">
              <w:rPr>
                <w:b/>
              </w:rPr>
              <w:t>Command</w:t>
            </w:r>
            <w:r w:rsidRPr="00502B38">
              <w:rPr>
                <w:b/>
                <w:bCs/>
              </w:rPr>
              <w:t xml:space="preserve"> Object</w:t>
            </w:r>
          </w:p>
        </w:tc>
      </w:tr>
      <w:tr w:rsidR="007A780A" w:rsidRPr="002860AF" w14:paraId="67297F54" w14:textId="77777777" w:rsidTr="005B72AB">
        <w:tc>
          <w:tcPr>
            <w:tcW w:w="629" w:type="dxa"/>
            <w:tcBorders>
              <w:top w:val="single" w:sz="4" w:space="0" w:color="auto"/>
              <w:left w:val="single" w:sz="4" w:space="0" w:color="auto"/>
              <w:bottom w:val="single" w:sz="4" w:space="0" w:color="auto"/>
              <w:right w:val="single" w:sz="4" w:space="0" w:color="auto"/>
            </w:tcBorders>
          </w:tcPr>
          <w:p w14:paraId="6106C16F"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B37AD64"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203CF04" w14:textId="77777777" w:rsidR="007A780A" w:rsidRPr="00502B38" w:rsidRDefault="007A780A" w:rsidP="00893C2A">
            <w:r w:rsidRPr="00502B38">
              <w:t>Base Requirements</w:t>
            </w:r>
          </w:p>
        </w:tc>
      </w:tr>
      <w:tr w:rsidR="007A780A" w:rsidRPr="002860AF" w14:paraId="59D8C37C" w14:textId="77777777" w:rsidTr="005B72AB">
        <w:tc>
          <w:tcPr>
            <w:tcW w:w="629" w:type="dxa"/>
            <w:tcBorders>
              <w:top w:val="single" w:sz="4" w:space="0" w:color="auto"/>
              <w:left w:val="single" w:sz="4" w:space="0" w:color="auto"/>
              <w:bottom w:val="single" w:sz="4" w:space="0" w:color="auto"/>
              <w:right w:val="single" w:sz="4" w:space="0" w:color="auto"/>
            </w:tcBorders>
          </w:tcPr>
          <w:p w14:paraId="3E06A02C"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F3B7C9F"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4828A1EC" w14:textId="77777777" w:rsidR="007A780A" w:rsidRPr="00502B38" w:rsidRDefault="007A780A" w:rsidP="00893C2A">
            <w:r w:rsidRPr="00502B38">
              <w:t>Supports Action_Text</w:t>
            </w:r>
          </w:p>
        </w:tc>
      </w:tr>
      <w:tr w:rsidR="007A780A" w:rsidRPr="002860AF" w14:paraId="75CE4A23" w14:textId="77777777" w:rsidTr="005B72AB">
        <w:tc>
          <w:tcPr>
            <w:tcW w:w="629" w:type="dxa"/>
            <w:tcBorders>
              <w:top w:val="single" w:sz="4" w:space="0" w:color="auto"/>
              <w:left w:val="single" w:sz="4" w:space="0" w:color="auto"/>
              <w:bottom w:val="single" w:sz="4" w:space="0" w:color="auto"/>
              <w:right w:val="single" w:sz="4" w:space="0" w:color="auto"/>
            </w:tcBorders>
          </w:tcPr>
          <w:p w14:paraId="6BD0435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FB42B89"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DF6F2D3" w14:textId="77777777" w:rsidR="007A780A" w:rsidRPr="00502B38" w:rsidRDefault="007A780A" w:rsidP="00893C2A">
            <w:r w:rsidRPr="00502B38">
              <w:t>Supports Post_Delay</w:t>
            </w:r>
          </w:p>
        </w:tc>
      </w:tr>
      <w:tr w:rsidR="007A780A" w:rsidRPr="002860AF" w14:paraId="3A486888" w14:textId="77777777" w:rsidTr="005B72AB">
        <w:tc>
          <w:tcPr>
            <w:tcW w:w="629" w:type="dxa"/>
            <w:tcBorders>
              <w:top w:val="single" w:sz="4" w:space="0" w:color="auto"/>
              <w:left w:val="single" w:sz="4" w:space="0" w:color="auto"/>
              <w:bottom w:val="single" w:sz="4" w:space="0" w:color="auto"/>
              <w:right w:val="single" w:sz="4" w:space="0" w:color="auto"/>
            </w:tcBorders>
          </w:tcPr>
          <w:p w14:paraId="05FF177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634796A"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622A608" w14:textId="77777777" w:rsidR="007A780A" w:rsidRPr="00502B38" w:rsidRDefault="007A780A" w:rsidP="00893C2A">
            <w:r w:rsidRPr="00502B38">
              <w:t xml:space="preserve">Supports </w:t>
            </w:r>
            <w:r w:rsidR="006D5120">
              <w:t>e</w:t>
            </w:r>
            <w:r w:rsidRPr="00502B38">
              <w:t xml:space="preserve">xternal </w:t>
            </w:r>
            <w:r w:rsidR="006D5120">
              <w:t>w</w:t>
            </w:r>
            <w:r w:rsidRPr="00502B38">
              <w:t>rites</w:t>
            </w:r>
          </w:p>
        </w:tc>
      </w:tr>
      <w:tr w:rsidR="007A780A" w:rsidRPr="002860AF" w14:paraId="34E40987" w14:textId="77777777" w:rsidTr="005B72AB">
        <w:tc>
          <w:tcPr>
            <w:tcW w:w="629" w:type="dxa"/>
            <w:tcBorders>
              <w:top w:val="single" w:sz="4" w:space="0" w:color="auto"/>
              <w:left w:val="single" w:sz="4" w:space="0" w:color="auto"/>
              <w:bottom w:val="single" w:sz="4" w:space="0" w:color="auto"/>
              <w:right w:val="single" w:sz="4" w:space="0" w:color="auto"/>
            </w:tcBorders>
          </w:tcPr>
          <w:p w14:paraId="06DF0B4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35BFEBB9"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EC2DEA4" w14:textId="77777777" w:rsidR="007A780A" w:rsidRPr="00502B38" w:rsidRDefault="00F10AB7" w:rsidP="00893C2A">
            <w:r w:rsidRPr="00502B38">
              <w:t>S</w:t>
            </w:r>
            <w:r w:rsidR="007A780A" w:rsidRPr="00502B38">
              <w:t>upports resizable Action and Action_Text properties</w:t>
            </w:r>
          </w:p>
        </w:tc>
      </w:tr>
      <w:tr w:rsidR="00186FB4" w:rsidRPr="00D7757E" w14:paraId="52492958" w14:textId="77777777" w:rsidTr="005B72AB">
        <w:tblPrEx>
          <w:tblLook w:val="0000" w:firstRow="0" w:lastRow="0" w:firstColumn="0" w:lastColumn="0" w:noHBand="0" w:noVBand="0"/>
        </w:tblPrEx>
        <w:tc>
          <w:tcPr>
            <w:tcW w:w="629" w:type="dxa"/>
          </w:tcPr>
          <w:p w14:paraId="2B4E529E" w14:textId="77777777" w:rsidR="00186FB4" w:rsidRPr="00D7757E" w:rsidRDefault="00186FB4" w:rsidP="00186FB4">
            <w:pPr>
              <w:jc w:val="center"/>
              <w:rPr>
                <w:szCs w:val="20"/>
                <w:lang w:val="en-CA" w:eastAsia="x-none"/>
              </w:rPr>
            </w:pPr>
          </w:p>
        </w:tc>
        <w:tc>
          <w:tcPr>
            <w:tcW w:w="905" w:type="dxa"/>
          </w:tcPr>
          <w:p w14:paraId="76C43151"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5FA4D9EC"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3A00CA3C" w14:textId="77777777" w:rsidTr="005B72AB">
        <w:tblPrEx>
          <w:tblLook w:val="0000" w:firstRow="0" w:lastRow="0" w:firstColumn="0" w:lastColumn="0" w:noHBand="0" w:noVBand="0"/>
        </w:tblPrEx>
        <w:tc>
          <w:tcPr>
            <w:tcW w:w="629" w:type="dxa"/>
            <w:tcBorders>
              <w:bottom w:val="single" w:sz="4" w:space="0" w:color="auto"/>
            </w:tcBorders>
          </w:tcPr>
          <w:p w14:paraId="1307B023"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28FCD8AD"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71133E7"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0520189D" w14:textId="77777777" w:rsidTr="005B72AB">
        <w:tblPrEx>
          <w:tblLook w:val="0000" w:firstRow="0" w:lastRow="0" w:firstColumn="0" w:lastColumn="0" w:noHBand="0" w:noVBand="0"/>
        </w:tblPrEx>
        <w:tc>
          <w:tcPr>
            <w:tcW w:w="629" w:type="dxa"/>
            <w:tcBorders>
              <w:bottom w:val="single" w:sz="4" w:space="0" w:color="auto"/>
            </w:tcBorders>
          </w:tcPr>
          <w:p w14:paraId="2F436DC6"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48D717E0"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EBBC922" w14:textId="080E684E" w:rsidR="007D6AC1" w:rsidRPr="00E559FD" w:rsidRDefault="007D6AC1" w:rsidP="00334BF1">
            <w:pPr>
              <w:jc w:val="both"/>
            </w:pPr>
            <w:r w:rsidRPr="00581A7F">
              <w:rPr>
                <w:szCs w:val="20"/>
              </w:rPr>
              <w:t xml:space="preserve">Supports </w:t>
            </w:r>
            <w:r w:rsidR="000659E6">
              <w:rPr>
                <w:szCs w:val="20"/>
              </w:rPr>
              <w:t>intrinsic reporting</w:t>
            </w:r>
          </w:p>
        </w:tc>
      </w:tr>
      <w:tr w:rsidR="000B2DE7" w:rsidRPr="003568D0" w14:paraId="029FD7D8" w14:textId="77777777" w:rsidTr="005B72AB">
        <w:tblPrEx>
          <w:tblLook w:val="0000" w:firstRow="0" w:lastRow="0" w:firstColumn="0" w:lastColumn="0" w:noHBand="0" w:noVBand="0"/>
        </w:tblPrEx>
        <w:trPr>
          <w:cantSplit/>
        </w:trPr>
        <w:tc>
          <w:tcPr>
            <w:tcW w:w="9180" w:type="dxa"/>
            <w:gridSpan w:val="3"/>
          </w:tcPr>
          <w:p w14:paraId="4B5B24CE"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729C567"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370EA056" w14:textId="77777777" w:rsidR="007A780A" w:rsidRPr="00502B38" w:rsidRDefault="007A780A" w:rsidP="00893C2A">
            <w:r w:rsidRPr="00502B38">
              <w:rPr>
                <w:b/>
              </w:rPr>
              <w:t>Device</w:t>
            </w:r>
            <w:r w:rsidRPr="00502B38">
              <w:rPr>
                <w:b/>
                <w:bCs/>
              </w:rPr>
              <w:t xml:space="preserve"> Object</w:t>
            </w:r>
          </w:p>
        </w:tc>
      </w:tr>
      <w:tr w:rsidR="007A780A" w:rsidRPr="002860AF" w14:paraId="080B673E" w14:textId="77777777" w:rsidTr="005B72AB">
        <w:tc>
          <w:tcPr>
            <w:tcW w:w="629" w:type="dxa"/>
            <w:tcBorders>
              <w:top w:val="single" w:sz="4" w:space="0" w:color="auto"/>
              <w:left w:val="single" w:sz="4" w:space="0" w:color="auto"/>
              <w:bottom w:val="single" w:sz="4" w:space="0" w:color="auto"/>
              <w:right w:val="single" w:sz="4" w:space="0" w:color="auto"/>
            </w:tcBorders>
            <w:hideMark/>
          </w:tcPr>
          <w:p w14:paraId="2886E92B" w14:textId="77777777" w:rsidR="007A780A" w:rsidRPr="002860AF" w:rsidRDefault="007A780A" w:rsidP="00893C2A">
            <w:pPr>
              <w:jc w:val="center"/>
            </w:pPr>
            <w:r w:rsidRPr="002860AF">
              <w:t>X</w:t>
            </w:r>
          </w:p>
        </w:tc>
        <w:tc>
          <w:tcPr>
            <w:tcW w:w="905" w:type="dxa"/>
            <w:tcBorders>
              <w:top w:val="single" w:sz="4" w:space="0" w:color="auto"/>
              <w:left w:val="single" w:sz="4" w:space="0" w:color="auto"/>
              <w:bottom w:val="single" w:sz="4" w:space="0" w:color="auto"/>
              <w:right w:val="single" w:sz="4" w:space="0" w:color="auto"/>
            </w:tcBorders>
            <w:hideMark/>
          </w:tcPr>
          <w:p w14:paraId="5AABEDE9"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0D2F4F0" w14:textId="77777777" w:rsidR="007A780A" w:rsidRPr="00502B38" w:rsidRDefault="007A780A" w:rsidP="00893C2A">
            <w:r w:rsidRPr="00502B38">
              <w:t>Base Requirements</w:t>
            </w:r>
          </w:p>
        </w:tc>
      </w:tr>
      <w:tr w:rsidR="00DA015B" w:rsidRPr="002860AF" w14:paraId="32AF9D3F" w14:textId="77777777" w:rsidTr="005B72AB">
        <w:tc>
          <w:tcPr>
            <w:tcW w:w="629" w:type="dxa"/>
            <w:tcBorders>
              <w:top w:val="single" w:sz="4" w:space="0" w:color="auto"/>
              <w:left w:val="single" w:sz="4" w:space="0" w:color="auto"/>
              <w:bottom w:val="single" w:sz="4" w:space="0" w:color="auto"/>
              <w:right w:val="single" w:sz="4" w:space="0" w:color="auto"/>
            </w:tcBorders>
          </w:tcPr>
          <w:p w14:paraId="338C24F7" w14:textId="77777777" w:rsidR="00DA015B" w:rsidRPr="002860AF" w:rsidRDefault="00DA015B"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2272F94A" w14:textId="11D1B021" w:rsidR="00DA015B" w:rsidRPr="00502B38" w:rsidRDefault="00DA015B" w:rsidP="00893C2A">
            <w:pPr>
              <w:jc w:val="center"/>
            </w:pPr>
            <w:r>
              <w:t>R</w:t>
            </w:r>
          </w:p>
        </w:tc>
        <w:tc>
          <w:tcPr>
            <w:tcW w:w="7646" w:type="dxa"/>
            <w:tcBorders>
              <w:top w:val="single" w:sz="4" w:space="0" w:color="auto"/>
              <w:left w:val="single" w:sz="4" w:space="0" w:color="auto"/>
              <w:bottom w:val="single" w:sz="4" w:space="0" w:color="auto"/>
              <w:right w:val="single" w:sz="4" w:space="0" w:color="auto"/>
            </w:tcBorders>
          </w:tcPr>
          <w:p w14:paraId="2FD25264" w14:textId="33844B51" w:rsidR="00DA015B" w:rsidRPr="00502B38" w:rsidRDefault="00DA015B" w:rsidP="00893C2A">
            <w:r>
              <w:t>Supports configurable device name and instance</w:t>
            </w:r>
          </w:p>
        </w:tc>
      </w:tr>
      <w:tr w:rsidR="007A780A" w:rsidRPr="002860AF" w14:paraId="5689DE84" w14:textId="77777777" w:rsidTr="005B72AB">
        <w:tc>
          <w:tcPr>
            <w:tcW w:w="629" w:type="dxa"/>
            <w:tcBorders>
              <w:top w:val="single" w:sz="4" w:space="0" w:color="auto"/>
              <w:left w:val="single" w:sz="4" w:space="0" w:color="auto"/>
              <w:bottom w:val="single" w:sz="4" w:space="0" w:color="auto"/>
              <w:right w:val="single" w:sz="4" w:space="0" w:color="auto"/>
            </w:tcBorders>
          </w:tcPr>
          <w:p w14:paraId="3884770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CD67E7D" w14:textId="77777777" w:rsidR="007A780A" w:rsidRPr="00502B38" w:rsidRDefault="007A780A" w:rsidP="00893C2A">
            <w:pPr>
              <w:jc w:val="center"/>
              <w:rPr>
                <w:vertAlign w:val="superscript"/>
              </w:rPr>
            </w:pPr>
            <w:r w:rsidRPr="00502B38">
              <w:t>C</w:t>
            </w:r>
            <w:r w:rsidRPr="00502B38">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5BBF576D" w14:textId="77777777" w:rsidR="007A780A" w:rsidRPr="00502B38" w:rsidRDefault="007A780A" w:rsidP="00893C2A">
            <w:r w:rsidRPr="00502B38">
              <w:t>Supports Database_Revision property</w:t>
            </w:r>
          </w:p>
        </w:tc>
      </w:tr>
      <w:tr w:rsidR="007A780A" w:rsidRPr="002860AF" w14:paraId="2DA73208" w14:textId="77777777" w:rsidTr="005B72AB">
        <w:tc>
          <w:tcPr>
            <w:tcW w:w="629" w:type="dxa"/>
            <w:tcBorders>
              <w:top w:val="single" w:sz="4" w:space="0" w:color="auto"/>
              <w:left w:val="single" w:sz="4" w:space="0" w:color="auto"/>
              <w:bottom w:val="single" w:sz="4" w:space="0" w:color="auto"/>
              <w:right w:val="single" w:sz="4" w:space="0" w:color="auto"/>
            </w:tcBorders>
          </w:tcPr>
          <w:p w14:paraId="022A59B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DC00983" w14:textId="2709B75D" w:rsidR="007A780A" w:rsidRPr="00502B38" w:rsidRDefault="007A780A" w:rsidP="00893C2A">
            <w:pPr>
              <w:jc w:val="center"/>
            </w:pPr>
            <w:r w:rsidRPr="00502B38">
              <w:t>C</w:t>
            </w:r>
            <w:r w:rsidRPr="00502B38">
              <w:rPr>
                <w:vertAlign w:val="superscript"/>
              </w:rPr>
              <w:t>2</w:t>
            </w:r>
          </w:p>
        </w:tc>
        <w:tc>
          <w:tcPr>
            <w:tcW w:w="7646" w:type="dxa"/>
            <w:tcBorders>
              <w:top w:val="single" w:sz="4" w:space="0" w:color="auto"/>
              <w:left w:val="single" w:sz="4" w:space="0" w:color="auto"/>
              <w:bottom w:val="single" w:sz="4" w:space="0" w:color="auto"/>
              <w:right w:val="single" w:sz="4" w:space="0" w:color="auto"/>
            </w:tcBorders>
            <w:hideMark/>
          </w:tcPr>
          <w:p w14:paraId="3B39A622" w14:textId="77777777" w:rsidR="007A780A" w:rsidRPr="00502B38" w:rsidRDefault="007A780A" w:rsidP="00893C2A">
            <w:r w:rsidRPr="00502B38">
              <w:t>Supports Time_Synchronization_Recipients</w:t>
            </w:r>
          </w:p>
        </w:tc>
      </w:tr>
      <w:tr w:rsidR="007A780A" w:rsidRPr="002860AF" w14:paraId="029483F8" w14:textId="77777777" w:rsidTr="005B72AB">
        <w:tc>
          <w:tcPr>
            <w:tcW w:w="629" w:type="dxa"/>
            <w:tcBorders>
              <w:top w:val="single" w:sz="4" w:space="0" w:color="auto"/>
              <w:left w:val="single" w:sz="4" w:space="0" w:color="auto"/>
              <w:bottom w:val="single" w:sz="4" w:space="0" w:color="auto"/>
              <w:right w:val="single" w:sz="4" w:space="0" w:color="auto"/>
            </w:tcBorders>
          </w:tcPr>
          <w:p w14:paraId="023721E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81CF304" w14:textId="3ACC4453" w:rsidR="007A780A" w:rsidRPr="00502B38" w:rsidRDefault="007A780A" w:rsidP="00893C2A">
            <w:pPr>
              <w:jc w:val="center"/>
            </w:pPr>
            <w:r w:rsidRPr="00502B38">
              <w:t>C</w:t>
            </w:r>
            <w:r w:rsidRPr="00502B38">
              <w:rPr>
                <w:vertAlign w:val="superscript"/>
              </w:rPr>
              <w:t>2</w:t>
            </w:r>
          </w:p>
        </w:tc>
        <w:tc>
          <w:tcPr>
            <w:tcW w:w="7646" w:type="dxa"/>
            <w:tcBorders>
              <w:top w:val="single" w:sz="4" w:space="0" w:color="auto"/>
              <w:left w:val="single" w:sz="4" w:space="0" w:color="auto"/>
              <w:bottom w:val="single" w:sz="4" w:space="0" w:color="auto"/>
              <w:right w:val="single" w:sz="4" w:space="0" w:color="auto"/>
            </w:tcBorders>
            <w:hideMark/>
          </w:tcPr>
          <w:p w14:paraId="29A38E3D" w14:textId="77777777" w:rsidR="007A780A" w:rsidRPr="00502B38" w:rsidRDefault="007A780A" w:rsidP="00893C2A">
            <w:r w:rsidRPr="00502B38">
              <w:t>Supports UTC_Time_Synchronization_Recipients</w:t>
            </w:r>
          </w:p>
        </w:tc>
      </w:tr>
      <w:tr w:rsidR="007A780A" w:rsidRPr="002860AF" w14:paraId="7C2B9207" w14:textId="77777777" w:rsidTr="005B72AB">
        <w:tc>
          <w:tcPr>
            <w:tcW w:w="629" w:type="dxa"/>
            <w:tcBorders>
              <w:top w:val="single" w:sz="4" w:space="0" w:color="auto"/>
              <w:left w:val="single" w:sz="4" w:space="0" w:color="auto"/>
              <w:bottom w:val="single" w:sz="4" w:space="0" w:color="auto"/>
              <w:right w:val="single" w:sz="4" w:space="0" w:color="auto"/>
            </w:tcBorders>
          </w:tcPr>
          <w:p w14:paraId="1697715A"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AE43C46"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30E92B36" w14:textId="77777777" w:rsidR="007A780A" w:rsidRPr="00502B38" w:rsidRDefault="007A780A" w:rsidP="00893C2A">
            <w:r w:rsidRPr="00502B38">
              <w:t>Contains a writable Local_Date property</w:t>
            </w:r>
          </w:p>
        </w:tc>
      </w:tr>
      <w:tr w:rsidR="007A780A" w:rsidRPr="002860AF" w14:paraId="419C65DB" w14:textId="77777777" w:rsidTr="005B72AB">
        <w:tc>
          <w:tcPr>
            <w:tcW w:w="629" w:type="dxa"/>
            <w:tcBorders>
              <w:top w:val="single" w:sz="4" w:space="0" w:color="auto"/>
              <w:left w:val="single" w:sz="4" w:space="0" w:color="auto"/>
              <w:bottom w:val="single" w:sz="4" w:space="0" w:color="auto"/>
              <w:right w:val="single" w:sz="4" w:space="0" w:color="auto"/>
            </w:tcBorders>
          </w:tcPr>
          <w:p w14:paraId="2E8E0776"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9C1098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D96EA04" w14:textId="77777777" w:rsidR="007A780A" w:rsidRPr="00502B38" w:rsidRDefault="007A780A" w:rsidP="00893C2A">
            <w:r w:rsidRPr="00502B38">
              <w:t>Contains a writable Local_Time property</w:t>
            </w:r>
          </w:p>
        </w:tc>
      </w:tr>
      <w:tr w:rsidR="004028B4" w:rsidRPr="002860AF" w14:paraId="25B3EFEB" w14:textId="77777777" w:rsidTr="005B72AB">
        <w:tc>
          <w:tcPr>
            <w:tcW w:w="629" w:type="dxa"/>
            <w:tcBorders>
              <w:top w:val="single" w:sz="4" w:space="0" w:color="auto"/>
              <w:left w:val="single" w:sz="4" w:space="0" w:color="auto"/>
              <w:bottom w:val="single" w:sz="4" w:space="0" w:color="auto"/>
              <w:right w:val="single" w:sz="4" w:space="0" w:color="auto"/>
            </w:tcBorders>
          </w:tcPr>
          <w:p w14:paraId="27FC6A90" w14:textId="77777777" w:rsidR="004028B4" w:rsidRPr="002860AF" w:rsidRDefault="004028B4"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1990CE49" w14:textId="77777777" w:rsidR="004028B4" w:rsidRPr="00502B38" w:rsidRDefault="004028B4" w:rsidP="00893C2A">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6346944B" w14:textId="77777777" w:rsidR="004028B4" w:rsidRPr="00502B38" w:rsidRDefault="004028B4" w:rsidP="00893C2A">
            <w:r>
              <w:t>Supports UTC_Offset property</w:t>
            </w:r>
          </w:p>
        </w:tc>
      </w:tr>
      <w:tr w:rsidR="000B2DE7" w:rsidRPr="00E559FD" w14:paraId="03092633" w14:textId="77777777" w:rsidTr="005B72AB">
        <w:tblPrEx>
          <w:tblLook w:val="0000" w:firstRow="0" w:lastRow="0" w:firstColumn="0" w:lastColumn="0" w:noHBand="0" w:noVBand="0"/>
        </w:tblPrEx>
        <w:tc>
          <w:tcPr>
            <w:tcW w:w="629" w:type="dxa"/>
            <w:tcBorders>
              <w:bottom w:val="single" w:sz="4" w:space="0" w:color="auto"/>
            </w:tcBorders>
          </w:tcPr>
          <w:p w14:paraId="77E33461"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625D675F" w14:textId="76EF3D1B"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3</w:t>
            </w:r>
          </w:p>
        </w:tc>
        <w:tc>
          <w:tcPr>
            <w:tcW w:w="7646" w:type="dxa"/>
            <w:tcBorders>
              <w:bottom w:val="single" w:sz="4" w:space="0" w:color="auto"/>
            </w:tcBorders>
          </w:tcPr>
          <w:p w14:paraId="34538459" w14:textId="77777777" w:rsidR="000B2DE7" w:rsidRPr="00E559FD" w:rsidRDefault="000B2DE7" w:rsidP="001608F4">
            <w:pPr>
              <w:jc w:val="both"/>
              <w:rPr>
                <w:szCs w:val="20"/>
                <w:lang w:val="en-CA" w:eastAsia="x-none"/>
              </w:rPr>
            </w:pPr>
            <w:r w:rsidRPr="00E559FD">
              <w:t>Supports configurable Reliability_Evaluation_Inhibit property</w:t>
            </w:r>
          </w:p>
        </w:tc>
      </w:tr>
      <w:tr w:rsidR="007D6AC1" w:rsidRPr="00E559FD" w14:paraId="1BD1FEC4" w14:textId="77777777" w:rsidTr="005B72AB">
        <w:tblPrEx>
          <w:tblLook w:val="0000" w:firstRow="0" w:lastRow="0" w:firstColumn="0" w:lastColumn="0" w:noHBand="0" w:noVBand="0"/>
        </w:tblPrEx>
        <w:tc>
          <w:tcPr>
            <w:tcW w:w="629" w:type="dxa"/>
            <w:tcBorders>
              <w:bottom w:val="single" w:sz="4" w:space="0" w:color="auto"/>
            </w:tcBorders>
          </w:tcPr>
          <w:p w14:paraId="142A2EDE" w14:textId="77777777" w:rsidR="007D6AC1" w:rsidRPr="00EB6C51" w:rsidRDefault="007D6AC1" w:rsidP="00334BF1">
            <w:pPr>
              <w:jc w:val="center"/>
              <w:rPr>
                <w:szCs w:val="20"/>
                <w:lang w:val="en-CA" w:eastAsia="x-none"/>
              </w:rPr>
            </w:pPr>
          </w:p>
        </w:tc>
        <w:tc>
          <w:tcPr>
            <w:tcW w:w="905" w:type="dxa"/>
            <w:tcBorders>
              <w:bottom w:val="single" w:sz="4" w:space="0" w:color="auto"/>
            </w:tcBorders>
          </w:tcPr>
          <w:p w14:paraId="3154AD9A" w14:textId="77777777" w:rsidR="007D6AC1" w:rsidRPr="00E559FD" w:rsidRDefault="007D6AC1"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1894B434" w14:textId="6CDB8EB7" w:rsidR="007D6AC1" w:rsidRPr="00E559FD" w:rsidRDefault="007D6AC1" w:rsidP="00334BF1">
            <w:pPr>
              <w:jc w:val="both"/>
            </w:pPr>
            <w:r w:rsidRPr="00581A7F">
              <w:rPr>
                <w:szCs w:val="20"/>
              </w:rPr>
              <w:t xml:space="preserve">Supports </w:t>
            </w:r>
            <w:r w:rsidR="000659E6">
              <w:rPr>
                <w:szCs w:val="20"/>
              </w:rPr>
              <w:t>intrinsic reporting</w:t>
            </w:r>
          </w:p>
        </w:tc>
      </w:tr>
      <w:tr w:rsidR="007A780A" w:rsidRPr="002860AF" w14:paraId="45DACB67"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307C8B7" w14:textId="77777777" w:rsidR="007A780A" w:rsidRPr="00502B38" w:rsidRDefault="007A780A" w:rsidP="00893C2A">
            <w:pPr>
              <w:ind w:left="720"/>
            </w:pPr>
            <w:r w:rsidRPr="00502B38">
              <w:rPr>
                <w:vertAlign w:val="superscript"/>
              </w:rPr>
              <w:t>1</w:t>
            </w:r>
            <w:r w:rsidRPr="00502B38">
              <w:t xml:space="preserve"> Required if the device implements protocol revision 2 or higher.</w:t>
            </w:r>
          </w:p>
          <w:p w14:paraId="54E023BA" w14:textId="77777777" w:rsidR="007A780A" w:rsidRDefault="007A780A" w:rsidP="00893C2A">
            <w:pPr>
              <w:ind w:left="720"/>
            </w:pPr>
            <w:r w:rsidRPr="00502B38">
              <w:rPr>
                <w:vertAlign w:val="superscript"/>
              </w:rPr>
              <w:t xml:space="preserve">2 </w:t>
            </w:r>
            <w:r w:rsidR="00F910FB">
              <w:t>For devices claiming Protocol_Revision 7 or higher, if either Time_Synchronization_Recipients or UTC_Time_Synchronization_Recipients properties are supported then both shall be supported.  For devices claiming Protocol_Revision 7 through 13, this is a BTL requirement; for those claiming 14 and above, this is required by the standard.</w:t>
            </w:r>
          </w:p>
          <w:p w14:paraId="5CABCCC0" w14:textId="196AA18A" w:rsidR="000B2DE7" w:rsidRPr="00502B38" w:rsidRDefault="000B2DE7" w:rsidP="00893C2A">
            <w:pPr>
              <w:ind w:left="720"/>
            </w:pPr>
            <w:r>
              <w:rPr>
                <w:vertAlign w:val="superscript"/>
              </w:rPr>
              <w:t>3</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7B3510A8"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75B9FD3D" w14:textId="77777777" w:rsidR="007A780A" w:rsidRPr="00502B38" w:rsidRDefault="007A780A" w:rsidP="00893C2A">
            <w:pPr>
              <w:rPr>
                <w:b/>
              </w:rPr>
            </w:pPr>
            <w:r w:rsidRPr="00502B38">
              <w:rPr>
                <w:b/>
              </w:rPr>
              <w:t>Event Enrollment Object</w:t>
            </w:r>
          </w:p>
        </w:tc>
      </w:tr>
      <w:tr w:rsidR="007A780A" w:rsidRPr="002860AF" w14:paraId="365C611B" w14:textId="77777777" w:rsidTr="005B72AB">
        <w:tc>
          <w:tcPr>
            <w:tcW w:w="629" w:type="dxa"/>
            <w:tcBorders>
              <w:top w:val="single" w:sz="4" w:space="0" w:color="auto"/>
              <w:left w:val="single" w:sz="4" w:space="0" w:color="auto"/>
              <w:bottom w:val="single" w:sz="4" w:space="0" w:color="auto"/>
              <w:right w:val="single" w:sz="4" w:space="0" w:color="auto"/>
            </w:tcBorders>
          </w:tcPr>
          <w:p w14:paraId="3DCCF4D8"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AD9C706"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FB5391A" w14:textId="77777777" w:rsidR="007A780A" w:rsidRPr="00502B38" w:rsidRDefault="004908F5" w:rsidP="00893C2A">
            <w:r>
              <w:t>Base R</w:t>
            </w:r>
            <w:r w:rsidR="007A780A" w:rsidRPr="00502B38">
              <w:t>equirements</w:t>
            </w:r>
          </w:p>
        </w:tc>
      </w:tr>
      <w:tr w:rsidR="007A780A" w:rsidRPr="002860AF" w14:paraId="19613ED6" w14:textId="77777777" w:rsidTr="005B72AB">
        <w:tc>
          <w:tcPr>
            <w:tcW w:w="629" w:type="dxa"/>
            <w:tcBorders>
              <w:top w:val="single" w:sz="4" w:space="0" w:color="auto"/>
              <w:left w:val="single" w:sz="4" w:space="0" w:color="auto"/>
              <w:bottom w:val="single" w:sz="4" w:space="0" w:color="auto"/>
              <w:right w:val="single" w:sz="4" w:space="0" w:color="auto"/>
            </w:tcBorders>
          </w:tcPr>
          <w:p w14:paraId="1106074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F52DB2F"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8AF551F" w14:textId="77777777" w:rsidR="007A780A" w:rsidRPr="00502B38" w:rsidRDefault="007A780A" w:rsidP="00893C2A">
            <w:r w:rsidRPr="00502B38">
              <w:t>Supports AE-N-I-B</w:t>
            </w:r>
          </w:p>
        </w:tc>
      </w:tr>
      <w:tr w:rsidR="000B2DE7" w:rsidRPr="00E559FD" w14:paraId="35B99DF7" w14:textId="77777777" w:rsidTr="005B72AB">
        <w:tblPrEx>
          <w:tblLook w:val="0000" w:firstRow="0" w:lastRow="0" w:firstColumn="0" w:lastColumn="0" w:noHBand="0" w:noVBand="0"/>
        </w:tblPrEx>
        <w:tc>
          <w:tcPr>
            <w:tcW w:w="629" w:type="dxa"/>
            <w:tcBorders>
              <w:bottom w:val="single" w:sz="4" w:space="0" w:color="auto"/>
            </w:tcBorders>
          </w:tcPr>
          <w:p w14:paraId="60874368"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4031E3EB"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50180DE" w14:textId="77777777" w:rsidR="000B2DE7" w:rsidRPr="00E559FD" w:rsidRDefault="000B2DE7" w:rsidP="001608F4">
            <w:pPr>
              <w:jc w:val="both"/>
              <w:rPr>
                <w:szCs w:val="20"/>
                <w:lang w:val="en-CA" w:eastAsia="x-none"/>
              </w:rPr>
            </w:pPr>
            <w:r w:rsidRPr="00E559FD">
              <w:t>Supports configurable Reliability_Evaluation_Inhibit property</w:t>
            </w:r>
          </w:p>
        </w:tc>
      </w:tr>
      <w:tr w:rsidR="000B2DE7" w:rsidRPr="003568D0" w14:paraId="3AEA60C9" w14:textId="77777777" w:rsidTr="005B72AB">
        <w:tblPrEx>
          <w:tblLook w:val="0000" w:firstRow="0" w:lastRow="0" w:firstColumn="0" w:lastColumn="0" w:noHBand="0" w:noVBand="0"/>
        </w:tblPrEx>
        <w:trPr>
          <w:cantSplit/>
        </w:trPr>
        <w:tc>
          <w:tcPr>
            <w:tcW w:w="9180" w:type="dxa"/>
            <w:gridSpan w:val="3"/>
          </w:tcPr>
          <w:p w14:paraId="2CEDD3FD"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07C8B218"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1D3B5215" w14:textId="77777777" w:rsidR="007A780A" w:rsidRPr="00502B38" w:rsidRDefault="007A780A" w:rsidP="00893C2A">
            <w:pPr>
              <w:rPr>
                <w:b/>
                <w:bCs/>
              </w:rPr>
            </w:pPr>
            <w:r w:rsidRPr="00502B38">
              <w:rPr>
                <w:b/>
              </w:rPr>
              <w:t>Group</w:t>
            </w:r>
            <w:r w:rsidRPr="00502B38">
              <w:rPr>
                <w:b/>
                <w:bCs/>
              </w:rPr>
              <w:t xml:space="preserve"> Object</w:t>
            </w:r>
          </w:p>
        </w:tc>
      </w:tr>
      <w:tr w:rsidR="007A780A" w:rsidRPr="002860AF" w14:paraId="5B49968A" w14:textId="77777777" w:rsidTr="005B72AB">
        <w:tc>
          <w:tcPr>
            <w:tcW w:w="629" w:type="dxa"/>
            <w:tcBorders>
              <w:top w:val="single" w:sz="4" w:space="0" w:color="auto"/>
              <w:left w:val="single" w:sz="4" w:space="0" w:color="auto"/>
              <w:bottom w:val="single" w:sz="4" w:space="0" w:color="auto"/>
              <w:right w:val="single" w:sz="4" w:space="0" w:color="auto"/>
            </w:tcBorders>
          </w:tcPr>
          <w:p w14:paraId="3964FA9E"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1EF4634"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3652BAF" w14:textId="77777777" w:rsidR="007A780A" w:rsidRPr="00502B38" w:rsidRDefault="007A780A" w:rsidP="00893C2A">
            <w:r w:rsidRPr="00502B38">
              <w:t>Base Requirements</w:t>
            </w:r>
          </w:p>
        </w:tc>
      </w:tr>
      <w:tr w:rsidR="007A780A" w:rsidRPr="002860AF" w14:paraId="5C2E04C6"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31210E4A" w14:textId="77777777" w:rsidR="007A780A" w:rsidRPr="00502B38" w:rsidRDefault="007A780A" w:rsidP="00893C2A"/>
        </w:tc>
      </w:tr>
      <w:tr w:rsidR="007A780A" w:rsidRPr="002860AF" w14:paraId="1ECEA7F9"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C79FC3D" w14:textId="77777777" w:rsidR="007A780A" w:rsidRPr="00502B38" w:rsidRDefault="007A780A" w:rsidP="00893C2A">
            <w:r w:rsidRPr="00502B38">
              <w:rPr>
                <w:b/>
              </w:rPr>
              <w:t>Loop</w:t>
            </w:r>
            <w:r w:rsidRPr="00502B38">
              <w:rPr>
                <w:b/>
                <w:bCs/>
              </w:rPr>
              <w:t xml:space="preserve"> Object</w:t>
            </w:r>
          </w:p>
        </w:tc>
      </w:tr>
      <w:tr w:rsidR="007A780A" w:rsidRPr="002860AF" w14:paraId="7F1B8C3D" w14:textId="77777777" w:rsidTr="005B72AB">
        <w:tc>
          <w:tcPr>
            <w:tcW w:w="629" w:type="dxa"/>
            <w:tcBorders>
              <w:top w:val="single" w:sz="4" w:space="0" w:color="auto"/>
              <w:left w:val="single" w:sz="4" w:space="0" w:color="auto"/>
              <w:bottom w:val="single" w:sz="4" w:space="0" w:color="auto"/>
              <w:right w:val="single" w:sz="4" w:space="0" w:color="auto"/>
            </w:tcBorders>
          </w:tcPr>
          <w:p w14:paraId="790EC00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5E93B02"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F89A8C0" w14:textId="77777777" w:rsidR="007A780A" w:rsidRPr="00502B38" w:rsidRDefault="007A780A" w:rsidP="00893C2A">
            <w:r w:rsidRPr="00502B38">
              <w:t>Base Requirements</w:t>
            </w:r>
          </w:p>
        </w:tc>
      </w:tr>
      <w:tr w:rsidR="007A780A" w:rsidRPr="002860AF" w14:paraId="67A93A2E" w14:textId="77777777" w:rsidTr="005B72AB">
        <w:tc>
          <w:tcPr>
            <w:tcW w:w="629" w:type="dxa"/>
            <w:tcBorders>
              <w:top w:val="single" w:sz="4" w:space="0" w:color="auto"/>
              <w:left w:val="single" w:sz="4" w:space="0" w:color="auto"/>
              <w:bottom w:val="single" w:sz="4" w:space="0" w:color="auto"/>
              <w:right w:val="single" w:sz="4" w:space="0" w:color="auto"/>
            </w:tcBorders>
          </w:tcPr>
          <w:p w14:paraId="5EDFECB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F89A36A"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6E4EFF68" w14:textId="1C9835BB" w:rsidR="007A780A" w:rsidRPr="00502B38" w:rsidRDefault="00AC727B" w:rsidP="00893C2A">
            <w:r>
              <w:t>Supports configurable Out_Of_Service</w:t>
            </w:r>
            <w:r w:rsidR="0018579F">
              <w:t xml:space="preserve"> property</w:t>
            </w:r>
          </w:p>
        </w:tc>
      </w:tr>
      <w:tr w:rsidR="007A780A" w:rsidRPr="002860AF" w14:paraId="0242FE9E" w14:textId="77777777" w:rsidTr="005B72AB">
        <w:tc>
          <w:tcPr>
            <w:tcW w:w="629" w:type="dxa"/>
            <w:tcBorders>
              <w:top w:val="single" w:sz="4" w:space="0" w:color="auto"/>
              <w:left w:val="single" w:sz="4" w:space="0" w:color="auto"/>
              <w:bottom w:val="single" w:sz="4" w:space="0" w:color="auto"/>
              <w:right w:val="single" w:sz="4" w:space="0" w:color="auto"/>
            </w:tcBorders>
          </w:tcPr>
          <w:p w14:paraId="6229EB3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D31D4DA"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7BBFA5A7" w14:textId="77777777" w:rsidR="007A780A" w:rsidRPr="00502B38" w:rsidRDefault="007A780A" w:rsidP="00893C2A">
            <w:r w:rsidRPr="00502B38">
              <w:t>Contains a non-empty Setpoint_Reference list</w:t>
            </w:r>
          </w:p>
        </w:tc>
      </w:tr>
      <w:tr w:rsidR="000B2DE7" w:rsidRPr="00E559FD" w14:paraId="13BBA0CA" w14:textId="77777777" w:rsidTr="005B72AB">
        <w:tblPrEx>
          <w:tblLook w:val="0000" w:firstRow="0" w:lastRow="0" w:firstColumn="0" w:lastColumn="0" w:noHBand="0" w:noVBand="0"/>
        </w:tblPrEx>
        <w:tc>
          <w:tcPr>
            <w:tcW w:w="629" w:type="dxa"/>
            <w:tcBorders>
              <w:bottom w:val="single" w:sz="4" w:space="0" w:color="auto"/>
            </w:tcBorders>
          </w:tcPr>
          <w:p w14:paraId="58C866E0"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1B1F8EA5"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4B01FAB"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2E2AA68D" w14:textId="77777777" w:rsidTr="005B72AB">
        <w:tblPrEx>
          <w:tblLook w:val="0000" w:firstRow="0" w:lastRow="0" w:firstColumn="0" w:lastColumn="0" w:noHBand="0" w:noVBand="0"/>
        </w:tblPrEx>
        <w:tc>
          <w:tcPr>
            <w:tcW w:w="629" w:type="dxa"/>
            <w:tcBorders>
              <w:bottom w:val="single" w:sz="4" w:space="0" w:color="auto"/>
            </w:tcBorders>
          </w:tcPr>
          <w:p w14:paraId="6B1875E5"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246FB34D"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C3E5408" w14:textId="08801301" w:rsidR="006A1EE2" w:rsidRPr="00E559FD" w:rsidRDefault="006A1EE2" w:rsidP="00334BF1">
            <w:pPr>
              <w:jc w:val="both"/>
            </w:pPr>
            <w:r w:rsidRPr="00581A7F">
              <w:rPr>
                <w:szCs w:val="20"/>
              </w:rPr>
              <w:t xml:space="preserve">Supports </w:t>
            </w:r>
            <w:r w:rsidR="000659E6">
              <w:rPr>
                <w:szCs w:val="20"/>
              </w:rPr>
              <w:t>intrinsic reporting</w:t>
            </w:r>
          </w:p>
        </w:tc>
      </w:tr>
      <w:tr w:rsidR="000B2DE7" w:rsidRPr="003568D0" w14:paraId="40DC0122" w14:textId="77777777" w:rsidTr="005B72AB">
        <w:tblPrEx>
          <w:tblLook w:val="0000" w:firstRow="0" w:lastRow="0" w:firstColumn="0" w:lastColumn="0" w:noHBand="0" w:noVBand="0"/>
        </w:tblPrEx>
        <w:trPr>
          <w:cantSplit/>
        </w:trPr>
        <w:tc>
          <w:tcPr>
            <w:tcW w:w="9180" w:type="dxa"/>
            <w:gridSpan w:val="3"/>
          </w:tcPr>
          <w:p w14:paraId="20142BAB"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1965E478"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B09FE1A" w14:textId="77777777" w:rsidR="007A780A" w:rsidRPr="00502B38" w:rsidRDefault="007A780A" w:rsidP="00893C2A">
            <w:r w:rsidRPr="00502B38">
              <w:rPr>
                <w:b/>
              </w:rPr>
              <w:t>Multi-state Input</w:t>
            </w:r>
            <w:r w:rsidRPr="00502B38">
              <w:rPr>
                <w:b/>
                <w:bCs/>
              </w:rPr>
              <w:t xml:space="preserve"> Object</w:t>
            </w:r>
          </w:p>
        </w:tc>
      </w:tr>
      <w:tr w:rsidR="007A780A" w:rsidRPr="002860AF" w14:paraId="3731628C" w14:textId="77777777" w:rsidTr="005B72AB">
        <w:tc>
          <w:tcPr>
            <w:tcW w:w="629" w:type="dxa"/>
            <w:tcBorders>
              <w:top w:val="single" w:sz="4" w:space="0" w:color="auto"/>
              <w:left w:val="single" w:sz="4" w:space="0" w:color="auto"/>
              <w:bottom w:val="single" w:sz="4" w:space="0" w:color="auto"/>
              <w:right w:val="single" w:sz="4" w:space="0" w:color="auto"/>
            </w:tcBorders>
          </w:tcPr>
          <w:p w14:paraId="74FA8BD5"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AD36C14"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BE6254A" w14:textId="77777777" w:rsidR="007A780A" w:rsidRPr="00502B38" w:rsidRDefault="007A780A" w:rsidP="00893C2A">
            <w:r w:rsidRPr="00502B38">
              <w:t>Base Requirements</w:t>
            </w:r>
          </w:p>
        </w:tc>
      </w:tr>
      <w:tr w:rsidR="007A780A" w:rsidRPr="002860AF" w14:paraId="427FC6CB" w14:textId="77777777" w:rsidTr="005B72AB">
        <w:tc>
          <w:tcPr>
            <w:tcW w:w="629" w:type="dxa"/>
            <w:tcBorders>
              <w:top w:val="single" w:sz="4" w:space="0" w:color="auto"/>
              <w:left w:val="single" w:sz="4" w:space="0" w:color="auto"/>
              <w:bottom w:val="single" w:sz="4" w:space="0" w:color="auto"/>
              <w:right w:val="single" w:sz="4" w:space="0" w:color="auto"/>
            </w:tcBorders>
          </w:tcPr>
          <w:p w14:paraId="7C9E667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3CD68EC"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5A3F1E71" w14:textId="16520ECB" w:rsidR="007A780A" w:rsidRPr="00502B38" w:rsidRDefault="00AC727B" w:rsidP="00893C2A">
            <w:r>
              <w:t>Supports configurable Out_Of_Service</w:t>
            </w:r>
            <w:r w:rsidR="0018579F">
              <w:t xml:space="preserve"> property</w:t>
            </w:r>
          </w:p>
        </w:tc>
      </w:tr>
      <w:tr w:rsidR="007A780A" w:rsidRPr="002860AF" w14:paraId="3ADC318C" w14:textId="77777777" w:rsidTr="005B72AB">
        <w:tc>
          <w:tcPr>
            <w:tcW w:w="629" w:type="dxa"/>
            <w:tcBorders>
              <w:top w:val="single" w:sz="4" w:space="0" w:color="auto"/>
              <w:left w:val="single" w:sz="4" w:space="0" w:color="auto"/>
              <w:bottom w:val="single" w:sz="4" w:space="0" w:color="auto"/>
              <w:right w:val="single" w:sz="4" w:space="0" w:color="auto"/>
            </w:tcBorders>
          </w:tcPr>
          <w:p w14:paraId="3AFA293F"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A0D2503"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5551B6BC" w14:textId="77777777" w:rsidR="007A780A" w:rsidRPr="00502B38" w:rsidRDefault="007A780A" w:rsidP="00893C2A">
            <w:r w:rsidRPr="00502B38">
              <w:t>Supports State_Text</w:t>
            </w:r>
          </w:p>
        </w:tc>
      </w:tr>
      <w:tr w:rsidR="007A780A" w:rsidRPr="002860AF" w14:paraId="40EE7B53" w14:textId="77777777" w:rsidTr="005B72AB">
        <w:tc>
          <w:tcPr>
            <w:tcW w:w="629" w:type="dxa"/>
            <w:tcBorders>
              <w:top w:val="single" w:sz="4" w:space="0" w:color="auto"/>
              <w:left w:val="single" w:sz="4" w:space="0" w:color="auto"/>
              <w:bottom w:val="single" w:sz="4" w:space="0" w:color="auto"/>
              <w:right w:val="single" w:sz="4" w:space="0" w:color="auto"/>
            </w:tcBorders>
          </w:tcPr>
          <w:p w14:paraId="2C65AD3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3B3CDC8"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33EA5C94" w14:textId="77777777" w:rsidR="007A780A" w:rsidRPr="00502B38" w:rsidRDefault="00F10AB7" w:rsidP="00893C2A">
            <w:r w:rsidRPr="00502B38">
              <w:t>S</w:t>
            </w:r>
            <w:r w:rsidR="007A780A" w:rsidRPr="00502B38">
              <w:t>upports resizable State_Text property</w:t>
            </w:r>
          </w:p>
        </w:tc>
      </w:tr>
      <w:tr w:rsidR="00592E5C" w:rsidRPr="002860AF" w14:paraId="02CE6080" w14:textId="77777777" w:rsidTr="005B72AB">
        <w:tc>
          <w:tcPr>
            <w:tcW w:w="629" w:type="dxa"/>
            <w:tcBorders>
              <w:top w:val="single" w:sz="4" w:space="0" w:color="auto"/>
              <w:left w:val="single" w:sz="4" w:space="0" w:color="auto"/>
              <w:bottom w:val="single" w:sz="4" w:space="0" w:color="auto"/>
              <w:right w:val="single" w:sz="4" w:space="0" w:color="auto"/>
            </w:tcBorders>
          </w:tcPr>
          <w:p w14:paraId="1ECB2B82" w14:textId="77777777" w:rsidR="00592E5C" w:rsidRPr="002860AF" w:rsidRDefault="00592E5C"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7350E839" w14:textId="30C55DF7" w:rsidR="00592E5C" w:rsidRPr="00502B38" w:rsidRDefault="00592E5C" w:rsidP="00893C2A">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01E9D649" w14:textId="0EB19923" w:rsidR="00592E5C" w:rsidRPr="00502B38" w:rsidRDefault="00592E5C" w:rsidP="00893C2A">
            <w:r>
              <w:t>Supports writable Number_Of_States property</w:t>
            </w:r>
          </w:p>
        </w:tc>
      </w:tr>
      <w:tr w:rsidR="000B2DE7" w:rsidRPr="00E559FD" w14:paraId="2CE02C4D" w14:textId="77777777" w:rsidTr="005B72AB">
        <w:tblPrEx>
          <w:tblLook w:val="0000" w:firstRow="0" w:lastRow="0" w:firstColumn="0" w:lastColumn="0" w:noHBand="0" w:noVBand="0"/>
        </w:tblPrEx>
        <w:tc>
          <w:tcPr>
            <w:tcW w:w="629" w:type="dxa"/>
            <w:tcBorders>
              <w:bottom w:val="single" w:sz="4" w:space="0" w:color="auto"/>
            </w:tcBorders>
          </w:tcPr>
          <w:p w14:paraId="2B480173"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046C6AD4"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4E4AF685"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4F131A42" w14:textId="77777777" w:rsidTr="005B72AB">
        <w:tblPrEx>
          <w:tblLook w:val="0000" w:firstRow="0" w:lastRow="0" w:firstColumn="0" w:lastColumn="0" w:noHBand="0" w:noVBand="0"/>
        </w:tblPrEx>
        <w:tc>
          <w:tcPr>
            <w:tcW w:w="629" w:type="dxa"/>
            <w:tcBorders>
              <w:bottom w:val="single" w:sz="4" w:space="0" w:color="auto"/>
            </w:tcBorders>
          </w:tcPr>
          <w:p w14:paraId="0C2A5061"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4E5A497E"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8C23FB6" w14:textId="38CB24A2" w:rsidR="006A1EE2" w:rsidRPr="00E559FD" w:rsidRDefault="006A1EE2" w:rsidP="00334BF1">
            <w:pPr>
              <w:jc w:val="both"/>
            </w:pPr>
            <w:r w:rsidRPr="00581A7F">
              <w:rPr>
                <w:szCs w:val="20"/>
              </w:rPr>
              <w:t xml:space="preserve">Supports </w:t>
            </w:r>
            <w:r w:rsidR="000659E6">
              <w:rPr>
                <w:szCs w:val="20"/>
              </w:rPr>
              <w:t>intrinsic reporting</w:t>
            </w:r>
          </w:p>
        </w:tc>
      </w:tr>
      <w:tr w:rsidR="000B2DE7" w:rsidRPr="003568D0" w14:paraId="2063F551" w14:textId="77777777" w:rsidTr="005B72AB">
        <w:tblPrEx>
          <w:tblLook w:val="0000" w:firstRow="0" w:lastRow="0" w:firstColumn="0" w:lastColumn="0" w:noHBand="0" w:noVBand="0"/>
        </w:tblPrEx>
        <w:trPr>
          <w:cantSplit/>
        </w:trPr>
        <w:tc>
          <w:tcPr>
            <w:tcW w:w="9180" w:type="dxa"/>
            <w:gridSpan w:val="3"/>
          </w:tcPr>
          <w:p w14:paraId="2F10539A"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071AB441"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59BDA83" w14:textId="77777777" w:rsidR="007A780A" w:rsidRPr="00502B38" w:rsidRDefault="007A780A" w:rsidP="00893C2A">
            <w:r w:rsidRPr="00502B38">
              <w:rPr>
                <w:b/>
              </w:rPr>
              <w:t>Multi-state Output</w:t>
            </w:r>
            <w:r w:rsidRPr="00502B38">
              <w:rPr>
                <w:b/>
                <w:bCs/>
              </w:rPr>
              <w:t xml:space="preserve"> Object</w:t>
            </w:r>
          </w:p>
        </w:tc>
      </w:tr>
      <w:tr w:rsidR="007A780A" w:rsidRPr="002860AF" w14:paraId="2D53E455" w14:textId="77777777" w:rsidTr="005B72AB">
        <w:tc>
          <w:tcPr>
            <w:tcW w:w="629" w:type="dxa"/>
            <w:tcBorders>
              <w:top w:val="single" w:sz="4" w:space="0" w:color="auto"/>
              <w:left w:val="single" w:sz="4" w:space="0" w:color="auto"/>
              <w:bottom w:val="single" w:sz="4" w:space="0" w:color="auto"/>
              <w:right w:val="single" w:sz="4" w:space="0" w:color="auto"/>
            </w:tcBorders>
          </w:tcPr>
          <w:p w14:paraId="2681D1DE"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D5D0A96"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56C0DA2" w14:textId="77777777" w:rsidR="007A780A" w:rsidRPr="00502B38" w:rsidRDefault="007A780A" w:rsidP="00893C2A">
            <w:r w:rsidRPr="00502B38">
              <w:t>Base Requirements</w:t>
            </w:r>
          </w:p>
        </w:tc>
      </w:tr>
      <w:tr w:rsidR="007A780A" w:rsidRPr="002860AF" w14:paraId="3236B59A" w14:textId="77777777" w:rsidTr="005B72AB">
        <w:tc>
          <w:tcPr>
            <w:tcW w:w="629" w:type="dxa"/>
            <w:tcBorders>
              <w:top w:val="single" w:sz="4" w:space="0" w:color="auto"/>
              <w:left w:val="single" w:sz="4" w:space="0" w:color="auto"/>
              <w:bottom w:val="single" w:sz="4" w:space="0" w:color="auto"/>
              <w:right w:val="single" w:sz="4" w:space="0" w:color="auto"/>
            </w:tcBorders>
          </w:tcPr>
          <w:p w14:paraId="066B5A9D"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F7FE252"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81A40DA" w14:textId="77777777" w:rsidR="007A780A" w:rsidRPr="00502B38" w:rsidRDefault="007A780A" w:rsidP="00893C2A">
            <w:r w:rsidRPr="00502B38">
              <w:t>Supports command prioritization</w:t>
            </w:r>
          </w:p>
        </w:tc>
      </w:tr>
      <w:tr w:rsidR="007A780A" w:rsidRPr="002860AF" w14:paraId="50875BE7" w14:textId="77777777" w:rsidTr="005B72AB">
        <w:tc>
          <w:tcPr>
            <w:tcW w:w="629" w:type="dxa"/>
            <w:tcBorders>
              <w:top w:val="single" w:sz="4" w:space="0" w:color="auto"/>
              <w:left w:val="single" w:sz="4" w:space="0" w:color="auto"/>
              <w:bottom w:val="single" w:sz="4" w:space="0" w:color="auto"/>
              <w:right w:val="single" w:sz="4" w:space="0" w:color="auto"/>
            </w:tcBorders>
          </w:tcPr>
          <w:p w14:paraId="77E1969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45AB077"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46309315" w14:textId="650E3CA3" w:rsidR="007A780A" w:rsidRPr="00502B38" w:rsidRDefault="00AC727B" w:rsidP="00893C2A">
            <w:r>
              <w:t>Supports configurable Out_Of_Service</w:t>
            </w:r>
            <w:r w:rsidR="0018579F">
              <w:t xml:space="preserve"> property</w:t>
            </w:r>
          </w:p>
        </w:tc>
      </w:tr>
      <w:tr w:rsidR="007A780A" w:rsidRPr="002860AF" w14:paraId="7D829FA2" w14:textId="77777777" w:rsidTr="005B72AB">
        <w:tc>
          <w:tcPr>
            <w:tcW w:w="629" w:type="dxa"/>
            <w:tcBorders>
              <w:top w:val="single" w:sz="4" w:space="0" w:color="auto"/>
              <w:left w:val="single" w:sz="4" w:space="0" w:color="auto"/>
              <w:bottom w:val="single" w:sz="4" w:space="0" w:color="auto"/>
              <w:right w:val="single" w:sz="4" w:space="0" w:color="auto"/>
            </w:tcBorders>
          </w:tcPr>
          <w:p w14:paraId="73DD8D7F"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58A4683"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74BFCF5A" w14:textId="77777777" w:rsidR="007A780A" w:rsidRPr="00502B38" w:rsidRDefault="007A780A" w:rsidP="00893C2A">
            <w:r w:rsidRPr="00502B38">
              <w:t>Supports State_Text</w:t>
            </w:r>
          </w:p>
        </w:tc>
      </w:tr>
      <w:tr w:rsidR="007A780A" w:rsidRPr="002860AF" w14:paraId="0313EEB3" w14:textId="77777777" w:rsidTr="005B72AB">
        <w:tc>
          <w:tcPr>
            <w:tcW w:w="629" w:type="dxa"/>
            <w:tcBorders>
              <w:top w:val="single" w:sz="4" w:space="0" w:color="auto"/>
              <w:left w:val="single" w:sz="4" w:space="0" w:color="auto"/>
              <w:bottom w:val="single" w:sz="4" w:space="0" w:color="auto"/>
              <w:right w:val="single" w:sz="4" w:space="0" w:color="auto"/>
            </w:tcBorders>
          </w:tcPr>
          <w:p w14:paraId="17331871"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E3D7401"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369812BF" w14:textId="77777777" w:rsidR="007A780A" w:rsidRPr="00502B38" w:rsidRDefault="00F10AB7" w:rsidP="00893C2A">
            <w:r w:rsidRPr="00502B38">
              <w:t>S</w:t>
            </w:r>
            <w:r w:rsidR="007A780A" w:rsidRPr="00502B38">
              <w:t>upports resizable State_Text property</w:t>
            </w:r>
          </w:p>
        </w:tc>
      </w:tr>
      <w:tr w:rsidR="00592E5C" w:rsidRPr="002860AF" w14:paraId="00DFFD2C" w14:textId="77777777" w:rsidTr="005B72AB">
        <w:tc>
          <w:tcPr>
            <w:tcW w:w="629" w:type="dxa"/>
            <w:tcBorders>
              <w:top w:val="single" w:sz="4" w:space="0" w:color="auto"/>
              <w:left w:val="single" w:sz="4" w:space="0" w:color="auto"/>
              <w:bottom w:val="single" w:sz="4" w:space="0" w:color="auto"/>
              <w:right w:val="single" w:sz="4" w:space="0" w:color="auto"/>
            </w:tcBorders>
          </w:tcPr>
          <w:p w14:paraId="50E6DB0F" w14:textId="77777777" w:rsidR="00592E5C" w:rsidRPr="002860AF" w:rsidRDefault="00592E5C"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436EB061" w14:textId="5CD83210" w:rsidR="00592E5C" w:rsidRPr="00502B38" w:rsidRDefault="00592E5C" w:rsidP="00893C2A">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08716297" w14:textId="54B2A0A6" w:rsidR="00592E5C" w:rsidRPr="00502B38" w:rsidRDefault="00592E5C" w:rsidP="00893C2A">
            <w:r>
              <w:t>Supports writable Number_Of_States property</w:t>
            </w:r>
          </w:p>
        </w:tc>
      </w:tr>
      <w:tr w:rsidR="00186FB4" w:rsidRPr="00D7757E" w14:paraId="10833C3F" w14:textId="77777777" w:rsidTr="005B72AB">
        <w:tblPrEx>
          <w:tblLook w:val="0000" w:firstRow="0" w:lastRow="0" w:firstColumn="0" w:lastColumn="0" w:noHBand="0" w:noVBand="0"/>
        </w:tblPrEx>
        <w:tc>
          <w:tcPr>
            <w:tcW w:w="629" w:type="dxa"/>
          </w:tcPr>
          <w:p w14:paraId="2EB8FD2E" w14:textId="77777777" w:rsidR="00186FB4" w:rsidRPr="00D7757E" w:rsidRDefault="00186FB4" w:rsidP="00186FB4">
            <w:pPr>
              <w:jc w:val="center"/>
              <w:rPr>
                <w:szCs w:val="20"/>
                <w:lang w:val="en-CA" w:eastAsia="x-none"/>
              </w:rPr>
            </w:pPr>
          </w:p>
        </w:tc>
        <w:tc>
          <w:tcPr>
            <w:tcW w:w="905" w:type="dxa"/>
          </w:tcPr>
          <w:p w14:paraId="09D59161"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6136DB2D"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57FE024C" w14:textId="77777777" w:rsidTr="005B72AB">
        <w:tblPrEx>
          <w:tblLook w:val="0000" w:firstRow="0" w:lastRow="0" w:firstColumn="0" w:lastColumn="0" w:noHBand="0" w:noVBand="0"/>
        </w:tblPrEx>
        <w:tc>
          <w:tcPr>
            <w:tcW w:w="629" w:type="dxa"/>
            <w:tcBorders>
              <w:bottom w:val="single" w:sz="4" w:space="0" w:color="auto"/>
            </w:tcBorders>
          </w:tcPr>
          <w:p w14:paraId="6597211C"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71DE1B84"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0D289D1"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7CB88D9D" w14:textId="77777777" w:rsidTr="005B72AB">
        <w:tblPrEx>
          <w:tblLook w:val="0000" w:firstRow="0" w:lastRow="0" w:firstColumn="0" w:lastColumn="0" w:noHBand="0" w:noVBand="0"/>
        </w:tblPrEx>
        <w:tc>
          <w:tcPr>
            <w:tcW w:w="629" w:type="dxa"/>
            <w:tcBorders>
              <w:bottom w:val="single" w:sz="4" w:space="0" w:color="auto"/>
            </w:tcBorders>
          </w:tcPr>
          <w:p w14:paraId="17A0F351"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4A3161D"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F94060A" w14:textId="33B0E3D3" w:rsidR="006A1EE2" w:rsidRPr="00E559FD" w:rsidRDefault="006A1EE2" w:rsidP="00334BF1">
            <w:pPr>
              <w:jc w:val="both"/>
            </w:pPr>
            <w:r w:rsidRPr="00581A7F">
              <w:rPr>
                <w:szCs w:val="20"/>
              </w:rPr>
              <w:t xml:space="preserve">Supports </w:t>
            </w:r>
            <w:r w:rsidR="000659E6">
              <w:rPr>
                <w:szCs w:val="20"/>
              </w:rPr>
              <w:t>intrinsic reporting</w:t>
            </w:r>
          </w:p>
        </w:tc>
      </w:tr>
      <w:tr w:rsidR="000B2DE7" w:rsidRPr="003568D0" w14:paraId="2992F50D" w14:textId="77777777" w:rsidTr="005B72AB">
        <w:tblPrEx>
          <w:tblLook w:val="0000" w:firstRow="0" w:lastRow="0" w:firstColumn="0" w:lastColumn="0" w:noHBand="0" w:noVBand="0"/>
        </w:tblPrEx>
        <w:trPr>
          <w:cantSplit/>
        </w:trPr>
        <w:tc>
          <w:tcPr>
            <w:tcW w:w="9180" w:type="dxa"/>
            <w:gridSpan w:val="3"/>
          </w:tcPr>
          <w:p w14:paraId="46AB02B0"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24B80393"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AAE8884" w14:textId="77777777" w:rsidR="007A780A" w:rsidRPr="00502B38" w:rsidRDefault="007A780A" w:rsidP="00893C2A">
            <w:r w:rsidRPr="00502B38">
              <w:rPr>
                <w:b/>
              </w:rPr>
              <w:t>Multi-state Value</w:t>
            </w:r>
            <w:r w:rsidRPr="00502B38">
              <w:rPr>
                <w:b/>
                <w:bCs/>
              </w:rPr>
              <w:t xml:space="preserve"> Object</w:t>
            </w:r>
          </w:p>
        </w:tc>
      </w:tr>
      <w:tr w:rsidR="007A780A" w:rsidRPr="002860AF" w14:paraId="273F26CE" w14:textId="77777777" w:rsidTr="005B72AB">
        <w:tc>
          <w:tcPr>
            <w:tcW w:w="629" w:type="dxa"/>
            <w:tcBorders>
              <w:top w:val="single" w:sz="4" w:space="0" w:color="auto"/>
              <w:left w:val="single" w:sz="4" w:space="0" w:color="auto"/>
              <w:bottom w:val="single" w:sz="4" w:space="0" w:color="auto"/>
              <w:right w:val="single" w:sz="4" w:space="0" w:color="auto"/>
            </w:tcBorders>
          </w:tcPr>
          <w:p w14:paraId="426DED27"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E2FC757"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9FF03BC" w14:textId="77777777" w:rsidR="007A780A" w:rsidRPr="00502B38" w:rsidRDefault="007A780A" w:rsidP="00893C2A">
            <w:r w:rsidRPr="00502B38">
              <w:t>Base Requirements</w:t>
            </w:r>
          </w:p>
        </w:tc>
      </w:tr>
      <w:tr w:rsidR="007A780A" w:rsidRPr="002860AF" w14:paraId="6480B3DF" w14:textId="77777777" w:rsidTr="005B72AB">
        <w:tc>
          <w:tcPr>
            <w:tcW w:w="629" w:type="dxa"/>
            <w:tcBorders>
              <w:top w:val="single" w:sz="4" w:space="0" w:color="auto"/>
              <w:left w:val="single" w:sz="4" w:space="0" w:color="auto"/>
              <w:bottom w:val="single" w:sz="4" w:space="0" w:color="auto"/>
              <w:right w:val="single" w:sz="4" w:space="0" w:color="auto"/>
            </w:tcBorders>
          </w:tcPr>
          <w:p w14:paraId="3CC068B4"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3C7DA040"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3A798F71" w14:textId="6E393093" w:rsidR="007A780A" w:rsidRPr="00502B38" w:rsidRDefault="00AC727B" w:rsidP="00893C2A">
            <w:r>
              <w:t>Supports configurable Out_Of_Service</w:t>
            </w:r>
            <w:r w:rsidR="0018579F">
              <w:t xml:space="preserve"> property</w:t>
            </w:r>
          </w:p>
        </w:tc>
      </w:tr>
      <w:tr w:rsidR="007A780A" w:rsidRPr="002860AF" w14:paraId="024C6B5C" w14:textId="77777777" w:rsidTr="005B72AB">
        <w:tc>
          <w:tcPr>
            <w:tcW w:w="629" w:type="dxa"/>
            <w:tcBorders>
              <w:top w:val="single" w:sz="4" w:space="0" w:color="auto"/>
              <w:left w:val="single" w:sz="4" w:space="0" w:color="auto"/>
              <w:bottom w:val="single" w:sz="4" w:space="0" w:color="auto"/>
              <w:right w:val="single" w:sz="4" w:space="0" w:color="auto"/>
            </w:tcBorders>
          </w:tcPr>
          <w:p w14:paraId="38815957"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54D2496" w14:textId="77777777" w:rsidR="007A780A" w:rsidRPr="00502B38" w:rsidRDefault="007A780A" w:rsidP="00893C2A">
            <w:pPr>
              <w:jc w:val="center"/>
            </w:pPr>
            <w:r w:rsidRPr="00502B38">
              <w:t>S</w:t>
            </w:r>
          </w:p>
        </w:tc>
        <w:tc>
          <w:tcPr>
            <w:tcW w:w="7646" w:type="dxa"/>
            <w:tcBorders>
              <w:top w:val="single" w:sz="4" w:space="0" w:color="auto"/>
              <w:left w:val="single" w:sz="4" w:space="0" w:color="auto"/>
              <w:bottom w:val="single" w:sz="4" w:space="0" w:color="auto"/>
              <w:right w:val="single" w:sz="4" w:space="0" w:color="auto"/>
            </w:tcBorders>
            <w:hideMark/>
          </w:tcPr>
          <w:p w14:paraId="0B81815C" w14:textId="77777777" w:rsidR="007A780A" w:rsidRPr="00502B38" w:rsidRDefault="007A780A" w:rsidP="00893C2A">
            <w:r w:rsidRPr="00502B38">
              <w:t>Supports State_Text</w:t>
            </w:r>
          </w:p>
        </w:tc>
      </w:tr>
      <w:tr w:rsidR="007A780A" w:rsidRPr="002860AF" w14:paraId="046BBAC0" w14:textId="77777777" w:rsidTr="005B72AB">
        <w:tc>
          <w:tcPr>
            <w:tcW w:w="629" w:type="dxa"/>
            <w:tcBorders>
              <w:top w:val="single" w:sz="4" w:space="0" w:color="auto"/>
              <w:left w:val="single" w:sz="4" w:space="0" w:color="auto"/>
              <w:bottom w:val="single" w:sz="4" w:space="0" w:color="auto"/>
              <w:right w:val="single" w:sz="4" w:space="0" w:color="auto"/>
            </w:tcBorders>
          </w:tcPr>
          <w:p w14:paraId="48BF6018"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0D650FC"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68EDC356" w14:textId="77777777" w:rsidR="007A780A" w:rsidRPr="00502B38" w:rsidRDefault="007A780A" w:rsidP="00893C2A">
            <w:r w:rsidRPr="00502B38">
              <w:t>Supports command prioritization</w:t>
            </w:r>
          </w:p>
        </w:tc>
      </w:tr>
      <w:tr w:rsidR="007A780A" w:rsidRPr="002860AF" w14:paraId="660EC13E" w14:textId="77777777" w:rsidTr="005B72AB">
        <w:tc>
          <w:tcPr>
            <w:tcW w:w="629" w:type="dxa"/>
            <w:tcBorders>
              <w:top w:val="single" w:sz="4" w:space="0" w:color="auto"/>
              <w:left w:val="single" w:sz="4" w:space="0" w:color="auto"/>
              <w:bottom w:val="single" w:sz="4" w:space="0" w:color="auto"/>
              <w:right w:val="single" w:sz="4" w:space="0" w:color="auto"/>
            </w:tcBorders>
          </w:tcPr>
          <w:p w14:paraId="33E7F892"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537C1F1"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71830A4" w14:textId="77777777" w:rsidR="007A780A" w:rsidRPr="00502B38" w:rsidRDefault="00F10AB7" w:rsidP="00893C2A">
            <w:r w:rsidRPr="00502B38">
              <w:t>S</w:t>
            </w:r>
            <w:r w:rsidR="007A780A" w:rsidRPr="00502B38">
              <w:t>upports resizable State_Text property</w:t>
            </w:r>
          </w:p>
        </w:tc>
      </w:tr>
      <w:tr w:rsidR="00592E5C" w:rsidRPr="002860AF" w14:paraId="358F6ED0" w14:textId="77777777" w:rsidTr="005B72AB">
        <w:tc>
          <w:tcPr>
            <w:tcW w:w="629" w:type="dxa"/>
            <w:tcBorders>
              <w:top w:val="single" w:sz="4" w:space="0" w:color="auto"/>
              <w:left w:val="single" w:sz="4" w:space="0" w:color="auto"/>
              <w:bottom w:val="single" w:sz="4" w:space="0" w:color="auto"/>
              <w:right w:val="single" w:sz="4" w:space="0" w:color="auto"/>
            </w:tcBorders>
          </w:tcPr>
          <w:p w14:paraId="02F13FAB" w14:textId="77777777" w:rsidR="00592E5C" w:rsidRPr="002860AF" w:rsidRDefault="00592E5C"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7C2445CE" w14:textId="7532F824" w:rsidR="00592E5C" w:rsidRPr="00502B38" w:rsidRDefault="00592E5C" w:rsidP="00893C2A">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1696E302" w14:textId="7CBA3BD1" w:rsidR="00592E5C" w:rsidRPr="00502B38" w:rsidRDefault="00592E5C" w:rsidP="00893C2A">
            <w:r>
              <w:t>Supports writable Number_Of_States property</w:t>
            </w:r>
          </w:p>
        </w:tc>
      </w:tr>
      <w:tr w:rsidR="00186FB4" w:rsidRPr="00D7757E" w14:paraId="1C30CD50" w14:textId="77777777" w:rsidTr="005B72AB">
        <w:tblPrEx>
          <w:tblLook w:val="0000" w:firstRow="0" w:lastRow="0" w:firstColumn="0" w:lastColumn="0" w:noHBand="0" w:noVBand="0"/>
        </w:tblPrEx>
        <w:tc>
          <w:tcPr>
            <w:tcW w:w="629" w:type="dxa"/>
          </w:tcPr>
          <w:p w14:paraId="5F18542B" w14:textId="77777777" w:rsidR="00186FB4" w:rsidRPr="00D7757E" w:rsidRDefault="00186FB4" w:rsidP="00186FB4">
            <w:pPr>
              <w:jc w:val="center"/>
              <w:rPr>
                <w:szCs w:val="20"/>
                <w:lang w:val="en-CA" w:eastAsia="x-none"/>
              </w:rPr>
            </w:pPr>
          </w:p>
        </w:tc>
        <w:tc>
          <w:tcPr>
            <w:tcW w:w="905" w:type="dxa"/>
          </w:tcPr>
          <w:p w14:paraId="4361DDFF"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1C8E5A74"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0B2DE7" w:rsidRPr="00E559FD" w14:paraId="1219FBDE" w14:textId="77777777" w:rsidTr="005B72AB">
        <w:tblPrEx>
          <w:tblLook w:val="0000" w:firstRow="0" w:lastRow="0" w:firstColumn="0" w:lastColumn="0" w:noHBand="0" w:noVBand="0"/>
        </w:tblPrEx>
        <w:tc>
          <w:tcPr>
            <w:tcW w:w="629" w:type="dxa"/>
            <w:tcBorders>
              <w:bottom w:val="single" w:sz="4" w:space="0" w:color="auto"/>
            </w:tcBorders>
          </w:tcPr>
          <w:p w14:paraId="3882DD4D"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0F70B6A1" w14:textId="7777777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21B084A"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5DCC31CD" w14:textId="77777777" w:rsidTr="005B72AB">
        <w:tblPrEx>
          <w:tblLook w:val="0000" w:firstRow="0" w:lastRow="0" w:firstColumn="0" w:lastColumn="0" w:noHBand="0" w:noVBand="0"/>
        </w:tblPrEx>
        <w:tc>
          <w:tcPr>
            <w:tcW w:w="629" w:type="dxa"/>
            <w:tcBorders>
              <w:bottom w:val="single" w:sz="4" w:space="0" w:color="auto"/>
            </w:tcBorders>
          </w:tcPr>
          <w:p w14:paraId="19179715"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390BC989"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143F5C7F" w14:textId="4F805ACE" w:rsidR="006A1EE2" w:rsidRPr="00E559FD" w:rsidRDefault="006A1EE2" w:rsidP="00334BF1">
            <w:pPr>
              <w:jc w:val="both"/>
            </w:pPr>
            <w:r w:rsidRPr="00581A7F">
              <w:rPr>
                <w:szCs w:val="20"/>
              </w:rPr>
              <w:t xml:space="preserve">Supports </w:t>
            </w:r>
            <w:r w:rsidR="000659E6">
              <w:rPr>
                <w:szCs w:val="20"/>
              </w:rPr>
              <w:t>intrinsic reporting</w:t>
            </w:r>
          </w:p>
        </w:tc>
      </w:tr>
      <w:tr w:rsidR="000B2DE7" w:rsidRPr="003568D0" w14:paraId="772749D9" w14:textId="77777777" w:rsidTr="005B72AB">
        <w:tblPrEx>
          <w:tblLook w:val="0000" w:firstRow="0" w:lastRow="0" w:firstColumn="0" w:lastColumn="0" w:noHBand="0" w:noVBand="0"/>
        </w:tblPrEx>
        <w:trPr>
          <w:cantSplit/>
        </w:trPr>
        <w:tc>
          <w:tcPr>
            <w:tcW w:w="9180" w:type="dxa"/>
            <w:gridSpan w:val="3"/>
          </w:tcPr>
          <w:p w14:paraId="09E0263B" w14:textId="77777777" w:rsidR="000B2DE7" w:rsidRPr="003568D0" w:rsidRDefault="000B2DE7"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EF7C8BC"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8F66118" w14:textId="77777777" w:rsidR="007A780A" w:rsidRPr="00502B38" w:rsidRDefault="007A780A" w:rsidP="00893C2A">
            <w:r w:rsidRPr="00502B38">
              <w:rPr>
                <w:b/>
              </w:rPr>
              <w:lastRenderedPageBreak/>
              <w:t xml:space="preserve">Notification Class </w:t>
            </w:r>
            <w:r w:rsidRPr="00502B38">
              <w:rPr>
                <w:b/>
                <w:bCs/>
              </w:rPr>
              <w:t>Object</w:t>
            </w:r>
          </w:p>
        </w:tc>
      </w:tr>
      <w:tr w:rsidR="007A780A" w:rsidRPr="002860AF" w14:paraId="14A7D76E" w14:textId="77777777" w:rsidTr="005B72AB">
        <w:tc>
          <w:tcPr>
            <w:tcW w:w="629" w:type="dxa"/>
            <w:tcBorders>
              <w:top w:val="single" w:sz="4" w:space="0" w:color="auto"/>
              <w:left w:val="single" w:sz="4" w:space="0" w:color="auto"/>
              <w:bottom w:val="single" w:sz="4" w:space="0" w:color="auto"/>
              <w:right w:val="single" w:sz="4" w:space="0" w:color="auto"/>
            </w:tcBorders>
          </w:tcPr>
          <w:p w14:paraId="12DCA72C" w14:textId="77777777" w:rsidR="007A780A" w:rsidRPr="002860AF" w:rsidRDefault="007A780A" w:rsidP="00893C2A">
            <w:pPr>
              <w:jc w:val="center"/>
              <w:rPr>
                <w:iCs/>
              </w:rPr>
            </w:pPr>
          </w:p>
        </w:tc>
        <w:tc>
          <w:tcPr>
            <w:tcW w:w="905" w:type="dxa"/>
            <w:tcBorders>
              <w:top w:val="single" w:sz="4" w:space="0" w:color="auto"/>
              <w:left w:val="single" w:sz="4" w:space="0" w:color="auto"/>
              <w:bottom w:val="single" w:sz="4" w:space="0" w:color="auto"/>
              <w:right w:val="single" w:sz="4" w:space="0" w:color="auto"/>
            </w:tcBorders>
            <w:hideMark/>
          </w:tcPr>
          <w:p w14:paraId="3605F26A" w14:textId="77777777" w:rsidR="007A780A" w:rsidRPr="00502B38" w:rsidRDefault="007A780A" w:rsidP="00893C2A">
            <w:pPr>
              <w:jc w:val="center"/>
              <w:rPr>
                <w:iCs/>
              </w:rPr>
            </w:pPr>
            <w:r w:rsidRPr="00502B38">
              <w:rPr>
                <w:iCs/>
              </w:rPr>
              <w:t>R</w:t>
            </w:r>
          </w:p>
        </w:tc>
        <w:tc>
          <w:tcPr>
            <w:tcW w:w="7646" w:type="dxa"/>
            <w:tcBorders>
              <w:top w:val="single" w:sz="4" w:space="0" w:color="auto"/>
              <w:left w:val="single" w:sz="4" w:space="0" w:color="auto"/>
              <w:bottom w:val="single" w:sz="4" w:space="0" w:color="auto"/>
              <w:right w:val="single" w:sz="4" w:space="0" w:color="auto"/>
            </w:tcBorders>
            <w:hideMark/>
          </w:tcPr>
          <w:p w14:paraId="1D31A586" w14:textId="77777777" w:rsidR="007A780A" w:rsidRPr="00502B38" w:rsidRDefault="007A780A" w:rsidP="00893C2A">
            <w:pPr>
              <w:rPr>
                <w:iCs/>
              </w:rPr>
            </w:pPr>
            <w:r w:rsidRPr="00502B38">
              <w:rPr>
                <w:iCs/>
              </w:rPr>
              <w:t>Base Requirements</w:t>
            </w:r>
          </w:p>
        </w:tc>
      </w:tr>
      <w:tr w:rsidR="007A780A" w:rsidRPr="002860AF" w14:paraId="6795716D" w14:textId="77777777" w:rsidTr="005B72AB">
        <w:tc>
          <w:tcPr>
            <w:tcW w:w="629" w:type="dxa"/>
            <w:tcBorders>
              <w:top w:val="single" w:sz="4" w:space="0" w:color="auto"/>
              <w:left w:val="single" w:sz="4" w:space="0" w:color="auto"/>
              <w:bottom w:val="single" w:sz="4" w:space="0" w:color="auto"/>
              <w:right w:val="single" w:sz="4" w:space="0" w:color="auto"/>
            </w:tcBorders>
          </w:tcPr>
          <w:p w14:paraId="060050F6" w14:textId="77777777" w:rsidR="007A780A" w:rsidRPr="002860AF" w:rsidRDefault="007A780A" w:rsidP="00893C2A">
            <w:pPr>
              <w:jc w:val="center"/>
              <w:rPr>
                <w:iCs/>
              </w:rPr>
            </w:pPr>
          </w:p>
        </w:tc>
        <w:tc>
          <w:tcPr>
            <w:tcW w:w="905" w:type="dxa"/>
            <w:tcBorders>
              <w:top w:val="single" w:sz="4" w:space="0" w:color="auto"/>
              <w:left w:val="single" w:sz="4" w:space="0" w:color="auto"/>
              <w:bottom w:val="single" w:sz="4" w:space="0" w:color="auto"/>
              <w:right w:val="single" w:sz="4" w:space="0" w:color="auto"/>
            </w:tcBorders>
            <w:hideMark/>
          </w:tcPr>
          <w:p w14:paraId="552E911B" w14:textId="77777777" w:rsidR="007A780A" w:rsidRPr="00502B38" w:rsidRDefault="002C4ED2" w:rsidP="00893C2A">
            <w:pPr>
              <w:jc w:val="center"/>
              <w:rPr>
                <w:iCs/>
              </w:rPr>
            </w:pPr>
            <w:r>
              <w:rPr>
                <w:iCs/>
              </w:rPr>
              <w:t>C</w:t>
            </w:r>
            <w:r w:rsidRPr="002C4ED2">
              <w:rPr>
                <w:iCs/>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7681AB4C" w14:textId="77777777" w:rsidR="007A780A" w:rsidRPr="00502B38" w:rsidRDefault="007A780A" w:rsidP="00893C2A">
            <w:pPr>
              <w:tabs>
                <w:tab w:val="left" w:pos="720"/>
                <w:tab w:val="center" w:pos="4320"/>
                <w:tab w:val="right" w:pos="8640"/>
              </w:tabs>
              <w:rPr>
                <w:iCs/>
              </w:rPr>
            </w:pPr>
            <w:r w:rsidRPr="00502B38">
              <w:rPr>
                <w:iCs/>
              </w:rPr>
              <w:t>Supports DM-DDB-A</w:t>
            </w:r>
          </w:p>
        </w:tc>
      </w:tr>
      <w:tr w:rsidR="007A780A" w:rsidRPr="002860AF" w14:paraId="1C94ACDA" w14:textId="77777777" w:rsidTr="005B72AB">
        <w:tc>
          <w:tcPr>
            <w:tcW w:w="629" w:type="dxa"/>
            <w:tcBorders>
              <w:top w:val="single" w:sz="4" w:space="0" w:color="auto"/>
              <w:left w:val="single" w:sz="4" w:space="0" w:color="auto"/>
              <w:bottom w:val="single" w:sz="4" w:space="0" w:color="auto"/>
              <w:right w:val="single" w:sz="4" w:space="0" w:color="auto"/>
            </w:tcBorders>
          </w:tcPr>
          <w:p w14:paraId="6B2D5550" w14:textId="77777777" w:rsidR="007A780A" w:rsidRPr="002860AF" w:rsidRDefault="007A780A" w:rsidP="00893C2A">
            <w:pPr>
              <w:jc w:val="center"/>
              <w:rPr>
                <w:iCs/>
              </w:rPr>
            </w:pPr>
          </w:p>
        </w:tc>
        <w:tc>
          <w:tcPr>
            <w:tcW w:w="905" w:type="dxa"/>
            <w:tcBorders>
              <w:top w:val="single" w:sz="4" w:space="0" w:color="auto"/>
              <w:left w:val="single" w:sz="4" w:space="0" w:color="auto"/>
              <w:bottom w:val="single" w:sz="4" w:space="0" w:color="auto"/>
              <w:right w:val="single" w:sz="4" w:space="0" w:color="auto"/>
            </w:tcBorders>
            <w:hideMark/>
          </w:tcPr>
          <w:p w14:paraId="452EBB6C" w14:textId="77777777" w:rsidR="007A780A" w:rsidRPr="00502B38" w:rsidRDefault="009713B9" w:rsidP="009713B9">
            <w:pPr>
              <w:jc w:val="center"/>
              <w:rPr>
                <w:iCs/>
              </w:rPr>
            </w:pPr>
            <w:r>
              <w:rPr>
                <w:iCs/>
              </w:rPr>
              <w:t>C</w:t>
            </w:r>
            <w:r>
              <w:rPr>
                <w:iCs/>
                <w:vertAlign w:val="superscript"/>
              </w:rPr>
              <w:t>2,3</w:t>
            </w:r>
          </w:p>
        </w:tc>
        <w:tc>
          <w:tcPr>
            <w:tcW w:w="7646" w:type="dxa"/>
            <w:tcBorders>
              <w:top w:val="single" w:sz="4" w:space="0" w:color="auto"/>
              <w:left w:val="single" w:sz="4" w:space="0" w:color="auto"/>
              <w:bottom w:val="single" w:sz="4" w:space="0" w:color="auto"/>
              <w:right w:val="single" w:sz="4" w:space="0" w:color="auto"/>
            </w:tcBorders>
            <w:hideMark/>
          </w:tcPr>
          <w:p w14:paraId="2CD904AA" w14:textId="77777777" w:rsidR="007A780A" w:rsidRPr="00502B38" w:rsidRDefault="007A780A" w:rsidP="00893C2A">
            <w:pPr>
              <w:tabs>
                <w:tab w:val="left" w:pos="720"/>
                <w:tab w:val="center" w:pos="4320"/>
                <w:tab w:val="right" w:pos="8640"/>
              </w:tabs>
              <w:rPr>
                <w:iCs/>
              </w:rPr>
            </w:pPr>
            <w:r w:rsidRPr="00502B38">
              <w:rPr>
                <w:iCs/>
              </w:rPr>
              <w:t>Supports writable Recipient_List propert</w:t>
            </w:r>
            <w:r w:rsidR="009713B9">
              <w:rPr>
                <w:iCs/>
              </w:rPr>
              <w:t>y</w:t>
            </w:r>
          </w:p>
        </w:tc>
      </w:tr>
      <w:tr w:rsidR="009713B9" w:rsidRPr="002860AF" w14:paraId="2B6D7AE1" w14:textId="77777777" w:rsidTr="005B72AB">
        <w:tc>
          <w:tcPr>
            <w:tcW w:w="629" w:type="dxa"/>
            <w:tcBorders>
              <w:top w:val="single" w:sz="4" w:space="0" w:color="auto"/>
              <w:left w:val="single" w:sz="4" w:space="0" w:color="auto"/>
              <w:bottom w:val="single" w:sz="4" w:space="0" w:color="auto"/>
              <w:right w:val="single" w:sz="4" w:space="0" w:color="auto"/>
            </w:tcBorders>
          </w:tcPr>
          <w:p w14:paraId="0EB7D86D" w14:textId="77777777" w:rsidR="009713B9" w:rsidRPr="002860AF" w:rsidRDefault="009713B9" w:rsidP="00893C2A">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DF68E09" w14:textId="77777777" w:rsidR="009713B9" w:rsidDel="009713B9" w:rsidRDefault="009713B9" w:rsidP="009713B9">
            <w:pPr>
              <w:jc w:val="center"/>
              <w:rPr>
                <w:iCs/>
              </w:rPr>
            </w:pPr>
            <w:r>
              <w:rPr>
                <w:iCs/>
              </w:rPr>
              <w:t>C</w:t>
            </w:r>
            <w:r w:rsidRPr="00DA1EB5">
              <w:rPr>
                <w:iCs/>
                <w:vertAlign w:val="superscript"/>
              </w:rPr>
              <w:t>2</w:t>
            </w:r>
          </w:p>
        </w:tc>
        <w:tc>
          <w:tcPr>
            <w:tcW w:w="7646" w:type="dxa"/>
            <w:tcBorders>
              <w:top w:val="single" w:sz="4" w:space="0" w:color="auto"/>
              <w:left w:val="single" w:sz="4" w:space="0" w:color="auto"/>
              <w:bottom w:val="single" w:sz="4" w:space="0" w:color="auto"/>
              <w:right w:val="single" w:sz="4" w:space="0" w:color="auto"/>
            </w:tcBorders>
          </w:tcPr>
          <w:p w14:paraId="36B3D134" w14:textId="77777777" w:rsidR="009713B9" w:rsidRPr="00502B38" w:rsidRDefault="009713B9" w:rsidP="00893C2A">
            <w:pPr>
              <w:tabs>
                <w:tab w:val="left" w:pos="720"/>
                <w:tab w:val="center" w:pos="4320"/>
                <w:tab w:val="right" w:pos="8640"/>
              </w:tabs>
              <w:rPr>
                <w:iCs/>
              </w:rPr>
            </w:pPr>
            <w:r>
              <w:rPr>
                <w:iCs/>
              </w:rPr>
              <w:t>Supports read-only Recipient_List property</w:t>
            </w:r>
          </w:p>
        </w:tc>
      </w:tr>
      <w:tr w:rsidR="009713B9" w:rsidRPr="002860AF" w14:paraId="61A9EDD2" w14:textId="77777777" w:rsidTr="005B72AB">
        <w:tc>
          <w:tcPr>
            <w:tcW w:w="629" w:type="dxa"/>
            <w:tcBorders>
              <w:top w:val="single" w:sz="4" w:space="0" w:color="auto"/>
              <w:left w:val="single" w:sz="4" w:space="0" w:color="auto"/>
              <w:bottom w:val="single" w:sz="4" w:space="0" w:color="auto"/>
              <w:right w:val="single" w:sz="4" w:space="0" w:color="auto"/>
            </w:tcBorders>
          </w:tcPr>
          <w:p w14:paraId="220FCC0D" w14:textId="77777777" w:rsidR="009713B9" w:rsidRPr="002860AF" w:rsidRDefault="009713B9" w:rsidP="00893C2A">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5313DF0C" w14:textId="77777777" w:rsidR="009713B9" w:rsidRDefault="009713B9" w:rsidP="009713B9">
            <w:pPr>
              <w:jc w:val="center"/>
              <w:rPr>
                <w:iCs/>
              </w:rPr>
            </w:pPr>
            <w:r>
              <w:rPr>
                <w:iCs/>
              </w:rPr>
              <w:t>BTL-C</w:t>
            </w:r>
            <w:r w:rsidRPr="00DA1EB5">
              <w:rPr>
                <w:iCs/>
                <w:vertAlign w:val="superscript"/>
              </w:rPr>
              <w:t>3</w:t>
            </w:r>
          </w:p>
        </w:tc>
        <w:tc>
          <w:tcPr>
            <w:tcW w:w="7646" w:type="dxa"/>
            <w:tcBorders>
              <w:top w:val="single" w:sz="4" w:space="0" w:color="auto"/>
              <w:left w:val="single" w:sz="4" w:space="0" w:color="auto"/>
              <w:bottom w:val="single" w:sz="4" w:space="0" w:color="auto"/>
              <w:right w:val="single" w:sz="4" w:space="0" w:color="auto"/>
            </w:tcBorders>
          </w:tcPr>
          <w:p w14:paraId="3C609E69" w14:textId="77777777" w:rsidR="009713B9" w:rsidRDefault="003C5775" w:rsidP="00893C2A">
            <w:pPr>
              <w:tabs>
                <w:tab w:val="left" w:pos="720"/>
                <w:tab w:val="center" w:pos="4320"/>
                <w:tab w:val="right" w:pos="8640"/>
              </w:tabs>
              <w:rPr>
                <w:iCs/>
              </w:rPr>
            </w:pPr>
            <w:r>
              <w:rPr>
                <w:iCs/>
              </w:rPr>
              <w:t>Supports AE-CRL-B</w:t>
            </w:r>
          </w:p>
        </w:tc>
      </w:tr>
      <w:tr w:rsidR="000B2DE7" w:rsidRPr="00E559FD" w14:paraId="49CB5A9E" w14:textId="77777777" w:rsidTr="005B72AB">
        <w:tblPrEx>
          <w:tblLook w:val="0000" w:firstRow="0" w:lastRow="0" w:firstColumn="0" w:lastColumn="0" w:noHBand="0" w:noVBand="0"/>
        </w:tblPrEx>
        <w:tc>
          <w:tcPr>
            <w:tcW w:w="629" w:type="dxa"/>
            <w:tcBorders>
              <w:bottom w:val="single" w:sz="4" w:space="0" w:color="auto"/>
            </w:tcBorders>
          </w:tcPr>
          <w:p w14:paraId="4F7823C8"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4F01A225" w14:textId="3799169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4</w:t>
            </w:r>
          </w:p>
        </w:tc>
        <w:tc>
          <w:tcPr>
            <w:tcW w:w="7646" w:type="dxa"/>
            <w:tcBorders>
              <w:bottom w:val="single" w:sz="4" w:space="0" w:color="auto"/>
            </w:tcBorders>
          </w:tcPr>
          <w:p w14:paraId="0CB65444"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55E1A234" w14:textId="77777777" w:rsidTr="005B72AB">
        <w:tblPrEx>
          <w:tblLook w:val="0000" w:firstRow="0" w:lastRow="0" w:firstColumn="0" w:lastColumn="0" w:noHBand="0" w:noVBand="0"/>
        </w:tblPrEx>
        <w:tc>
          <w:tcPr>
            <w:tcW w:w="629" w:type="dxa"/>
            <w:tcBorders>
              <w:bottom w:val="single" w:sz="4" w:space="0" w:color="auto"/>
            </w:tcBorders>
          </w:tcPr>
          <w:p w14:paraId="5142427C"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75FD77F2"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17EF6425" w14:textId="3C3DD66A" w:rsidR="006A1EE2" w:rsidRPr="00E559FD" w:rsidRDefault="006A1EE2" w:rsidP="00334BF1">
            <w:pPr>
              <w:jc w:val="both"/>
            </w:pPr>
            <w:r w:rsidRPr="00581A7F">
              <w:rPr>
                <w:szCs w:val="20"/>
              </w:rPr>
              <w:t xml:space="preserve">Supports </w:t>
            </w:r>
            <w:r w:rsidR="000659E6">
              <w:rPr>
                <w:szCs w:val="20"/>
              </w:rPr>
              <w:t>intrinsic reporting</w:t>
            </w:r>
          </w:p>
        </w:tc>
      </w:tr>
      <w:tr w:rsidR="007A780A" w:rsidRPr="002860AF" w14:paraId="793E6AB0"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4F157CA9" w14:textId="77777777" w:rsidR="009713B9" w:rsidRDefault="002C4ED2" w:rsidP="002C4ED2">
            <w:pPr>
              <w:ind w:left="720"/>
            </w:pPr>
            <w:r w:rsidRPr="002C4ED2">
              <w:rPr>
                <w:vertAlign w:val="superscript"/>
              </w:rPr>
              <w:t>1</w:t>
            </w:r>
            <w:r>
              <w:t xml:space="preserve"> </w:t>
            </w:r>
            <w:r w:rsidR="009713B9">
              <w:t xml:space="preserve">Required if </w:t>
            </w:r>
            <w:r w:rsidR="006D5120">
              <w:t>'</w:t>
            </w:r>
            <w:r w:rsidR="009713B9">
              <w:t>Supports writable Recpient_List property</w:t>
            </w:r>
            <w:r w:rsidR="006D5120">
              <w:t>'</w:t>
            </w:r>
            <w:r w:rsidR="009713B9">
              <w:t xml:space="preserve"> selected.</w:t>
            </w:r>
          </w:p>
          <w:p w14:paraId="065C4467" w14:textId="77777777" w:rsidR="007A780A" w:rsidRDefault="009713B9" w:rsidP="002C4ED2">
            <w:pPr>
              <w:ind w:left="720"/>
            </w:pPr>
            <w:r w:rsidRPr="00DA1EB5">
              <w:rPr>
                <w:vertAlign w:val="superscript"/>
              </w:rPr>
              <w:t>2</w:t>
            </w:r>
            <w:r w:rsidR="00DA1EB5">
              <w:rPr>
                <w:vertAlign w:val="superscript"/>
              </w:rPr>
              <w:t xml:space="preserve"> </w:t>
            </w:r>
            <w:r w:rsidR="002C4ED2">
              <w:t>At least one of these options must be supported.</w:t>
            </w:r>
          </w:p>
          <w:p w14:paraId="49A302FD" w14:textId="77777777" w:rsidR="009713B9" w:rsidRDefault="009713B9" w:rsidP="002C4ED2">
            <w:pPr>
              <w:ind w:left="720"/>
            </w:pPr>
            <w:r>
              <w:rPr>
                <w:vertAlign w:val="superscript"/>
              </w:rPr>
              <w:t xml:space="preserve">3 </w:t>
            </w:r>
            <w:r>
              <w:t>Required if the IUT claims device profile B-AAC or B-BC.</w:t>
            </w:r>
          </w:p>
          <w:p w14:paraId="1CB8D134" w14:textId="42F8CCC4" w:rsidR="000B2DE7" w:rsidRPr="009713B9" w:rsidRDefault="000B2DE7" w:rsidP="002C4ED2">
            <w:pPr>
              <w:ind w:left="720"/>
            </w:pPr>
            <w:r>
              <w:rPr>
                <w:vertAlign w:val="superscript"/>
              </w:rPr>
              <w:t>4</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2DC386BD"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A8FE7FB" w14:textId="77777777" w:rsidR="007A780A" w:rsidRPr="00502B38" w:rsidRDefault="007A780A" w:rsidP="00893C2A">
            <w:r w:rsidRPr="00502B38">
              <w:rPr>
                <w:b/>
              </w:rPr>
              <w:t>Proprietary</w:t>
            </w:r>
            <w:r w:rsidRPr="00502B38">
              <w:rPr>
                <w:b/>
                <w:bCs/>
              </w:rPr>
              <w:t xml:space="preserve"> Objects</w:t>
            </w:r>
          </w:p>
        </w:tc>
      </w:tr>
      <w:tr w:rsidR="007A780A" w:rsidRPr="002860AF" w14:paraId="1CE3FA68" w14:textId="77777777" w:rsidTr="005B72AB">
        <w:tc>
          <w:tcPr>
            <w:tcW w:w="629" w:type="dxa"/>
            <w:tcBorders>
              <w:top w:val="single" w:sz="4" w:space="0" w:color="auto"/>
              <w:left w:val="single" w:sz="4" w:space="0" w:color="auto"/>
              <w:bottom w:val="single" w:sz="4" w:space="0" w:color="auto"/>
              <w:right w:val="single" w:sz="4" w:space="0" w:color="auto"/>
            </w:tcBorders>
          </w:tcPr>
          <w:p w14:paraId="4114D27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6DBA002"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2965913" w14:textId="77777777" w:rsidR="007A780A" w:rsidRPr="00502B38" w:rsidRDefault="007A780A" w:rsidP="00893C2A">
            <w:r w:rsidRPr="00502B38">
              <w:t>Base Requirements</w:t>
            </w:r>
          </w:p>
        </w:tc>
      </w:tr>
      <w:tr w:rsidR="007A780A" w:rsidRPr="002860AF" w14:paraId="2E624684"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710A2CB6" w14:textId="77777777" w:rsidR="007A780A" w:rsidRPr="00502B38" w:rsidRDefault="007A780A" w:rsidP="00893C2A"/>
        </w:tc>
      </w:tr>
      <w:tr w:rsidR="007A780A" w:rsidRPr="002860AF" w14:paraId="00893302"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B380E4C" w14:textId="77777777" w:rsidR="007A780A" w:rsidRPr="00502B38" w:rsidRDefault="007A780A" w:rsidP="00893C2A">
            <w:pPr>
              <w:rPr>
                <w:b/>
              </w:rPr>
            </w:pPr>
            <w:r w:rsidRPr="00502B38">
              <w:rPr>
                <w:b/>
              </w:rPr>
              <w:t>Schedule Object</w:t>
            </w:r>
          </w:p>
        </w:tc>
      </w:tr>
      <w:tr w:rsidR="007A780A" w:rsidRPr="002860AF" w14:paraId="0C91A9F6" w14:textId="77777777" w:rsidTr="005B72AB">
        <w:tc>
          <w:tcPr>
            <w:tcW w:w="629" w:type="dxa"/>
            <w:tcBorders>
              <w:top w:val="single" w:sz="4" w:space="0" w:color="auto"/>
              <w:left w:val="single" w:sz="4" w:space="0" w:color="auto"/>
              <w:bottom w:val="single" w:sz="4" w:space="0" w:color="auto"/>
              <w:right w:val="single" w:sz="4" w:space="0" w:color="auto"/>
            </w:tcBorders>
          </w:tcPr>
          <w:p w14:paraId="2A768C7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0F6DE83"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39C3188D" w14:textId="77777777" w:rsidR="007A780A" w:rsidRPr="00502B38" w:rsidRDefault="004908F5" w:rsidP="00893C2A">
            <w:r>
              <w:t>Base R</w:t>
            </w:r>
            <w:r w:rsidR="007A780A" w:rsidRPr="00502B38">
              <w:t>equirements</w:t>
            </w:r>
          </w:p>
        </w:tc>
      </w:tr>
      <w:tr w:rsidR="007A780A" w:rsidRPr="002860AF" w14:paraId="05568F54" w14:textId="77777777" w:rsidTr="005B72AB">
        <w:tc>
          <w:tcPr>
            <w:tcW w:w="629" w:type="dxa"/>
            <w:tcBorders>
              <w:top w:val="single" w:sz="4" w:space="0" w:color="auto"/>
              <w:left w:val="single" w:sz="4" w:space="0" w:color="auto"/>
              <w:bottom w:val="single" w:sz="4" w:space="0" w:color="auto"/>
              <w:right w:val="single" w:sz="4" w:space="0" w:color="auto"/>
            </w:tcBorders>
          </w:tcPr>
          <w:p w14:paraId="4B31FE2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7F042C9" w14:textId="77777777" w:rsidR="007A780A" w:rsidRPr="00502B38" w:rsidRDefault="007A780A" w:rsidP="00893C2A">
            <w:pPr>
              <w:jc w:val="center"/>
            </w:pPr>
            <w:r w:rsidRPr="00502B38">
              <w:t>BTL-C</w:t>
            </w:r>
            <w:r w:rsidRPr="00502B38">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373EF555" w14:textId="77777777" w:rsidR="007A780A" w:rsidRPr="00502B38" w:rsidRDefault="007A780A" w:rsidP="00893C2A">
            <w:r w:rsidRPr="00502B38">
              <w:t>Supports SCHED-I-B</w:t>
            </w:r>
          </w:p>
        </w:tc>
      </w:tr>
      <w:tr w:rsidR="007A780A" w:rsidRPr="002860AF" w14:paraId="7FB2FA96" w14:textId="77777777" w:rsidTr="005B72AB">
        <w:tc>
          <w:tcPr>
            <w:tcW w:w="629" w:type="dxa"/>
            <w:tcBorders>
              <w:top w:val="single" w:sz="4" w:space="0" w:color="auto"/>
              <w:left w:val="single" w:sz="4" w:space="0" w:color="auto"/>
              <w:bottom w:val="single" w:sz="4" w:space="0" w:color="auto"/>
              <w:right w:val="single" w:sz="4" w:space="0" w:color="auto"/>
            </w:tcBorders>
          </w:tcPr>
          <w:p w14:paraId="64C54E00"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04E3098" w14:textId="77777777" w:rsidR="007A780A" w:rsidRPr="00502B38" w:rsidRDefault="007A780A" w:rsidP="00893C2A">
            <w:pPr>
              <w:jc w:val="center"/>
            </w:pPr>
            <w:r w:rsidRPr="00502B38">
              <w:t>BTL-C</w:t>
            </w:r>
            <w:r w:rsidRPr="00502B38">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52AADB7C" w14:textId="77777777" w:rsidR="007A780A" w:rsidRPr="00502B38" w:rsidRDefault="007A780A" w:rsidP="00893C2A">
            <w:r w:rsidRPr="00502B38">
              <w:t>Supports SCHED-WS-I-B</w:t>
            </w:r>
          </w:p>
        </w:tc>
      </w:tr>
      <w:tr w:rsidR="007A780A" w:rsidRPr="002860AF" w14:paraId="0D9FE081" w14:textId="77777777" w:rsidTr="005B72AB">
        <w:tc>
          <w:tcPr>
            <w:tcW w:w="629" w:type="dxa"/>
            <w:tcBorders>
              <w:top w:val="single" w:sz="4" w:space="0" w:color="auto"/>
              <w:left w:val="single" w:sz="4" w:space="0" w:color="auto"/>
              <w:bottom w:val="single" w:sz="4" w:space="0" w:color="auto"/>
              <w:right w:val="single" w:sz="4" w:space="0" w:color="auto"/>
            </w:tcBorders>
          </w:tcPr>
          <w:p w14:paraId="10445337"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8392F3C" w14:textId="77777777" w:rsidR="007A780A" w:rsidRPr="00502B38" w:rsidRDefault="007A780A" w:rsidP="00893C2A">
            <w:pPr>
              <w:jc w:val="center"/>
            </w:pPr>
            <w:r w:rsidRPr="00502B38">
              <w:t>BTL-C</w:t>
            </w:r>
            <w:r w:rsidRPr="00502B38">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34D5EADD" w14:textId="77777777" w:rsidR="007A780A" w:rsidRPr="00502B38" w:rsidRDefault="007A780A" w:rsidP="00893C2A">
            <w:r w:rsidRPr="00502B38">
              <w:t>Supports SCHED-R-B</w:t>
            </w:r>
          </w:p>
        </w:tc>
      </w:tr>
      <w:tr w:rsidR="007A780A" w:rsidRPr="002860AF" w14:paraId="16B2AAA1" w14:textId="77777777" w:rsidTr="005B72AB">
        <w:tc>
          <w:tcPr>
            <w:tcW w:w="629" w:type="dxa"/>
            <w:tcBorders>
              <w:top w:val="single" w:sz="4" w:space="0" w:color="auto"/>
              <w:left w:val="single" w:sz="4" w:space="0" w:color="auto"/>
              <w:bottom w:val="single" w:sz="4" w:space="0" w:color="auto"/>
              <w:right w:val="single" w:sz="4" w:space="0" w:color="auto"/>
            </w:tcBorders>
          </w:tcPr>
          <w:p w14:paraId="49745B87"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FE8196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5622F8E1" w14:textId="77777777" w:rsidR="007A780A" w:rsidRPr="00502B38" w:rsidRDefault="00F10AB7" w:rsidP="00893C2A">
            <w:r w:rsidRPr="00502B38">
              <w:t>S</w:t>
            </w:r>
            <w:r w:rsidR="007A780A" w:rsidRPr="00502B38">
              <w:t>upports resizable Exception_Schedule property</w:t>
            </w:r>
          </w:p>
        </w:tc>
      </w:tr>
      <w:tr w:rsidR="00B7015B" w:rsidRPr="002860AF" w14:paraId="168AF954" w14:textId="77777777" w:rsidTr="005B72AB">
        <w:tc>
          <w:tcPr>
            <w:tcW w:w="629" w:type="dxa"/>
            <w:tcBorders>
              <w:top w:val="single" w:sz="4" w:space="0" w:color="auto"/>
              <w:left w:val="single" w:sz="4" w:space="0" w:color="auto"/>
              <w:bottom w:val="single" w:sz="4" w:space="0" w:color="auto"/>
              <w:right w:val="single" w:sz="4" w:space="0" w:color="auto"/>
            </w:tcBorders>
          </w:tcPr>
          <w:p w14:paraId="2F6FBB46" w14:textId="77777777" w:rsidR="00B7015B" w:rsidRPr="002860AF" w:rsidRDefault="00B7015B"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6C7046DE" w14:textId="0B5FF84B" w:rsidR="00B7015B" w:rsidRDefault="00B7015B" w:rsidP="00893C2A">
            <w:pPr>
              <w:jc w:val="center"/>
            </w:pPr>
            <w:r>
              <w:t>C</w:t>
            </w:r>
            <w:r w:rsidRPr="005B72AB">
              <w:rPr>
                <w:vertAlign w:val="superscript"/>
              </w:rPr>
              <w:t>2</w:t>
            </w:r>
          </w:p>
        </w:tc>
        <w:tc>
          <w:tcPr>
            <w:tcW w:w="7646" w:type="dxa"/>
            <w:tcBorders>
              <w:top w:val="single" w:sz="4" w:space="0" w:color="auto"/>
              <w:left w:val="single" w:sz="4" w:space="0" w:color="auto"/>
              <w:bottom w:val="single" w:sz="4" w:space="0" w:color="auto"/>
              <w:right w:val="single" w:sz="4" w:space="0" w:color="auto"/>
            </w:tcBorders>
          </w:tcPr>
          <w:p w14:paraId="2A5B95B5" w14:textId="0B4350CD" w:rsidR="00B7015B" w:rsidRDefault="00B7015B" w:rsidP="00893C2A">
            <w:r>
              <w:t>Supports Write_Every_Scheduled_Action property</w:t>
            </w:r>
          </w:p>
        </w:tc>
      </w:tr>
      <w:tr w:rsidR="000B2DE7" w:rsidRPr="00E559FD" w14:paraId="4370BCD5" w14:textId="77777777" w:rsidTr="005B72AB">
        <w:tblPrEx>
          <w:tblLook w:val="0000" w:firstRow="0" w:lastRow="0" w:firstColumn="0" w:lastColumn="0" w:noHBand="0" w:noVBand="0"/>
        </w:tblPrEx>
        <w:tc>
          <w:tcPr>
            <w:tcW w:w="629" w:type="dxa"/>
            <w:tcBorders>
              <w:bottom w:val="single" w:sz="4" w:space="0" w:color="auto"/>
            </w:tcBorders>
          </w:tcPr>
          <w:p w14:paraId="1130BF91" w14:textId="77777777" w:rsidR="000B2DE7" w:rsidRPr="00EB6C51" w:rsidRDefault="000B2DE7" w:rsidP="001608F4">
            <w:pPr>
              <w:jc w:val="center"/>
              <w:rPr>
                <w:szCs w:val="20"/>
                <w:lang w:val="en-CA" w:eastAsia="x-none"/>
              </w:rPr>
            </w:pPr>
          </w:p>
        </w:tc>
        <w:tc>
          <w:tcPr>
            <w:tcW w:w="905" w:type="dxa"/>
            <w:tcBorders>
              <w:bottom w:val="single" w:sz="4" w:space="0" w:color="auto"/>
            </w:tcBorders>
          </w:tcPr>
          <w:p w14:paraId="1631DF51" w14:textId="02CBA0D7" w:rsidR="000B2DE7" w:rsidRPr="00E559FD" w:rsidRDefault="000B2DE7" w:rsidP="001608F4">
            <w:pPr>
              <w:jc w:val="center"/>
              <w:rPr>
                <w:szCs w:val="20"/>
                <w:lang w:val="en-CA" w:eastAsia="x-none"/>
              </w:rPr>
            </w:pPr>
            <w:r w:rsidRPr="00E559FD">
              <w:rPr>
                <w:szCs w:val="20"/>
                <w:lang w:val="en-CA" w:eastAsia="x-none"/>
              </w:rPr>
              <w:t>O</w:t>
            </w:r>
            <w:r>
              <w:rPr>
                <w:szCs w:val="20"/>
                <w:vertAlign w:val="superscript"/>
                <w:lang w:val="en-CA" w:eastAsia="x-none"/>
              </w:rPr>
              <w:t>3</w:t>
            </w:r>
          </w:p>
        </w:tc>
        <w:tc>
          <w:tcPr>
            <w:tcW w:w="7646" w:type="dxa"/>
            <w:tcBorders>
              <w:bottom w:val="single" w:sz="4" w:space="0" w:color="auto"/>
            </w:tcBorders>
          </w:tcPr>
          <w:p w14:paraId="1250DE66" w14:textId="77777777" w:rsidR="000B2DE7" w:rsidRPr="00E559FD" w:rsidRDefault="000B2DE7" w:rsidP="001608F4">
            <w:pPr>
              <w:jc w:val="both"/>
              <w:rPr>
                <w:szCs w:val="20"/>
                <w:lang w:val="en-CA" w:eastAsia="x-none"/>
              </w:rPr>
            </w:pPr>
            <w:r w:rsidRPr="00E559FD">
              <w:t>Supports configurable Reliability_Evaluation_Inhibit property</w:t>
            </w:r>
          </w:p>
        </w:tc>
      </w:tr>
      <w:tr w:rsidR="006A1EE2" w:rsidRPr="00E559FD" w14:paraId="64FB2281" w14:textId="77777777" w:rsidTr="005B72AB">
        <w:tblPrEx>
          <w:tblLook w:val="0000" w:firstRow="0" w:lastRow="0" w:firstColumn="0" w:lastColumn="0" w:noHBand="0" w:noVBand="0"/>
        </w:tblPrEx>
        <w:tc>
          <w:tcPr>
            <w:tcW w:w="629" w:type="dxa"/>
            <w:tcBorders>
              <w:bottom w:val="single" w:sz="4" w:space="0" w:color="auto"/>
            </w:tcBorders>
          </w:tcPr>
          <w:p w14:paraId="165C028D"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62DA8927"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4CC8444" w14:textId="58CB9560" w:rsidR="006A1EE2" w:rsidRPr="00E559FD" w:rsidRDefault="006A1EE2" w:rsidP="00334BF1">
            <w:pPr>
              <w:jc w:val="both"/>
            </w:pPr>
            <w:r w:rsidRPr="00581A7F">
              <w:rPr>
                <w:szCs w:val="20"/>
              </w:rPr>
              <w:t xml:space="preserve">Supports </w:t>
            </w:r>
            <w:r w:rsidR="000659E6">
              <w:rPr>
                <w:szCs w:val="20"/>
              </w:rPr>
              <w:t>intrinsic reporting</w:t>
            </w:r>
          </w:p>
        </w:tc>
      </w:tr>
      <w:tr w:rsidR="007A780A" w:rsidRPr="002860AF" w14:paraId="0093C08D"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7693E780" w14:textId="77777777" w:rsidR="007A780A" w:rsidRDefault="007A780A" w:rsidP="00893C2A">
            <w:pPr>
              <w:ind w:left="720"/>
            </w:pPr>
            <w:r w:rsidRPr="00502B38">
              <w:rPr>
                <w:vertAlign w:val="superscript"/>
              </w:rPr>
              <w:t>1</w:t>
            </w:r>
            <w:r w:rsidRPr="00502B38">
              <w:t xml:space="preserve"> You must support one of the listed scheduling BIBBs if your device contains a schedule object</w:t>
            </w:r>
          </w:p>
          <w:p w14:paraId="395DCB32" w14:textId="7332CE4C" w:rsidR="00592E5C" w:rsidRDefault="00592E5C" w:rsidP="00893C2A">
            <w:pPr>
              <w:ind w:left="720"/>
            </w:pPr>
            <w:r w:rsidRPr="00C27B9A">
              <w:rPr>
                <w:vertAlign w:val="superscript"/>
              </w:rPr>
              <w:t>2</w:t>
            </w:r>
            <w:r>
              <w:t xml:space="preserve"> </w:t>
            </w:r>
            <w:r w:rsidR="00B7015B">
              <w:t>Protocol_Revision 24 or higher must be claimed.</w:t>
            </w:r>
          </w:p>
          <w:p w14:paraId="5F48A2A0" w14:textId="248FC927" w:rsidR="000B2DE7" w:rsidRPr="00502B38" w:rsidRDefault="000B2DE7" w:rsidP="00893C2A">
            <w:pPr>
              <w:ind w:left="720"/>
            </w:pPr>
            <w:r>
              <w:rPr>
                <w:vertAlign w:val="superscript"/>
              </w:rPr>
              <w:t>3</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3B713B1"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3F4E8E54" w14:textId="77777777" w:rsidR="007A780A" w:rsidRPr="00502B38" w:rsidRDefault="007A780A" w:rsidP="00893C2A">
            <w:pPr>
              <w:rPr>
                <w:b/>
              </w:rPr>
            </w:pPr>
            <w:r w:rsidRPr="00502B38">
              <w:rPr>
                <w:b/>
              </w:rPr>
              <w:t>Trend Log Object</w:t>
            </w:r>
          </w:p>
        </w:tc>
      </w:tr>
      <w:tr w:rsidR="007A780A" w:rsidRPr="002860AF" w14:paraId="21A0CAB3" w14:textId="77777777" w:rsidTr="005B72AB">
        <w:tc>
          <w:tcPr>
            <w:tcW w:w="629" w:type="dxa"/>
            <w:tcBorders>
              <w:top w:val="single" w:sz="4" w:space="0" w:color="auto"/>
              <w:left w:val="single" w:sz="4" w:space="0" w:color="auto"/>
              <w:bottom w:val="single" w:sz="4" w:space="0" w:color="auto"/>
              <w:right w:val="single" w:sz="4" w:space="0" w:color="auto"/>
            </w:tcBorders>
          </w:tcPr>
          <w:p w14:paraId="617B572C"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3CC2613"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9DD80BD" w14:textId="77777777" w:rsidR="007A780A" w:rsidRPr="00502B38" w:rsidRDefault="004908F5" w:rsidP="00893C2A">
            <w:r>
              <w:t>Base R</w:t>
            </w:r>
            <w:r w:rsidR="007A780A" w:rsidRPr="00502B38">
              <w:t>equirements</w:t>
            </w:r>
          </w:p>
        </w:tc>
      </w:tr>
      <w:tr w:rsidR="007A780A" w:rsidRPr="002860AF" w14:paraId="791BACE6" w14:textId="77777777" w:rsidTr="005B72AB">
        <w:tc>
          <w:tcPr>
            <w:tcW w:w="629" w:type="dxa"/>
            <w:tcBorders>
              <w:top w:val="single" w:sz="4" w:space="0" w:color="auto"/>
              <w:left w:val="single" w:sz="4" w:space="0" w:color="auto"/>
              <w:bottom w:val="single" w:sz="4" w:space="0" w:color="auto"/>
              <w:right w:val="single" w:sz="4" w:space="0" w:color="auto"/>
            </w:tcBorders>
          </w:tcPr>
          <w:p w14:paraId="308CE80E"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8AF2F50" w14:textId="77777777" w:rsidR="007A780A" w:rsidRPr="00502B38" w:rsidRDefault="007A780A" w:rsidP="00893C2A">
            <w:pPr>
              <w:jc w:val="center"/>
            </w:pPr>
            <w:r w:rsidRPr="00502B38">
              <w:t>BTL-R</w:t>
            </w:r>
          </w:p>
        </w:tc>
        <w:tc>
          <w:tcPr>
            <w:tcW w:w="7646" w:type="dxa"/>
            <w:tcBorders>
              <w:top w:val="single" w:sz="4" w:space="0" w:color="auto"/>
              <w:left w:val="single" w:sz="4" w:space="0" w:color="auto"/>
              <w:bottom w:val="single" w:sz="4" w:space="0" w:color="auto"/>
              <w:right w:val="single" w:sz="4" w:space="0" w:color="auto"/>
            </w:tcBorders>
            <w:hideMark/>
          </w:tcPr>
          <w:p w14:paraId="63B6DBD0" w14:textId="77777777" w:rsidR="007A780A" w:rsidRPr="00502B38" w:rsidRDefault="007A780A" w:rsidP="00893C2A">
            <w:r w:rsidRPr="00502B38">
              <w:t>Supports T-VMT-I-B</w:t>
            </w:r>
          </w:p>
        </w:tc>
      </w:tr>
      <w:tr w:rsidR="00C05E41" w:rsidRPr="00E559FD" w14:paraId="30920B78" w14:textId="77777777" w:rsidTr="005B72AB">
        <w:tblPrEx>
          <w:tblLook w:val="0000" w:firstRow="0" w:lastRow="0" w:firstColumn="0" w:lastColumn="0" w:noHBand="0" w:noVBand="0"/>
        </w:tblPrEx>
        <w:tc>
          <w:tcPr>
            <w:tcW w:w="629" w:type="dxa"/>
            <w:tcBorders>
              <w:bottom w:val="single" w:sz="4" w:space="0" w:color="auto"/>
            </w:tcBorders>
          </w:tcPr>
          <w:p w14:paraId="2FA53AEE" w14:textId="77777777" w:rsidR="00C05E41" w:rsidRPr="00EB6C51" w:rsidRDefault="00C05E41" w:rsidP="001608F4">
            <w:pPr>
              <w:jc w:val="center"/>
              <w:rPr>
                <w:szCs w:val="20"/>
                <w:lang w:val="en-CA" w:eastAsia="x-none"/>
              </w:rPr>
            </w:pPr>
          </w:p>
        </w:tc>
        <w:tc>
          <w:tcPr>
            <w:tcW w:w="905" w:type="dxa"/>
            <w:tcBorders>
              <w:bottom w:val="single" w:sz="4" w:space="0" w:color="auto"/>
            </w:tcBorders>
          </w:tcPr>
          <w:p w14:paraId="70D27E52" w14:textId="77777777" w:rsidR="00C05E41" w:rsidRPr="00E559FD" w:rsidRDefault="00C05E41"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6450307" w14:textId="77777777" w:rsidR="00C05E41" w:rsidRPr="00E559FD" w:rsidRDefault="00C05E41" w:rsidP="001608F4">
            <w:pPr>
              <w:jc w:val="both"/>
              <w:rPr>
                <w:szCs w:val="20"/>
                <w:lang w:val="en-CA" w:eastAsia="x-none"/>
              </w:rPr>
            </w:pPr>
            <w:r w:rsidRPr="00E559FD">
              <w:t>Supports configurable Reliability_Evaluation_Inhibit property</w:t>
            </w:r>
          </w:p>
        </w:tc>
      </w:tr>
      <w:tr w:rsidR="00C05E41" w:rsidRPr="003568D0" w14:paraId="32599C44" w14:textId="77777777" w:rsidTr="005B72AB">
        <w:tblPrEx>
          <w:tblLook w:val="0000" w:firstRow="0" w:lastRow="0" w:firstColumn="0" w:lastColumn="0" w:noHBand="0" w:noVBand="0"/>
        </w:tblPrEx>
        <w:trPr>
          <w:cantSplit/>
        </w:trPr>
        <w:tc>
          <w:tcPr>
            <w:tcW w:w="9180" w:type="dxa"/>
            <w:gridSpan w:val="3"/>
          </w:tcPr>
          <w:p w14:paraId="6DCED1F5" w14:textId="77777777" w:rsidR="00C05E41" w:rsidRPr="003568D0" w:rsidRDefault="00C05E41"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66A76B56"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1B09EBCA" w14:textId="77777777" w:rsidR="007A780A" w:rsidRPr="00502B38" w:rsidRDefault="007A780A" w:rsidP="00893C2A">
            <w:pPr>
              <w:rPr>
                <w:b/>
              </w:rPr>
            </w:pPr>
            <w:r w:rsidRPr="00502B38">
              <w:rPr>
                <w:b/>
              </w:rPr>
              <w:t>Structured View Object</w:t>
            </w:r>
          </w:p>
        </w:tc>
      </w:tr>
      <w:tr w:rsidR="007A780A" w:rsidRPr="002860AF" w14:paraId="08274940" w14:textId="77777777" w:rsidTr="005B72AB">
        <w:tc>
          <w:tcPr>
            <w:tcW w:w="629" w:type="dxa"/>
            <w:tcBorders>
              <w:top w:val="single" w:sz="4" w:space="0" w:color="auto"/>
              <w:left w:val="single" w:sz="4" w:space="0" w:color="auto"/>
              <w:bottom w:val="single" w:sz="4" w:space="0" w:color="auto"/>
              <w:right w:val="single" w:sz="4" w:space="0" w:color="auto"/>
            </w:tcBorders>
          </w:tcPr>
          <w:p w14:paraId="3FCDC2F8"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3BD802E"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7EB479E" w14:textId="77777777" w:rsidR="007A780A" w:rsidRPr="00502B38" w:rsidRDefault="007A780A" w:rsidP="00893C2A">
            <w:r w:rsidRPr="00502B38">
              <w:t>Bas</w:t>
            </w:r>
            <w:r w:rsidR="004908F5">
              <w:t>e R</w:t>
            </w:r>
            <w:r w:rsidRPr="00502B38">
              <w:t>equirements</w:t>
            </w:r>
          </w:p>
        </w:tc>
      </w:tr>
      <w:tr w:rsidR="007A780A" w:rsidRPr="002860AF" w14:paraId="1D400939" w14:textId="77777777" w:rsidTr="005B72AB">
        <w:tc>
          <w:tcPr>
            <w:tcW w:w="629" w:type="dxa"/>
            <w:tcBorders>
              <w:top w:val="single" w:sz="4" w:space="0" w:color="auto"/>
              <w:left w:val="single" w:sz="4" w:space="0" w:color="auto"/>
              <w:bottom w:val="single" w:sz="4" w:space="0" w:color="auto"/>
              <w:right w:val="single" w:sz="4" w:space="0" w:color="auto"/>
            </w:tcBorders>
          </w:tcPr>
          <w:p w14:paraId="6631CF5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FEC84E4"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FB2E675" w14:textId="77777777" w:rsidR="007A780A" w:rsidRPr="00502B38" w:rsidRDefault="007A780A" w:rsidP="00893C2A">
            <w:r w:rsidRPr="00502B38">
              <w:t>Supports writable and resizable Subordinate_List and contains a Subordinate_Annotations property</w:t>
            </w:r>
          </w:p>
        </w:tc>
      </w:tr>
      <w:tr w:rsidR="007A780A" w:rsidRPr="002860AF" w14:paraId="0E728DAC"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3CAE86B4" w14:textId="77777777" w:rsidR="007A780A" w:rsidRPr="00502B38" w:rsidRDefault="007A780A" w:rsidP="00893C2A">
            <w:pPr>
              <w:ind w:left="720"/>
            </w:pPr>
          </w:p>
        </w:tc>
      </w:tr>
      <w:tr w:rsidR="007A780A" w:rsidRPr="002860AF" w14:paraId="4AD23D0C"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5BB1B0A3" w14:textId="77777777" w:rsidR="007A780A" w:rsidRPr="00502B38" w:rsidRDefault="007A780A" w:rsidP="00893C2A">
            <w:pPr>
              <w:rPr>
                <w:b/>
              </w:rPr>
            </w:pPr>
            <w:r w:rsidRPr="00502B38">
              <w:rPr>
                <w:b/>
              </w:rPr>
              <w:t>Event Log Object</w:t>
            </w:r>
          </w:p>
        </w:tc>
      </w:tr>
      <w:tr w:rsidR="007A780A" w:rsidRPr="002860AF" w14:paraId="15201085" w14:textId="77777777" w:rsidTr="005B72AB">
        <w:tc>
          <w:tcPr>
            <w:tcW w:w="629" w:type="dxa"/>
            <w:tcBorders>
              <w:top w:val="single" w:sz="4" w:space="0" w:color="auto"/>
              <w:left w:val="single" w:sz="4" w:space="0" w:color="auto"/>
              <w:bottom w:val="single" w:sz="4" w:space="0" w:color="auto"/>
              <w:right w:val="single" w:sz="4" w:space="0" w:color="auto"/>
            </w:tcBorders>
          </w:tcPr>
          <w:p w14:paraId="7E7CDB69" w14:textId="77777777" w:rsidR="007A780A" w:rsidRPr="00C06367"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6FA341F"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7AE4F2C" w14:textId="77777777" w:rsidR="007A780A" w:rsidRPr="00502B38" w:rsidRDefault="004908F5" w:rsidP="00893C2A">
            <w:r>
              <w:t>Base R</w:t>
            </w:r>
            <w:r w:rsidR="007A780A" w:rsidRPr="00502B38">
              <w:t>equirements</w:t>
            </w:r>
          </w:p>
        </w:tc>
      </w:tr>
      <w:tr w:rsidR="007A780A" w:rsidRPr="002860AF" w14:paraId="15FF46F8" w14:textId="77777777" w:rsidTr="005B72AB">
        <w:tc>
          <w:tcPr>
            <w:tcW w:w="629" w:type="dxa"/>
            <w:tcBorders>
              <w:top w:val="single" w:sz="4" w:space="0" w:color="auto"/>
              <w:left w:val="single" w:sz="4" w:space="0" w:color="auto"/>
              <w:bottom w:val="single" w:sz="4" w:space="0" w:color="auto"/>
              <w:right w:val="single" w:sz="4" w:space="0" w:color="auto"/>
            </w:tcBorders>
          </w:tcPr>
          <w:p w14:paraId="0A268760" w14:textId="77777777" w:rsidR="007A780A" w:rsidRPr="005B72AB"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324252D" w14:textId="77777777" w:rsidR="007A780A" w:rsidRPr="00502B38" w:rsidRDefault="007A780A" w:rsidP="00893C2A">
            <w:pPr>
              <w:jc w:val="center"/>
            </w:pPr>
            <w:r w:rsidRPr="00502B38">
              <w:t>C</w:t>
            </w:r>
            <w:r w:rsidRPr="00502B38">
              <w:rPr>
                <w:szCs w:val="20"/>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1CB2E4C6" w14:textId="77777777" w:rsidR="007A780A" w:rsidRPr="00502B38" w:rsidRDefault="007A780A" w:rsidP="00893C2A">
            <w:r w:rsidRPr="00502B38">
              <w:t>Supports AE-EL-I-B</w:t>
            </w:r>
          </w:p>
        </w:tc>
      </w:tr>
      <w:tr w:rsidR="007A780A" w:rsidRPr="002860AF" w14:paraId="5ADEC008" w14:textId="77777777" w:rsidTr="005B72AB">
        <w:tc>
          <w:tcPr>
            <w:tcW w:w="629" w:type="dxa"/>
            <w:tcBorders>
              <w:top w:val="single" w:sz="4" w:space="0" w:color="auto"/>
              <w:left w:val="single" w:sz="4" w:space="0" w:color="auto"/>
              <w:bottom w:val="single" w:sz="4" w:space="0" w:color="auto"/>
              <w:right w:val="single" w:sz="4" w:space="0" w:color="auto"/>
            </w:tcBorders>
          </w:tcPr>
          <w:p w14:paraId="7D5243B3" w14:textId="77777777" w:rsidR="007A780A" w:rsidRPr="005B72AB"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7FC1F4A" w14:textId="77777777" w:rsidR="007A780A" w:rsidRPr="00502B38" w:rsidRDefault="007A780A" w:rsidP="00893C2A">
            <w:pPr>
              <w:jc w:val="center"/>
            </w:pPr>
            <w:r w:rsidRPr="00502B38">
              <w:t>C</w:t>
            </w:r>
            <w:r w:rsidRPr="00502B38">
              <w:rPr>
                <w:szCs w:val="20"/>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7E493E0F" w14:textId="77777777" w:rsidR="007A780A" w:rsidRPr="00502B38" w:rsidRDefault="007A780A" w:rsidP="00893C2A">
            <w:r w:rsidRPr="00502B38">
              <w:t>Supports AE-EL-E-B</w:t>
            </w:r>
          </w:p>
        </w:tc>
      </w:tr>
      <w:tr w:rsidR="001D5B65" w:rsidRPr="002860AF" w14:paraId="32206AC7" w14:textId="77777777" w:rsidTr="005B72AB">
        <w:tc>
          <w:tcPr>
            <w:tcW w:w="629" w:type="dxa"/>
            <w:tcBorders>
              <w:top w:val="single" w:sz="4" w:space="0" w:color="auto"/>
              <w:left w:val="single" w:sz="4" w:space="0" w:color="auto"/>
              <w:bottom w:val="single" w:sz="4" w:space="0" w:color="auto"/>
              <w:right w:val="single" w:sz="4" w:space="0" w:color="auto"/>
            </w:tcBorders>
          </w:tcPr>
          <w:p w14:paraId="51138A98" w14:textId="77777777" w:rsidR="001D5B65" w:rsidRPr="005B72AB" w:rsidRDefault="001D5B65" w:rsidP="00893C2A">
            <w:pPr>
              <w:jc w:val="center"/>
            </w:pPr>
          </w:p>
        </w:tc>
        <w:tc>
          <w:tcPr>
            <w:tcW w:w="905" w:type="dxa"/>
            <w:tcBorders>
              <w:top w:val="single" w:sz="4" w:space="0" w:color="auto"/>
              <w:left w:val="single" w:sz="4" w:space="0" w:color="auto"/>
              <w:bottom w:val="single" w:sz="4" w:space="0" w:color="auto"/>
              <w:right w:val="single" w:sz="4" w:space="0" w:color="auto"/>
            </w:tcBorders>
          </w:tcPr>
          <w:p w14:paraId="75B8C9E0" w14:textId="20AD2538" w:rsidR="001D5B65" w:rsidRPr="00502B38" w:rsidRDefault="001D5B65" w:rsidP="00893C2A">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4D257C5A" w14:textId="780165E0" w:rsidR="001D5B65" w:rsidRPr="00502B38" w:rsidRDefault="001D5B65" w:rsidP="00893C2A">
            <w:r>
              <w:t>Supports BUFFER_READY notification</w:t>
            </w:r>
          </w:p>
        </w:tc>
      </w:tr>
      <w:tr w:rsidR="007206E8" w:rsidRPr="00E559FD" w14:paraId="0147686C" w14:textId="77777777" w:rsidTr="005B72AB">
        <w:tblPrEx>
          <w:tblLook w:val="0000" w:firstRow="0" w:lastRow="0" w:firstColumn="0" w:lastColumn="0" w:noHBand="0" w:noVBand="0"/>
        </w:tblPrEx>
        <w:tc>
          <w:tcPr>
            <w:tcW w:w="629" w:type="dxa"/>
            <w:tcBorders>
              <w:bottom w:val="single" w:sz="4" w:space="0" w:color="auto"/>
            </w:tcBorders>
          </w:tcPr>
          <w:p w14:paraId="22892EE9" w14:textId="77777777" w:rsidR="007206E8" w:rsidRPr="00C06367" w:rsidRDefault="007206E8" w:rsidP="001608F4">
            <w:pPr>
              <w:jc w:val="center"/>
              <w:rPr>
                <w:szCs w:val="20"/>
                <w:lang w:val="en-CA" w:eastAsia="x-none"/>
              </w:rPr>
            </w:pPr>
          </w:p>
        </w:tc>
        <w:tc>
          <w:tcPr>
            <w:tcW w:w="905" w:type="dxa"/>
            <w:tcBorders>
              <w:bottom w:val="single" w:sz="4" w:space="0" w:color="auto"/>
            </w:tcBorders>
          </w:tcPr>
          <w:p w14:paraId="03D95818" w14:textId="21F6464A"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2</w:t>
            </w:r>
          </w:p>
        </w:tc>
        <w:tc>
          <w:tcPr>
            <w:tcW w:w="7646" w:type="dxa"/>
            <w:tcBorders>
              <w:bottom w:val="single" w:sz="4" w:space="0" w:color="auto"/>
            </w:tcBorders>
          </w:tcPr>
          <w:p w14:paraId="44155414" w14:textId="77777777" w:rsidR="007206E8" w:rsidRPr="00E559FD" w:rsidRDefault="007206E8" w:rsidP="001608F4">
            <w:pPr>
              <w:jc w:val="both"/>
              <w:rPr>
                <w:szCs w:val="20"/>
                <w:lang w:val="en-CA" w:eastAsia="x-none"/>
              </w:rPr>
            </w:pPr>
            <w:r w:rsidRPr="00E559FD">
              <w:t>Supports configurable Reliability_Evaluation_Inhibit property</w:t>
            </w:r>
          </w:p>
        </w:tc>
      </w:tr>
      <w:tr w:rsidR="007A780A" w:rsidRPr="002860AF" w14:paraId="12A20233"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437E2E5" w14:textId="77777777" w:rsidR="007A780A" w:rsidRDefault="007A780A" w:rsidP="00893C2A">
            <w:pPr>
              <w:ind w:left="720"/>
            </w:pPr>
            <w:r w:rsidRPr="00502B38">
              <w:rPr>
                <w:vertAlign w:val="superscript"/>
              </w:rPr>
              <w:t>1</w:t>
            </w:r>
            <w:r w:rsidRPr="00502B38">
              <w:t xml:space="preserve"> At least one of these options is required if the IUT supports the</w:t>
            </w:r>
            <w:r w:rsidRPr="00502B38">
              <w:rPr>
                <w:b/>
              </w:rPr>
              <w:t xml:space="preserve"> </w:t>
            </w:r>
            <w:r w:rsidRPr="00502B38">
              <w:t>Event Log object type.</w:t>
            </w:r>
          </w:p>
          <w:p w14:paraId="2E79D30A" w14:textId="1F1B68CB" w:rsidR="007206E8" w:rsidRPr="00502B38" w:rsidRDefault="007206E8" w:rsidP="00893C2A">
            <w:pPr>
              <w:ind w:left="720"/>
            </w:pPr>
            <w:r>
              <w:rPr>
                <w:vertAlign w:val="superscript"/>
              </w:rPr>
              <w:t>2</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30FAC45D"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C3B10A7" w14:textId="77777777" w:rsidR="007A780A" w:rsidRPr="00502B38" w:rsidRDefault="007A780A" w:rsidP="00893C2A">
            <w:pPr>
              <w:rPr>
                <w:b/>
              </w:rPr>
            </w:pPr>
            <w:r w:rsidRPr="00502B38">
              <w:rPr>
                <w:b/>
              </w:rPr>
              <w:t>Trend Log Multiple Object</w:t>
            </w:r>
          </w:p>
        </w:tc>
      </w:tr>
      <w:tr w:rsidR="007A780A" w:rsidRPr="002860AF" w14:paraId="57C1A79D" w14:textId="77777777" w:rsidTr="005B72AB">
        <w:tc>
          <w:tcPr>
            <w:tcW w:w="629" w:type="dxa"/>
            <w:tcBorders>
              <w:top w:val="single" w:sz="4" w:space="0" w:color="auto"/>
              <w:left w:val="single" w:sz="4" w:space="0" w:color="auto"/>
              <w:bottom w:val="single" w:sz="4" w:space="0" w:color="auto"/>
              <w:right w:val="single" w:sz="4" w:space="0" w:color="auto"/>
            </w:tcBorders>
          </w:tcPr>
          <w:p w14:paraId="1F4BFAA1" w14:textId="77777777" w:rsidR="007A780A" w:rsidRPr="004A276C"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0DAB9F8"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21D43E0" w14:textId="77777777" w:rsidR="007A780A" w:rsidRPr="00502B38" w:rsidRDefault="004908F5" w:rsidP="00893C2A">
            <w:r>
              <w:t>Base R</w:t>
            </w:r>
            <w:r w:rsidR="007A780A" w:rsidRPr="00502B38">
              <w:t>equirements</w:t>
            </w:r>
          </w:p>
        </w:tc>
      </w:tr>
      <w:tr w:rsidR="007A780A" w:rsidRPr="002860AF" w14:paraId="13FD569C" w14:textId="77777777" w:rsidTr="005B72AB">
        <w:tc>
          <w:tcPr>
            <w:tcW w:w="629" w:type="dxa"/>
            <w:tcBorders>
              <w:top w:val="single" w:sz="4" w:space="0" w:color="auto"/>
              <w:left w:val="single" w:sz="4" w:space="0" w:color="auto"/>
              <w:bottom w:val="single" w:sz="4" w:space="0" w:color="auto"/>
              <w:right w:val="single" w:sz="4" w:space="0" w:color="auto"/>
            </w:tcBorders>
          </w:tcPr>
          <w:p w14:paraId="3B481790" w14:textId="77777777" w:rsidR="007A780A" w:rsidRPr="005B72AB"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7BCCDDF" w14:textId="77777777" w:rsidR="007A780A" w:rsidRPr="00502B38" w:rsidRDefault="007A780A" w:rsidP="00893C2A">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132C6B2" w14:textId="77777777" w:rsidR="007A780A" w:rsidRPr="00502B38" w:rsidRDefault="007A780A" w:rsidP="00893C2A">
            <w:r w:rsidRPr="00502B38">
              <w:t>Supports T-VMMV-I-B</w:t>
            </w:r>
          </w:p>
        </w:tc>
      </w:tr>
      <w:tr w:rsidR="007206E8" w:rsidRPr="00E559FD" w14:paraId="6C736225" w14:textId="77777777" w:rsidTr="005B72AB">
        <w:tblPrEx>
          <w:tblLook w:val="0000" w:firstRow="0" w:lastRow="0" w:firstColumn="0" w:lastColumn="0" w:noHBand="0" w:noVBand="0"/>
        </w:tblPrEx>
        <w:tc>
          <w:tcPr>
            <w:tcW w:w="629" w:type="dxa"/>
            <w:tcBorders>
              <w:bottom w:val="single" w:sz="4" w:space="0" w:color="auto"/>
            </w:tcBorders>
          </w:tcPr>
          <w:p w14:paraId="41E2388F" w14:textId="77777777" w:rsidR="007206E8" w:rsidRPr="004A276C" w:rsidRDefault="007206E8" w:rsidP="001608F4">
            <w:pPr>
              <w:jc w:val="center"/>
              <w:rPr>
                <w:szCs w:val="20"/>
                <w:lang w:val="en-CA" w:eastAsia="x-none"/>
              </w:rPr>
            </w:pPr>
          </w:p>
        </w:tc>
        <w:tc>
          <w:tcPr>
            <w:tcW w:w="905" w:type="dxa"/>
            <w:tcBorders>
              <w:bottom w:val="single" w:sz="4" w:space="0" w:color="auto"/>
            </w:tcBorders>
          </w:tcPr>
          <w:p w14:paraId="1EA0A004" w14:textId="77777777"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132779AB" w14:textId="77777777" w:rsidR="007206E8" w:rsidRPr="00E559FD" w:rsidRDefault="007206E8" w:rsidP="001608F4">
            <w:pPr>
              <w:jc w:val="both"/>
              <w:rPr>
                <w:szCs w:val="20"/>
                <w:lang w:val="en-CA" w:eastAsia="x-none"/>
              </w:rPr>
            </w:pPr>
            <w:r w:rsidRPr="00E559FD">
              <w:t>Supports configurable Reliability_Evaluation_Inhibit property</w:t>
            </w:r>
          </w:p>
        </w:tc>
      </w:tr>
      <w:tr w:rsidR="007206E8" w:rsidRPr="003568D0" w14:paraId="23E38ECC" w14:textId="77777777" w:rsidTr="005B72AB">
        <w:tblPrEx>
          <w:tblLook w:val="0000" w:firstRow="0" w:lastRow="0" w:firstColumn="0" w:lastColumn="0" w:noHBand="0" w:noVBand="0"/>
        </w:tblPrEx>
        <w:trPr>
          <w:cantSplit/>
        </w:trPr>
        <w:tc>
          <w:tcPr>
            <w:tcW w:w="9180" w:type="dxa"/>
            <w:gridSpan w:val="3"/>
          </w:tcPr>
          <w:p w14:paraId="21891B28" w14:textId="77777777" w:rsidR="007206E8" w:rsidRPr="003568D0" w:rsidRDefault="007206E8"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1F4A94F0"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2D408567" w14:textId="77777777" w:rsidR="007A780A" w:rsidRPr="00502B38" w:rsidRDefault="007A780A" w:rsidP="00893C2A">
            <w:pPr>
              <w:rPr>
                <w:b/>
                <w:bCs/>
                <w:lang w:val="en-CA"/>
              </w:rPr>
            </w:pPr>
            <w:r w:rsidRPr="00502B38">
              <w:rPr>
                <w:b/>
                <w:bCs/>
                <w:lang w:val="en-CA"/>
              </w:rPr>
              <w:t>Bitstring Value Object</w:t>
            </w:r>
          </w:p>
        </w:tc>
      </w:tr>
      <w:tr w:rsidR="007A780A" w:rsidRPr="002860AF" w14:paraId="72F11161" w14:textId="77777777" w:rsidTr="005B72AB">
        <w:tc>
          <w:tcPr>
            <w:tcW w:w="629" w:type="dxa"/>
            <w:tcBorders>
              <w:top w:val="single" w:sz="4" w:space="0" w:color="auto"/>
              <w:left w:val="single" w:sz="4" w:space="0" w:color="auto"/>
              <w:bottom w:val="single" w:sz="4" w:space="0" w:color="auto"/>
              <w:right w:val="single" w:sz="4" w:space="0" w:color="auto"/>
            </w:tcBorders>
          </w:tcPr>
          <w:p w14:paraId="0B4090D6"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47010675"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0D61907F" w14:textId="77777777" w:rsidR="007A780A" w:rsidRPr="00502B38" w:rsidRDefault="007A780A" w:rsidP="00893C2A">
            <w:pPr>
              <w:rPr>
                <w:lang w:val="en-CA"/>
              </w:rPr>
            </w:pPr>
            <w:r w:rsidRPr="00502B38">
              <w:rPr>
                <w:lang w:val="en-CA"/>
              </w:rPr>
              <w:t>Base Requirements</w:t>
            </w:r>
          </w:p>
        </w:tc>
      </w:tr>
      <w:tr w:rsidR="007A780A" w:rsidRPr="002860AF" w14:paraId="59922653" w14:textId="77777777" w:rsidTr="005B72AB">
        <w:tc>
          <w:tcPr>
            <w:tcW w:w="629" w:type="dxa"/>
            <w:tcBorders>
              <w:top w:val="single" w:sz="4" w:space="0" w:color="auto"/>
              <w:left w:val="single" w:sz="4" w:space="0" w:color="auto"/>
              <w:bottom w:val="single" w:sz="4" w:space="0" w:color="auto"/>
              <w:right w:val="single" w:sz="4" w:space="0" w:color="auto"/>
            </w:tcBorders>
          </w:tcPr>
          <w:p w14:paraId="2534ADC0"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0FA6DCC"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52531D26" w14:textId="3986D1CA"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024C177E" w14:textId="77777777" w:rsidTr="005B72AB">
        <w:tc>
          <w:tcPr>
            <w:tcW w:w="629" w:type="dxa"/>
            <w:tcBorders>
              <w:top w:val="single" w:sz="4" w:space="0" w:color="auto"/>
              <w:left w:val="single" w:sz="4" w:space="0" w:color="auto"/>
              <w:bottom w:val="single" w:sz="4" w:space="0" w:color="auto"/>
              <w:right w:val="single" w:sz="4" w:space="0" w:color="auto"/>
            </w:tcBorders>
          </w:tcPr>
          <w:p w14:paraId="56D53117"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4BC9319F"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00817AAE" w14:textId="77777777" w:rsidR="007A780A" w:rsidRPr="00502B38" w:rsidRDefault="007A780A" w:rsidP="00893C2A">
            <w:pPr>
              <w:rPr>
                <w:lang w:val="en-CA"/>
              </w:rPr>
            </w:pPr>
            <w:r w:rsidRPr="00502B38">
              <w:rPr>
                <w:lang w:val="en-CA"/>
              </w:rPr>
              <w:t>Supports command prioritization</w:t>
            </w:r>
          </w:p>
        </w:tc>
      </w:tr>
      <w:tr w:rsidR="00186FB4" w:rsidRPr="00D7757E" w14:paraId="3E1D4656" w14:textId="77777777" w:rsidTr="005B72AB">
        <w:tblPrEx>
          <w:tblLook w:val="0000" w:firstRow="0" w:lastRow="0" w:firstColumn="0" w:lastColumn="0" w:noHBand="0" w:noVBand="0"/>
        </w:tblPrEx>
        <w:tc>
          <w:tcPr>
            <w:tcW w:w="629" w:type="dxa"/>
          </w:tcPr>
          <w:p w14:paraId="3C2DEBAE" w14:textId="77777777" w:rsidR="00186FB4" w:rsidRPr="00D7757E" w:rsidRDefault="00186FB4" w:rsidP="00186FB4">
            <w:pPr>
              <w:jc w:val="center"/>
              <w:rPr>
                <w:szCs w:val="20"/>
                <w:lang w:val="en-CA" w:eastAsia="x-none"/>
              </w:rPr>
            </w:pPr>
          </w:p>
        </w:tc>
        <w:tc>
          <w:tcPr>
            <w:tcW w:w="905" w:type="dxa"/>
          </w:tcPr>
          <w:p w14:paraId="48B74C4F"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3AF758FA"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7206E8" w:rsidRPr="00E559FD" w14:paraId="5C85F6CB" w14:textId="77777777" w:rsidTr="005B72AB">
        <w:tblPrEx>
          <w:tblLook w:val="0000" w:firstRow="0" w:lastRow="0" w:firstColumn="0" w:lastColumn="0" w:noHBand="0" w:noVBand="0"/>
        </w:tblPrEx>
        <w:tc>
          <w:tcPr>
            <w:tcW w:w="629" w:type="dxa"/>
            <w:tcBorders>
              <w:bottom w:val="single" w:sz="4" w:space="0" w:color="auto"/>
            </w:tcBorders>
          </w:tcPr>
          <w:p w14:paraId="2D779D5A" w14:textId="77777777" w:rsidR="007206E8" w:rsidRPr="00EB6C51" w:rsidRDefault="007206E8" w:rsidP="001608F4">
            <w:pPr>
              <w:jc w:val="center"/>
              <w:rPr>
                <w:szCs w:val="20"/>
                <w:lang w:val="en-CA" w:eastAsia="x-none"/>
              </w:rPr>
            </w:pPr>
          </w:p>
        </w:tc>
        <w:tc>
          <w:tcPr>
            <w:tcW w:w="905" w:type="dxa"/>
            <w:tcBorders>
              <w:bottom w:val="single" w:sz="4" w:space="0" w:color="auto"/>
            </w:tcBorders>
          </w:tcPr>
          <w:p w14:paraId="60DC5711" w14:textId="77777777"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0050B0F" w14:textId="77777777" w:rsidR="007206E8" w:rsidRPr="00E559FD" w:rsidRDefault="007206E8" w:rsidP="001608F4">
            <w:pPr>
              <w:jc w:val="both"/>
              <w:rPr>
                <w:szCs w:val="20"/>
                <w:lang w:val="en-CA" w:eastAsia="x-none"/>
              </w:rPr>
            </w:pPr>
            <w:r w:rsidRPr="00E559FD">
              <w:t>Supports configurable Reliability_Evaluation_Inhibit property</w:t>
            </w:r>
          </w:p>
        </w:tc>
      </w:tr>
      <w:tr w:rsidR="006A1EE2" w:rsidRPr="00E559FD" w14:paraId="7FFB3257" w14:textId="77777777" w:rsidTr="005B72AB">
        <w:tblPrEx>
          <w:tblLook w:val="0000" w:firstRow="0" w:lastRow="0" w:firstColumn="0" w:lastColumn="0" w:noHBand="0" w:noVBand="0"/>
        </w:tblPrEx>
        <w:tc>
          <w:tcPr>
            <w:tcW w:w="629" w:type="dxa"/>
            <w:tcBorders>
              <w:bottom w:val="single" w:sz="4" w:space="0" w:color="auto"/>
            </w:tcBorders>
          </w:tcPr>
          <w:p w14:paraId="6FBC5FE6"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28B7DD03"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30A689A4" w14:textId="2F0198EB" w:rsidR="006A1EE2" w:rsidRPr="00E559FD" w:rsidRDefault="006A1EE2" w:rsidP="00334BF1">
            <w:pPr>
              <w:jc w:val="both"/>
            </w:pPr>
            <w:r w:rsidRPr="00581A7F">
              <w:rPr>
                <w:szCs w:val="20"/>
              </w:rPr>
              <w:t xml:space="preserve">Supports </w:t>
            </w:r>
            <w:r w:rsidR="000659E6">
              <w:rPr>
                <w:szCs w:val="20"/>
              </w:rPr>
              <w:t>intrinsic reporting</w:t>
            </w:r>
          </w:p>
        </w:tc>
      </w:tr>
      <w:tr w:rsidR="007206E8" w:rsidRPr="003568D0" w14:paraId="7F4F69B5" w14:textId="77777777" w:rsidTr="005B72AB">
        <w:tblPrEx>
          <w:tblLook w:val="0000" w:firstRow="0" w:lastRow="0" w:firstColumn="0" w:lastColumn="0" w:noHBand="0" w:noVBand="0"/>
        </w:tblPrEx>
        <w:trPr>
          <w:cantSplit/>
        </w:trPr>
        <w:tc>
          <w:tcPr>
            <w:tcW w:w="9180" w:type="dxa"/>
            <w:gridSpan w:val="3"/>
          </w:tcPr>
          <w:p w14:paraId="1A59BA5E" w14:textId="77777777" w:rsidR="007206E8" w:rsidRPr="003568D0" w:rsidRDefault="007206E8"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129E8B3C"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5690F89D" w14:textId="77777777" w:rsidR="007A780A" w:rsidRPr="00502B38" w:rsidRDefault="007A780A" w:rsidP="00893C2A">
            <w:pPr>
              <w:rPr>
                <w:b/>
                <w:lang w:val="en-CA"/>
              </w:rPr>
            </w:pPr>
            <w:r w:rsidRPr="00502B38">
              <w:rPr>
                <w:b/>
                <w:lang w:val="en-CA"/>
              </w:rPr>
              <w:t>CharacterString Value Object</w:t>
            </w:r>
          </w:p>
        </w:tc>
      </w:tr>
      <w:tr w:rsidR="007A780A" w:rsidRPr="002860AF" w14:paraId="7A453AF9" w14:textId="77777777" w:rsidTr="005B72AB">
        <w:tc>
          <w:tcPr>
            <w:tcW w:w="629" w:type="dxa"/>
            <w:tcBorders>
              <w:top w:val="single" w:sz="4" w:space="0" w:color="auto"/>
              <w:left w:val="single" w:sz="4" w:space="0" w:color="auto"/>
              <w:bottom w:val="single" w:sz="4" w:space="0" w:color="auto"/>
              <w:right w:val="single" w:sz="4" w:space="0" w:color="auto"/>
            </w:tcBorders>
          </w:tcPr>
          <w:p w14:paraId="67503B5C"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C022BF7"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4A5D59A7" w14:textId="77777777" w:rsidR="007A780A" w:rsidRPr="00502B38" w:rsidRDefault="007A780A" w:rsidP="00893C2A">
            <w:pPr>
              <w:rPr>
                <w:lang w:val="en-CA"/>
              </w:rPr>
            </w:pPr>
            <w:r w:rsidRPr="00502B38">
              <w:rPr>
                <w:lang w:val="en-CA"/>
              </w:rPr>
              <w:t>Base Requirements</w:t>
            </w:r>
          </w:p>
        </w:tc>
      </w:tr>
      <w:tr w:rsidR="007A780A" w:rsidRPr="002860AF" w14:paraId="3EC01FA9" w14:textId="77777777" w:rsidTr="005B72AB">
        <w:tc>
          <w:tcPr>
            <w:tcW w:w="629" w:type="dxa"/>
            <w:tcBorders>
              <w:top w:val="single" w:sz="4" w:space="0" w:color="auto"/>
              <w:left w:val="single" w:sz="4" w:space="0" w:color="auto"/>
              <w:bottom w:val="single" w:sz="4" w:space="0" w:color="auto"/>
              <w:right w:val="single" w:sz="4" w:space="0" w:color="auto"/>
            </w:tcBorders>
          </w:tcPr>
          <w:p w14:paraId="4CF46475"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6BEBC09"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6E4095CF" w14:textId="042AFAC4"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01C7B2C9" w14:textId="77777777" w:rsidTr="005B72AB">
        <w:tc>
          <w:tcPr>
            <w:tcW w:w="629" w:type="dxa"/>
            <w:tcBorders>
              <w:top w:val="single" w:sz="4" w:space="0" w:color="auto"/>
              <w:left w:val="single" w:sz="4" w:space="0" w:color="auto"/>
              <w:bottom w:val="single" w:sz="4" w:space="0" w:color="auto"/>
              <w:right w:val="single" w:sz="4" w:space="0" w:color="auto"/>
            </w:tcBorders>
          </w:tcPr>
          <w:p w14:paraId="6B8B5AC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C276474"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6E45AB40" w14:textId="77777777" w:rsidR="007A780A" w:rsidRPr="00502B38" w:rsidRDefault="007A780A" w:rsidP="00893C2A">
            <w:pPr>
              <w:rPr>
                <w:lang w:val="en-CA"/>
              </w:rPr>
            </w:pPr>
            <w:r w:rsidRPr="00502B38">
              <w:rPr>
                <w:lang w:val="en-CA"/>
              </w:rPr>
              <w:t>Supports command prioritization</w:t>
            </w:r>
          </w:p>
        </w:tc>
      </w:tr>
      <w:tr w:rsidR="00186FB4" w:rsidRPr="00D7757E" w14:paraId="1C8ACF06" w14:textId="77777777" w:rsidTr="005B72AB">
        <w:tblPrEx>
          <w:tblLook w:val="0000" w:firstRow="0" w:lastRow="0" w:firstColumn="0" w:lastColumn="0" w:noHBand="0" w:noVBand="0"/>
        </w:tblPrEx>
        <w:tc>
          <w:tcPr>
            <w:tcW w:w="629" w:type="dxa"/>
          </w:tcPr>
          <w:p w14:paraId="6522784C" w14:textId="77777777" w:rsidR="00186FB4" w:rsidRPr="00D7757E" w:rsidRDefault="00186FB4" w:rsidP="00186FB4">
            <w:pPr>
              <w:jc w:val="center"/>
              <w:rPr>
                <w:szCs w:val="20"/>
                <w:lang w:val="en-CA" w:eastAsia="x-none"/>
              </w:rPr>
            </w:pPr>
          </w:p>
        </w:tc>
        <w:tc>
          <w:tcPr>
            <w:tcW w:w="905" w:type="dxa"/>
          </w:tcPr>
          <w:p w14:paraId="766DED0D"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722BFCB6"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7206E8" w:rsidRPr="00E559FD" w14:paraId="2D1D6717" w14:textId="77777777" w:rsidTr="005B72AB">
        <w:tblPrEx>
          <w:tblLook w:val="0000" w:firstRow="0" w:lastRow="0" w:firstColumn="0" w:lastColumn="0" w:noHBand="0" w:noVBand="0"/>
        </w:tblPrEx>
        <w:tc>
          <w:tcPr>
            <w:tcW w:w="629" w:type="dxa"/>
            <w:tcBorders>
              <w:bottom w:val="single" w:sz="4" w:space="0" w:color="auto"/>
            </w:tcBorders>
          </w:tcPr>
          <w:p w14:paraId="2EFFC9A9" w14:textId="77777777" w:rsidR="007206E8" w:rsidRPr="00EB6C51" w:rsidRDefault="007206E8" w:rsidP="001608F4">
            <w:pPr>
              <w:jc w:val="center"/>
              <w:rPr>
                <w:szCs w:val="20"/>
                <w:lang w:val="en-CA" w:eastAsia="x-none"/>
              </w:rPr>
            </w:pPr>
          </w:p>
        </w:tc>
        <w:tc>
          <w:tcPr>
            <w:tcW w:w="905" w:type="dxa"/>
            <w:tcBorders>
              <w:bottom w:val="single" w:sz="4" w:space="0" w:color="auto"/>
            </w:tcBorders>
          </w:tcPr>
          <w:p w14:paraId="25E82D5D" w14:textId="77777777"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72121E0" w14:textId="77777777" w:rsidR="007206E8" w:rsidRPr="00E559FD" w:rsidRDefault="007206E8" w:rsidP="001608F4">
            <w:pPr>
              <w:jc w:val="both"/>
              <w:rPr>
                <w:szCs w:val="20"/>
                <w:lang w:val="en-CA" w:eastAsia="x-none"/>
              </w:rPr>
            </w:pPr>
            <w:r w:rsidRPr="00E559FD">
              <w:t>Supports configurable Reliability_Evaluation_Inhibit property</w:t>
            </w:r>
          </w:p>
        </w:tc>
      </w:tr>
      <w:tr w:rsidR="006A1EE2" w:rsidRPr="00E559FD" w14:paraId="423F6B30" w14:textId="77777777" w:rsidTr="005B72AB">
        <w:tblPrEx>
          <w:tblLook w:val="0000" w:firstRow="0" w:lastRow="0" w:firstColumn="0" w:lastColumn="0" w:noHBand="0" w:noVBand="0"/>
        </w:tblPrEx>
        <w:tc>
          <w:tcPr>
            <w:tcW w:w="629" w:type="dxa"/>
            <w:tcBorders>
              <w:bottom w:val="single" w:sz="4" w:space="0" w:color="auto"/>
            </w:tcBorders>
          </w:tcPr>
          <w:p w14:paraId="503D0FD0"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19481B1"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940490E" w14:textId="4E7EC279" w:rsidR="006A1EE2" w:rsidRPr="00E559FD" w:rsidRDefault="006A1EE2" w:rsidP="00334BF1">
            <w:pPr>
              <w:jc w:val="both"/>
            </w:pPr>
            <w:r w:rsidRPr="00581A7F">
              <w:rPr>
                <w:szCs w:val="20"/>
              </w:rPr>
              <w:t xml:space="preserve">Supports </w:t>
            </w:r>
            <w:r w:rsidR="000659E6">
              <w:rPr>
                <w:szCs w:val="20"/>
              </w:rPr>
              <w:t>intrinsic reporting</w:t>
            </w:r>
          </w:p>
        </w:tc>
      </w:tr>
      <w:tr w:rsidR="007206E8" w:rsidRPr="003568D0" w14:paraId="55C4C6B2" w14:textId="77777777" w:rsidTr="005B72AB">
        <w:tblPrEx>
          <w:tblLook w:val="0000" w:firstRow="0" w:lastRow="0" w:firstColumn="0" w:lastColumn="0" w:noHBand="0" w:noVBand="0"/>
        </w:tblPrEx>
        <w:trPr>
          <w:cantSplit/>
        </w:trPr>
        <w:tc>
          <w:tcPr>
            <w:tcW w:w="9180" w:type="dxa"/>
            <w:gridSpan w:val="3"/>
          </w:tcPr>
          <w:p w14:paraId="5C08B997" w14:textId="77777777" w:rsidR="007206E8" w:rsidRPr="003568D0" w:rsidRDefault="007206E8"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B304D9C"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7F2082B" w14:textId="77777777" w:rsidR="007A780A" w:rsidRPr="00502B38" w:rsidRDefault="007A780A" w:rsidP="00893C2A">
            <w:pPr>
              <w:rPr>
                <w:b/>
                <w:lang w:val="en-CA"/>
              </w:rPr>
            </w:pPr>
            <w:r w:rsidRPr="00502B38">
              <w:rPr>
                <w:b/>
                <w:lang w:val="en-CA"/>
              </w:rPr>
              <w:t>Date Pattern Value Object</w:t>
            </w:r>
          </w:p>
        </w:tc>
      </w:tr>
      <w:tr w:rsidR="007A780A" w:rsidRPr="002860AF" w14:paraId="2A6867E4" w14:textId="77777777" w:rsidTr="005B72AB">
        <w:tc>
          <w:tcPr>
            <w:tcW w:w="629" w:type="dxa"/>
            <w:tcBorders>
              <w:top w:val="single" w:sz="4" w:space="0" w:color="auto"/>
              <w:left w:val="single" w:sz="4" w:space="0" w:color="auto"/>
              <w:bottom w:val="single" w:sz="4" w:space="0" w:color="auto"/>
              <w:right w:val="single" w:sz="4" w:space="0" w:color="auto"/>
            </w:tcBorders>
          </w:tcPr>
          <w:p w14:paraId="171E3A68"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DB36E5C"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679DC3AB" w14:textId="77777777" w:rsidR="007A780A" w:rsidRPr="00502B38" w:rsidRDefault="007A780A" w:rsidP="00893C2A">
            <w:pPr>
              <w:rPr>
                <w:lang w:val="en-CA"/>
              </w:rPr>
            </w:pPr>
            <w:r w:rsidRPr="00502B38">
              <w:rPr>
                <w:lang w:val="en-CA"/>
              </w:rPr>
              <w:t>Base Requirements</w:t>
            </w:r>
          </w:p>
        </w:tc>
      </w:tr>
      <w:tr w:rsidR="007A780A" w:rsidRPr="002860AF" w14:paraId="4E12E773" w14:textId="77777777" w:rsidTr="005B72AB">
        <w:tc>
          <w:tcPr>
            <w:tcW w:w="629" w:type="dxa"/>
            <w:tcBorders>
              <w:top w:val="single" w:sz="4" w:space="0" w:color="auto"/>
              <w:left w:val="single" w:sz="4" w:space="0" w:color="auto"/>
              <w:bottom w:val="single" w:sz="4" w:space="0" w:color="auto"/>
              <w:right w:val="single" w:sz="4" w:space="0" w:color="auto"/>
            </w:tcBorders>
          </w:tcPr>
          <w:p w14:paraId="02665778"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B364E91"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5D70DE74" w14:textId="7FE2F682"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1F68338E" w14:textId="77777777" w:rsidTr="005B72AB">
        <w:tc>
          <w:tcPr>
            <w:tcW w:w="629" w:type="dxa"/>
            <w:tcBorders>
              <w:top w:val="single" w:sz="4" w:space="0" w:color="auto"/>
              <w:left w:val="single" w:sz="4" w:space="0" w:color="auto"/>
              <w:bottom w:val="single" w:sz="4" w:space="0" w:color="auto"/>
              <w:right w:val="single" w:sz="4" w:space="0" w:color="auto"/>
            </w:tcBorders>
          </w:tcPr>
          <w:p w14:paraId="4646026A"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6D77BF8"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13BB9C4F" w14:textId="77777777" w:rsidR="007A780A" w:rsidRPr="00502B38" w:rsidRDefault="007A780A" w:rsidP="00893C2A">
            <w:pPr>
              <w:rPr>
                <w:lang w:val="en-CA"/>
              </w:rPr>
            </w:pPr>
            <w:r w:rsidRPr="00502B38">
              <w:rPr>
                <w:lang w:val="en-CA"/>
              </w:rPr>
              <w:t>Supports command prioritization</w:t>
            </w:r>
          </w:p>
        </w:tc>
      </w:tr>
      <w:tr w:rsidR="007A780A" w:rsidRPr="002860AF" w14:paraId="5E5CF243" w14:textId="77777777" w:rsidTr="005B72AB">
        <w:tc>
          <w:tcPr>
            <w:tcW w:w="629" w:type="dxa"/>
            <w:tcBorders>
              <w:top w:val="single" w:sz="4" w:space="0" w:color="auto"/>
              <w:left w:val="single" w:sz="4" w:space="0" w:color="auto"/>
              <w:bottom w:val="single" w:sz="4" w:space="0" w:color="auto"/>
              <w:right w:val="single" w:sz="4" w:space="0" w:color="auto"/>
            </w:tcBorders>
          </w:tcPr>
          <w:p w14:paraId="7B8E928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798D509"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D317B89" w14:textId="77777777" w:rsidR="007A780A" w:rsidRPr="00502B38" w:rsidRDefault="007A780A" w:rsidP="00893C2A">
            <w:r w:rsidRPr="00502B38">
              <w:t>Contains a writable Present_Value property, or can be placed Out_Of_Service.</w:t>
            </w:r>
          </w:p>
        </w:tc>
      </w:tr>
      <w:tr w:rsidR="007A780A" w:rsidRPr="002860AF" w14:paraId="2108E99E" w14:textId="77777777" w:rsidTr="005B72AB">
        <w:tc>
          <w:tcPr>
            <w:tcW w:w="629" w:type="dxa"/>
            <w:tcBorders>
              <w:top w:val="single" w:sz="4" w:space="0" w:color="auto"/>
              <w:left w:val="single" w:sz="4" w:space="0" w:color="auto"/>
              <w:bottom w:val="single" w:sz="4" w:space="0" w:color="auto"/>
              <w:right w:val="single" w:sz="4" w:space="0" w:color="auto"/>
            </w:tcBorders>
          </w:tcPr>
          <w:p w14:paraId="2EC6D6B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D283DA4"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BD18C87" w14:textId="77777777" w:rsidR="007A780A" w:rsidRPr="00502B38" w:rsidRDefault="007A780A" w:rsidP="00893C2A">
            <w:r w:rsidRPr="00502B38">
              <w:t>Contains a writable Relinquish_Default</w:t>
            </w:r>
            <w:r w:rsidR="00B30132">
              <w:t xml:space="preserve"> property</w:t>
            </w:r>
          </w:p>
        </w:tc>
      </w:tr>
      <w:tr w:rsidR="00186FB4" w:rsidRPr="00D7757E" w14:paraId="6BDA4A69" w14:textId="77777777" w:rsidTr="005B72AB">
        <w:tblPrEx>
          <w:tblLook w:val="0000" w:firstRow="0" w:lastRow="0" w:firstColumn="0" w:lastColumn="0" w:noHBand="0" w:noVBand="0"/>
        </w:tblPrEx>
        <w:tc>
          <w:tcPr>
            <w:tcW w:w="629" w:type="dxa"/>
          </w:tcPr>
          <w:p w14:paraId="6DF70C51" w14:textId="77777777" w:rsidR="00186FB4" w:rsidRPr="00D7757E" w:rsidRDefault="00186FB4" w:rsidP="00186FB4">
            <w:pPr>
              <w:jc w:val="center"/>
              <w:rPr>
                <w:szCs w:val="20"/>
                <w:lang w:val="en-CA" w:eastAsia="x-none"/>
              </w:rPr>
            </w:pPr>
          </w:p>
        </w:tc>
        <w:tc>
          <w:tcPr>
            <w:tcW w:w="905" w:type="dxa"/>
          </w:tcPr>
          <w:p w14:paraId="39A068ED"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59E61C58"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7206E8" w:rsidRPr="00E559FD" w14:paraId="2503DD35" w14:textId="77777777" w:rsidTr="005B72AB">
        <w:tblPrEx>
          <w:tblLook w:val="0000" w:firstRow="0" w:lastRow="0" w:firstColumn="0" w:lastColumn="0" w:noHBand="0" w:noVBand="0"/>
        </w:tblPrEx>
        <w:tc>
          <w:tcPr>
            <w:tcW w:w="629" w:type="dxa"/>
            <w:tcBorders>
              <w:bottom w:val="single" w:sz="4" w:space="0" w:color="auto"/>
            </w:tcBorders>
          </w:tcPr>
          <w:p w14:paraId="69839412" w14:textId="77777777" w:rsidR="007206E8" w:rsidRPr="00EB6C51" w:rsidRDefault="007206E8" w:rsidP="001608F4">
            <w:pPr>
              <w:jc w:val="center"/>
              <w:rPr>
                <w:szCs w:val="20"/>
                <w:lang w:val="en-CA" w:eastAsia="x-none"/>
              </w:rPr>
            </w:pPr>
          </w:p>
        </w:tc>
        <w:tc>
          <w:tcPr>
            <w:tcW w:w="905" w:type="dxa"/>
            <w:tcBorders>
              <w:bottom w:val="single" w:sz="4" w:space="0" w:color="auto"/>
            </w:tcBorders>
          </w:tcPr>
          <w:p w14:paraId="77D46F18" w14:textId="77777777"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BB6F5E3" w14:textId="77777777" w:rsidR="007206E8" w:rsidRPr="00E559FD" w:rsidRDefault="007206E8" w:rsidP="001608F4">
            <w:pPr>
              <w:jc w:val="both"/>
              <w:rPr>
                <w:szCs w:val="20"/>
                <w:lang w:val="en-CA" w:eastAsia="x-none"/>
              </w:rPr>
            </w:pPr>
            <w:r w:rsidRPr="00E559FD">
              <w:t>Supports configurable Reliability_Evaluation_Inhibit property</w:t>
            </w:r>
          </w:p>
        </w:tc>
      </w:tr>
      <w:tr w:rsidR="006A1EE2" w:rsidRPr="00E559FD" w14:paraId="2A6EE5A0" w14:textId="77777777" w:rsidTr="005B72AB">
        <w:tblPrEx>
          <w:tblLook w:val="0000" w:firstRow="0" w:lastRow="0" w:firstColumn="0" w:lastColumn="0" w:noHBand="0" w:noVBand="0"/>
        </w:tblPrEx>
        <w:tc>
          <w:tcPr>
            <w:tcW w:w="629" w:type="dxa"/>
            <w:tcBorders>
              <w:bottom w:val="single" w:sz="4" w:space="0" w:color="auto"/>
            </w:tcBorders>
          </w:tcPr>
          <w:p w14:paraId="328DAA8F"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7FD504FD"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2A2D6455" w14:textId="224E0AC0" w:rsidR="006A1EE2" w:rsidRPr="00E559FD" w:rsidRDefault="006A1EE2" w:rsidP="00334BF1">
            <w:pPr>
              <w:jc w:val="both"/>
            </w:pPr>
            <w:r w:rsidRPr="00581A7F">
              <w:rPr>
                <w:szCs w:val="20"/>
              </w:rPr>
              <w:t xml:space="preserve">Supports </w:t>
            </w:r>
            <w:r w:rsidR="000659E6">
              <w:rPr>
                <w:szCs w:val="20"/>
              </w:rPr>
              <w:t>intrinsic reporting</w:t>
            </w:r>
          </w:p>
        </w:tc>
      </w:tr>
      <w:tr w:rsidR="007206E8" w:rsidRPr="003568D0" w14:paraId="5339E22D" w14:textId="77777777" w:rsidTr="005B72AB">
        <w:tblPrEx>
          <w:tblLook w:val="0000" w:firstRow="0" w:lastRow="0" w:firstColumn="0" w:lastColumn="0" w:noHBand="0" w:noVBand="0"/>
        </w:tblPrEx>
        <w:trPr>
          <w:cantSplit/>
        </w:trPr>
        <w:tc>
          <w:tcPr>
            <w:tcW w:w="9180" w:type="dxa"/>
            <w:gridSpan w:val="3"/>
          </w:tcPr>
          <w:p w14:paraId="204A08A2" w14:textId="77777777" w:rsidR="007206E8" w:rsidRPr="003568D0" w:rsidRDefault="007206E8"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0F8E4A10"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4140847" w14:textId="77777777" w:rsidR="007A780A" w:rsidRPr="00502B38" w:rsidRDefault="007A780A" w:rsidP="00893C2A">
            <w:pPr>
              <w:rPr>
                <w:b/>
                <w:lang w:val="en-CA"/>
              </w:rPr>
            </w:pPr>
            <w:r w:rsidRPr="00502B38">
              <w:rPr>
                <w:b/>
                <w:lang w:val="en-CA"/>
              </w:rPr>
              <w:t>Date Value Object</w:t>
            </w:r>
          </w:p>
        </w:tc>
      </w:tr>
      <w:tr w:rsidR="007A780A" w:rsidRPr="002860AF" w14:paraId="4C83DE2A" w14:textId="77777777" w:rsidTr="005B72AB">
        <w:tc>
          <w:tcPr>
            <w:tcW w:w="629" w:type="dxa"/>
            <w:tcBorders>
              <w:top w:val="single" w:sz="4" w:space="0" w:color="auto"/>
              <w:left w:val="single" w:sz="4" w:space="0" w:color="auto"/>
              <w:bottom w:val="single" w:sz="4" w:space="0" w:color="auto"/>
              <w:right w:val="single" w:sz="4" w:space="0" w:color="auto"/>
            </w:tcBorders>
          </w:tcPr>
          <w:p w14:paraId="60BBF91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650BB4F"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022E7D26" w14:textId="77777777" w:rsidR="007A780A" w:rsidRPr="00502B38" w:rsidRDefault="007A780A" w:rsidP="00893C2A">
            <w:pPr>
              <w:rPr>
                <w:lang w:val="en-CA"/>
              </w:rPr>
            </w:pPr>
            <w:r w:rsidRPr="00502B38">
              <w:rPr>
                <w:lang w:val="en-CA"/>
              </w:rPr>
              <w:t>Base Requirements</w:t>
            </w:r>
          </w:p>
        </w:tc>
      </w:tr>
      <w:tr w:rsidR="007A780A" w:rsidRPr="002860AF" w14:paraId="08920625" w14:textId="77777777" w:rsidTr="005B72AB">
        <w:tc>
          <w:tcPr>
            <w:tcW w:w="629" w:type="dxa"/>
            <w:tcBorders>
              <w:top w:val="single" w:sz="4" w:space="0" w:color="auto"/>
              <w:left w:val="single" w:sz="4" w:space="0" w:color="auto"/>
              <w:bottom w:val="single" w:sz="4" w:space="0" w:color="auto"/>
              <w:right w:val="single" w:sz="4" w:space="0" w:color="auto"/>
            </w:tcBorders>
          </w:tcPr>
          <w:p w14:paraId="79EED669"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AA4733A"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71E56649" w14:textId="4117DA1A"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7F6D9CAA" w14:textId="77777777" w:rsidTr="005B72AB">
        <w:tc>
          <w:tcPr>
            <w:tcW w:w="629" w:type="dxa"/>
            <w:tcBorders>
              <w:top w:val="single" w:sz="4" w:space="0" w:color="auto"/>
              <w:left w:val="single" w:sz="4" w:space="0" w:color="auto"/>
              <w:bottom w:val="single" w:sz="4" w:space="0" w:color="auto"/>
              <w:right w:val="single" w:sz="4" w:space="0" w:color="auto"/>
            </w:tcBorders>
          </w:tcPr>
          <w:p w14:paraId="65026439"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7CBD40C"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51929511" w14:textId="77777777" w:rsidR="007A780A" w:rsidRPr="00502B38" w:rsidRDefault="007A780A" w:rsidP="00893C2A">
            <w:pPr>
              <w:rPr>
                <w:lang w:val="en-CA"/>
              </w:rPr>
            </w:pPr>
            <w:r w:rsidRPr="00502B38">
              <w:rPr>
                <w:lang w:val="en-CA"/>
              </w:rPr>
              <w:t>Supports command prioritization</w:t>
            </w:r>
          </w:p>
        </w:tc>
      </w:tr>
      <w:tr w:rsidR="007A780A" w:rsidRPr="002860AF" w14:paraId="666BB07E" w14:textId="77777777" w:rsidTr="005B72AB">
        <w:tc>
          <w:tcPr>
            <w:tcW w:w="629" w:type="dxa"/>
            <w:tcBorders>
              <w:top w:val="single" w:sz="4" w:space="0" w:color="auto"/>
              <w:left w:val="single" w:sz="4" w:space="0" w:color="auto"/>
              <w:bottom w:val="single" w:sz="4" w:space="0" w:color="auto"/>
              <w:right w:val="single" w:sz="4" w:space="0" w:color="auto"/>
            </w:tcBorders>
          </w:tcPr>
          <w:p w14:paraId="2B2030C0"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CFB0D7F"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6416927" w14:textId="77777777" w:rsidR="007A780A" w:rsidRPr="00502B38" w:rsidRDefault="007A780A" w:rsidP="00893C2A">
            <w:r w:rsidRPr="00502B38">
              <w:t>Contains a writable Present_Value property</w:t>
            </w:r>
            <w:r w:rsidR="00C8668F" w:rsidRPr="00502B38">
              <w:t>, or can be placed Out_Of_Service.</w:t>
            </w:r>
          </w:p>
        </w:tc>
      </w:tr>
      <w:tr w:rsidR="007A780A" w:rsidRPr="002860AF" w14:paraId="643039AA" w14:textId="77777777" w:rsidTr="005B72AB">
        <w:tc>
          <w:tcPr>
            <w:tcW w:w="629" w:type="dxa"/>
            <w:tcBorders>
              <w:top w:val="single" w:sz="4" w:space="0" w:color="auto"/>
              <w:left w:val="single" w:sz="4" w:space="0" w:color="auto"/>
              <w:bottom w:val="single" w:sz="4" w:space="0" w:color="auto"/>
              <w:right w:val="single" w:sz="4" w:space="0" w:color="auto"/>
            </w:tcBorders>
          </w:tcPr>
          <w:p w14:paraId="4C5EBBDF"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95A3BA4"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5AEF66B" w14:textId="77777777" w:rsidR="007A780A" w:rsidRPr="00502B38" w:rsidRDefault="007A780A" w:rsidP="00893C2A">
            <w:r w:rsidRPr="00502B38">
              <w:t>Contains a writable Relinquish_Default property</w:t>
            </w:r>
          </w:p>
        </w:tc>
      </w:tr>
      <w:tr w:rsidR="00186FB4" w:rsidRPr="00D7757E" w14:paraId="687348BF" w14:textId="77777777" w:rsidTr="005B72AB">
        <w:tblPrEx>
          <w:tblLook w:val="0000" w:firstRow="0" w:lastRow="0" w:firstColumn="0" w:lastColumn="0" w:noHBand="0" w:noVBand="0"/>
        </w:tblPrEx>
        <w:tc>
          <w:tcPr>
            <w:tcW w:w="629" w:type="dxa"/>
          </w:tcPr>
          <w:p w14:paraId="292123F3" w14:textId="77777777" w:rsidR="00186FB4" w:rsidRPr="00D7757E" w:rsidRDefault="00186FB4" w:rsidP="00186FB4">
            <w:pPr>
              <w:jc w:val="center"/>
              <w:rPr>
                <w:szCs w:val="20"/>
                <w:lang w:val="en-CA" w:eastAsia="x-none"/>
              </w:rPr>
            </w:pPr>
          </w:p>
        </w:tc>
        <w:tc>
          <w:tcPr>
            <w:tcW w:w="905" w:type="dxa"/>
          </w:tcPr>
          <w:p w14:paraId="776CD80C"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25A93C19"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7206E8" w:rsidRPr="00E559FD" w14:paraId="57EFD98D" w14:textId="77777777" w:rsidTr="005B72AB">
        <w:tblPrEx>
          <w:tblLook w:val="0000" w:firstRow="0" w:lastRow="0" w:firstColumn="0" w:lastColumn="0" w:noHBand="0" w:noVBand="0"/>
        </w:tblPrEx>
        <w:tc>
          <w:tcPr>
            <w:tcW w:w="629" w:type="dxa"/>
            <w:tcBorders>
              <w:bottom w:val="single" w:sz="4" w:space="0" w:color="auto"/>
            </w:tcBorders>
          </w:tcPr>
          <w:p w14:paraId="763B55AE" w14:textId="77777777" w:rsidR="007206E8" w:rsidRPr="00EB6C51" w:rsidRDefault="007206E8" w:rsidP="001608F4">
            <w:pPr>
              <w:jc w:val="center"/>
              <w:rPr>
                <w:szCs w:val="20"/>
                <w:lang w:val="en-CA" w:eastAsia="x-none"/>
              </w:rPr>
            </w:pPr>
          </w:p>
        </w:tc>
        <w:tc>
          <w:tcPr>
            <w:tcW w:w="905" w:type="dxa"/>
            <w:tcBorders>
              <w:bottom w:val="single" w:sz="4" w:space="0" w:color="auto"/>
            </w:tcBorders>
          </w:tcPr>
          <w:p w14:paraId="5D52D94A" w14:textId="77777777" w:rsidR="007206E8" w:rsidRPr="00E559FD" w:rsidRDefault="007206E8"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4E66C712" w14:textId="77777777" w:rsidR="007206E8" w:rsidRPr="00E559FD" w:rsidRDefault="007206E8" w:rsidP="001608F4">
            <w:pPr>
              <w:jc w:val="both"/>
              <w:rPr>
                <w:szCs w:val="20"/>
                <w:lang w:val="en-CA" w:eastAsia="x-none"/>
              </w:rPr>
            </w:pPr>
            <w:r w:rsidRPr="00E559FD">
              <w:t>Supports configurable Reliability_Evaluation_Inhibit property</w:t>
            </w:r>
          </w:p>
        </w:tc>
      </w:tr>
      <w:tr w:rsidR="006A1EE2" w:rsidRPr="00E559FD" w14:paraId="7823BD22" w14:textId="77777777" w:rsidTr="005B72AB">
        <w:tblPrEx>
          <w:tblLook w:val="0000" w:firstRow="0" w:lastRow="0" w:firstColumn="0" w:lastColumn="0" w:noHBand="0" w:noVBand="0"/>
        </w:tblPrEx>
        <w:tc>
          <w:tcPr>
            <w:tcW w:w="629" w:type="dxa"/>
            <w:tcBorders>
              <w:bottom w:val="single" w:sz="4" w:space="0" w:color="auto"/>
            </w:tcBorders>
          </w:tcPr>
          <w:p w14:paraId="60E835C5"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4763BA08"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57E49B39" w14:textId="334C30AB" w:rsidR="006A1EE2" w:rsidRPr="00E559FD" w:rsidRDefault="006A1EE2" w:rsidP="00334BF1">
            <w:pPr>
              <w:jc w:val="both"/>
            </w:pPr>
            <w:r w:rsidRPr="00581A7F">
              <w:rPr>
                <w:szCs w:val="20"/>
              </w:rPr>
              <w:t xml:space="preserve">Supports </w:t>
            </w:r>
            <w:r w:rsidR="000659E6">
              <w:rPr>
                <w:szCs w:val="20"/>
              </w:rPr>
              <w:t>intrinsic reporting</w:t>
            </w:r>
          </w:p>
        </w:tc>
      </w:tr>
      <w:tr w:rsidR="007206E8" w:rsidRPr="003568D0" w14:paraId="078043DE" w14:textId="77777777" w:rsidTr="005B72AB">
        <w:tblPrEx>
          <w:tblLook w:val="0000" w:firstRow="0" w:lastRow="0" w:firstColumn="0" w:lastColumn="0" w:noHBand="0" w:noVBand="0"/>
        </w:tblPrEx>
        <w:trPr>
          <w:cantSplit/>
        </w:trPr>
        <w:tc>
          <w:tcPr>
            <w:tcW w:w="9180" w:type="dxa"/>
            <w:gridSpan w:val="3"/>
          </w:tcPr>
          <w:p w14:paraId="2779D229" w14:textId="77777777" w:rsidR="007206E8" w:rsidRPr="003568D0" w:rsidRDefault="007206E8"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B6854A1"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DB4C7F8" w14:textId="77777777" w:rsidR="007A780A" w:rsidRPr="00502B38" w:rsidRDefault="007A780A" w:rsidP="00893C2A">
            <w:pPr>
              <w:rPr>
                <w:b/>
                <w:lang w:val="en-CA"/>
              </w:rPr>
            </w:pPr>
            <w:r w:rsidRPr="00502B38">
              <w:rPr>
                <w:b/>
                <w:lang w:val="en-CA"/>
              </w:rPr>
              <w:t>DateTime Pattern Value Object</w:t>
            </w:r>
          </w:p>
        </w:tc>
      </w:tr>
      <w:tr w:rsidR="007A780A" w:rsidRPr="002860AF" w14:paraId="60B0E8CE" w14:textId="77777777" w:rsidTr="005B72AB">
        <w:tc>
          <w:tcPr>
            <w:tcW w:w="629" w:type="dxa"/>
            <w:tcBorders>
              <w:top w:val="single" w:sz="4" w:space="0" w:color="auto"/>
              <w:left w:val="single" w:sz="4" w:space="0" w:color="auto"/>
              <w:bottom w:val="single" w:sz="4" w:space="0" w:color="auto"/>
              <w:right w:val="single" w:sz="4" w:space="0" w:color="auto"/>
            </w:tcBorders>
          </w:tcPr>
          <w:p w14:paraId="7C836EB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93C4916"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78CCB7B7" w14:textId="77777777" w:rsidR="007A780A" w:rsidRPr="00502B38" w:rsidRDefault="007A780A" w:rsidP="00893C2A">
            <w:pPr>
              <w:rPr>
                <w:lang w:val="en-CA"/>
              </w:rPr>
            </w:pPr>
            <w:r w:rsidRPr="00502B38">
              <w:rPr>
                <w:lang w:val="en-CA"/>
              </w:rPr>
              <w:t>Base Requirements</w:t>
            </w:r>
          </w:p>
        </w:tc>
      </w:tr>
      <w:tr w:rsidR="007A780A" w:rsidRPr="002860AF" w14:paraId="5D63DC40" w14:textId="77777777" w:rsidTr="005B72AB">
        <w:tc>
          <w:tcPr>
            <w:tcW w:w="629" w:type="dxa"/>
            <w:tcBorders>
              <w:top w:val="single" w:sz="4" w:space="0" w:color="auto"/>
              <w:left w:val="single" w:sz="4" w:space="0" w:color="auto"/>
              <w:bottom w:val="single" w:sz="4" w:space="0" w:color="auto"/>
              <w:right w:val="single" w:sz="4" w:space="0" w:color="auto"/>
            </w:tcBorders>
          </w:tcPr>
          <w:p w14:paraId="7DE01474"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187D9C61"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25E500FE" w14:textId="4B170178"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51FC782F" w14:textId="77777777" w:rsidTr="005B72AB">
        <w:tc>
          <w:tcPr>
            <w:tcW w:w="629" w:type="dxa"/>
            <w:tcBorders>
              <w:top w:val="single" w:sz="4" w:space="0" w:color="auto"/>
              <w:left w:val="single" w:sz="4" w:space="0" w:color="auto"/>
              <w:bottom w:val="single" w:sz="4" w:space="0" w:color="auto"/>
              <w:right w:val="single" w:sz="4" w:space="0" w:color="auto"/>
            </w:tcBorders>
          </w:tcPr>
          <w:p w14:paraId="5B056422"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8DF40DE"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27C880A8" w14:textId="77777777" w:rsidR="007A780A" w:rsidRPr="00502B38" w:rsidRDefault="007A780A" w:rsidP="00893C2A">
            <w:pPr>
              <w:rPr>
                <w:lang w:val="en-CA"/>
              </w:rPr>
            </w:pPr>
            <w:r w:rsidRPr="00502B38">
              <w:rPr>
                <w:lang w:val="en-CA"/>
              </w:rPr>
              <w:t>Supports command prioritization</w:t>
            </w:r>
          </w:p>
        </w:tc>
      </w:tr>
      <w:tr w:rsidR="007A780A" w:rsidRPr="002860AF" w14:paraId="49FD3F6F" w14:textId="77777777" w:rsidTr="005B72AB">
        <w:tc>
          <w:tcPr>
            <w:tcW w:w="629" w:type="dxa"/>
            <w:tcBorders>
              <w:top w:val="single" w:sz="4" w:space="0" w:color="auto"/>
              <w:left w:val="single" w:sz="4" w:space="0" w:color="auto"/>
              <w:bottom w:val="single" w:sz="4" w:space="0" w:color="auto"/>
              <w:right w:val="single" w:sz="4" w:space="0" w:color="auto"/>
            </w:tcBorders>
          </w:tcPr>
          <w:p w14:paraId="5D9B8408"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3225026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50D9AE36" w14:textId="77777777" w:rsidR="007A780A" w:rsidRPr="00502B38" w:rsidRDefault="007A780A" w:rsidP="00893C2A">
            <w:r w:rsidRPr="00502B38">
              <w:t>Contains a writable Present_Value property, or can be placed Out_Of_Service</w:t>
            </w:r>
          </w:p>
        </w:tc>
      </w:tr>
      <w:tr w:rsidR="007A780A" w:rsidRPr="002860AF" w14:paraId="4D0ECE4C" w14:textId="77777777" w:rsidTr="005B72AB">
        <w:tc>
          <w:tcPr>
            <w:tcW w:w="629" w:type="dxa"/>
            <w:tcBorders>
              <w:top w:val="single" w:sz="4" w:space="0" w:color="auto"/>
              <w:left w:val="single" w:sz="4" w:space="0" w:color="auto"/>
              <w:bottom w:val="single" w:sz="4" w:space="0" w:color="auto"/>
              <w:right w:val="single" w:sz="4" w:space="0" w:color="auto"/>
            </w:tcBorders>
          </w:tcPr>
          <w:p w14:paraId="13775BC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50945BF"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FC5A9C6" w14:textId="77777777" w:rsidR="007A780A" w:rsidRPr="00502B38" w:rsidRDefault="007A780A" w:rsidP="00893C2A">
            <w:r w:rsidRPr="00502B38">
              <w:t>Contains a writable Relinquish_Default</w:t>
            </w:r>
            <w:r w:rsidR="00B30132">
              <w:t xml:space="preserve"> property</w:t>
            </w:r>
          </w:p>
        </w:tc>
      </w:tr>
      <w:tr w:rsidR="00186FB4" w:rsidRPr="00D7757E" w14:paraId="66578C4F" w14:textId="77777777" w:rsidTr="005B72AB">
        <w:tblPrEx>
          <w:tblLook w:val="0000" w:firstRow="0" w:lastRow="0" w:firstColumn="0" w:lastColumn="0" w:noHBand="0" w:noVBand="0"/>
        </w:tblPrEx>
        <w:tc>
          <w:tcPr>
            <w:tcW w:w="629" w:type="dxa"/>
          </w:tcPr>
          <w:p w14:paraId="4C0D0A62" w14:textId="77777777" w:rsidR="00186FB4" w:rsidRPr="00D7757E" w:rsidRDefault="00186FB4" w:rsidP="00186FB4">
            <w:pPr>
              <w:jc w:val="center"/>
              <w:rPr>
                <w:szCs w:val="20"/>
                <w:lang w:val="en-CA" w:eastAsia="x-none"/>
              </w:rPr>
            </w:pPr>
          </w:p>
        </w:tc>
        <w:tc>
          <w:tcPr>
            <w:tcW w:w="905" w:type="dxa"/>
          </w:tcPr>
          <w:p w14:paraId="2B542419"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55F9AC65"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6CE65A11" w14:textId="77777777" w:rsidTr="005B72AB">
        <w:tblPrEx>
          <w:tblLook w:val="0000" w:firstRow="0" w:lastRow="0" w:firstColumn="0" w:lastColumn="0" w:noHBand="0" w:noVBand="0"/>
        </w:tblPrEx>
        <w:tc>
          <w:tcPr>
            <w:tcW w:w="629" w:type="dxa"/>
            <w:tcBorders>
              <w:bottom w:val="single" w:sz="4" w:space="0" w:color="auto"/>
            </w:tcBorders>
          </w:tcPr>
          <w:p w14:paraId="3EB3CF02"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1319639C"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00F1004"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5559E5D0" w14:textId="77777777" w:rsidTr="005B72AB">
        <w:tblPrEx>
          <w:tblLook w:val="0000" w:firstRow="0" w:lastRow="0" w:firstColumn="0" w:lastColumn="0" w:noHBand="0" w:noVBand="0"/>
        </w:tblPrEx>
        <w:tc>
          <w:tcPr>
            <w:tcW w:w="629" w:type="dxa"/>
            <w:tcBorders>
              <w:bottom w:val="single" w:sz="4" w:space="0" w:color="auto"/>
            </w:tcBorders>
          </w:tcPr>
          <w:p w14:paraId="22AFB000"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48FFB7EE"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15400DB0" w14:textId="2302B2FF"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75E080AB" w14:textId="77777777" w:rsidTr="005B72AB">
        <w:tblPrEx>
          <w:tblLook w:val="0000" w:firstRow="0" w:lastRow="0" w:firstColumn="0" w:lastColumn="0" w:noHBand="0" w:noVBand="0"/>
        </w:tblPrEx>
        <w:trPr>
          <w:cantSplit/>
        </w:trPr>
        <w:tc>
          <w:tcPr>
            <w:tcW w:w="9180" w:type="dxa"/>
            <w:gridSpan w:val="3"/>
          </w:tcPr>
          <w:p w14:paraId="5C1A3E9A"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4A1A8725"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AD78BC9" w14:textId="77777777" w:rsidR="007A780A" w:rsidRPr="00502B38" w:rsidRDefault="007A780A" w:rsidP="00893C2A">
            <w:pPr>
              <w:rPr>
                <w:b/>
                <w:lang w:val="en-CA"/>
              </w:rPr>
            </w:pPr>
            <w:r w:rsidRPr="00502B38">
              <w:rPr>
                <w:b/>
                <w:lang w:val="en-CA"/>
              </w:rPr>
              <w:t>DateTime Value Object</w:t>
            </w:r>
          </w:p>
        </w:tc>
      </w:tr>
      <w:tr w:rsidR="007A780A" w:rsidRPr="002860AF" w14:paraId="17D82C75" w14:textId="77777777" w:rsidTr="005B72AB">
        <w:tc>
          <w:tcPr>
            <w:tcW w:w="629" w:type="dxa"/>
            <w:tcBorders>
              <w:top w:val="single" w:sz="4" w:space="0" w:color="auto"/>
              <w:left w:val="single" w:sz="4" w:space="0" w:color="auto"/>
              <w:bottom w:val="single" w:sz="4" w:space="0" w:color="auto"/>
              <w:right w:val="single" w:sz="4" w:space="0" w:color="auto"/>
            </w:tcBorders>
          </w:tcPr>
          <w:p w14:paraId="76BF6A35"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85A764E"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31795C56" w14:textId="77777777" w:rsidR="007A780A" w:rsidRPr="00502B38" w:rsidRDefault="007A780A" w:rsidP="00893C2A">
            <w:pPr>
              <w:rPr>
                <w:lang w:val="en-CA"/>
              </w:rPr>
            </w:pPr>
            <w:r w:rsidRPr="00502B38">
              <w:rPr>
                <w:lang w:val="en-CA"/>
              </w:rPr>
              <w:t>Base Requirements</w:t>
            </w:r>
          </w:p>
        </w:tc>
      </w:tr>
      <w:tr w:rsidR="007A780A" w:rsidRPr="002860AF" w14:paraId="5FBB2772" w14:textId="77777777" w:rsidTr="005B72AB">
        <w:tc>
          <w:tcPr>
            <w:tcW w:w="629" w:type="dxa"/>
            <w:tcBorders>
              <w:top w:val="single" w:sz="4" w:space="0" w:color="auto"/>
              <w:left w:val="single" w:sz="4" w:space="0" w:color="auto"/>
              <w:bottom w:val="single" w:sz="4" w:space="0" w:color="auto"/>
              <w:right w:val="single" w:sz="4" w:space="0" w:color="auto"/>
            </w:tcBorders>
          </w:tcPr>
          <w:p w14:paraId="5B2E367B"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16ECEC72"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1A378A23" w14:textId="38DB3C93"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6B47B788" w14:textId="77777777" w:rsidTr="005B72AB">
        <w:tc>
          <w:tcPr>
            <w:tcW w:w="629" w:type="dxa"/>
            <w:tcBorders>
              <w:top w:val="single" w:sz="4" w:space="0" w:color="auto"/>
              <w:left w:val="single" w:sz="4" w:space="0" w:color="auto"/>
              <w:bottom w:val="single" w:sz="4" w:space="0" w:color="auto"/>
              <w:right w:val="single" w:sz="4" w:space="0" w:color="auto"/>
            </w:tcBorders>
          </w:tcPr>
          <w:p w14:paraId="29E52C3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7DEE23F"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1C9A6CAC" w14:textId="77777777" w:rsidR="007A780A" w:rsidRPr="00502B38" w:rsidRDefault="007A780A" w:rsidP="00893C2A">
            <w:pPr>
              <w:rPr>
                <w:lang w:val="en-CA"/>
              </w:rPr>
            </w:pPr>
            <w:r w:rsidRPr="00502B38">
              <w:rPr>
                <w:lang w:val="en-CA"/>
              </w:rPr>
              <w:t>Supports command prioritization</w:t>
            </w:r>
          </w:p>
        </w:tc>
      </w:tr>
      <w:tr w:rsidR="007A780A" w:rsidRPr="002860AF" w14:paraId="534DEB2C" w14:textId="77777777" w:rsidTr="005B72AB">
        <w:tc>
          <w:tcPr>
            <w:tcW w:w="629" w:type="dxa"/>
            <w:tcBorders>
              <w:top w:val="single" w:sz="4" w:space="0" w:color="auto"/>
              <w:left w:val="single" w:sz="4" w:space="0" w:color="auto"/>
              <w:bottom w:val="single" w:sz="4" w:space="0" w:color="auto"/>
              <w:right w:val="single" w:sz="4" w:space="0" w:color="auto"/>
            </w:tcBorders>
          </w:tcPr>
          <w:p w14:paraId="3958CD53"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EC9B8CE"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3BC36D89" w14:textId="77777777" w:rsidR="007A780A" w:rsidRPr="00502B38" w:rsidRDefault="007A780A" w:rsidP="00893C2A">
            <w:r w:rsidRPr="00502B38">
              <w:t>Contains a writable Present_Value property</w:t>
            </w:r>
            <w:r w:rsidR="00C8668F" w:rsidRPr="00502B38">
              <w:t>, or can be placed Out_Of_Service.</w:t>
            </w:r>
          </w:p>
        </w:tc>
      </w:tr>
      <w:tr w:rsidR="007A780A" w:rsidRPr="002860AF" w14:paraId="6EE83DEA" w14:textId="77777777" w:rsidTr="005B72AB">
        <w:tc>
          <w:tcPr>
            <w:tcW w:w="629" w:type="dxa"/>
            <w:tcBorders>
              <w:top w:val="single" w:sz="4" w:space="0" w:color="auto"/>
              <w:left w:val="single" w:sz="4" w:space="0" w:color="auto"/>
              <w:bottom w:val="single" w:sz="4" w:space="0" w:color="auto"/>
              <w:right w:val="single" w:sz="4" w:space="0" w:color="auto"/>
            </w:tcBorders>
          </w:tcPr>
          <w:p w14:paraId="6F43DEF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9CE47E2"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19A876F4" w14:textId="77777777" w:rsidR="007A780A" w:rsidRPr="00502B38" w:rsidRDefault="007A780A" w:rsidP="00893C2A">
            <w:r w:rsidRPr="00502B38">
              <w:t>Contains a writable Relinquish_Default property</w:t>
            </w:r>
          </w:p>
        </w:tc>
      </w:tr>
      <w:tr w:rsidR="00186FB4" w:rsidRPr="00D7757E" w14:paraId="3DB0C2FB" w14:textId="77777777" w:rsidTr="005B72AB">
        <w:tblPrEx>
          <w:tblLook w:val="0000" w:firstRow="0" w:lastRow="0" w:firstColumn="0" w:lastColumn="0" w:noHBand="0" w:noVBand="0"/>
        </w:tblPrEx>
        <w:tc>
          <w:tcPr>
            <w:tcW w:w="629" w:type="dxa"/>
          </w:tcPr>
          <w:p w14:paraId="5E9C1A97" w14:textId="77777777" w:rsidR="00186FB4" w:rsidRPr="00D7757E" w:rsidRDefault="00186FB4" w:rsidP="00186FB4">
            <w:pPr>
              <w:jc w:val="center"/>
              <w:rPr>
                <w:szCs w:val="20"/>
                <w:lang w:val="en-CA" w:eastAsia="x-none"/>
              </w:rPr>
            </w:pPr>
          </w:p>
        </w:tc>
        <w:tc>
          <w:tcPr>
            <w:tcW w:w="905" w:type="dxa"/>
          </w:tcPr>
          <w:p w14:paraId="25B4F1F1"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29B27149"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7CEC0A9E" w14:textId="77777777" w:rsidTr="005B72AB">
        <w:tblPrEx>
          <w:tblLook w:val="0000" w:firstRow="0" w:lastRow="0" w:firstColumn="0" w:lastColumn="0" w:noHBand="0" w:noVBand="0"/>
        </w:tblPrEx>
        <w:tc>
          <w:tcPr>
            <w:tcW w:w="629" w:type="dxa"/>
            <w:tcBorders>
              <w:bottom w:val="single" w:sz="4" w:space="0" w:color="auto"/>
            </w:tcBorders>
          </w:tcPr>
          <w:p w14:paraId="4BB3654A"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3C41B1D5"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3F500C13"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558A84C9" w14:textId="77777777" w:rsidTr="005B72AB">
        <w:tblPrEx>
          <w:tblLook w:val="0000" w:firstRow="0" w:lastRow="0" w:firstColumn="0" w:lastColumn="0" w:noHBand="0" w:noVBand="0"/>
        </w:tblPrEx>
        <w:tc>
          <w:tcPr>
            <w:tcW w:w="629" w:type="dxa"/>
            <w:tcBorders>
              <w:bottom w:val="single" w:sz="4" w:space="0" w:color="auto"/>
            </w:tcBorders>
          </w:tcPr>
          <w:p w14:paraId="4CA7BACE"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9B64E0C"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1DCFAB3" w14:textId="0B0913E2"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36AFA625" w14:textId="77777777" w:rsidTr="005B72AB">
        <w:tblPrEx>
          <w:tblLook w:val="0000" w:firstRow="0" w:lastRow="0" w:firstColumn="0" w:lastColumn="0" w:noHBand="0" w:noVBand="0"/>
        </w:tblPrEx>
        <w:trPr>
          <w:cantSplit/>
        </w:trPr>
        <w:tc>
          <w:tcPr>
            <w:tcW w:w="9180" w:type="dxa"/>
            <w:gridSpan w:val="3"/>
          </w:tcPr>
          <w:p w14:paraId="066047D0"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52F55071"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02A01940" w14:textId="77777777" w:rsidR="007A780A" w:rsidRPr="00502B38" w:rsidRDefault="007A780A" w:rsidP="00893C2A">
            <w:pPr>
              <w:rPr>
                <w:b/>
                <w:lang w:val="en-CA"/>
              </w:rPr>
            </w:pPr>
            <w:r w:rsidRPr="00502B38">
              <w:rPr>
                <w:b/>
                <w:lang w:val="en-CA"/>
              </w:rPr>
              <w:t>Integer Value Object</w:t>
            </w:r>
          </w:p>
        </w:tc>
      </w:tr>
      <w:tr w:rsidR="007A780A" w:rsidRPr="002860AF" w14:paraId="4EB0A8B5" w14:textId="77777777" w:rsidTr="005B72AB">
        <w:tc>
          <w:tcPr>
            <w:tcW w:w="629" w:type="dxa"/>
            <w:tcBorders>
              <w:top w:val="single" w:sz="4" w:space="0" w:color="auto"/>
              <w:left w:val="single" w:sz="4" w:space="0" w:color="auto"/>
              <w:bottom w:val="single" w:sz="4" w:space="0" w:color="auto"/>
              <w:right w:val="single" w:sz="4" w:space="0" w:color="auto"/>
            </w:tcBorders>
          </w:tcPr>
          <w:p w14:paraId="281BCEA1"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4DD2BD38"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28B1F92B" w14:textId="77777777" w:rsidR="007A780A" w:rsidRPr="00502B38" w:rsidRDefault="007A780A" w:rsidP="00893C2A">
            <w:pPr>
              <w:rPr>
                <w:lang w:val="en-CA"/>
              </w:rPr>
            </w:pPr>
            <w:r w:rsidRPr="00502B38">
              <w:rPr>
                <w:lang w:val="en-CA"/>
              </w:rPr>
              <w:t>Base Requirements</w:t>
            </w:r>
          </w:p>
        </w:tc>
      </w:tr>
      <w:tr w:rsidR="007A780A" w:rsidRPr="002860AF" w14:paraId="20A63924" w14:textId="77777777" w:rsidTr="005B72AB">
        <w:tc>
          <w:tcPr>
            <w:tcW w:w="629" w:type="dxa"/>
            <w:tcBorders>
              <w:top w:val="single" w:sz="4" w:space="0" w:color="auto"/>
              <w:left w:val="single" w:sz="4" w:space="0" w:color="auto"/>
              <w:bottom w:val="single" w:sz="4" w:space="0" w:color="auto"/>
              <w:right w:val="single" w:sz="4" w:space="0" w:color="auto"/>
            </w:tcBorders>
          </w:tcPr>
          <w:p w14:paraId="6A450988"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58BA82E"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09BFDDA2" w14:textId="4DAFA5D3"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1C35A819" w14:textId="77777777" w:rsidTr="005B72AB">
        <w:tc>
          <w:tcPr>
            <w:tcW w:w="629" w:type="dxa"/>
            <w:tcBorders>
              <w:top w:val="single" w:sz="4" w:space="0" w:color="auto"/>
              <w:left w:val="single" w:sz="4" w:space="0" w:color="auto"/>
              <w:bottom w:val="single" w:sz="4" w:space="0" w:color="auto"/>
              <w:right w:val="single" w:sz="4" w:space="0" w:color="auto"/>
            </w:tcBorders>
          </w:tcPr>
          <w:p w14:paraId="23EAD0C7"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2582CB3"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0BB790AB" w14:textId="77777777" w:rsidR="007A780A" w:rsidRPr="00502B38" w:rsidRDefault="007A780A" w:rsidP="00893C2A">
            <w:pPr>
              <w:rPr>
                <w:lang w:val="en-CA"/>
              </w:rPr>
            </w:pPr>
            <w:r w:rsidRPr="00502B38">
              <w:rPr>
                <w:lang w:val="en-CA"/>
              </w:rPr>
              <w:t>Supports command prioritization</w:t>
            </w:r>
          </w:p>
        </w:tc>
      </w:tr>
      <w:tr w:rsidR="00186FB4" w:rsidRPr="00D7757E" w14:paraId="1428C94C" w14:textId="77777777" w:rsidTr="005B72AB">
        <w:tblPrEx>
          <w:tblLook w:val="0000" w:firstRow="0" w:lastRow="0" w:firstColumn="0" w:lastColumn="0" w:noHBand="0" w:noVBand="0"/>
        </w:tblPrEx>
        <w:tc>
          <w:tcPr>
            <w:tcW w:w="629" w:type="dxa"/>
          </w:tcPr>
          <w:p w14:paraId="517E857D" w14:textId="77777777" w:rsidR="00186FB4" w:rsidRPr="00D7757E" w:rsidRDefault="00186FB4" w:rsidP="00186FB4">
            <w:pPr>
              <w:jc w:val="center"/>
              <w:rPr>
                <w:szCs w:val="20"/>
                <w:lang w:val="en-CA" w:eastAsia="x-none"/>
              </w:rPr>
            </w:pPr>
          </w:p>
        </w:tc>
        <w:tc>
          <w:tcPr>
            <w:tcW w:w="905" w:type="dxa"/>
          </w:tcPr>
          <w:p w14:paraId="7DD3E2C3"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44AF4CF9"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2A067954" w14:textId="77777777" w:rsidTr="005B72AB">
        <w:tblPrEx>
          <w:tblLook w:val="0000" w:firstRow="0" w:lastRow="0" w:firstColumn="0" w:lastColumn="0" w:noHBand="0" w:noVBand="0"/>
        </w:tblPrEx>
        <w:tc>
          <w:tcPr>
            <w:tcW w:w="629" w:type="dxa"/>
            <w:tcBorders>
              <w:bottom w:val="single" w:sz="4" w:space="0" w:color="auto"/>
            </w:tcBorders>
          </w:tcPr>
          <w:p w14:paraId="7D3967BF"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1E4E0CB1"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33499C85"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5834423E" w14:textId="77777777" w:rsidTr="005B72AB">
        <w:tblPrEx>
          <w:tblLook w:val="0000" w:firstRow="0" w:lastRow="0" w:firstColumn="0" w:lastColumn="0" w:noHBand="0" w:noVBand="0"/>
        </w:tblPrEx>
        <w:tc>
          <w:tcPr>
            <w:tcW w:w="629" w:type="dxa"/>
            <w:tcBorders>
              <w:bottom w:val="single" w:sz="4" w:space="0" w:color="auto"/>
            </w:tcBorders>
          </w:tcPr>
          <w:p w14:paraId="1A3DEC16"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496CFEC"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38B378F6" w14:textId="06A06FF2"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4379D2BC" w14:textId="77777777" w:rsidTr="005B72AB">
        <w:tblPrEx>
          <w:tblLook w:val="0000" w:firstRow="0" w:lastRow="0" w:firstColumn="0" w:lastColumn="0" w:noHBand="0" w:noVBand="0"/>
        </w:tblPrEx>
        <w:trPr>
          <w:cantSplit/>
        </w:trPr>
        <w:tc>
          <w:tcPr>
            <w:tcW w:w="9180" w:type="dxa"/>
            <w:gridSpan w:val="3"/>
          </w:tcPr>
          <w:p w14:paraId="55694B47"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160B4D74"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1A750346" w14:textId="77777777" w:rsidR="007A780A" w:rsidRPr="00502B38" w:rsidRDefault="007A780A" w:rsidP="00893C2A">
            <w:pPr>
              <w:rPr>
                <w:b/>
                <w:lang w:val="en-CA"/>
              </w:rPr>
            </w:pPr>
            <w:r w:rsidRPr="00502B38">
              <w:rPr>
                <w:b/>
                <w:lang w:val="en-CA"/>
              </w:rPr>
              <w:t>Large Analog Value Object</w:t>
            </w:r>
          </w:p>
        </w:tc>
      </w:tr>
      <w:tr w:rsidR="007A780A" w:rsidRPr="002860AF" w14:paraId="44F69C69" w14:textId="77777777" w:rsidTr="005B72AB">
        <w:tc>
          <w:tcPr>
            <w:tcW w:w="629" w:type="dxa"/>
            <w:tcBorders>
              <w:top w:val="single" w:sz="4" w:space="0" w:color="auto"/>
              <w:left w:val="single" w:sz="4" w:space="0" w:color="auto"/>
              <w:bottom w:val="single" w:sz="4" w:space="0" w:color="auto"/>
              <w:right w:val="single" w:sz="4" w:space="0" w:color="auto"/>
            </w:tcBorders>
          </w:tcPr>
          <w:p w14:paraId="4AA71762"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738E5F1"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2CDA1223" w14:textId="77777777" w:rsidR="007A780A" w:rsidRPr="00502B38" w:rsidRDefault="007A780A" w:rsidP="00893C2A">
            <w:pPr>
              <w:rPr>
                <w:lang w:val="en-CA"/>
              </w:rPr>
            </w:pPr>
            <w:r w:rsidRPr="00502B38">
              <w:rPr>
                <w:lang w:val="en-CA"/>
              </w:rPr>
              <w:t>Base Requirements</w:t>
            </w:r>
          </w:p>
        </w:tc>
      </w:tr>
      <w:tr w:rsidR="007A780A" w:rsidRPr="002860AF" w14:paraId="72512A5E" w14:textId="77777777" w:rsidTr="005B72AB">
        <w:tc>
          <w:tcPr>
            <w:tcW w:w="629" w:type="dxa"/>
            <w:tcBorders>
              <w:top w:val="single" w:sz="4" w:space="0" w:color="auto"/>
              <w:left w:val="single" w:sz="4" w:space="0" w:color="auto"/>
              <w:bottom w:val="single" w:sz="4" w:space="0" w:color="auto"/>
              <w:right w:val="single" w:sz="4" w:space="0" w:color="auto"/>
            </w:tcBorders>
          </w:tcPr>
          <w:p w14:paraId="43DB3DD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4CE11955"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7295A7BE" w14:textId="667961FF"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3F7DEE67" w14:textId="77777777" w:rsidTr="005B72AB">
        <w:tc>
          <w:tcPr>
            <w:tcW w:w="629" w:type="dxa"/>
            <w:tcBorders>
              <w:top w:val="single" w:sz="4" w:space="0" w:color="auto"/>
              <w:left w:val="single" w:sz="4" w:space="0" w:color="auto"/>
              <w:bottom w:val="single" w:sz="4" w:space="0" w:color="auto"/>
              <w:right w:val="single" w:sz="4" w:space="0" w:color="auto"/>
            </w:tcBorders>
          </w:tcPr>
          <w:p w14:paraId="2ED34C37"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B1F9B64"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06993B20" w14:textId="77777777" w:rsidR="007A780A" w:rsidRPr="00502B38" w:rsidRDefault="007A780A" w:rsidP="00893C2A">
            <w:pPr>
              <w:rPr>
                <w:lang w:val="en-CA"/>
              </w:rPr>
            </w:pPr>
            <w:r w:rsidRPr="00502B38">
              <w:rPr>
                <w:lang w:val="en-CA"/>
              </w:rPr>
              <w:t>Supports command prioritization</w:t>
            </w:r>
          </w:p>
        </w:tc>
      </w:tr>
      <w:tr w:rsidR="00186FB4" w:rsidRPr="00D7757E" w14:paraId="7BB38566" w14:textId="77777777" w:rsidTr="005B72AB">
        <w:tblPrEx>
          <w:tblLook w:val="0000" w:firstRow="0" w:lastRow="0" w:firstColumn="0" w:lastColumn="0" w:noHBand="0" w:noVBand="0"/>
        </w:tblPrEx>
        <w:tc>
          <w:tcPr>
            <w:tcW w:w="629" w:type="dxa"/>
          </w:tcPr>
          <w:p w14:paraId="5D2FAC99" w14:textId="77777777" w:rsidR="00186FB4" w:rsidRPr="00D7757E" w:rsidRDefault="00186FB4" w:rsidP="00186FB4">
            <w:pPr>
              <w:jc w:val="center"/>
              <w:rPr>
                <w:szCs w:val="20"/>
                <w:lang w:val="en-CA" w:eastAsia="x-none"/>
              </w:rPr>
            </w:pPr>
          </w:p>
        </w:tc>
        <w:tc>
          <w:tcPr>
            <w:tcW w:w="905" w:type="dxa"/>
          </w:tcPr>
          <w:p w14:paraId="08FD58DB"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7A4672EA"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51E8D98D" w14:textId="77777777" w:rsidTr="005B72AB">
        <w:tblPrEx>
          <w:tblLook w:val="0000" w:firstRow="0" w:lastRow="0" w:firstColumn="0" w:lastColumn="0" w:noHBand="0" w:noVBand="0"/>
        </w:tblPrEx>
        <w:tc>
          <w:tcPr>
            <w:tcW w:w="629" w:type="dxa"/>
            <w:tcBorders>
              <w:bottom w:val="single" w:sz="4" w:space="0" w:color="auto"/>
            </w:tcBorders>
          </w:tcPr>
          <w:p w14:paraId="05204C65"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431F6A00"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7325B64"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357B3184" w14:textId="77777777" w:rsidTr="005B72AB">
        <w:tblPrEx>
          <w:tblLook w:val="0000" w:firstRow="0" w:lastRow="0" w:firstColumn="0" w:lastColumn="0" w:noHBand="0" w:noVBand="0"/>
        </w:tblPrEx>
        <w:tc>
          <w:tcPr>
            <w:tcW w:w="629" w:type="dxa"/>
            <w:tcBorders>
              <w:bottom w:val="single" w:sz="4" w:space="0" w:color="auto"/>
            </w:tcBorders>
          </w:tcPr>
          <w:p w14:paraId="3EF3A1E2"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23962F2C"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539C7D2E" w14:textId="48116655"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24541D96" w14:textId="77777777" w:rsidTr="005B72AB">
        <w:tblPrEx>
          <w:tblLook w:val="0000" w:firstRow="0" w:lastRow="0" w:firstColumn="0" w:lastColumn="0" w:noHBand="0" w:noVBand="0"/>
        </w:tblPrEx>
        <w:trPr>
          <w:cantSplit/>
        </w:trPr>
        <w:tc>
          <w:tcPr>
            <w:tcW w:w="9180" w:type="dxa"/>
            <w:gridSpan w:val="3"/>
          </w:tcPr>
          <w:p w14:paraId="6CEEE856"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5D33C40F"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3D46B8FE" w14:textId="77777777" w:rsidR="007A780A" w:rsidRPr="00502B38" w:rsidRDefault="007A780A" w:rsidP="00893C2A">
            <w:pPr>
              <w:rPr>
                <w:b/>
                <w:lang w:val="en-CA"/>
              </w:rPr>
            </w:pPr>
            <w:r w:rsidRPr="00502B38">
              <w:rPr>
                <w:b/>
                <w:lang w:val="en-CA"/>
              </w:rPr>
              <w:t>OctetString Value Object</w:t>
            </w:r>
          </w:p>
        </w:tc>
      </w:tr>
      <w:tr w:rsidR="007A780A" w:rsidRPr="002860AF" w14:paraId="412552F8" w14:textId="77777777" w:rsidTr="005B72AB">
        <w:tc>
          <w:tcPr>
            <w:tcW w:w="629" w:type="dxa"/>
            <w:tcBorders>
              <w:top w:val="single" w:sz="4" w:space="0" w:color="auto"/>
              <w:left w:val="single" w:sz="4" w:space="0" w:color="auto"/>
              <w:bottom w:val="single" w:sz="4" w:space="0" w:color="auto"/>
              <w:right w:val="single" w:sz="4" w:space="0" w:color="auto"/>
            </w:tcBorders>
          </w:tcPr>
          <w:p w14:paraId="25F560D9"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1911FCD"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477DD370" w14:textId="77777777" w:rsidR="007A780A" w:rsidRPr="00502B38" w:rsidRDefault="007A780A" w:rsidP="00893C2A">
            <w:pPr>
              <w:rPr>
                <w:lang w:val="en-CA"/>
              </w:rPr>
            </w:pPr>
            <w:r w:rsidRPr="00502B38">
              <w:rPr>
                <w:lang w:val="en-CA"/>
              </w:rPr>
              <w:t>Base Requirements</w:t>
            </w:r>
          </w:p>
        </w:tc>
      </w:tr>
      <w:tr w:rsidR="007A780A" w:rsidRPr="002860AF" w14:paraId="2FE4A768" w14:textId="77777777" w:rsidTr="005B72AB">
        <w:tc>
          <w:tcPr>
            <w:tcW w:w="629" w:type="dxa"/>
            <w:tcBorders>
              <w:top w:val="single" w:sz="4" w:space="0" w:color="auto"/>
              <w:left w:val="single" w:sz="4" w:space="0" w:color="auto"/>
              <w:bottom w:val="single" w:sz="4" w:space="0" w:color="auto"/>
              <w:right w:val="single" w:sz="4" w:space="0" w:color="auto"/>
            </w:tcBorders>
          </w:tcPr>
          <w:p w14:paraId="4FECC16B"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48C51118"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4B2D9CC9" w14:textId="59B16560"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4332E4B9" w14:textId="77777777" w:rsidTr="005B72AB">
        <w:tc>
          <w:tcPr>
            <w:tcW w:w="629" w:type="dxa"/>
            <w:tcBorders>
              <w:top w:val="single" w:sz="4" w:space="0" w:color="auto"/>
              <w:left w:val="single" w:sz="4" w:space="0" w:color="auto"/>
              <w:bottom w:val="single" w:sz="4" w:space="0" w:color="auto"/>
              <w:right w:val="single" w:sz="4" w:space="0" w:color="auto"/>
            </w:tcBorders>
          </w:tcPr>
          <w:p w14:paraId="71F71932"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F8E79E4"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07E6FADF" w14:textId="77777777" w:rsidR="007A780A" w:rsidRPr="00502B38" w:rsidRDefault="007A780A" w:rsidP="00893C2A">
            <w:pPr>
              <w:rPr>
                <w:lang w:val="en-CA"/>
              </w:rPr>
            </w:pPr>
            <w:r w:rsidRPr="00502B38">
              <w:rPr>
                <w:lang w:val="en-CA"/>
              </w:rPr>
              <w:t>Supports command prioritization</w:t>
            </w:r>
          </w:p>
        </w:tc>
      </w:tr>
      <w:tr w:rsidR="00186FB4" w:rsidRPr="00D7757E" w14:paraId="7128DAE3" w14:textId="77777777" w:rsidTr="005B72AB">
        <w:tblPrEx>
          <w:tblLook w:val="0000" w:firstRow="0" w:lastRow="0" w:firstColumn="0" w:lastColumn="0" w:noHBand="0" w:noVBand="0"/>
        </w:tblPrEx>
        <w:tc>
          <w:tcPr>
            <w:tcW w:w="629" w:type="dxa"/>
          </w:tcPr>
          <w:p w14:paraId="127D7164" w14:textId="77777777" w:rsidR="00186FB4" w:rsidRPr="00D7757E" w:rsidRDefault="00186FB4" w:rsidP="00186FB4">
            <w:pPr>
              <w:jc w:val="center"/>
              <w:rPr>
                <w:szCs w:val="20"/>
                <w:lang w:val="en-CA" w:eastAsia="x-none"/>
              </w:rPr>
            </w:pPr>
          </w:p>
        </w:tc>
        <w:tc>
          <w:tcPr>
            <w:tcW w:w="905" w:type="dxa"/>
          </w:tcPr>
          <w:p w14:paraId="7173B72E"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7F476634"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620415B2" w14:textId="77777777" w:rsidTr="005B72AB">
        <w:tblPrEx>
          <w:tblLook w:val="0000" w:firstRow="0" w:lastRow="0" w:firstColumn="0" w:lastColumn="0" w:noHBand="0" w:noVBand="0"/>
        </w:tblPrEx>
        <w:tc>
          <w:tcPr>
            <w:tcW w:w="629" w:type="dxa"/>
            <w:tcBorders>
              <w:bottom w:val="single" w:sz="4" w:space="0" w:color="auto"/>
            </w:tcBorders>
          </w:tcPr>
          <w:p w14:paraId="0AC7A640"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28419DAC"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84AA0B4" w14:textId="77777777" w:rsidR="00540D09" w:rsidRPr="00E559FD" w:rsidRDefault="00540D09" w:rsidP="001608F4">
            <w:pPr>
              <w:jc w:val="both"/>
              <w:rPr>
                <w:szCs w:val="20"/>
                <w:lang w:val="en-CA" w:eastAsia="x-none"/>
              </w:rPr>
            </w:pPr>
            <w:r w:rsidRPr="00E559FD">
              <w:t>Supports configurable Reliability_Evaluation_Inhibit property</w:t>
            </w:r>
          </w:p>
        </w:tc>
      </w:tr>
      <w:tr w:rsidR="00540D09" w:rsidRPr="003568D0" w14:paraId="7C0F3AC5" w14:textId="77777777" w:rsidTr="005B72AB">
        <w:tblPrEx>
          <w:tblLook w:val="0000" w:firstRow="0" w:lastRow="0" w:firstColumn="0" w:lastColumn="0" w:noHBand="0" w:noVBand="0"/>
        </w:tblPrEx>
        <w:trPr>
          <w:cantSplit/>
        </w:trPr>
        <w:tc>
          <w:tcPr>
            <w:tcW w:w="9180" w:type="dxa"/>
            <w:gridSpan w:val="3"/>
          </w:tcPr>
          <w:p w14:paraId="51C134B1"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71AD1E3D"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1CD07B2" w14:textId="77777777" w:rsidR="007A780A" w:rsidRPr="00502B38" w:rsidRDefault="007A780A" w:rsidP="00893C2A">
            <w:pPr>
              <w:rPr>
                <w:b/>
                <w:lang w:val="en-CA"/>
              </w:rPr>
            </w:pPr>
            <w:r w:rsidRPr="00502B38">
              <w:rPr>
                <w:b/>
                <w:lang w:val="en-CA"/>
              </w:rPr>
              <w:t>Positive Integer Value Object</w:t>
            </w:r>
          </w:p>
        </w:tc>
      </w:tr>
      <w:tr w:rsidR="007A780A" w:rsidRPr="002860AF" w14:paraId="001984BF" w14:textId="77777777" w:rsidTr="005B72AB">
        <w:tc>
          <w:tcPr>
            <w:tcW w:w="629" w:type="dxa"/>
            <w:tcBorders>
              <w:top w:val="single" w:sz="4" w:space="0" w:color="auto"/>
              <w:left w:val="single" w:sz="4" w:space="0" w:color="auto"/>
              <w:bottom w:val="single" w:sz="4" w:space="0" w:color="auto"/>
              <w:right w:val="single" w:sz="4" w:space="0" w:color="auto"/>
            </w:tcBorders>
          </w:tcPr>
          <w:p w14:paraId="196DFD8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BA4D993"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6E3B9D96" w14:textId="77777777" w:rsidR="007A780A" w:rsidRPr="00502B38" w:rsidRDefault="007A780A" w:rsidP="00893C2A">
            <w:pPr>
              <w:rPr>
                <w:lang w:val="en-CA"/>
              </w:rPr>
            </w:pPr>
            <w:r w:rsidRPr="00502B38">
              <w:rPr>
                <w:lang w:val="en-CA"/>
              </w:rPr>
              <w:t>Base Requirements</w:t>
            </w:r>
          </w:p>
        </w:tc>
      </w:tr>
      <w:tr w:rsidR="007A780A" w:rsidRPr="002860AF" w14:paraId="5A8E7097" w14:textId="77777777" w:rsidTr="005B72AB">
        <w:tc>
          <w:tcPr>
            <w:tcW w:w="629" w:type="dxa"/>
            <w:tcBorders>
              <w:top w:val="single" w:sz="4" w:space="0" w:color="auto"/>
              <w:left w:val="single" w:sz="4" w:space="0" w:color="auto"/>
              <w:bottom w:val="single" w:sz="4" w:space="0" w:color="auto"/>
              <w:right w:val="single" w:sz="4" w:space="0" w:color="auto"/>
            </w:tcBorders>
          </w:tcPr>
          <w:p w14:paraId="6E065399"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3C207FA"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45B8B898" w14:textId="420166C9"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05BB1C40" w14:textId="77777777" w:rsidTr="005B72AB">
        <w:tc>
          <w:tcPr>
            <w:tcW w:w="629" w:type="dxa"/>
            <w:tcBorders>
              <w:top w:val="single" w:sz="4" w:space="0" w:color="auto"/>
              <w:left w:val="single" w:sz="4" w:space="0" w:color="auto"/>
              <w:bottom w:val="single" w:sz="4" w:space="0" w:color="auto"/>
              <w:right w:val="single" w:sz="4" w:space="0" w:color="auto"/>
            </w:tcBorders>
          </w:tcPr>
          <w:p w14:paraId="258234BD"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F2DEF02"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7036E9FA" w14:textId="77777777" w:rsidR="007A780A" w:rsidRPr="00502B38" w:rsidRDefault="007A780A" w:rsidP="00893C2A">
            <w:pPr>
              <w:rPr>
                <w:lang w:val="en-CA"/>
              </w:rPr>
            </w:pPr>
            <w:r w:rsidRPr="00502B38">
              <w:rPr>
                <w:lang w:val="en-CA"/>
              </w:rPr>
              <w:t>Supports command prioritization</w:t>
            </w:r>
          </w:p>
        </w:tc>
      </w:tr>
      <w:tr w:rsidR="00186FB4" w:rsidRPr="00D7757E" w14:paraId="449D7FDA" w14:textId="77777777" w:rsidTr="005B72AB">
        <w:tblPrEx>
          <w:tblLook w:val="0000" w:firstRow="0" w:lastRow="0" w:firstColumn="0" w:lastColumn="0" w:noHBand="0" w:noVBand="0"/>
        </w:tblPrEx>
        <w:tc>
          <w:tcPr>
            <w:tcW w:w="629" w:type="dxa"/>
          </w:tcPr>
          <w:p w14:paraId="7637839C" w14:textId="77777777" w:rsidR="00186FB4" w:rsidRPr="00D7757E" w:rsidRDefault="00186FB4" w:rsidP="00186FB4">
            <w:pPr>
              <w:jc w:val="center"/>
              <w:rPr>
                <w:szCs w:val="20"/>
                <w:lang w:val="en-CA" w:eastAsia="x-none"/>
              </w:rPr>
            </w:pPr>
          </w:p>
        </w:tc>
        <w:tc>
          <w:tcPr>
            <w:tcW w:w="905" w:type="dxa"/>
          </w:tcPr>
          <w:p w14:paraId="4AC0F8FF"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681D3C41"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33AC8661" w14:textId="77777777" w:rsidTr="005B72AB">
        <w:tblPrEx>
          <w:tblLook w:val="0000" w:firstRow="0" w:lastRow="0" w:firstColumn="0" w:lastColumn="0" w:noHBand="0" w:noVBand="0"/>
        </w:tblPrEx>
        <w:tc>
          <w:tcPr>
            <w:tcW w:w="629" w:type="dxa"/>
            <w:tcBorders>
              <w:bottom w:val="single" w:sz="4" w:space="0" w:color="auto"/>
            </w:tcBorders>
          </w:tcPr>
          <w:p w14:paraId="4CC2CA0F"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67CE90F1"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A9B522D"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310D469E" w14:textId="77777777" w:rsidTr="005B72AB">
        <w:tblPrEx>
          <w:tblLook w:val="0000" w:firstRow="0" w:lastRow="0" w:firstColumn="0" w:lastColumn="0" w:noHBand="0" w:noVBand="0"/>
        </w:tblPrEx>
        <w:tc>
          <w:tcPr>
            <w:tcW w:w="629" w:type="dxa"/>
            <w:tcBorders>
              <w:bottom w:val="single" w:sz="4" w:space="0" w:color="auto"/>
            </w:tcBorders>
          </w:tcPr>
          <w:p w14:paraId="55C90F24"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D56C9BF"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25866CEB" w14:textId="5D8DC591"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6D5A9D7E" w14:textId="77777777" w:rsidTr="005B72AB">
        <w:tblPrEx>
          <w:tblLook w:val="0000" w:firstRow="0" w:lastRow="0" w:firstColumn="0" w:lastColumn="0" w:noHBand="0" w:noVBand="0"/>
        </w:tblPrEx>
        <w:trPr>
          <w:cantSplit/>
        </w:trPr>
        <w:tc>
          <w:tcPr>
            <w:tcW w:w="9180" w:type="dxa"/>
            <w:gridSpan w:val="3"/>
          </w:tcPr>
          <w:p w14:paraId="7CABFECB" w14:textId="77777777" w:rsidR="00540D09" w:rsidRPr="003568D0" w:rsidRDefault="00540D09" w:rsidP="001608F4">
            <w:pPr>
              <w:ind w:left="720"/>
            </w:pPr>
            <w:r>
              <w:rPr>
                <w:vertAlign w:val="superscript"/>
              </w:rPr>
              <w:lastRenderedPageBreak/>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50750540"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6D8989B6" w14:textId="77777777" w:rsidR="007A780A" w:rsidRPr="00502B38" w:rsidRDefault="007A780A" w:rsidP="00893C2A">
            <w:pPr>
              <w:rPr>
                <w:b/>
                <w:lang w:val="en-CA"/>
              </w:rPr>
            </w:pPr>
            <w:r w:rsidRPr="00502B38">
              <w:rPr>
                <w:b/>
                <w:lang w:val="en-CA"/>
              </w:rPr>
              <w:t>Time Pattern Value Object</w:t>
            </w:r>
          </w:p>
        </w:tc>
      </w:tr>
      <w:tr w:rsidR="007A780A" w:rsidRPr="002860AF" w14:paraId="1865062A" w14:textId="77777777" w:rsidTr="005B72AB">
        <w:tc>
          <w:tcPr>
            <w:tcW w:w="629" w:type="dxa"/>
            <w:tcBorders>
              <w:top w:val="single" w:sz="4" w:space="0" w:color="auto"/>
              <w:left w:val="single" w:sz="4" w:space="0" w:color="auto"/>
              <w:bottom w:val="single" w:sz="4" w:space="0" w:color="auto"/>
              <w:right w:val="single" w:sz="4" w:space="0" w:color="auto"/>
            </w:tcBorders>
          </w:tcPr>
          <w:p w14:paraId="34574516"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130238DB"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574BF78F" w14:textId="77777777" w:rsidR="007A780A" w:rsidRPr="00502B38" w:rsidRDefault="007A780A" w:rsidP="00893C2A">
            <w:pPr>
              <w:rPr>
                <w:lang w:val="en-CA"/>
              </w:rPr>
            </w:pPr>
            <w:r w:rsidRPr="00502B38">
              <w:rPr>
                <w:lang w:val="en-CA"/>
              </w:rPr>
              <w:t>Base Requirements</w:t>
            </w:r>
          </w:p>
        </w:tc>
      </w:tr>
      <w:tr w:rsidR="007A780A" w:rsidRPr="002860AF" w14:paraId="07767709" w14:textId="77777777" w:rsidTr="005B72AB">
        <w:tc>
          <w:tcPr>
            <w:tcW w:w="629" w:type="dxa"/>
            <w:tcBorders>
              <w:top w:val="single" w:sz="4" w:space="0" w:color="auto"/>
              <w:left w:val="single" w:sz="4" w:space="0" w:color="auto"/>
              <w:bottom w:val="single" w:sz="4" w:space="0" w:color="auto"/>
              <w:right w:val="single" w:sz="4" w:space="0" w:color="auto"/>
            </w:tcBorders>
          </w:tcPr>
          <w:p w14:paraId="76AA2B3B"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79497C8D"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133C32D3" w14:textId="4AD0FFAA"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4DE7B78C" w14:textId="77777777" w:rsidTr="005B72AB">
        <w:tc>
          <w:tcPr>
            <w:tcW w:w="629" w:type="dxa"/>
            <w:tcBorders>
              <w:top w:val="single" w:sz="4" w:space="0" w:color="auto"/>
              <w:left w:val="single" w:sz="4" w:space="0" w:color="auto"/>
              <w:bottom w:val="single" w:sz="4" w:space="0" w:color="auto"/>
              <w:right w:val="single" w:sz="4" w:space="0" w:color="auto"/>
            </w:tcBorders>
          </w:tcPr>
          <w:p w14:paraId="66C15874"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226B3F39"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07652276" w14:textId="77777777" w:rsidR="007A780A" w:rsidRPr="00502B38" w:rsidRDefault="007A780A" w:rsidP="00893C2A">
            <w:pPr>
              <w:rPr>
                <w:lang w:val="en-CA"/>
              </w:rPr>
            </w:pPr>
            <w:r w:rsidRPr="00502B38">
              <w:rPr>
                <w:lang w:val="en-CA"/>
              </w:rPr>
              <w:t>Supports command prioritization</w:t>
            </w:r>
          </w:p>
        </w:tc>
      </w:tr>
      <w:tr w:rsidR="007A780A" w:rsidRPr="002860AF" w14:paraId="4616A2ED" w14:textId="77777777" w:rsidTr="005B72AB">
        <w:tc>
          <w:tcPr>
            <w:tcW w:w="629" w:type="dxa"/>
            <w:tcBorders>
              <w:top w:val="single" w:sz="4" w:space="0" w:color="auto"/>
              <w:left w:val="single" w:sz="4" w:space="0" w:color="auto"/>
              <w:bottom w:val="single" w:sz="4" w:space="0" w:color="auto"/>
              <w:right w:val="single" w:sz="4" w:space="0" w:color="auto"/>
            </w:tcBorders>
          </w:tcPr>
          <w:p w14:paraId="4D7955EB"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2E1ECF7"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704C9C57" w14:textId="77777777" w:rsidR="007A780A" w:rsidRPr="00502B38" w:rsidRDefault="007A780A" w:rsidP="00893C2A">
            <w:r w:rsidRPr="00502B38">
              <w:t>Contains a writable Present_Value property, or can be placed Out_Of_Service</w:t>
            </w:r>
          </w:p>
        </w:tc>
      </w:tr>
      <w:tr w:rsidR="007A780A" w:rsidRPr="002860AF" w14:paraId="026314A8" w14:textId="77777777" w:rsidTr="005B72AB">
        <w:tc>
          <w:tcPr>
            <w:tcW w:w="629" w:type="dxa"/>
            <w:tcBorders>
              <w:top w:val="single" w:sz="4" w:space="0" w:color="auto"/>
              <w:left w:val="single" w:sz="4" w:space="0" w:color="auto"/>
              <w:bottom w:val="single" w:sz="4" w:space="0" w:color="auto"/>
              <w:right w:val="single" w:sz="4" w:space="0" w:color="auto"/>
            </w:tcBorders>
          </w:tcPr>
          <w:p w14:paraId="6D753889"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506C2D3"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2F6CF796" w14:textId="77777777" w:rsidR="007A780A" w:rsidRPr="00502B38" w:rsidRDefault="007A780A" w:rsidP="00893C2A">
            <w:r w:rsidRPr="00502B38">
              <w:t>Contains a writable Relinquish_Default</w:t>
            </w:r>
            <w:r w:rsidR="00B30132">
              <w:t xml:space="preserve"> property</w:t>
            </w:r>
          </w:p>
        </w:tc>
      </w:tr>
      <w:tr w:rsidR="00186FB4" w:rsidRPr="00D7757E" w14:paraId="558D3996" w14:textId="77777777" w:rsidTr="005B72AB">
        <w:tblPrEx>
          <w:tblLook w:val="0000" w:firstRow="0" w:lastRow="0" w:firstColumn="0" w:lastColumn="0" w:noHBand="0" w:noVBand="0"/>
        </w:tblPrEx>
        <w:tc>
          <w:tcPr>
            <w:tcW w:w="629" w:type="dxa"/>
          </w:tcPr>
          <w:p w14:paraId="2E1C185F" w14:textId="77777777" w:rsidR="00186FB4" w:rsidRPr="00D7757E" w:rsidRDefault="00186FB4" w:rsidP="00186FB4">
            <w:pPr>
              <w:jc w:val="center"/>
              <w:rPr>
                <w:szCs w:val="20"/>
                <w:lang w:val="en-CA" w:eastAsia="x-none"/>
              </w:rPr>
            </w:pPr>
          </w:p>
        </w:tc>
        <w:tc>
          <w:tcPr>
            <w:tcW w:w="905" w:type="dxa"/>
          </w:tcPr>
          <w:p w14:paraId="06DFB5DB"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4F5045A9"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4BE3B650" w14:textId="77777777" w:rsidTr="005B72AB">
        <w:tblPrEx>
          <w:tblLook w:val="0000" w:firstRow="0" w:lastRow="0" w:firstColumn="0" w:lastColumn="0" w:noHBand="0" w:noVBand="0"/>
        </w:tblPrEx>
        <w:tc>
          <w:tcPr>
            <w:tcW w:w="629" w:type="dxa"/>
            <w:tcBorders>
              <w:bottom w:val="single" w:sz="4" w:space="0" w:color="auto"/>
            </w:tcBorders>
          </w:tcPr>
          <w:p w14:paraId="08F59294"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5004DC54"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658574EE"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1BA2B5AB" w14:textId="77777777" w:rsidTr="005B72AB">
        <w:tblPrEx>
          <w:tblLook w:val="0000" w:firstRow="0" w:lastRow="0" w:firstColumn="0" w:lastColumn="0" w:noHBand="0" w:noVBand="0"/>
        </w:tblPrEx>
        <w:tc>
          <w:tcPr>
            <w:tcW w:w="629" w:type="dxa"/>
            <w:tcBorders>
              <w:bottom w:val="single" w:sz="4" w:space="0" w:color="auto"/>
            </w:tcBorders>
          </w:tcPr>
          <w:p w14:paraId="6944F23F"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50E5938"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2817642" w14:textId="78E4C4AA"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1EB6E3E3" w14:textId="77777777" w:rsidTr="005B72AB">
        <w:tblPrEx>
          <w:tblLook w:val="0000" w:firstRow="0" w:lastRow="0" w:firstColumn="0" w:lastColumn="0" w:noHBand="0" w:noVBand="0"/>
        </w:tblPrEx>
        <w:trPr>
          <w:cantSplit/>
        </w:trPr>
        <w:tc>
          <w:tcPr>
            <w:tcW w:w="9180" w:type="dxa"/>
            <w:gridSpan w:val="3"/>
          </w:tcPr>
          <w:p w14:paraId="79D5EB75"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7A780A" w:rsidRPr="002860AF" w14:paraId="373A18CE"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2986E634" w14:textId="77777777" w:rsidR="007A780A" w:rsidRPr="00502B38" w:rsidRDefault="007A780A" w:rsidP="00893C2A">
            <w:pPr>
              <w:rPr>
                <w:b/>
                <w:lang w:val="en-CA"/>
              </w:rPr>
            </w:pPr>
            <w:r w:rsidRPr="00502B38">
              <w:rPr>
                <w:b/>
                <w:lang w:val="en-CA"/>
              </w:rPr>
              <w:t>Time Value Object</w:t>
            </w:r>
          </w:p>
        </w:tc>
      </w:tr>
      <w:tr w:rsidR="007A780A" w:rsidRPr="002860AF" w14:paraId="68BDE0B1" w14:textId="77777777" w:rsidTr="005B72AB">
        <w:tc>
          <w:tcPr>
            <w:tcW w:w="629" w:type="dxa"/>
            <w:tcBorders>
              <w:top w:val="single" w:sz="4" w:space="0" w:color="auto"/>
              <w:left w:val="single" w:sz="4" w:space="0" w:color="auto"/>
              <w:bottom w:val="single" w:sz="4" w:space="0" w:color="auto"/>
              <w:right w:val="single" w:sz="4" w:space="0" w:color="auto"/>
            </w:tcBorders>
          </w:tcPr>
          <w:p w14:paraId="4AD66E5A"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1F545288" w14:textId="77777777" w:rsidR="007A780A" w:rsidRPr="00502B38" w:rsidRDefault="007A780A" w:rsidP="00893C2A">
            <w:pPr>
              <w:jc w:val="center"/>
              <w:rPr>
                <w:lang w:val="en-CA"/>
              </w:rPr>
            </w:pPr>
            <w:r w:rsidRPr="00502B38">
              <w:rPr>
                <w:lang w:val="en-CA"/>
              </w:rPr>
              <w:t>R</w:t>
            </w:r>
          </w:p>
        </w:tc>
        <w:tc>
          <w:tcPr>
            <w:tcW w:w="7646" w:type="dxa"/>
            <w:tcBorders>
              <w:top w:val="single" w:sz="4" w:space="0" w:color="auto"/>
              <w:left w:val="single" w:sz="4" w:space="0" w:color="auto"/>
              <w:bottom w:val="single" w:sz="4" w:space="0" w:color="auto"/>
              <w:right w:val="single" w:sz="4" w:space="0" w:color="auto"/>
            </w:tcBorders>
            <w:hideMark/>
          </w:tcPr>
          <w:p w14:paraId="00EEEB19" w14:textId="77777777" w:rsidR="007A780A" w:rsidRPr="00502B38" w:rsidRDefault="007A780A" w:rsidP="00893C2A">
            <w:pPr>
              <w:rPr>
                <w:lang w:val="en-CA"/>
              </w:rPr>
            </w:pPr>
            <w:r w:rsidRPr="00502B38">
              <w:rPr>
                <w:lang w:val="en-CA"/>
              </w:rPr>
              <w:t>Base Requirements</w:t>
            </w:r>
          </w:p>
        </w:tc>
      </w:tr>
      <w:tr w:rsidR="007A780A" w:rsidRPr="002860AF" w14:paraId="06FC2742" w14:textId="77777777" w:rsidTr="005B72AB">
        <w:tc>
          <w:tcPr>
            <w:tcW w:w="629" w:type="dxa"/>
            <w:tcBorders>
              <w:top w:val="single" w:sz="4" w:space="0" w:color="auto"/>
              <w:left w:val="single" w:sz="4" w:space="0" w:color="auto"/>
              <w:bottom w:val="single" w:sz="4" w:space="0" w:color="auto"/>
              <w:right w:val="single" w:sz="4" w:space="0" w:color="auto"/>
            </w:tcBorders>
          </w:tcPr>
          <w:p w14:paraId="5761D27F"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5ED54287" w14:textId="77777777" w:rsidR="007A780A" w:rsidRPr="00502B38" w:rsidRDefault="007A780A" w:rsidP="00893C2A">
            <w:pPr>
              <w:jc w:val="center"/>
              <w:rPr>
                <w:lang w:val="en-CA"/>
              </w:rPr>
            </w:pPr>
            <w:r w:rsidRPr="00502B38">
              <w:rPr>
                <w:lang w:val="en-CA"/>
              </w:rPr>
              <w:t>S</w:t>
            </w:r>
          </w:p>
        </w:tc>
        <w:tc>
          <w:tcPr>
            <w:tcW w:w="7646" w:type="dxa"/>
            <w:tcBorders>
              <w:top w:val="single" w:sz="4" w:space="0" w:color="auto"/>
              <w:left w:val="single" w:sz="4" w:space="0" w:color="auto"/>
              <w:bottom w:val="single" w:sz="4" w:space="0" w:color="auto"/>
              <w:right w:val="single" w:sz="4" w:space="0" w:color="auto"/>
            </w:tcBorders>
            <w:hideMark/>
          </w:tcPr>
          <w:p w14:paraId="36662091" w14:textId="4EED0402" w:rsidR="007A780A" w:rsidRPr="00502B38" w:rsidRDefault="00AC727B" w:rsidP="00893C2A">
            <w:pPr>
              <w:rPr>
                <w:lang w:val="en-CA"/>
              </w:rPr>
            </w:pPr>
            <w:r>
              <w:rPr>
                <w:lang w:val="en-CA"/>
              </w:rPr>
              <w:t>Supports configurable Out_Of_Service</w:t>
            </w:r>
            <w:r w:rsidR="0018579F">
              <w:rPr>
                <w:lang w:val="en-CA"/>
              </w:rPr>
              <w:t xml:space="preserve"> property</w:t>
            </w:r>
          </w:p>
        </w:tc>
      </w:tr>
      <w:tr w:rsidR="007A780A" w:rsidRPr="002860AF" w14:paraId="6AA76226" w14:textId="77777777" w:rsidTr="005B72AB">
        <w:tc>
          <w:tcPr>
            <w:tcW w:w="629" w:type="dxa"/>
            <w:tcBorders>
              <w:top w:val="single" w:sz="4" w:space="0" w:color="auto"/>
              <w:left w:val="single" w:sz="4" w:space="0" w:color="auto"/>
              <w:bottom w:val="single" w:sz="4" w:space="0" w:color="auto"/>
              <w:right w:val="single" w:sz="4" w:space="0" w:color="auto"/>
            </w:tcBorders>
          </w:tcPr>
          <w:p w14:paraId="127AB485" w14:textId="77777777" w:rsidR="007A780A" w:rsidRPr="002860AF" w:rsidRDefault="007A780A" w:rsidP="00893C2A">
            <w:pPr>
              <w:jc w:val="center"/>
              <w:rPr>
                <w:lang w:val="en-CA"/>
              </w:rPr>
            </w:pPr>
          </w:p>
        </w:tc>
        <w:tc>
          <w:tcPr>
            <w:tcW w:w="905" w:type="dxa"/>
            <w:tcBorders>
              <w:top w:val="single" w:sz="4" w:space="0" w:color="auto"/>
              <w:left w:val="single" w:sz="4" w:space="0" w:color="auto"/>
              <w:bottom w:val="single" w:sz="4" w:space="0" w:color="auto"/>
              <w:right w:val="single" w:sz="4" w:space="0" w:color="auto"/>
            </w:tcBorders>
            <w:hideMark/>
          </w:tcPr>
          <w:p w14:paraId="086C05DF" w14:textId="77777777" w:rsidR="007A780A" w:rsidRPr="00502B38" w:rsidRDefault="007A780A" w:rsidP="00893C2A">
            <w:pPr>
              <w:jc w:val="center"/>
              <w:rPr>
                <w:lang w:val="en-CA"/>
              </w:rPr>
            </w:pPr>
            <w:r w:rsidRPr="00502B38">
              <w:rPr>
                <w:lang w:val="en-CA"/>
              </w:rPr>
              <w:t>O</w:t>
            </w:r>
          </w:p>
        </w:tc>
        <w:tc>
          <w:tcPr>
            <w:tcW w:w="7646" w:type="dxa"/>
            <w:tcBorders>
              <w:top w:val="single" w:sz="4" w:space="0" w:color="auto"/>
              <w:left w:val="single" w:sz="4" w:space="0" w:color="auto"/>
              <w:bottom w:val="single" w:sz="4" w:space="0" w:color="auto"/>
              <w:right w:val="single" w:sz="4" w:space="0" w:color="auto"/>
            </w:tcBorders>
            <w:hideMark/>
          </w:tcPr>
          <w:p w14:paraId="3329EE4A" w14:textId="77777777" w:rsidR="007A780A" w:rsidRPr="00502B38" w:rsidRDefault="007A780A" w:rsidP="00893C2A">
            <w:pPr>
              <w:rPr>
                <w:lang w:val="en-CA"/>
              </w:rPr>
            </w:pPr>
            <w:r w:rsidRPr="00502B38">
              <w:rPr>
                <w:lang w:val="en-CA"/>
              </w:rPr>
              <w:t>Supports command prioritization</w:t>
            </w:r>
          </w:p>
        </w:tc>
      </w:tr>
      <w:tr w:rsidR="007A780A" w:rsidRPr="002860AF" w14:paraId="04A0493A" w14:textId="77777777" w:rsidTr="005B72AB">
        <w:tc>
          <w:tcPr>
            <w:tcW w:w="629" w:type="dxa"/>
            <w:tcBorders>
              <w:top w:val="single" w:sz="4" w:space="0" w:color="auto"/>
              <w:left w:val="single" w:sz="4" w:space="0" w:color="auto"/>
              <w:bottom w:val="single" w:sz="4" w:space="0" w:color="auto"/>
              <w:right w:val="single" w:sz="4" w:space="0" w:color="auto"/>
            </w:tcBorders>
          </w:tcPr>
          <w:p w14:paraId="326D40C5"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45A8DCD"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40FEA8D8" w14:textId="77777777" w:rsidR="007A780A" w:rsidRPr="00502B38" w:rsidRDefault="007A780A" w:rsidP="00893C2A">
            <w:r w:rsidRPr="00502B38">
              <w:t>Contains a writable Present_Value property</w:t>
            </w:r>
          </w:p>
        </w:tc>
      </w:tr>
      <w:tr w:rsidR="007A780A" w:rsidRPr="002860AF" w14:paraId="0F2CB51C" w14:textId="77777777" w:rsidTr="005B72AB">
        <w:tc>
          <w:tcPr>
            <w:tcW w:w="629" w:type="dxa"/>
            <w:tcBorders>
              <w:top w:val="single" w:sz="4" w:space="0" w:color="auto"/>
              <w:left w:val="single" w:sz="4" w:space="0" w:color="auto"/>
              <w:bottom w:val="single" w:sz="4" w:space="0" w:color="auto"/>
              <w:right w:val="single" w:sz="4" w:space="0" w:color="auto"/>
            </w:tcBorders>
          </w:tcPr>
          <w:p w14:paraId="1425F8FC" w14:textId="77777777" w:rsidR="007A780A" w:rsidRPr="002860AF" w:rsidRDefault="007A780A" w:rsidP="00893C2A">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FCD96E5" w14:textId="77777777" w:rsidR="007A780A" w:rsidRPr="00502B38" w:rsidRDefault="007A780A" w:rsidP="00893C2A">
            <w:pPr>
              <w:jc w:val="center"/>
            </w:pPr>
            <w:r w:rsidRPr="00502B38">
              <w:t>O</w:t>
            </w:r>
          </w:p>
        </w:tc>
        <w:tc>
          <w:tcPr>
            <w:tcW w:w="7646" w:type="dxa"/>
            <w:tcBorders>
              <w:top w:val="single" w:sz="4" w:space="0" w:color="auto"/>
              <w:left w:val="single" w:sz="4" w:space="0" w:color="auto"/>
              <w:bottom w:val="single" w:sz="4" w:space="0" w:color="auto"/>
              <w:right w:val="single" w:sz="4" w:space="0" w:color="auto"/>
            </w:tcBorders>
            <w:hideMark/>
          </w:tcPr>
          <w:p w14:paraId="5D227D45" w14:textId="77777777" w:rsidR="007A780A" w:rsidRPr="00502B38" w:rsidRDefault="007A780A" w:rsidP="00893C2A">
            <w:r w:rsidRPr="00502B38">
              <w:t>Contains a writable Relinquish_Default property</w:t>
            </w:r>
          </w:p>
        </w:tc>
      </w:tr>
      <w:tr w:rsidR="00186FB4" w:rsidRPr="00D7757E" w14:paraId="4CBBB00D" w14:textId="77777777" w:rsidTr="005B72AB">
        <w:tblPrEx>
          <w:tblLook w:val="0000" w:firstRow="0" w:lastRow="0" w:firstColumn="0" w:lastColumn="0" w:noHBand="0" w:noVBand="0"/>
        </w:tblPrEx>
        <w:tc>
          <w:tcPr>
            <w:tcW w:w="629" w:type="dxa"/>
          </w:tcPr>
          <w:p w14:paraId="412C9C02" w14:textId="77777777" w:rsidR="00186FB4" w:rsidRPr="00D7757E" w:rsidRDefault="00186FB4" w:rsidP="00186FB4">
            <w:pPr>
              <w:jc w:val="center"/>
              <w:rPr>
                <w:szCs w:val="20"/>
                <w:lang w:val="en-CA" w:eastAsia="x-none"/>
              </w:rPr>
            </w:pPr>
          </w:p>
        </w:tc>
        <w:tc>
          <w:tcPr>
            <w:tcW w:w="905" w:type="dxa"/>
          </w:tcPr>
          <w:p w14:paraId="6769D257"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61B736BC"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38756529" w14:textId="77777777" w:rsidTr="005B72AB">
        <w:tblPrEx>
          <w:tblLook w:val="0000" w:firstRow="0" w:lastRow="0" w:firstColumn="0" w:lastColumn="0" w:noHBand="0" w:noVBand="0"/>
        </w:tblPrEx>
        <w:tc>
          <w:tcPr>
            <w:tcW w:w="629" w:type="dxa"/>
            <w:tcBorders>
              <w:bottom w:val="single" w:sz="4" w:space="0" w:color="auto"/>
            </w:tcBorders>
          </w:tcPr>
          <w:p w14:paraId="4A016F02"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340C7944"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5D9501DD"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78E044E6" w14:textId="77777777" w:rsidTr="005B72AB">
        <w:tblPrEx>
          <w:tblLook w:val="0000" w:firstRow="0" w:lastRow="0" w:firstColumn="0" w:lastColumn="0" w:noHBand="0" w:noVBand="0"/>
        </w:tblPrEx>
        <w:tc>
          <w:tcPr>
            <w:tcW w:w="629" w:type="dxa"/>
            <w:tcBorders>
              <w:bottom w:val="single" w:sz="4" w:space="0" w:color="auto"/>
            </w:tcBorders>
          </w:tcPr>
          <w:p w14:paraId="52158573"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EAD6EDC"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E82BED7" w14:textId="7BF79011"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1B89879A" w14:textId="77777777" w:rsidTr="005B72AB">
        <w:tblPrEx>
          <w:tblLook w:val="0000" w:firstRow="0" w:lastRow="0" w:firstColumn="0" w:lastColumn="0" w:noHBand="0" w:noVBand="0"/>
        </w:tblPrEx>
        <w:trPr>
          <w:cantSplit/>
        </w:trPr>
        <w:tc>
          <w:tcPr>
            <w:tcW w:w="9180" w:type="dxa"/>
            <w:gridSpan w:val="3"/>
          </w:tcPr>
          <w:p w14:paraId="0AB6A2A0"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D15C5B" w:rsidRPr="006F56A5" w14:paraId="405527F1"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67519886" w14:textId="77777777" w:rsidR="00D15C5B" w:rsidRPr="001473C3" w:rsidRDefault="00D15C5B" w:rsidP="00D95166">
            <w:pPr>
              <w:rPr>
                <w:b/>
              </w:rPr>
            </w:pPr>
            <w:r w:rsidRPr="001473C3">
              <w:rPr>
                <w:b/>
              </w:rPr>
              <w:t>Global Group Object</w:t>
            </w:r>
          </w:p>
        </w:tc>
      </w:tr>
      <w:tr w:rsidR="00D15C5B" w:rsidRPr="006F56A5" w14:paraId="7168404A" w14:textId="77777777" w:rsidTr="005B72AB">
        <w:tblPrEx>
          <w:tblLook w:val="0000" w:firstRow="0" w:lastRow="0" w:firstColumn="0" w:lastColumn="0" w:noHBand="0" w:noVBand="0"/>
        </w:tblPrEx>
        <w:tc>
          <w:tcPr>
            <w:tcW w:w="629" w:type="dxa"/>
          </w:tcPr>
          <w:p w14:paraId="1DEA2B89" w14:textId="77777777" w:rsidR="00D15C5B" w:rsidRPr="006F56A5" w:rsidRDefault="00D15C5B" w:rsidP="00D95166">
            <w:pPr>
              <w:jc w:val="center"/>
            </w:pPr>
          </w:p>
        </w:tc>
        <w:tc>
          <w:tcPr>
            <w:tcW w:w="905" w:type="dxa"/>
          </w:tcPr>
          <w:p w14:paraId="3B94D839" w14:textId="77777777" w:rsidR="00D15C5B" w:rsidRPr="006F56A5" w:rsidRDefault="00D15C5B" w:rsidP="00D95166">
            <w:pPr>
              <w:jc w:val="center"/>
            </w:pPr>
            <w:r w:rsidRPr="006F56A5">
              <w:t>R</w:t>
            </w:r>
          </w:p>
        </w:tc>
        <w:tc>
          <w:tcPr>
            <w:tcW w:w="7646" w:type="dxa"/>
          </w:tcPr>
          <w:p w14:paraId="5837D80D" w14:textId="77777777" w:rsidR="00D15C5B" w:rsidRPr="006F56A5" w:rsidRDefault="00D15C5B" w:rsidP="00D95166">
            <w:r w:rsidRPr="006F56A5">
              <w:t>Base Requirements</w:t>
            </w:r>
          </w:p>
        </w:tc>
      </w:tr>
      <w:tr w:rsidR="00D15C5B" w:rsidRPr="006F56A5" w14:paraId="7880AE1D" w14:textId="77777777" w:rsidTr="005B72AB">
        <w:tblPrEx>
          <w:tblLook w:val="0000" w:firstRow="0" w:lastRow="0" w:firstColumn="0" w:lastColumn="0" w:noHBand="0" w:noVBand="0"/>
        </w:tblPrEx>
        <w:tc>
          <w:tcPr>
            <w:tcW w:w="629" w:type="dxa"/>
          </w:tcPr>
          <w:p w14:paraId="4777415B" w14:textId="77777777" w:rsidR="00D15C5B" w:rsidRPr="006F56A5" w:rsidRDefault="00D15C5B" w:rsidP="00D95166">
            <w:pPr>
              <w:jc w:val="center"/>
            </w:pPr>
          </w:p>
        </w:tc>
        <w:tc>
          <w:tcPr>
            <w:tcW w:w="905" w:type="dxa"/>
          </w:tcPr>
          <w:p w14:paraId="45131E3E" w14:textId="77777777" w:rsidR="00D15C5B" w:rsidRPr="006F56A5" w:rsidRDefault="00D15C5B" w:rsidP="00D95166">
            <w:pPr>
              <w:jc w:val="center"/>
            </w:pPr>
            <w:r w:rsidRPr="006F56A5">
              <w:t>S</w:t>
            </w:r>
          </w:p>
        </w:tc>
        <w:tc>
          <w:tcPr>
            <w:tcW w:w="7646" w:type="dxa"/>
          </w:tcPr>
          <w:p w14:paraId="097C16BB" w14:textId="75BFA61A" w:rsidR="00D15C5B" w:rsidRPr="006F56A5" w:rsidRDefault="00AC727B" w:rsidP="00D95166">
            <w:r>
              <w:t>Supports configurable Out_Of_Service</w:t>
            </w:r>
            <w:r w:rsidR="0018579F">
              <w:t xml:space="preserve"> property</w:t>
            </w:r>
          </w:p>
        </w:tc>
      </w:tr>
      <w:tr w:rsidR="00D15C5B" w:rsidRPr="006F56A5" w14:paraId="6B7CAC64" w14:textId="77777777" w:rsidTr="005B72AB">
        <w:tblPrEx>
          <w:tblLook w:val="0000" w:firstRow="0" w:lastRow="0" w:firstColumn="0" w:lastColumn="0" w:noHBand="0" w:noVBand="0"/>
        </w:tblPrEx>
        <w:tc>
          <w:tcPr>
            <w:tcW w:w="629" w:type="dxa"/>
          </w:tcPr>
          <w:p w14:paraId="7BA498D9" w14:textId="77777777" w:rsidR="00D15C5B" w:rsidRPr="006F56A5" w:rsidRDefault="00D15C5B" w:rsidP="00D95166">
            <w:pPr>
              <w:jc w:val="center"/>
            </w:pPr>
          </w:p>
        </w:tc>
        <w:tc>
          <w:tcPr>
            <w:tcW w:w="905" w:type="dxa"/>
          </w:tcPr>
          <w:p w14:paraId="7488C905" w14:textId="77777777" w:rsidR="00D15C5B" w:rsidRPr="006F56A5" w:rsidRDefault="00D15C5B" w:rsidP="00D95166">
            <w:pPr>
              <w:jc w:val="center"/>
            </w:pPr>
            <w:r w:rsidRPr="006F56A5">
              <w:t>O</w:t>
            </w:r>
          </w:p>
        </w:tc>
        <w:tc>
          <w:tcPr>
            <w:tcW w:w="7646" w:type="dxa"/>
          </w:tcPr>
          <w:p w14:paraId="3E94BF53" w14:textId="77777777" w:rsidR="00D15C5B" w:rsidRPr="006F56A5" w:rsidRDefault="00D15C5B" w:rsidP="00D95166">
            <w:r w:rsidRPr="006F56A5">
              <w:t>Supports writable Group_Members properties</w:t>
            </w:r>
          </w:p>
        </w:tc>
      </w:tr>
      <w:tr w:rsidR="00D15C5B" w:rsidRPr="006F56A5" w14:paraId="20FDD4E6" w14:textId="77777777" w:rsidTr="005B72AB">
        <w:tblPrEx>
          <w:tblLook w:val="0000" w:firstRow="0" w:lastRow="0" w:firstColumn="0" w:lastColumn="0" w:noHBand="0" w:noVBand="0"/>
        </w:tblPrEx>
        <w:tc>
          <w:tcPr>
            <w:tcW w:w="629" w:type="dxa"/>
          </w:tcPr>
          <w:p w14:paraId="28EE5EFB" w14:textId="77777777" w:rsidR="00D15C5B" w:rsidRPr="006F56A5" w:rsidRDefault="00D15C5B" w:rsidP="00D95166">
            <w:pPr>
              <w:jc w:val="center"/>
            </w:pPr>
          </w:p>
        </w:tc>
        <w:tc>
          <w:tcPr>
            <w:tcW w:w="905" w:type="dxa"/>
          </w:tcPr>
          <w:p w14:paraId="5BBE9754" w14:textId="77777777" w:rsidR="00D15C5B" w:rsidRPr="006F56A5" w:rsidRDefault="00D15C5B" w:rsidP="00D95166">
            <w:pPr>
              <w:jc w:val="center"/>
            </w:pPr>
            <w:r w:rsidRPr="006F56A5">
              <w:t>BTL-C</w:t>
            </w:r>
            <w:r w:rsidRPr="006F56A5">
              <w:rPr>
                <w:vertAlign w:val="superscript"/>
              </w:rPr>
              <w:t>1</w:t>
            </w:r>
          </w:p>
        </w:tc>
        <w:tc>
          <w:tcPr>
            <w:tcW w:w="7646" w:type="dxa"/>
          </w:tcPr>
          <w:p w14:paraId="39C04AAE" w14:textId="77777777" w:rsidR="00D15C5B" w:rsidRPr="006F56A5" w:rsidRDefault="00D15C5B" w:rsidP="00D95166">
            <w:pPr>
              <w:pStyle w:val="CommentText"/>
            </w:pPr>
            <w:r w:rsidRPr="006F56A5">
              <w:t>Supports DS-RP-A for retrieving member values</w:t>
            </w:r>
          </w:p>
        </w:tc>
      </w:tr>
      <w:tr w:rsidR="00D15C5B" w:rsidRPr="006F56A5" w14:paraId="52FA323E" w14:textId="77777777" w:rsidTr="005B72AB">
        <w:tblPrEx>
          <w:tblLook w:val="0000" w:firstRow="0" w:lastRow="0" w:firstColumn="0" w:lastColumn="0" w:noHBand="0" w:noVBand="0"/>
        </w:tblPrEx>
        <w:tc>
          <w:tcPr>
            <w:tcW w:w="629" w:type="dxa"/>
          </w:tcPr>
          <w:p w14:paraId="44DD2D4F" w14:textId="77777777" w:rsidR="00D15C5B" w:rsidRPr="006F56A5" w:rsidRDefault="00D15C5B" w:rsidP="00D95166">
            <w:pPr>
              <w:jc w:val="center"/>
            </w:pPr>
          </w:p>
        </w:tc>
        <w:tc>
          <w:tcPr>
            <w:tcW w:w="905" w:type="dxa"/>
          </w:tcPr>
          <w:p w14:paraId="741FFA8D" w14:textId="77777777" w:rsidR="00D15C5B" w:rsidRPr="006F56A5" w:rsidRDefault="00D15C5B" w:rsidP="00D95166">
            <w:pPr>
              <w:jc w:val="center"/>
            </w:pPr>
            <w:r w:rsidRPr="006F56A5">
              <w:t>O</w:t>
            </w:r>
            <w:r w:rsidRPr="006F56A5">
              <w:rPr>
                <w:vertAlign w:val="superscript"/>
              </w:rPr>
              <w:t>2</w:t>
            </w:r>
          </w:p>
        </w:tc>
        <w:tc>
          <w:tcPr>
            <w:tcW w:w="7646" w:type="dxa"/>
          </w:tcPr>
          <w:p w14:paraId="09DBDEAC" w14:textId="77777777" w:rsidR="00D15C5B" w:rsidRPr="006F56A5" w:rsidRDefault="00D15C5B" w:rsidP="00D95166">
            <w:r w:rsidRPr="006F56A5">
              <w:t>Is able to read REAL values</w:t>
            </w:r>
          </w:p>
        </w:tc>
      </w:tr>
      <w:tr w:rsidR="00D15C5B" w:rsidRPr="006F56A5" w14:paraId="5C71A691" w14:textId="77777777" w:rsidTr="005B72AB">
        <w:tblPrEx>
          <w:tblLook w:val="0000" w:firstRow="0" w:lastRow="0" w:firstColumn="0" w:lastColumn="0" w:noHBand="0" w:noVBand="0"/>
        </w:tblPrEx>
        <w:tc>
          <w:tcPr>
            <w:tcW w:w="629" w:type="dxa"/>
          </w:tcPr>
          <w:p w14:paraId="6366527B" w14:textId="77777777" w:rsidR="00D15C5B" w:rsidRPr="006F56A5" w:rsidRDefault="00D15C5B" w:rsidP="00D95166">
            <w:pPr>
              <w:jc w:val="center"/>
            </w:pPr>
          </w:p>
        </w:tc>
        <w:tc>
          <w:tcPr>
            <w:tcW w:w="905" w:type="dxa"/>
          </w:tcPr>
          <w:p w14:paraId="67773058" w14:textId="77777777" w:rsidR="00D15C5B" w:rsidRPr="006F56A5" w:rsidRDefault="00D15C5B" w:rsidP="00D95166">
            <w:pPr>
              <w:jc w:val="center"/>
            </w:pPr>
            <w:r w:rsidRPr="006F56A5">
              <w:t>O</w:t>
            </w:r>
            <w:r w:rsidRPr="006F56A5">
              <w:rPr>
                <w:vertAlign w:val="superscript"/>
              </w:rPr>
              <w:t>2,3</w:t>
            </w:r>
          </w:p>
        </w:tc>
        <w:tc>
          <w:tcPr>
            <w:tcW w:w="7646" w:type="dxa"/>
          </w:tcPr>
          <w:p w14:paraId="62867CE1" w14:textId="77777777" w:rsidR="00D15C5B" w:rsidRPr="006F56A5" w:rsidRDefault="00D15C5B" w:rsidP="00D95166">
            <w:r w:rsidRPr="006F56A5">
              <w:t>Is able to read Unsigned values</w:t>
            </w:r>
          </w:p>
        </w:tc>
      </w:tr>
      <w:tr w:rsidR="00D15C5B" w:rsidRPr="006F56A5" w14:paraId="476174CE" w14:textId="77777777" w:rsidTr="005B72AB">
        <w:tblPrEx>
          <w:tblLook w:val="0000" w:firstRow="0" w:lastRow="0" w:firstColumn="0" w:lastColumn="0" w:noHBand="0" w:noVBand="0"/>
        </w:tblPrEx>
        <w:tc>
          <w:tcPr>
            <w:tcW w:w="629" w:type="dxa"/>
          </w:tcPr>
          <w:p w14:paraId="0F0FF8EC" w14:textId="77777777" w:rsidR="00D15C5B" w:rsidRPr="006F56A5" w:rsidRDefault="00D15C5B" w:rsidP="00D95166">
            <w:pPr>
              <w:jc w:val="center"/>
            </w:pPr>
          </w:p>
        </w:tc>
        <w:tc>
          <w:tcPr>
            <w:tcW w:w="905" w:type="dxa"/>
          </w:tcPr>
          <w:p w14:paraId="72CD2CF4" w14:textId="77777777" w:rsidR="00D15C5B" w:rsidRPr="006F56A5" w:rsidRDefault="00D15C5B" w:rsidP="00D95166">
            <w:pPr>
              <w:jc w:val="center"/>
            </w:pPr>
            <w:r w:rsidRPr="006F56A5">
              <w:t>O</w:t>
            </w:r>
            <w:r w:rsidRPr="006F56A5">
              <w:rPr>
                <w:vertAlign w:val="superscript"/>
              </w:rPr>
              <w:t>2,3</w:t>
            </w:r>
          </w:p>
        </w:tc>
        <w:tc>
          <w:tcPr>
            <w:tcW w:w="7646" w:type="dxa"/>
          </w:tcPr>
          <w:p w14:paraId="444287D3" w14:textId="77777777" w:rsidR="00D15C5B" w:rsidRPr="006F56A5" w:rsidRDefault="00D15C5B" w:rsidP="00D95166">
            <w:r w:rsidRPr="006F56A5">
              <w:t>Is able to read INTEGER (Signed) values</w:t>
            </w:r>
          </w:p>
        </w:tc>
      </w:tr>
      <w:tr w:rsidR="00D15C5B" w:rsidRPr="006F56A5" w14:paraId="0E7381BF" w14:textId="77777777" w:rsidTr="005B72AB">
        <w:tblPrEx>
          <w:tblLook w:val="0000" w:firstRow="0" w:lastRow="0" w:firstColumn="0" w:lastColumn="0" w:noHBand="0" w:noVBand="0"/>
        </w:tblPrEx>
        <w:tc>
          <w:tcPr>
            <w:tcW w:w="629" w:type="dxa"/>
          </w:tcPr>
          <w:p w14:paraId="00CAE3CC" w14:textId="77777777" w:rsidR="00D15C5B" w:rsidRPr="006F56A5" w:rsidRDefault="00D15C5B" w:rsidP="00D95166">
            <w:pPr>
              <w:jc w:val="center"/>
            </w:pPr>
          </w:p>
        </w:tc>
        <w:tc>
          <w:tcPr>
            <w:tcW w:w="905" w:type="dxa"/>
          </w:tcPr>
          <w:p w14:paraId="0291BE3D" w14:textId="77777777" w:rsidR="00D15C5B" w:rsidRPr="006F56A5" w:rsidRDefault="00D15C5B" w:rsidP="00D95166">
            <w:pPr>
              <w:jc w:val="center"/>
            </w:pPr>
            <w:r w:rsidRPr="006F56A5">
              <w:t>O</w:t>
            </w:r>
            <w:r w:rsidRPr="006F56A5">
              <w:rPr>
                <w:vertAlign w:val="superscript"/>
              </w:rPr>
              <w:t>2</w:t>
            </w:r>
          </w:p>
        </w:tc>
        <w:tc>
          <w:tcPr>
            <w:tcW w:w="7646" w:type="dxa"/>
          </w:tcPr>
          <w:p w14:paraId="2C3BD552" w14:textId="77777777" w:rsidR="00D15C5B" w:rsidRPr="006F56A5" w:rsidRDefault="00D15C5B" w:rsidP="00D95166">
            <w:r w:rsidRPr="006F56A5">
              <w:t>Is able to read BOOLEAN values</w:t>
            </w:r>
          </w:p>
        </w:tc>
      </w:tr>
      <w:tr w:rsidR="00D15C5B" w:rsidRPr="006F56A5" w14:paraId="6FEBD9AE" w14:textId="77777777" w:rsidTr="005B72AB">
        <w:tblPrEx>
          <w:tblLook w:val="0000" w:firstRow="0" w:lastRow="0" w:firstColumn="0" w:lastColumn="0" w:noHBand="0" w:noVBand="0"/>
        </w:tblPrEx>
        <w:tc>
          <w:tcPr>
            <w:tcW w:w="629" w:type="dxa"/>
          </w:tcPr>
          <w:p w14:paraId="00452424" w14:textId="77777777" w:rsidR="00D15C5B" w:rsidRPr="006F56A5" w:rsidRDefault="00D15C5B" w:rsidP="00D95166">
            <w:pPr>
              <w:jc w:val="center"/>
            </w:pPr>
          </w:p>
        </w:tc>
        <w:tc>
          <w:tcPr>
            <w:tcW w:w="905" w:type="dxa"/>
          </w:tcPr>
          <w:p w14:paraId="77882732" w14:textId="77777777" w:rsidR="00D15C5B" w:rsidRPr="006F56A5" w:rsidRDefault="00D15C5B" w:rsidP="00D95166">
            <w:pPr>
              <w:jc w:val="center"/>
            </w:pPr>
            <w:r w:rsidRPr="006F56A5">
              <w:t>O</w:t>
            </w:r>
            <w:r w:rsidRPr="006F56A5">
              <w:rPr>
                <w:vertAlign w:val="superscript"/>
              </w:rPr>
              <w:t>2</w:t>
            </w:r>
          </w:p>
        </w:tc>
        <w:tc>
          <w:tcPr>
            <w:tcW w:w="7646" w:type="dxa"/>
          </w:tcPr>
          <w:p w14:paraId="3D548E82" w14:textId="77777777" w:rsidR="00D15C5B" w:rsidRPr="006F56A5" w:rsidRDefault="00D15C5B" w:rsidP="00D95166">
            <w:r w:rsidRPr="006F56A5">
              <w:t>Is able to read Bit String values</w:t>
            </w:r>
          </w:p>
        </w:tc>
      </w:tr>
      <w:tr w:rsidR="00D15C5B" w:rsidRPr="006F56A5" w14:paraId="48ECB4C0" w14:textId="77777777" w:rsidTr="005B72AB">
        <w:tblPrEx>
          <w:tblLook w:val="0000" w:firstRow="0" w:lastRow="0" w:firstColumn="0" w:lastColumn="0" w:noHBand="0" w:noVBand="0"/>
        </w:tblPrEx>
        <w:tc>
          <w:tcPr>
            <w:tcW w:w="629" w:type="dxa"/>
          </w:tcPr>
          <w:p w14:paraId="460ADADA" w14:textId="77777777" w:rsidR="00D15C5B" w:rsidRPr="006F56A5" w:rsidRDefault="00D15C5B" w:rsidP="00D95166">
            <w:pPr>
              <w:jc w:val="center"/>
            </w:pPr>
          </w:p>
        </w:tc>
        <w:tc>
          <w:tcPr>
            <w:tcW w:w="905" w:type="dxa"/>
          </w:tcPr>
          <w:p w14:paraId="297AB3BD" w14:textId="77777777" w:rsidR="00D15C5B" w:rsidRPr="006F56A5" w:rsidRDefault="00D15C5B" w:rsidP="00D95166">
            <w:pPr>
              <w:jc w:val="center"/>
            </w:pPr>
            <w:r w:rsidRPr="006F56A5">
              <w:t>O</w:t>
            </w:r>
            <w:r w:rsidRPr="006F56A5">
              <w:rPr>
                <w:vertAlign w:val="superscript"/>
              </w:rPr>
              <w:t>2,4</w:t>
            </w:r>
          </w:p>
        </w:tc>
        <w:tc>
          <w:tcPr>
            <w:tcW w:w="7646" w:type="dxa"/>
          </w:tcPr>
          <w:p w14:paraId="634E2BA1" w14:textId="77777777" w:rsidR="00D15C5B" w:rsidRPr="006F56A5" w:rsidRDefault="00D15C5B" w:rsidP="00D95166">
            <w:r w:rsidRPr="006F56A5">
              <w:t>Is able to read Enumerated values</w:t>
            </w:r>
          </w:p>
        </w:tc>
      </w:tr>
      <w:tr w:rsidR="00D15C5B" w:rsidRPr="006F56A5" w14:paraId="09A2317B" w14:textId="77777777" w:rsidTr="005B72AB">
        <w:tblPrEx>
          <w:tblLook w:val="0000" w:firstRow="0" w:lastRow="0" w:firstColumn="0" w:lastColumn="0" w:noHBand="0" w:noVBand="0"/>
        </w:tblPrEx>
        <w:tc>
          <w:tcPr>
            <w:tcW w:w="629" w:type="dxa"/>
          </w:tcPr>
          <w:p w14:paraId="3BDF0DDB" w14:textId="77777777" w:rsidR="00D15C5B" w:rsidRPr="006F56A5" w:rsidRDefault="00D15C5B" w:rsidP="00D95166">
            <w:pPr>
              <w:jc w:val="center"/>
            </w:pPr>
          </w:p>
        </w:tc>
        <w:tc>
          <w:tcPr>
            <w:tcW w:w="905" w:type="dxa"/>
          </w:tcPr>
          <w:p w14:paraId="772357CE" w14:textId="77777777" w:rsidR="00D15C5B" w:rsidRPr="006F56A5" w:rsidRDefault="00D15C5B" w:rsidP="00D95166">
            <w:pPr>
              <w:jc w:val="center"/>
            </w:pPr>
            <w:r w:rsidRPr="006F56A5">
              <w:t>O</w:t>
            </w:r>
            <w:r w:rsidRPr="006F56A5">
              <w:rPr>
                <w:vertAlign w:val="superscript"/>
              </w:rPr>
              <w:t>2</w:t>
            </w:r>
          </w:p>
        </w:tc>
        <w:tc>
          <w:tcPr>
            <w:tcW w:w="7646" w:type="dxa"/>
          </w:tcPr>
          <w:p w14:paraId="21EC8475" w14:textId="77777777" w:rsidR="00D15C5B" w:rsidRPr="006F56A5" w:rsidRDefault="00D15C5B" w:rsidP="00D95166">
            <w:r w:rsidRPr="006F56A5">
              <w:t>Is able to read NULL values</w:t>
            </w:r>
          </w:p>
        </w:tc>
      </w:tr>
      <w:tr w:rsidR="00D15C5B" w:rsidRPr="006F56A5" w14:paraId="487C4AFF" w14:textId="77777777" w:rsidTr="005B72AB">
        <w:tblPrEx>
          <w:tblLook w:val="0000" w:firstRow="0" w:lastRow="0" w:firstColumn="0" w:lastColumn="0" w:noHBand="0" w:noVBand="0"/>
        </w:tblPrEx>
        <w:tc>
          <w:tcPr>
            <w:tcW w:w="629" w:type="dxa"/>
          </w:tcPr>
          <w:p w14:paraId="2E50FF45" w14:textId="77777777" w:rsidR="00D15C5B" w:rsidRPr="006F56A5" w:rsidRDefault="00D15C5B" w:rsidP="00D95166">
            <w:pPr>
              <w:jc w:val="center"/>
            </w:pPr>
          </w:p>
        </w:tc>
        <w:tc>
          <w:tcPr>
            <w:tcW w:w="905" w:type="dxa"/>
          </w:tcPr>
          <w:p w14:paraId="745DCDC2" w14:textId="77777777" w:rsidR="00D15C5B" w:rsidRPr="006F56A5" w:rsidRDefault="00D15C5B" w:rsidP="00D95166">
            <w:pPr>
              <w:jc w:val="center"/>
            </w:pPr>
            <w:r w:rsidRPr="006F56A5">
              <w:t>O</w:t>
            </w:r>
          </w:p>
        </w:tc>
        <w:tc>
          <w:tcPr>
            <w:tcW w:w="7646" w:type="dxa"/>
          </w:tcPr>
          <w:p w14:paraId="4DAB878F" w14:textId="77777777" w:rsidR="00D15C5B" w:rsidRPr="006F56A5" w:rsidRDefault="00D15C5B" w:rsidP="00D95166">
            <w:r w:rsidRPr="006F56A5">
              <w:t>Is able to read Double values</w:t>
            </w:r>
          </w:p>
        </w:tc>
      </w:tr>
      <w:tr w:rsidR="00D15C5B" w:rsidRPr="006F56A5" w14:paraId="500BAD3C" w14:textId="77777777" w:rsidTr="005B72AB">
        <w:tblPrEx>
          <w:tblLook w:val="0000" w:firstRow="0" w:lastRow="0" w:firstColumn="0" w:lastColumn="0" w:noHBand="0" w:noVBand="0"/>
        </w:tblPrEx>
        <w:tc>
          <w:tcPr>
            <w:tcW w:w="629" w:type="dxa"/>
          </w:tcPr>
          <w:p w14:paraId="6355EE81" w14:textId="77777777" w:rsidR="00D15C5B" w:rsidRPr="006F56A5" w:rsidRDefault="00D15C5B" w:rsidP="00D95166">
            <w:pPr>
              <w:jc w:val="center"/>
            </w:pPr>
          </w:p>
        </w:tc>
        <w:tc>
          <w:tcPr>
            <w:tcW w:w="905" w:type="dxa"/>
          </w:tcPr>
          <w:p w14:paraId="72ABAAD8" w14:textId="77777777" w:rsidR="00D15C5B" w:rsidRPr="006F56A5" w:rsidRDefault="00D15C5B" w:rsidP="00D95166">
            <w:pPr>
              <w:jc w:val="center"/>
            </w:pPr>
            <w:r w:rsidRPr="006F56A5">
              <w:t>O</w:t>
            </w:r>
          </w:p>
        </w:tc>
        <w:tc>
          <w:tcPr>
            <w:tcW w:w="7646" w:type="dxa"/>
          </w:tcPr>
          <w:p w14:paraId="3EC61475" w14:textId="77777777" w:rsidR="00D15C5B" w:rsidRPr="006F56A5" w:rsidRDefault="00D15C5B" w:rsidP="00D95166">
            <w:r w:rsidRPr="006F56A5">
              <w:t>Is able to read Character String values</w:t>
            </w:r>
          </w:p>
        </w:tc>
      </w:tr>
      <w:tr w:rsidR="00D15C5B" w:rsidRPr="006F56A5" w14:paraId="4294CA5C" w14:textId="77777777" w:rsidTr="005B72AB">
        <w:tblPrEx>
          <w:tblLook w:val="0000" w:firstRow="0" w:lastRow="0" w:firstColumn="0" w:lastColumn="0" w:noHBand="0" w:noVBand="0"/>
        </w:tblPrEx>
        <w:tc>
          <w:tcPr>
            <w:tcW w:w="629" w:type="dxa"/>
          </w:tcPr>
          <w:p w14:paraId="6B01C3BE" w14:textId="77777777" w:rsidR="00D15C5B" w:rsidRPr="006F56A5" w:rsidRDefault="00D15C5B" w:rsidP="00D95166">
            <w:pPr>
              <w:jc w:val="center"/>
            </w:pPr>
          </w:p>
        </w:tc>
        <w:tc>
          <w:tcPr>
            <w:tcW w:w="905" w:type="dxa"/>
          </w:tcPr>
          <w:p w14:paraId="3DBF2DE9" w14:textId="77777777" w:rsidR="00D15C5B" w:rsidRPr="006F56A5" w:rsidRDefault="00D15C5B" w:rsidP="00D95166">
            <w:pPr>
              <w:jc w:val="center"/>
            </w:pPr>
            <w:r w:rsidRPr="006F56A5">
              <w:t>O</w:t>
            </w:r>
          </w:p>
        </w:tc>
        <w:tc>
          <w:tcPr>
            <w:tcW w:w="7646" w:type="dxa"/>
          </w:tcPr>
          <w:p w14:paraId="6A510E0C" w14:textId="77777777" w:rsidR="00D15C5B" w:rsidRPr="006F56A5" w:rsidRDefault="00D15C5B" w:rsidP="00D95166">
            <w:r w:rsidRPr="006F56A5">
              <w:t>Is able to read Octet String values</w:t>
            </w:r>
          </w:p>
        </w:tc>
      </w:tr>
      <w:tr w:rsidR="00D15C5B" w:rsidRPr="006F56A5" w14:paraId="20197A14" w14:textId="77777777" w:rsidTr="005B72AB">
        <w:tblPrEx>
          <w:tblLook w:val="0000" w:firstRow="0" w:lastRow="0" w:firstColumn="0" w:lastColumn="0" w:noHBand="0" w:noVBand="0"/>
        </w:tblPrEx>
        <w:tc>
          <w:tcPr>
            <w:tcW w:w="629" w:type="dxa"/>
          </w:tcPr>
          <w:p w14:paraId="612409C1" w14:textId="77777777" w:rsidR="00D15C5B" w:rsidRPr="006F56A5" w:rsidRDefault="00D15C5B" w:rsidP="00D95166">
            <w:pPr>
              <w:jc w:val="center"/>
            </w:pPr>
          </w:p>
        </w:tc>
        <w:tc>
          <w:tcPr>
            <w:tcW w:w="905" w:type="dxa"/>
          </w:tcPr>
          <w:p w14:paraId="3E972541" w14:textId="77777777" w:rsidR="00D15C5B" w:rsidRPr="006F56A5" w:rsidRDefault="00D15C5B" w:rsidP="00D95166">
            <w:pPr>
              <w:jc w:val="center"/>
            </w:pPr>
            <w:r w:rsidRPr="006F56A5">
              <w:t>O</w:t>
            </w:r>
          </w:p>
        </w:tc>
        <w:tc>
          <w:tcPr>
            <w:tcW w:w="7646" w:type="dxa"/>
          </w:tcPr>
          <w:p w14:paraId="477CF6EB" w14:textId="77777777" w:rsidR="00D15C5B" w:rsidRPr="006F56A5" w:rsidRDefault="00D15C5B" w:rsidP="00D95166">
            <w:r w:rsidRPr="006F56A5">
              <w:t>Is able to read Date values</w:t>
            </w:r>
          </w:p>
        </w:tc>
      </w:tr>
      <w:tr w:rsidR="00D15C5B" w:rsidRPr="006F56A5" w14:paraId="63B0D049" w14:textId="77777777" w:rsidTr="005B72AB">
        <w:tblPrEx>
          <w:tblLook w:val="0000" w:firstRow="0" w:lastRow="0" w:firstColumn="0" w:lastColumn="0" w:noHBand="0" w:noVBand="0"/>
        </w:tblPrEx>
        <w:tc>
          <w:tcPr>
            <w:tcW w:w="629" w:type="dxa"/>
          </w:tcPr>
          <w:p w14:paraId="0C6D098A" w14:textId="77777777" w:rsidR="00D15C5B" w:rsidRPr="006F56A5" w:rsidRDefault="00D15C5B" w:rsidP="00D95166">
            <w:pPr>
              <w:jc w:val="center"/>
            </w:pPr>
          </w:p>
        </w:tc>
        <w:tc>
          <w:tcPr>
            <w:tcW w:w="905" w:type="dxa"/>
          </w:tcPr>
          <w:p w14:paraId="4E13B66B" w14:textId="77777777" w:rsidR="00D15C5B" w:rsidRPr="006F56A5" w:rsidRDefault="00D15C5B" w:rsidP="00D95166">
            <w:pPr>
              <w:jc w:val="center"/>
            </w:pPr>
            <w:r w:rsidRPr="006F56A5">
              <w:t>O</w:t>
            </w:r>
          </w:p>
        </w:tc>
        <w:tc>
          <w:tcPr>
            <w:tcW w:w="7646" w:type="dxa"/>
          </w:tcPr>
          <w:p w14:paraId="654A050E" w14:textId="77777777" w:rsidR="00D15C5B" w:rsidRPr="006F56A5" w:rsidRDefault="00D15C5B" w:rsidP="00D95166">
            <w:r w:rsidRPr="006F56A5">
              <w:t>Is able to read Time values</w:t>
            </w:r>
          </w:p>
        </w:tc>
      </w:tr>
      <w:tr w:rsidR="00D15C5B" w:rsidRPr="006F56A5" w14:paraId="14436E26" w14:textId="77777777" w:rsidTr="005B72AB">
        <w:tblPrEx>
          <w:tblLook w:val="0000" w:firstRow="0" w:lastRow="0" w:firstColumn="0" w:lastColumn="0" w:noHBand="0" w:noVBand="0"/>
        </w:tblPrEx>
        <w:tc>
          <w:tcPr>
            <w:tcW w:w="629" w:type="dxa"/>
          </w:tcPr>
          <w:p w14:paraId="1133776F" w14:textId="77777777" w:rsidR="00D15C5B" w:rsidRPr="006F56A5" w:rsidRDefault="00D15C5B" w:rsidP="00D95166">
            <w:pPr>
              <w:jc w:val="center"/>
            </w:pPr>
          </w:p>
        </w:tc>
        <w:tc>
          <w:tcPr>
            <w:tcW w:w="905" w:type="dxa"/>
          </w:tcPr>
          <w:p w14:paraId="7E799AE9" w14:textId="77777777" w:rsidR="00D15C5B" w:rsidRPr="006F56A5" w:rsidRDefault="00D15C5B" w:rsidP="00D95166">
            <w:pPr>
              <w:jc w:val="center"/>
            </w:pPr>
            <w:r w:rsidRPr="006F56A5">
              <w:t>O</w:t>
            </w:r>
          </w:p>
        </w:tc>
        <w:tc>
          <w:tcPr>
            <w:tcW w:w="7646" w:type="dxa"/>
          </w:tcPr>
          <w:p w14:paraId="1A38E8B0" w14:textId="77777777" w:rsidR="00D15C5B" w:rsidRPr="006F56A5" w:rsidRDefault="00D15C5B" w:rsidP="00D95166">
            <w:r w:rsidRPr="006F56A5">
              <w:t>Is able to read BACnetObjectIdentifier values</w:t>
            </w:r>
          </w:p>
        </w:tc>
      </w:tr>
      <w:tr w:rsidR="00D15C5B" w:rsidRPr="006F56A5" w14:paraId="506EC86E" w14:textId="77777777" w:rsidTr="005B72AB">
        <w:tblPrEx>
          <w:tblLook w:val="0000" w:firstRow="0" w:lastRow="0" w:firstColumn="0" w:lastColumn="0" w:noHBand="0" w:noVBand="0"/>
        </w:tblPrEx>
        <w:tc>
          <w:tcPr>
            <w:tcW w:w="629" w:type="dxa"/>
          </w:tcPr>
          <w:p w14:paraId="79E562D8" w14:textId="77777777" w:rsidR="00D15C5B" w:rsidRPr="006F56A5" w:rsidRDefault="00D15C5B" w:rsidP="00D95166">
            <w:pPr>
              <w:jc w:val="center"/>
            </w:pPr>
          </w:p>
        </w:tc>
        <w:tc>
          <w:tcPr>
            <w:tcW w:w="905" w:type="dxa"/>
          </w:tcPr>
          <w:p w14:paraId="700DFDC3" w14:textId="77777777" w:rsidR="00D15C5B" w:rsidRPr="006F56A5" w:rsidRDefault="00D15C5B" w:rsidP="00D95166">
            <w:pPr>
              <w:jc w:val="center"/>
            </w:pPr>
            <w:r w:rsidRPr="006F56A5">
              <w:t>O</w:t>
            </w:r>
          </w:p>
        </w:tc>
        <w:tc>
          <w:tcPr>
            <w:tcW w:w="7646" w:type="dxa"/>
          </w:tcPr>
          <w:p w14:paraId="63CD276F" w14:textId="77777777" w:rsidR="00D15C5B" w:rsidRPr="006F56A5" w:rsidRDefault="00D15C5B" w:rsidP="00D95166">
            <w:r w:rsidRPr="006F56A5">
              <w:t>Supports COV to retrieve remote property values</w:t>
            </w:r>
          </w:p>
        </w:tc>
      </w:tr>
      <w:tr w:rsidR="00D15C5B" w:rsidRPr="006F56A5" w14:paraId="392235D2" w14:textId="77777777" w:rsidTr="005B72AB">
        <w:tblPrEx>
          <w:tblLook w:val="0000" w:firstRow="0" w:lastRow="0" w:firstColumn="0" w:lastColumn="0" w:noHBand="0" w:noVBand="0"/>
        </w:tblPrEx>
        <w:tc>
          <w:tcPr>
            <w:tcW w:w="629" w:type="dxa"/>
          </w:tcPr>
          <w:p w14:paraId="450C0E82" w14:textId="77777777" w:rsidR="00D15C5B" w:rsidRPr="006F56A5" w:rsidRDefault="00D15C5B" w:rsidP="00D95166">
            <w:pPr>
              <w:jc w:val="center"/>
            </w:pPr>
          </w:p>
        </w:tc>
        <w:tc>
          <w:tcPr>
            <w:tcW w:w="905" w:type="dxa"/>
          </w:tcPr>
          <w:p w14:paraId="7A95764D" w14:textId="77777777" w:rsidR="00D15C5B" w:rsidRPr="006F56A5" w:rsidRDefault="00D15C5B" w:rsidP="00D95166">
            <w:pPr>
              <w:jc w:val="center"/>
            </w:pPr>
            <w:r w:rsidRPr="006F56A5">
              <w:t>O</w:t>
            </w:r>
            <w:r w:rsidRPr="006F56A5">
              <w:rPr>
                <w:vertAlign w:val="superscript"/>
              </w:rPr>
              <w:t>5,6</w:t>
            </w:r>
          </w:p>
        </w:tc>
        <w:tc>
          <w:tcPr>
            <w:tcW w:w="7646" w:type="dxa"/>
          </w:tcPr>
          <w:p w14:paraId="52E86973" w14:textId="77777777" w:rsidR="00D15C5B" w:rsidRPr="006F56A5" w:rsidRDefault="00D15C5B" w:rsidP="00D95166">
            <w:r w:rsidRPr="006F56A5">
              <w:t>Supports COVU_Period and COVU_Recipients properties</w:t>
            </w:r>
          </w:p>
        </w:tc>
      </w:tr>
      <w:tr w:rsidR="00CF3A35" w:rsidRPr="00EA771E" w14:paraId="5568C3F2" w14:textId="77777777" w:rsidTr="005B72AB">
        <w:tblPrEx>
          <w:tblLook w:val="0000" w:firstRow="0" w:lastRow="0" w:firstColumn="0" w:lastColumn="0" w:noHBand="0" w:noVBand="0"/>
        </w:tblPrEx>
        <w:tc>
          <w:tcPr>
            <w:tcW w:w="629" w:type="dxa"/>
            <w:tcBorders>
              <w:top w:val="single" w:sz="4" w:space="0" w:color="auto"/>
              <w:left w:val="single" w:sz="4" w:space="0" w:color="auto"/>
              <w:bottom w:val="single" w:sz="4" w:space="0" w:color="auto"/>
              <w:right w:val="single" w:sz="4" w:space="0" w:color="auto"/>
            </w:tcBorders>
          </w:tcPr>
          <w:p w14:paraId="70779958" w14:textId="77777777" w:rsidR="00CF3A35" w:rsidRPr="00EA771E"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tcPr>
          <w:p w14:paraId="3742BFED" w14:textId="77777777" w:rsidR="00CF3A35" w:rsidRPr="00EA771E" w:rsidRDefault="00CF3A35" w:rsidP="00B2207F">
            <w:pPr>
              <w:jc w:val="center"/>
            </w:pPr>
            <w:r w:rsidRPr="00EA771E">
              <w:rPr>
                <w:lang w:val="en-CA"/>
              </w:rPr>
              <w:t>O</w:t>
            </w:r>
          </w:p>
        </w:tc>
        <w:tc>
          <w:tcPr>
            <w:tcW w:w="7646" w:type="dxa"/>
            <w:tcBorders>
              <w:top w:val="single" w:sz="4" w:space="0" w:color="auto"/>
              <w:left w:val="single" w:sz="4" w:space="0" w:color="auto"/>
              <w:bottom w:val="single" w:sz="4" w:space="0" w:color="auto"/>
              <w:right w:val="single" w:sz="4" w:space="0" w:color="auto"/>
            </w:tcBorders>
          </w:tcPr>
          <w:p w14:paraId="16C9C3C9" w14:textId="77777777" w:rsidR="00CF3A35" w:rsidRPr="00EA771E" w:rsidRDefault="00CF3A35" w:rsidP="00B2207F">
            <w:bookmarkStart w:id="1" w:name="_Hlk493839029"/>
            <w:r w:rsidRPr="00033DE0">
              <w:t xml:space="preserve">Supports </w:t>
            </w:r>
            <w:bookmarkEnd w:id="1"/>
            <w:r w:rsidRPr="00EA771E">
              <w:t>Event Reporting</w:t>
            </w:r>
          </w:p>
        </w:tc>
      </w:tr>
      <w:tr w:rsidR="00540D09" w:rsidRPr="00E559FD" w14:paraId="69059D61" w14:textId="77777777" w:rsidTr="005B72AB">
        <w:tblPrEx>
          <w:tblLook w:val="0000" w:firstRow="0" w:lastRow="0" w:firstColumn="0" w:lastColumn="0" w:noHBand="0" w:noVBand="0"/>
        </w:tblPrEx>
        <w:tc>
          <w:tcPr>
            <w:tcW w:w="629" w:type="dxa"/>
            <w:tcBorders>
              <w:bottom w:val="single" w:sz="4" w:space="0" w:color="auto"/>
            </w:tcBorders>
          </w:tcPr>
          <w:p w14:paraId="5BFF3428"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6880D04D" w14:textId="3A289776"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7</w:t>
            </w:r>
          </w:p>
        </w:tc>
        <w:tc>
          <w:tcPr>
            <w:tcW w:w="7646" w:type="dxa"/>
            <w:tcBorders>
              <w:bottom w:val="single" w:sz="4" w:space="0" w:color="auto"/>
            </w:tcBorders>
          </w:tcPr>
          <w:p w14:paraId="30C3F7C9"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0F361EA8" w14:textId="77777777" w:rsidTr="005B72AB">
        <w:tblPrEx>
          <w:tblLook w:val="0000" w:firstRow="0" w:lastRow="0" w:firstColumn="0" w:lastColumn="0" w:noHBand="0" w:noVBand="0"/>
        </w:tblPrEx>
        <w:tc>
          <w:tcPr>
            <w:tcW w:w="629" w:type="dxa"/>
            <w:tcBorders>
              <w:bottom w:val="single" w:sz="4" w:space="0" w:color="auto"/>
            </w:tcBorders>
          </w:tcPr>
          <w:p w14:paraId="16701C68"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65FE7CD3"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F078995" w14:textId="25713EE5" w:rsidR="006A1EE2" w:rsidRPr="00E559FD" w:rsidRDefault="006A1EE2" w:rsidP="00334BF1">
            <w:pPr>
              <w:jc w:val="both"/>
            </w:pPr>
            <w:r w:rsidRPr="00581A7F">
              <w:rPr>
                <w:szCs w:val="20"/>
              </w:rPr>
              <w:t xml:space="preserve">Supports </w:t>
            </w:r>
            <w:r w:rsidR="000659E6">
              <w:rPr>
                <w:szCs w:val="20"/>
              </w:rPr>
              <w:t>intrinsic reporting</w:t>
            </w:r>
          </w:p>
        </w:tc>
      </w:tr>
      <w:tr w:rsidR="00D15C5B" w:rsidRPr="005A313A" w14:paraId="3EF4978D" w14:textId="77777777" w:rsidTr="005B72AB">
        <w:tblPrEx>
          <w:tblLook w:val="0000" w:firstRow="0" w:lastRow="0" w:firstColumn="0" w:lastColumn="0" w:noHBand="0" w:noVBand="0"/>
        </w:tblPrEx>
        <w:tc>
          <w:tcPr>
            <w:tcW w:w="9180" w:type="dxa"/>
            <w:gridSpan w:val="3"/>
          </w:tcPr>
          <w:p w14:paraId="2F31F128" w14:textId="77777777" w:rsidR="00D15C5B" w:rsidRPr="006F56A5" w:rsidRDefault="00D15C5B" w:rsidP="009F2C28">
            <w:pPr>
              <w:ind w:left="720"/>
            </w:pPr>
            <w:r w:rsidRPr="006F56A5">
              <w:rPr>
                <w:vertAlign w:val="superscript"/>
              </w:rPr>
              <w:t>1</w:t>
            </w:r>
            <w:r w:rsidRPr="006F56A5">
              <w:t xml:space="preserve"> If the Group_Members property is writable, DS-RP-A shall be supported.</w:t>
            </w:r>
          </w:p>
          <w:p w14:paraId="29FD67FF" w14:textId="77777777" w:rsidR="00D15C5B" w:rsidRPr="006F56A5" w:rsidRDefault="00D15C5B" w:rsidP="009F2C28">
            <w:pPr>
              <w:ind w:left="720"/>
            </w:pPr>
            <w:r w:rsidRPr="006F56A5">
              <w:rPr>
                <w:vertAlign w:val="superscript"/>
              </w:rPr>
              <w:t>2</w:t>
            </w:r>
            <w:r w:rsidRPr="006F56A5">
              <w:t xml:space="preserve"> If the Group_Members property is writable, this data type must be supported.</w:t>
            </w:r>
          </w:p>
          <w:p w14:paraId="798B5AA7" w14:textId="77777777" w:rsidR="00D15C5B" w:rsidRPr="006F56A5" w:rsidRDefault="0000328E" w:rsidP="006B5CA0">
            <w:pPr>
              <w:ind w:left="720"/>
            </w:pPr>
            <w:r w:rsidRPr="006B5CA0">
              <w:rPr>
                <w:vertAlign w:val="superscript"/>
              </w:rPr>
              <w:t>3</w:t>
            </w:r>
            <w:r w:rsidR="00DA1EB5" w:rsidRPr="006B5CA0">
              <w:rPr>
                <w:vertAlign w:val="superscript"/>
              </w:rPr>
              <w:t xml:space="preserve"> </w:t>
            </w:r>
            <w:r w:rsidR="00D15C5B" w:rsidRPr="006F56A5">
              <w:t>Reading of 32 bit Unsigned and INTEGER values is minimally required.</w:t>
            </w:r>
          </w:p>
          <w:p w14:paraId="7221C1A2" w14:textId="77777777" w:rsidR="00D15C5B" w:rsidRPr="006F56A5" w:rsidRDefault="0000328E" w:rsidP="006B5CA0">
            <w:pPr>
              <w:pStyle w:val="ListParagraph"/>
            </w:pPr>
            <w:r w:rsidRPr="0000328E">
              <w:rPr>
                <w:vertAlign w:val="superscript"/>
              </w:rPr>
              <w:lastRenderedPageBreak/>
              <w:t>4</w:t>
            </w:r>
            <w:r w:rsidR="00DA1EB5">
              <w:rPr>
                <w:vertAlign w:val="superscript"/>
              </w:rPr>
              <w:t xml:space="preserve"> </w:t>
            </w:r>
            <w:r w:rsidR="00D15C5B" w:rsidRPr="006F56A5">
              <w:t>Reading of 16-bit Enumerated values is minimally required.</w:t>
            </w:r>
          </w:p>
          <w:p w14:paraId="140E658E" w14:textId="77777777" w:rsidR="00D15C5B" w:rsidRPr="006F56A5" w:rsidRDefault="0000328E" w:rsidP="006B5CA0">
            <w:pPr>
              <w:pStyle w:val="ListParagraph"/>
            </w:pPr>
            <w:r w:rsidRPr="0000328E">
              <w:rPr>
                <w:vertAlign w:val="superscript"/>
              </w:rPr>
              <w:t>5</w:t>
            </w:r>
            <w:r w:rsidR="00DA1EB5">
              <w:rPr>
                <w:vertAlign w:val="superscript"/>
              </w:rPr>
              <w:t xml:space="preserve"> </w:t>
            </w:r>
            <w:r w:rsidR="00D15C5B" w:rsidRPr="006F56A5">
              <w:t>If COVU_Period or COVU_Recipients properties are present then both shall be present and writable.</w:t>
            </w:r>
          </w:p>
          <w:p w14:paraId="34030AFE" w14:textId="77777777" w:rsidR="00D15C5B" w:rsidRDefault="00D15C5B" w:rsidP="009F2C28">
            <w:pPr>
              <w:ind w:left="720"/>
            </w:pPr>
            <w:r w:rsidRPr="006F56A5">
              <w:rPr>
                <w:vertAlign w:val="superscript"/>
              </w:rPr>
              <w:t>6</w:t>
            </w:r>
            <w:r w:rsidRPr="006F56A5">
              <w:t xml:space="preserve"> If COVU_Period or COVU_Recipients properties are present then DM-DDB-A and DS-COVU-B shall be supported.</w:t>
            </w:r>
          </w:p>
          <w:p w14:paraId="075ABC40" w14:textId="5E061D12" w:rsidR="00540D09" w:rsidRPr="005A313A" w:rsidRDefault="00540D09" w:rsidP="009F2C28">
            <w:pPr>
              <w:ind w:left="720"/>
            </w:pPr>
            <w:r>
              <w:rPr>
                <w:vertAlign w:val="superscript"/>
              </w:rPr>
              <w:t>7</w:t>
            </w:r>
            <w:r w:rsidRPr="00E559FD">
              <w:t xml:space="preserve"> Protocol_Revision 13 or higher must be claimed. IUT shall not claim this functionality if the only method of generating a fault condition is by writing to the Reliability property.</w:t>
            </w:r>
          </w:p>
        </w:tc>
      </w:tr>
      <w:tr w:rsidR="00A46220" w:rsidRPr="00F702EA" w14:paraId="2AF2C3B6" w14:textId="77777777" w:rsidTr="005B72AB">
        <w:tblPrEx>
          <w:tblLook w:val="0000" w:firstRow="0" w:lastRow="0" w:firstColumn="0" w:lastColumn="0" w:noHBand="0" w:noVBand="0"/>
        </w:tblPrEx>
        <w:tc>
          <w:tcPr>
            <w:tcW w:w="9180" w:type="dxa"/>
            <w:gridSpan w:val="3"/>
            <w:tcBorders>
              <w:top w:val="single" w:sz="4" w:space="0" w:color="auto"/>
              <w:left w:val="single" w:sz="4" w:space="0" w:color="auto"/>
              <w:bottom w:val="single" w:sz="4" w:space="0" w:color="auto"/>
              <w:right w:val="single" w:sz="4" w:space="0" w:color="auto"/>
            </w:tcBorders>
          </w:tcPr>
          <w:p w14:paraId="4866CDD2" w14:textId="77777777" w:rsidR="00A46220" w:rsidRPr="001473C3" w:rsidRDefault="00A46220" w:rsidP="00AC32C9">
            <w:pPr>
              <w:rPr>
                <w:b/>
              </w:rPr>
            </w:pPr>
            <w:r w:rsidRPr="001473C3">
              <w:rPr>
                <w:b/>
              </w:rPr>
              <w:lastRenderedPageBreak/>
              <w:t>Accumulator</w:t>
            </w:r>
            <w:r w:rsidR="007269C4" w:rsidRPr="001473C3">
              <w:rPr>
                <w:b/>
              </w:rPr>
              <w:t xml:space="preserve"> Object</w:t>
            </w:r>
          </w:p>
        </w:tc>
      </w:tr>
      <w:tr w:rsidR="00A70FCF" w:rsidRPr="00F702EA" w14:paraId="5CB3221B"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shd w:val="clear" w:color="auto" w:fill="auto"/>
          </w:tcPr>
          <w:p w14:paraId="3E4AEF77" w14:textId="77777777" w:rsidR="00A46220" w:rsidRPr="00F702EA" w:rsidRDefault="00A46220" w:rsidP="005B72AB">
            <w:pPr>
              <w:jc w:val="center"/>
            </w:pPr>
          </w:p>
        </w:tc>
        <w:tc>
          <w:tcPr>
            <w:tcW w:w="905" w:type="dxa"/>
            <w:tcBorders>
              <w:top w:val="single" w:sz="4" w:space="0" w:color="000000"/>
              <w:left w:val="single" w:sz="4" w:space="0" w:color="000000"/>
              <w:bottom w:val="single" w:sz="4" w:space="0" w:color="000000"/>
            </w:tcBorders>
            <w:shd w:val="clear" w:color="auto" w:fill="auto"/>
          </w:tcPr>
          <w:p w14:paraId="5BD1739B" w14:textId="77777777" w:rsidR="00A46220" w:rsidRPr="00F702EA" w:rsidRDefault="00A46220" w:rsidP="00D95166">
            <w:pPr>
              <w:jc w:val="center"/>
            </w:pPr>
            <w:r w:rsidRPr="00F702EA">
              <w:t>R</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14:paraId="0D4CF72D" w14:textId="77777777" w:rsidR="00A46220" w:rsidRPr="00F702EA" w:rsidRDefault="00A46220" w:rsidP="00D95166">
            <w:r w:rsidRPr="00F702EA">
              <w:t>Base Requirements</w:t>
            </w:r>
          </w:p>
        </w:tc>
      </w:tr>
      <w:tr w:rsidR="00A70FCF" w:rsidRPr="00F702EA" w14:paraId="7DAC7E31"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shd w:val="clear" w:color="auto" w:fill="auto"/>
          </w:tcPr>
          <w:p w14:paraId="5F305ED1" w14:textId="77777777" w:rsidR="00A46220" w:rsidRPr="00F702EA" w:rsidRDefault="00A46220" w:rsidP="005B72AB">
            <w:pPr>
              <w:jc w:val="center"/>
            </w:pPr>
          </w:p>
        </w:tc>
        <w:tc>
          <w:tcPr>
            <w:tcW w:w="905" w:type="dxa"/>
            <w:tcBorders>
              <w:left w:val="single" w:sz="4" w:space="0" w:color="000000"/>
              <w:bottom w:val="single" w:sz="4" w:space="0" w:color="000000"/>
            </w:tcBorders>
            <w:shd w:val="clear" w:color="auto" w:fill="auto"/>
          </w:tcPr>
          <w:p w14:paraId="5DB25F2D" w14:textId="77777777" w:rsidR="00A46220" w:rsidRPr="00F702EA" w:rsidRDefault="00A46220" w:rsidP="00D95166">
            <w:pPr>
              <w:jc w:val="center"/>
            </w:pPr>
            <w:r w:rsidRPr="00F702EA">
              <w:t>O</w:t>
            </w:r>
          </w:p>
        </w:tc>
        <w:tc>
          <w:tcPr>
            <w:tcW w:w="7646" w:type="dxa"/>
            <w:tcBorders>
              <w:left w:val="single" w:sz="4" w:space="0" w:color="000000"/>
              <w:bottom w:val="single" w:sz="4" w:space="0" w:color="000000"/>
              <w:right w:val="single" w:sz="4" w:space="0" w:color="000000"/>
            </w:tcBorders>
            <w:shd w:val="clear" w:color="auto" w:fill="auto"/>
          </w:tcPr>
          <w:p w14:paraId="1EFA26BA" w14:textId="77777777" w:rsidR="00A46220" w:rsidRPr="00F702EA" w:rsidRDefault="00A46220" w:rsidP="00D95166">
            <w:r w:rsidRPr="00F702EA">
              <w:t xml:space="preserve">Supports Prescale property </w:t>
            </w:r>
          </w:p>
        </w:tc>
      </w:tr>
      <w:tr w:rsidR="00A70FCF" w:rsidRPr="00F702EA" w14:paraId="5D490A13"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shd w:val="clear" w:color="auto" w:fill="auto"/>
          </w:tcPr>
          <w:p w14:paraId="5D7208B9" w14:textId="77777777" w:rsidR="00A46220" w:rsidRPr="00F702EA" w:rsidRDefault="00A46220" w:rsidP="005B72AB">
            <w:pPr>
              <w:jc w:val="center"/>
            </w:pPr>
          </w:p>
        </w:tc>
        <w:tc>
          <w:tcPr>
            <w:tcW w:w="905" w:type="dxa"/>
            <w:tcBorders>
              <w:left w:val="single" w:sz="4" w:space="0" w:color="000000"/>
              <w:bottom w:val="single" w:sz="4" w:space="0" w:color="000000"/>
            </w:tcBorders>
            <w:shd w:val="clear" w:color="auto" w:fill="auto"/>
          </w:tcPr>
          <w:p w14:paraId="7AC582D6" w14:textId="77777777" w:rsidR="00A46220" w:rsidRPr="00F702EA" w:rsidRDefault="00A46220" w:rsidP="00D95166">
            <w:pPr>
              <w:jc w:val="center"/>
            </w:pPr>
            <w:r w:rsidRPr="00F702EA">
              <w:t>O</w:t>
            </w:r>
          </w:p>
        </w:tc>
        <w:tc>
          <w:tcPr>
            <w:tcW w:w="7646" w:type="dxa"/>
            <w:tcBorders>
              <w:left w:val="single" w:sz="4" w:space="0" w:color="000000"/>
              <w:bottom w:val="single" w:sz="4" w:space="0" w:color="000000"/>
              <w:right w:val="single" w:sz="4" w:space="0" w:color="000000"/>
            </w:tcBorders>
            <w:shd w:val="clear" w:color="auto" w:fill="auto"/>
          </w:tcPr>
          <w:p w14:paraId="06393F96" w14:textId="77777777" w:rsidR="00A46220" w:rsidRPr="00F702EA" w:rsidRDefault="00A46220" w:rsidP="00D95166">
            <w:r w:rsidRPr="00F702EA">
              <w:t>Supports Logging_Record property</w:t>
            </w:r>
          </w:p>
        </w:tc>
      </w:tr>
      <w:tr w:rsidR="00A70FCF" w:rsidRPr="00F702EA" w14:paraId="28018B39"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shd w:val="clear" w:color="auto" w:fill="auto"/>
          </w:tcPr>
          <w:p w14:paraId="561457AA" w14:textId="77777777" w:rsidR="00A46220" w:rsidRPr="00F702EA" w:rsidRDefault="00A46220" w:rsidP="005B72AB">
            <w:pPr>
              <w:jc w:val="center"/>
            </w:pPr>
          </w:p>
        </w:tc>
        <w:tc>
          <w:tcPr>
            <w:tcW w:w="905" w:type="dxa"/>
            <w:tcBorders>
              <w:left w:val="single" w:sz="4" w:space="0" w:color="000000"/>
              <w:bottom w:val="single" w:sz="4" w:space="0" w:color="000000"/>
            </w:tcBorders>
            <w:shd w:val="clear" w:color="auto" w:fill="auto"/>
          </w:tcPr>
          <w:p w14:paraId="6573E9A6" w14:textId="77777777" w:rsidR="00A46220" w:rsidRPr="00F702EA" w:rsidRDefault="00A46220" w:rsidP="00D95166">
            <w:pPr>
              <w:jc w:val="center"/>
            </w:pPr>
            <w:r w:rsidRPr="00F702EA">
              <w:t>O</w:t>
            </w:r>
          </w:p>
        </w:tc>
        <w:tc>
          <w:tcPr>
            <w:tcW w:w="7646" w:type="dxa"/>
            <w:tcBorders>
              <w:left w:val="single" w:sz="4" w:space="0" w:color="000000"/>
              <w:bottom w:val="single" w:sz="4" w:space="0" w:color="000000"/>
              <w:right w:val="single" w:sz="4" w:space="0" w:color="000000"/>
            </w:tcBorders>
            <w:shd w:val="clear" w:color="auto" w:fill="auto"/>
          </w:tcPr>
          <w:p w14:paraId="2AD77DCA" w14:textId="54542A6E" w:rsidR="00A46220" w:rsidRPr="00F702EA" w:rsidRDefault="00AC727B" w:rsidP="00D95166">
            <w:r>
              <w:t>Supports configurable Out_Of_Service</w:t>
            </w:r>
            <w:r w:rsidR="0018579F">
              <w:t xml:space="preserve"> property</w:t>
            </w:r>
            <w:r w:rsidR="00A46220" w:rsidRPr="00F702EA">
              <w:t xml:space="preserve"> </w:t>
            </w:r>
          </w:p>
        </w:tc>
      </w:tr>
      <w:tr w:rsidR="00A70FCF" w:rsidRPr="00F702EA" w14:paraId="6C251AFE"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shd w:val="clear" w:color="auto" w:fill="auto"/>
          </w:tcPr>
          <w:p w14:paraId="5E46BF34" w14:textId="77777777" w:rsidR="00A46220" w:rsidRPr="00F702EA" w:rsidRDefault="00A46220" w:rsidP="005B72AB">
            <w:pPr>
              <w:jc w:val="center"/>
            </w:pPr>
          </w:p>
        </w:tc>
        <w:tc>
          <w:tcPr>
            <w:tcW w:w="905" w:type="dxa"/>
            <w:tcBorders>
              <w:left w:val="single" w:sz="4" w:space="0" w:color="000000"/>
              <w:bottom w:val="single" w:sz="4" w:space="0" w:color="000000"/>
            </w:tcBorders>
            <w:shd w:val="clear" w:color="auto" w:fill="auto"/>
          </w:tcPr>
          <w:p w14:paraId="5B222241" w14:textId="77777777" w:rsidR="00A46220" w:rsidRPr="00F702EA" w:rsidRDefault="00A46220" w:rsidP="00D95166">
            <w:pPr>
              <w:jc w:val="center"/>
            </w:pPr>
            <w:r w:rsidRPr="00F702EA">
              <w:t>O</w:t>
            </w:r>
          </w:p>
        </w:tc>
        <w:tc>
          <w:tcPr>
            <w:tcW w:w="7646" w:type="dxa"/>
            <w:tcBorders>
              <w:left w:val="single" w:sz="4" w:space="0" w:color="000000"/>
              <w:bottom w:val="single" w:sz="4" w:space="0" w:color="000000"/>
              <w:right w:val="single" w:sz="4" w:space="0" w:color="000000"/>
            </w:tcBorders>
            <w:shd w:val="clear" w:color="auto" w:fill="auto"/>
          </w:tcPr>
          <w:p w14:paraId="4788F4D3" w14:textId="77777777" w:rsidR="00A46220" w:rsidRPr="00F702EA" w:rsidRDefault="00A46220" w:rsidP="00D95166">
            <w:r w:rsidRPr="00F702EA">
              <w:t>Supports writable Value_Set property</w:t>
            </w:r>
          </w:p>
        </w:tc>
      </w:tr>
      <w:tr w:rsidR="00A70FCF" w:rsidRPr="00F702EA" w14:paraId="4FD343F7"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shd w:val="clear" w:color="auto" w:fill="auto"/>
          </w:tcPr>
          <w:p w14:paraId="66896208" w14:textId="77777777" w:rsidR="00A46220" w:rsidRPr="00F702EA" w:rsidRDefault="00A46220" w:rsidP="005B72AB">
            <w:pPr>
              <w:jc w:val="center"/>
            </w:pPr>
          </w:p>
        </w:tc>
        <w:tc>
          <w:tcPr>
            <w:tcW w:w="905" w:type="dxa"/>
            <w:tcBorders>
              <w:left w:val="single" w:sz="4" w:space="0" w:color="000000"/>
              <w:bottom w:val="single" w:sz="4" w:space="0" w:color="000000"/>
            </w:tcBorders>
            <w:shd w:val="clear" w:color="auto" w:fill="auto"/>
          </w:tcPr>
          <w:p w14:paraId="3F82AC24" w14:textId="77777777" w:rsidR="00A46220" w:rsidRPr="00F702EA" w:rsidRDefault="00A46220" w:rsidP="00D95166">
            <w:pPr>
              <w:jc w:val="center"/>
            </w:pPr>
            <w:r w:rsidRPr="00F702EA">
              <w:t>O</w:t>
            </w:r>
          </w:p>
        </w:tc>
        <w:tc>
          <w:tcPr>
            <w:tcW w:w="7646" w:type="dxa"/>
            <w:tcBorders>
              <w:left w:val="single" w:sz="4" w:space="0" w:color="000000"/>
              <w:bottom w:val="single" w:sz="4" w:space="0" w:color="000000"/>
              <w:right w:val="single" w:sz="4" w:space="0" w:color="000000"/>
            </w:tcBorders>
            <w:shd w:val="clear" w:color="auto" w:fill="auto"/>
          </w:tcPr>
          <w:p w14:paraId="1312B5C0" w14:textId="77777777" w:rsidR="00A46220" w:rsidRPr="00F702EA" w:rsidRDefault="00A46220" w:rsidP="00D95166">
            <w:r w:rsidRPr="00F702EA">
              <w:t>Supports writable Value_Before_Change property</w:t>
            </w:r>
          </w:p>
        </w:tc>
      </w:tr>
      <w:tr w:rsidR="00540D09" w:rsidRPr="00E559FD" w14:paraId="7E871F68" w14:textId="77777777" w:rsidTr="005B72AB">
        <w:tblPrEx>
          <w:tblLook w:val="0000" w:firstRow="0" w:lastRow="0" w:firstColumn="0" w:lastColumn="0" w:noHBand="0" w:noVBand="0"/>
        </w:tblPrEx>
        <w:tc>
          <w:tcPr>
            <w:tcW w:w="629" w:type="dxa"/>
            <w:tcBorders>
              <w:bottom w:val="single" w:sz="4" w:space="0" w:color="auto"/>
            </w:tcBorders>
          </w:tcPr>
          <w:p w14:paraId="6EFCA9A4"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6E04EF7D"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4E647270"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30802AAC" w14:textId="77777777" w:rsidTr="005B72AB">
        <w:tblPrEx>
          <w:tblLook w:val="0000" w:firstRow="0" w:lastRow="0" w:firstColumn="0" w:lastColumn="0" w:noHBand="0" w:noVBand="0"/>
        </w:tblPrEx>
        <w:tc>
          <w:tcPr>
            <w:tcW w:w="629" w:type="dxa"/>
            <w:tcBorders>
              <w:bottom w:val="single" w:sz="4" w:space="0" w:color="auto"/>
            </w:tcBorders>
          </w:tcPr>
          <w:p w14:paraId="5C7D7AC9"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4DC48C2"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21E02F38" w14:textId="79E05F3B"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6B264A77" w14:textId="77777777" w:rsidTr="005B72AB">
        <w:tblPrEx>
          <w:tblLook w:val="0000" w:firstRow="0" w:lastRow="0" w:firstColumn="0" w:lastColumn="0" w:noHBand="0" w:noVBand="0"/>
        </w:tblPrEx>
        <w:trPr>
          <w:cantSplit/>
        </w:trPr>
        <w:tc>
          <w:tcPr>
            <w:tcW w:w="9180" w:type="dxa"/>
            <w:gridSpan w:val="3"/>
          </w:tcPr>
          <w:p w14:paraId="20CCC820"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502B38" w14:paraId="7A246BE3"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4D59692B" w14:textId="77777777" w:rsidR="00CF3A35" w:rsidRPr="00502B38" w:rsidRDefault="00CF3A35" w:rsidP="00B2207F">
            <w:r>
              <w:rPr>
                <w:b/>
                <w:bCs/>
              </w:rPr>
              <w:t>Program</w:t>
            </w:r>
            <w:r w:rsidRPr="00502B38">
              <w:rPr>
                <w:b/>
                <w:bCs/>
              </w:rPr>
              <w:t xml:space="preserve"> Object</w:t>
            </w:r>
          </w:p>
        </w:tc>
      </w:tr>
      <w:tr w:rsidR="00CF3A35" w:rsidRPr="00502B38" w14:paraId="3506B16B" w14:textId="77777777" w:rsidTr="005B72AB">
        <w:tc>
          <w:tcPr>
            <w:tcW w:w="629" w:type="dxa"/>
            <w:tcBorders>
              <w:top w:val="single" w:sz="4" w:space="0" w:color="auto"/>
              <w:left w:val="single" w:sz="4" w:space="0" w:color="auto"/>
              <w:bottom w:val="single" w:sz="4" w:space="0" w:color="auto"/>
              <w:right w:val="single" w:sz="4" w:space="0" w:color="auto"/>
            </w:tcBorders>
          </w:tcPr>
          <w:p w14:paraId="624BD86D"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2BABC45" w14:textId="77777777" w:rsidR="00CF3A35" w:rsidRPr="00502B38" w:rsidRDefault="00CF3A35" w:rsidP="00B2207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0D56169" w14:textId="77777777" w:rsidR="00CF3A35" w:rsidRPr="00502B38" w:rsidRDefault="00CF3A35" w:rsidP="00B2207F">
            <w:r w:rsidRPr="00502B38">
              <w:t xml:space="preserve">Base Requirements </w:t>
            </w:r>
          </w:p>
        </w:tc>
      </w:tr>
      <w:tr w:rsidR="00540D09" w:rsidRPr="00E559FD" w14:paraId="7EE58E9D" w14:textId="77777777" w:rsidTr="005B72AB">
        <w:tblPrEx>
          <w:tblLook w:val="0000" w:firstRow="0" w:lastRow="0" w:firstColumn="0" w:lastColumn="0" w:noHBand="0" w:noVBand="0"/>
        </w:tblPrEx>
        <w:tc>
          <w:tcPr>
            <w:tcW w:w="629" w:type="dxa"/>
            <w:tcBorders>
              <w:bottom w:val="single" w:sz="4" w:space="0" w:color="auto"/>
            </w:tcBorders>
          </w:tcPr>
          <w:p w14:paraId="00F86B8E"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5542D783"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052ADE3"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18C60A8C" w14:textId="77777777" w:rsidTr="005B72AB">
        <w:tblPrEx>
          <w:tblLook w:val="0000" w:firstRow="0" w:lastRow="0" w:firstColumn="0" w:lastColumn="0" w:noHBand="0" w:noVBand="0"/>
        </w:tblPrEx>
        <w:tc>
          <w:tcPr>
            <w:tcW w:w="629" w:type="dxa"/>
            <w:tcBorders>
              <w:bottom w:val="single" w:sz="4" w:space="0" w:color="auto"/>
            </w:tcBorders>
          </w:tcPr>
          <w:p w14:paraId="263842DC"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769AFF6"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0C90597F" w14:textId="1A131289"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725D82F2" w14:textId="77777777" w:rsidTr="005B72AB">
        <w:tblPrEx>
          <w:tblLook w:val="0000" w:firstRow="0" w:lastRow="0" w:firstColumn="0" w:lastColumn="0" w:noHBand="0" w:noVBand="0"/>
        </w:tblPrEx>
        <w:trPr>
          <w:cantSplit/>
        </w:trPr>
        <w:tc>
          <w:tcPr>
            <w:tcW w:w="9180" w:type="dxa"/>
            <w:gridSpan w:val="3"/>
          </w:tcPr>
          <w:p w14:paraId="479D233C"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0DD10D20"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244BDFAF" w14:textId="77777777" w:rsidR="00CF3A35" w:rsidRPr="00FB3F7A" w:rsidRDefault="00CF3A35" w:rsidP="00B2207F">
            <w:pPr>
              <w:rPr>
                <w:b/>
              </w:rPr>
            </w:pPr>
            <w:r>
              <w:rPr>
                <w:b/>
              </w:rPr>
              <w:t>Life Safety</w:t>
            </w:r>
            <w:r w:rsidRPr="00FB3F7A">
              <w:rPr>
                <w:b/>
              </w:rPr>
              <w:t xml:space="preserve"> </w:t>
            </w:r>
            <w:r>
              <w:rPr>
                <w:b/>
              </w:rPr>
              <w:t xml:space="preserve">Point </w:t>
            </w:r>
            <w:r w:rsidRPr="00FB3F7A">
              <w:rPr>
                <w:b/>
              </w:rPr>
              <w:t>Object</w:t>
            </w:r>
          </w:p>
        </w:tc>
      </w:tr>
      <w:tr w:rsidR="008F390E" w:rsidRPr="00502B38" w14:paraId="4463EF7B" w14:textId="77777777" w:rsidTr="005B72AB">
        <w:tc>
          <w:tcPr>
            <w:tcW w:w="629" w:type="dxa"/>
            <w:tcBorders>
              <w:top w:val="single" w:sz="4" w:space="0" w:color="auto"/>
              <w:left w:val="single" w:sz="4" w:space="0" w:color="auto"/>
              <w:bottom w:val="single" w:sz="4" w:space="0" w:color="auto"/>
              <w:right w:val="single" w:sz="4" w:space="0" w:color="auto"/>
            </w:tcBorders>
          </w:tcPr>
          <w:p w14:paraId="27F14238" w14:textId="77777777" w:rsidR="008F390E" w:rsidRPr="002860AF"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D861DA8" w14:textId="77777777" w:rsidR="008F390E" w:rsidRPr="00502B38" w:rsidRDefault="008F390E" w:rsidP="00F37728">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D2CA287" w14:textId="77777777" w:rsidR="008F390E" w:rsidRPr="00647542" w:rsidRDefault="008F390E" w:rsidP="00F37728">
            <w:r w:rsidRPr="00647542">
              <w:t>Base Requirements</w:t>
            </w:r>
          </w:p>
        </w:tc>
      </w:tr>
      <w:tr w:rsidR="008F390E" w:rsidRPr="00502B38" w14:paraId="5D4DFE28" w14:textId="77777777" w:rsidTr="005B72AB">
        <w:tc>
          <w:tcPr>
            <w:tcW w:w="629" w:type="dxa"/>
            <w:tcBorders>
              <w:top w:val="single" w:sz="4" w:space="0" w:color="auto"/>
              <w:left w:val="single" w:sz="4" w:space="0" w:color="auto"/>
              <w:bottom w:val="single" w:sz="4" w:space="0" w:color="auto"/>
              <w:right w:val="single" w:sz="4" w:space="0" w:color="auto"/>
            </w:tcBorders>
          </w:tcPr>
          <w:p w14:paraId="48E724BD" w14:textId="77777777" w:rsidR="008F390E" w:rsidRPr="00EA07D2"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6794571" w14:textId="77777777" w:rsidR="008F390E" w:rsidRPr="00502B38" w:rsidRDefault="008F390E" w:rsidP="00F37728">
            <w:pPr>
              <w:jc w:val="center"/>
            </w:pPr>
            <w:r>
              <w:t>S</w:t>
            </w:r>
          </w:p>
        </w:tc>
        <w:tc>
          <w:tcPr>
            <w:tcW w:w="7646" w:type="dxa"/>
            <w:tcBorders>
              <w:top w:val="single" w:sz="4" w:space="0" w:color="auto"/>
              <w:left w:val="single" w:sz="4" w:space="0" w:color="auto"/>
              <w:bottom w:val="single" w:sz="4" w:space="0" w:color="auto"/>
              <w:right w:val="single" w:sz="4" w:space="0" w:color="auto"/>
            </w:tcBorders>
            <w:hideMark/>
          </w:tcPr>
          <w:p w14:paraId="5569F7A3" w14:textId="3BECA8E2" w:rsidR="008F390E" w:rsidRPr="00647542" w:rsidRDefault="00AC727B" w:rsidP="002E5097">
            <w:r>
              <w:t>Supports configurable Out_Of_Service</w:t>
            </w:r>
            <w:r w:rsidR="008F390E" w:rsidRPr="00647542">
              <w:t xml:space="preserve"> propert</w:t>
            </w:r>
            <w:r w:rsidR="002E5097">
              <w:t>y</w:t>
            </w:r>
          </w:p>
        </w:tc>
      </w:tr>
      <w:tr w:rsidR="008F390E" w:rsidRPr="00502B38" w14:paraId="6FEBDEF0" w14:textId="77777777" w:rsidTr="005B72AB">
        <w:tc>
          <w:tcPr>
            <w:tcW w:w="629" w:type="dxa"/>
            <w:tcBorders>
              <w:top w:val="single" w:sz="4" w:space="0" w:color="auto"/>
              <w:left w:val="single" w:sz="4" w:space="0" w:color="auto"/>
              <w:bottom w:val="single" w:sz="4" w:space="0" w:color="auto"/>
              <w:right w:val="single" w:sz="4" w:space="0" w:color="auto"/>
            </w:tcBorders>
          </w:tcPr>
          <w:p w14:paraId="141C2B7C" w14:textId="77777777" w:rsidR="008F390E" w:rsidRPr="002860AF"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7BCFD8E" w14:textId="77777777" w:rsidR="008F390E" w:rsidRPr="00647542" w:rsidRDefault="008F390E" w:rsidP="00F37728">
            <w:pPr>
              <w:jc w:val="center"/>
            </w:pPr>
            <w:r>
              <w:t>O</w:t>
            </w:r>
          </w:p>
        </w:tc>
        <w:tc>
          <w:tcPr>
            <w:tcW w:w="7646" w:type="dxa"/>
            <w:tcBorders>
              <w:top w:val="single" w:sz="4" w:space="0" w:color="auto"/>
              <w:left w:val="single" w:sz="4" w:space="0" w:color="auto"/>
              <w:bottom w:val="single" w:sz="4" w:space="0" w:color="auto"/>
              <w:right w:val="single" w:sz="4" w:space="0" w:color="auto"/>
            </w:tcBorders>
            <w:hideMark/>
          </w:tcPr>
          <w:p w14:paraId="4857EB54" w14:textId="77777777" w:rsidR="008F390E" w:rsidRPr="00647542" w:rsidRDefault="008F390E" w:rsidP="00F37728">
            <w:r w:rsidRPr="00647542">
              <w:t>Support</w:t>
            </w:r>
            <w:r>
              <w:t>s</w:t>
            </w:r>
            <w:r w:rsidRPr="00647542">
              <w:t xml:space="preserve"> </w:t>
            </w:r>
            <w:r>
              <w:t>w</w:t>
            </w:r>
            <w:r w:rsidRPr="00647542">
              <w:t xml:space="preserve">ritable Member_Of </w:t>
            </w:r>
            <w:r>
              <w:t>p</w:t>
            </w:r>
            <w:r w:rsidRPr="00647542">
              <w:t>roperty</w:t>
            </w:r>
          </w:p>
        </w:tc>
      </w:tr>
      <w:tr w:rsidR="00186FB4" w:rsidRPr="00D7757E" w14:paraId="40620586" w14:textId="77777777" w:rsidTr="005B72AB">
        <w:tblPrEx>
          <w:tblLook w:val="0000" w:firstRow="0" w:lastRow="0" w:firstColumn="0" w:lastColumn="0" w:noHBand="0" w:noVBand="0"/>
        </w:tblPrEx>
        <w:tc>
          <w:tcPr>
            <w:tcW w:w="629" w:type="dxa"/>
          </w:tcPr>
          <w:p w14:paraId="46D48CD5" w14:textId="77777777" w:rsidR="00186FB4" w:rsidRPr="00D7757E" w:rsidRDefault="00186FB4" w:rsidP="00186FB4">
            <w:pPr>
              <w:jc w:val="center"/>
              <w:rPr>
                <w:szCs w:val="20"/>
                <w:lang w:val="en-CA" w:eastAsia="x-none"/>
              </w:rPr>
            </w:pPr>
          </w:p>
        </w:tc>
        <w:tc>
          <w:tcPr>
            <w:tcW w:w="905" w:type="dxa"/>
          </w:tcPr>
          <w:p w14:paraId="632B93BB"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19CF4A4C"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702E1DCE" w14:textId="77777777" w:rsidTr="005B72AB">
        <w:tblPrEx>
          <w:tblLook w:val="0000" w:firstRow="0" w:lastRow="0" w:firstColumn="0" w:lastColumn="0" w:noHBand="0" w:noVBand="0"/>
        </w:tblPrEx>
        <w:tc>
          <w:tcPr>
            <w:tcW w:w="629" w:type="dxa"/>
            <w:tcBorders>
              <w:bottom w:val="single" w:sz="4" w:space="0" w:color="auto"/>
            </w:tcBorders>
          </w:tcPr>
          <w:p w14:paraId="3AB4005C"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267EA49D"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637DE7AF"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0D49673C" w14:textId="77777777" w:rsidTr="005B72AB">
        <w:tblPrEx>
          <w:tblLook w:val="0000" w:firstRow="0" w:lastRow="0" w:firstColumn="0" w:lastColumn="0" w:noHBand="0" w:noVBand="0"/>
        </w:tblPrEx>
        <w:tc>
          <w:tcPr>
            <w:tcW w:w="629" w:type="dxa"/>
            <w:tcBorders>
              <w:bottom w:val="single" w:sz="4" w:space="0" w:color="auto"/>
            </w:tcBorders>
          </w:tcPr>
          <w:p w14:paraId="297A828C"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BEEF419"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917489B" w14:textId="489F117D"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3F1AE05D" w14:textId="77777777" w:rsidTr="005B72AB">
        <w:tblPrEx>
          <w:tblLook w:val="0000" w:firstRow="0" w:lastRow="0" w:firstColumn="0" w:lastColumn="0" w:noHBand="0" w:noVBand="0"/>
        </w:tblPrEx>
        <w:trPr>
          <w:cantSplit/>
        </w:trPr>
        <w:tc>
          <w:tcPr>
            <w:tcW w:w="9180" w:type="dxa"/>
            <w:gridSpan w:val="3"/>
          </w:tcPr>
          <w:p w14:paraId="343A63FE"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25942B10"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1B4E4AB1" w14:textId="77777777" w:rsidR="00CF3A35" w:rsidRPr="00FB3F7A" w:rsidRDefault="00CF3A35" w:rsidP="00B2207F">
            <w:pPr>
              <w:rPr>
                <w:b/>
              </w:rPr>
            </w:pPr>
            <w:r w:rsidRPr="00FB3F7A">
              <w:rPr>
                <w:b/>
              </w:rPr>
              <w:t>Life Safety Zone Object</w:t>
            </w:r>
          </w:p>
        </w:tc>
      </w:tr>
      <w:tr w:rsidR="008F390E" w:rsidRPr="00502B38" w14:paraId="31F7AC70" w14:textId="77777777" w:rsidTr="005B72AB">
        <w:tc>
          <w:tcPr>
            <w:tcW w:w="629" w:type="dxa"/>
            <w:tcBorders>
              <w:top w:val="single" w:sz="4" w:space="0" w:color="auto"/>
              <w:left w:val="single" w:sz="4" w:space="0" w:color="auto"/>
              <w:bottom w:val="single" w:sz="4" w:space="0" w:color="auto"/>
              <w:right w:val="single" w:sz="4" w:space="0" w:color="auto"/>
            </w:tcBorders>
          </w:tcPr>
          <w:p w14:paraId="4044D895" w14:textId="77777777" w:rsidR="008F390E" w:rsidRPr="002860AF"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2C35A8D1" w14:textId="77777777" w:rsidR="008F390E" w:rsidRPr="00502B38" w:rsidRDefault="008F390E" w:rsidP="00F37728">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19A27DA" w14:textId="77777777" w:rsidR="008F390E" w:rsidRPr="00647542" w:rsidRDefault="008F390E" w:rsidP="00F37728">
            <w:r w:rsidRPr="00647542">
              <w:t>Base Requirements</w:t>
            </w:r>
          </w:p>
        </w:tc>
      </w:tr>
      <w:tr w:rsidR="008F390E" w:rsidRPr="00502B38" w14:paraId="32D64356" w14:textId="77777777" w:rsidTr="005B72AB">
        <w:tc>
          <w:tcPr>
            <w:tcW w:w="629" w:type="dxa"/>
            <w:tcBorders>
              <w:top w:val="single" w:sz="4" w:space="0" w:color="auto"/>
              <w:left w:val="single" w:sz="4" w:space="0" w:color="auto"/>
              <w:bottom w:val="single" w:sz="4" w:space="0" w:color="auto"/>
              <w:right w:val="single" w:sz="4" w:space="0" w:color="auto"/>
            </w:tcBorders>
          </w:tcPr>
          <w:p w14:paraId="059F2127" w14:textId="77777777" w:rsidR="008F390E" w:rsidRPr="00EA07D2"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4C78E30" w14:textId="77777777" w:rsidR="008F390E" w:rsidRPr="00502B38" w:rsidRDefault="008F390E" w:rsidP="00F37728">
            <w:pPr>
              <w:jc w:val="center"/>
            </w:pPr>
            <w:r>
              <w:t>S</w:t>
            </w:r>
          </w:p>
        </w:tc>
        <w:tc>
          <w:tcPr>
            <w:tcW w:w="7646" w:type="dxa"/>
            <w:tcBorders>
              <w:top w:val="single" w:sz="4" w:space="0" w:color="auto"/>
              <w:left w:val="single" w:sz="4" w:space="0" w:color="auto"/>
              <w:bottom w:val="single" w:sz="4" w:space="0" w:color="auto"/>
              <w:right w:val="single" w:sz="4" w:space="0" w:color="auto"/>
            </w:tcBorders>
            <w:hideMark/>
          </w:tcPr>
          <w:p w14:paraId="36A6AA0B" w14:textId="0117C7AA" w:rsidR="008F390E" w:rsidRPr="00647542" w:rsidRDefault="00AC727B" w:rsidP="002E5097">
            <w:r>
              <w:t>Supports configurable Out_Of_Service</w:t>
            </w:r>
            <w:r w:rsidR="008F390E" w:rsidRPr="00647542">
              <w:t xml:space="preserve"> propert</w:t>
            </w:r>
            <w:r w:rsidR="002E5097">
              <w:t>y</w:t>
            </w:r>
          </w:p>
        </w:tc>
      </w:tr>
      <w:tr w:rsidR="008F390E" w:rsidRPr="00502B38" w14:paraId="100DFBCB" w14:textId="77777777" w:rsidTr="005B72AB">
        <w:tc>
          <w:tcPr>
            <w:tcW w:w="629" w:type="dxa"/>
            <w:tcBorders>
              <w:top w:val="single" w:sz="4" w:space="0" w:color="auto"/>
              <w:left w:val="single" w:sz="4" w:space="0" w:color="auto"/>
              <w:bottom w:val="single" w:sz="4" w:space="0" w:color="auto"/>
              <w:right w:val="single" w:sz="4" w:space="0" w:color="auto"/>
            </w:tcBorders>
          </w:tcPr>
          <w:p w14:paraId="60E1FDD3" w14:textId="77777777" w:rsidR="008F390E" w:rsidRPr="002860AF" w:rsidRDefault="008F390E" w:rsidP="00F37728">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8D381B6" w14:textId="77777777" w:rsidR="008F390E" w:rsidRPr="00647542" w:rsidRDefault="008F390E" w:rsidP="00F37728">
            <w:pPr>
              <w:jc w:val="center"/>
            </w:pPr>
            <w:r w:rsidRPr="00647542">
              <w:t>O</w:t>
            </w:r>
          </w:p>
        </w:tc>
        <w:tc>
          <w:tcPr>
            <w:tcW w:w="7646" w:type="dxa"/>
            <w:tcBorders>
              <w:top w:val="single" w:sz="4" w:space="0" w:color="auto"/>
              <w:left w:val="single" w:sz="4" w:space="0" w:color="auto"/>
              <w:bottom w:val="single" w:sz="4" w:space="0" w:color="auto"/>
              <w:right w:val="single" w:sz="4" w:space="0" w:color="auto"/>
            </w:tcBorders>
            <w:hideMark/>
          </w:tcPr>
          <w:p w14:paraId="4523F8D6" w14:textId="77777777" w:rsidR="008F390E" w:rsidRPr="00647542" w:rsidRDefault="008F390E" w:rsidP="00F37728">
            <w:r w:rsidRPr="00647542">
              <w:t>Support</w:t>
            </w:r>
            <w:r>
              <w:t>s</w:t>
            </w:r>
            <w:r w:rsidRPr="00647542">
              <w:t xml:space="preserve"> </w:t>
            </w:r>
            <w:r>
              <w:t>w</w:t>
            </w:r>
            <w:r w:rsidRPr="00647542">
              <w:t xml:space="preserve">ritable Member_Of </w:t>
            </w:r>
            <w:r>
              <w:t>p</w:t>
            </w:r>
            <w:r w:rsidRPr="00647542">
              <w:t>roperty</w:t>
            </w:r>
          </w:p>
        </w:tc>
      </w:tr>
      <w:tr w:rsidR="00186FB4" w:rsidRPr="00D7757E" w14:paraId="62FEAFF7" w14:textId="77777777" w:rsidTr="005B72AB">
        <w:tblPrEx>
          <w:tblLook w:val="0000" w:firstRow="0" w:lastRow="0" w:firstColumn="0" w:lastColumn="0" w:noHBand="0" w:noVBand="0"/>
        </w:tblPrEx>
        <w:tc>
          <w:tcPr>
            <w:tcW w:w="629" w:type="dxa"/>
          </w:tcPr>
          <w:p w14:paraId="03814A41" w14:textId="77777777" w:rsidR="00186FB4" w:rsidRPr="00D7757E" w:rsidRDefault="00186FB4" w:rsidP="00186FB4">
            <w:pPr>
              <w:jc w:val="center"/>
              <w:rPr>
                <w:szCs w:val="20"/>
                <w:lang w:val="en-CA" w:eastAsia="x-none"/>
              </w:rPr>
            </w:pPr>
          </w:p>
        </w:tc>
        <w:tc>
          <w:tcPr>
            <w:tcW w:w="905" w:type="dxa"/>
          </w:tcPr>
          <w:p w14:paraId="120A593C"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320E206C"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22C5CB5E" w14:textId="77777777" w:rsidTr="005B72AB">
        <w:tblPrEx>
          <w:tblLook w:val="0000" w:firstRow="0" w:lastRow="0" w:firstColumn="0" w:lastColumn="0" w:noHBand="0" w:noVBand="0"/>
        </w:tblPrEx>
        <w:tc>
          <w:tcPr>
            <w:tcW w:w="629" w:type="dxa"/>
            <w:tcBorders>
              <w:bottom w:val="single" w:sz="4" w:space="0" w:color="auto"/>
            </w:tcBorders>
          </w:tcPr>
          <w:p w14:paraId="4EA18E05"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26D23F05"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6AC85730"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61DEDA7C" w14:textId="77777777" w:rsidTr="005B72AB">
        <w:tblPrEx>
          <w:tblLook w:val="0000" w:firstRow="0" w:lastRow="0" w:firstColumn="0" w:lastColumn="0" w:noHBand="0" w:noVBand="0"/>
        </w:tblPrEx>
        <w:tc>
          <w:tcPr>
            <w:tcW w:w="629" w:type="dxa"/>
            <w:tcBorders>
              <w:bottom w:val="single" w:sz="4" w:space="0" w:color="auto"/>
            </w:tcBorders>
          </w:tcPr>
          <w:p w14:paraId="69B4D8BD"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9EBCA1D"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5B59340" w14:textId="6AB2C190"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3AEC053D" w14:textId="77777777" w:rsidTr="005B72AB">
        <w:tblPrEx>
          <w:tblLook w:val="0000" w:firstRow="0" w:lastRow="0" w:firstColumn="0" w:lastColumn="0" w:noHBand="0" w:noVBand="0"/>
        </w:tblPrEx>
        <w:trPr>
          <w:cantSplit/>
        </w:trPr>
        <w:tc>
          <w:tcPr>
            <w:tcW w:w="9180" w:type="dxa"/>
            <w:gridSpan w:val="3"/>
          </w:tcPr>
          <w:p w14:paraId="1917A39A"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3DF06228"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275333A1" w14:textId="77777777" w:rsidR="00CF3A35" w:rsidRPr="00FB3F7A" w:rsidRDefault="00CF3A35" w:rsidP="00B2207F">
            <w:pPr>
              <w:rPr>
                <w:b/>
              </w:rPr>
            </w:pPr>
            <w:r w:rsidRPr="00FB3F7A">
              <w:rPr>
                <w:b/>
              </w:rPr>
              <w:t>Pulse Converter</w:t>
            </w:r>
            <w:r>
              <w:rPr>
                <w:b/>
              </w:rPr>
              <w:t xml:space="preserve"> Object</w:t>
            </w:r>
          </w:p>
        </w:tc>
      </w:tr>
      <w:tr w:rsidR="00CF3A35" w:rsidRPr="00502B38" w14:paraId="64D8B6C6" w14:textId="77777777" w:rsidTr="005B72AB">
        <w:tc>
          <w:tcPr>
            <w:tcW w:w="629" w:type="dxa"/>
            <w:tcBorders>
              <w:top w:val="single" w:sz="4" w:space="0" w:color="auto"/>
              <w:left w:val="single" w:sz="4" w:space="0" w:color="auto"/>
              <w:bottom w:val="single" w:sz="4" w:space="0" w:color="auto"/>
              <w:right w:val="single" w:sz="4" w:space="0" w:color="auto"/>
            </w:tcBorders>
          </w:tcPr>
          <w:p w14:paraId="49F27AFD"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665094F" w14:textId="77777777" w:rsidR="00CF3A35" w:rsidRPr="00502B38" w:rsidRDefault="00CF3A35" w:rsidP="005C18FC">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1D230DE4" w14:textId="77777777" w:rsidR="00CF3A35" w:rsidRPr="00502B38" w:rsidRDefault="00CF3A35" w:rsidP="00B2207F">
            <w:r w:rsidRPr="00502B38">
              <w:t xml:space="preserve">Base Requirements </w:t>
            </w:r>
          </w:p>
        </w:tc>
      </w:tr>
      <w:tr w:rsidR="00A70FCF" w14:paraId="5AA98E5B"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shd w:val="clear" w:color="auto" w:fill="auto"/>
          </w:tcPr>
          <w:p w14:paraId="68E8A6B0" w14:textId="77777777" w:rsidR="005C18FC" w:rsidRDefault="005C18FC" w:rsidP="00EE0FBF">
            <w:pPr>
              <w:snapToGrid w:val="0"/>
              <w:jc w:val="center"/>
            </w:pPr>
          </w:p>
        </w:tc>
        <w:tc>
          <w:tcPr>
            <w:tcW w:w="905" w:type="dxa"/>
            <w:tcBorders>
              <w:left w:val="single" w:sz="4" w:space="0" w:color="000000"/>
              <w:bottom w:val="single" w:sz="4" w:space="0" w:color="000000"/>
            </w:tcBorders>
            <w:shd w:val="clear" w:color="auto" w:fill="auto"/>
          </w:tcPr>
          <w:p w14:paraId="404FA932" w14:textId="77777777" w:rsidR="005C18FC" w:rsidRDefault="005C18FC" w:rsidP="00EE0FBF">
            <w:pPr>
              <w:jc w:val="center"/>
            </w:pPr>
            <w:r>
              <w:t>O</w:t>
            </w:r>
          </w:p>
        </w:tc>
        <w:tc>
          <w:tcPr>
            <w:tcW w:w="7646" w:type="dxa"/>
            <w:tcBorders>
              <w:left w:val="single" w:sz="4" w:space="0" w:color="000000"/>
              <w:bottom w:val="single" w:sz="4" w:space="0" w:color="000000"/>
              <w:right w:val="single" w:sz="4" w:space="0" w:color="000000"/>
            </w:tcBorders>
            <w:shd w:val="clear" w:color="auto" w:fill="auto"/>
          </w:tcPr>
          <w:p w14:paraId="4B1AB549" w14:textId="085364E8" w:rsidR="005C18FC" w:rsidRDefault="00AC727B" w:rsidP="00EE0FBF">
            <w:r>
              <w:t>Supports configurable Out_Of_Service</w:t>
            </w:r>
            <w:r w:rsidR="0018579F">
              <w:t xml:space="preserve"> property</w:t>
            </w:r>
            <w:r w:rsidR="005C18FC">
              <w:t xml:space="preserve"> </w:t>
            </w:r>
          </w:p>
        </w:tc>
      </w:tr>
      <w:tr w:rsidR="00540D09" w:rsidRPr="00E559FD" w14:paraId="4084B608" w14:textId="77777777" w:rsidTr="005B72AB">
        <w:tblPrEx>
          <w:tblLook w:val="0000" w:firstRow="0" w:lastRow="0" w:firstColumn="0" w:lastColumn="0" w:noHBand="0" w:noVBand="0"/>
        </w:tblPrEx>
        <w:tc>
          <w:tcPr>
            <w:tcW w:w="629" w:type="dxa"/>
            <w:tcBorders>
              <w:bottom w:val="single" w:sz="4" w:space="0" w:color="auto"/>
            </w:tcBorders>
          </w:tcPr>
          <w:p w14:paraId="31FBE2B8"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273572FA"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4888BB42"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10B2250B" w14:textId="77777777" w:rsidTr="005B72AB">
        <w:tblPrEx>
          <w:tblLook w:val="0000" w:firstRow="0" w:lastRow="0" w:firstColumn="0" w:lastColumn="0" w:noHBand="0" w:noVBand="0"/>
        </w:tblPrEx>
        <w:tc>
          <w:tcPr>
            <w:tcW w:w="629" w:type="dxa"/>
            <w:tcBorders>
              <w:bottom w:val="single" w:sz="4" w:space="0" w:color="auto"/>
            </w:tcBorders>
          </w:tcPr>
          <w:p w14:paraId="625CCAFC"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CE41664"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53BC2EE" w14:textId="2833F6FE"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725A6A85" w14:textId="77777777" w:rsidTr="005B72AB">
        <w:tblPrEx>
          <w:tblLook w:val="0000" w:firstRow="0" w:lastRow="0" w:firstColumn="0" w:lastColumn="0" w:noHBand="0" w:noVBand="0"/>
        </w:tblPrEx>
        <w:trPr>
          <w:cantSplit/>
        </w:trPr>
        <w:tc>
          <w:tcPr>
            <w:tcW w:w="9180" w:type="dxa"/>
            <w:gridSpan w:val="3"/>
          </w:tcPr>
          <w:p w14:paraId="3E482FB1"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1E72BF92"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411D5C82" w14:textId="77777777" w:rsidR="00CF3A35" w:rsidRPr="00FB3F7A" w:rsidRDefault="00CF3A35" w:rsidP="00B2207F">
            <w:pPr>
              <w:rPr>
                <w:b/>
              </w:rPr>
            </w:pPr>
            <w:r>
              <w:rPr>
                <w:b/>
              </w:rPr>
              <w:t>Access Door Object</w:t>
            </w:r>
          </w:p>
        </w:tc>
      </w:tr>
      <w:tr w:rsidR="00CF3A35" w:rsidRPr="00502B38" w14:paraId="65C0F132" w14:textId="77777777" w:rsidTr="005B72AB">
        <w:tc>
          <w:tcPr>
            <w:tcW w:w="629" w:type="dxa"/>
            <w:tcBorders>
              <w:top w:val="single" w:sz="4" w:space="0" w:color="auto"/>
              <w:left w:val="single" w:sz="4" w:space="0" w:color="auto"/>
              <w:bottom w:val="single" w:sz="4" w:space="0" w:color="auto"/>
              <w:right w:val="single" w:sz="4" w:space="0" w:color="auto"/>
            </w:tcBorders>
          </w:tcPr>
          <w:p w14:paraId="332BFD6F"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39A66A69"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04D04E1" w14:textId="77777777" w:rsidR="00CF3A35" w:rsidRPr="00502B38" w:rsidRDefault="00CF3A35" w:rsidP="00B2207F">
            <w:r w:rsidRPr="00502B38">
              <w:t xml:space="preserve">Base Requirements </w:t>
            </w:r>
          </w:p>
        </w:tc>
      </w:tr>
      <w:tr w:rsidR="0023533F" w:rsidRPr="00581A7F" w14:paraId="2DC39429" w14:textId="77777777" w:rsidTr="005B72AB">
        <w:tc>
          <w:tcPr>
            <w:tcW w:w="629" w:type="dxa"/>
            <w:tcBorders>
              <w:top w:val="single" w:sz="4" w:space="0" w:color="auto"/>
              <w:left w:val="single" w:sz="4" w:space="0" w:color="auto"/>
              <w:bottom w:val="single" w:sz="4" w:space="0" w:color="auto"/>
              <w:right w:val="single" w:sz="4" w:space="0" w:color="auto"/>
            </w:tcBorders>
          </w:tcPr>
          <w:p w14:paraId="35F1F39D"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1E1BAFD2" w14:textId="77777777" w:rsidR="0023533F" w:rsidRPr="00581A7F" w:rsidRDefault="0023533F" w:rsidP="0023533F">
            <w:pPr>
              <w:jc w:val="center"/>
            </w:pPr>
            <w:r w:rsidRPr="00581A7F">
              <w:t>R</w:t>
            </w:r>
          </w:p>
        </w:tc>
        <w:tc>
          <w:tcPr>
            <w:tcW w:w="7646" w:type="dxa"/>
            <w:tcBorders>
              <w:top w:val="single" w:sz="4" w:space="0" w:color="auto"/>
              <w:left w:val="single" w:sz="4" w:space="0" w:color="auto"/>
              <w:bottom w:val="single" w:sz="4" w:space="0" w:color="auto"/>
              <w:right w:val="single" w:sz="4" w:space="0" w:color="auto"/>
            </w:tcBorders>
          </w:tcPr>
          <w:p w14:paraId="2734C057" w14:textId="77777777" w:rsidR="0023533F" w:rsidRPr="00581A7F" w:rsidRDefault="0023533F" w:rsidP="0023533F">
            <w:r w:rsidRPr="00581A7F">
              <w:t>Supports command prioritization</w:t>
            </w:r>
          </w:p>
        </w:tc>
      </w:tr>
      <w:tr w:rsidR="0023533F" w:rsidRPr="00581A7F" w14:paraId="42E3FD7F" w14:textId="77777777" w:rsidTr="005B72AB">
        <w:tc>
          <w:tcPr>
            <w:tcW w:w="629" w:type="dxa"/>
            <w:tcBorders>
              <w:top w:val="single" w:sz="4" w:space="0" w:color="auto"/>
              <w:left w:val="single" w:sz="4" w:space="0" w:color="auto"/>
              <w:bottom w:val="single" w:sz="4" w:space="0" w:color="auto"/>
              <w:right w:val="single" w:sz="4" w:space="0" w:color="auto"/>
            </w:tcBorders>
          </w:tcPr>
          <w:p w14:paraId="4317B878"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000CA9B1" w14:textId="77777777" w:rsidR="0023533F" w:rsidRPr="00581A7F" w:rsidRDefault="0023533F" w:rsidP="0023533F">
            <w:pPr>
              <w:jc w:val="center"/>
            </w:pPr>
            <w:r w:rsidRPr="00581A7F">
              <w:t>S</w:t>
            </w:r>
          </w:p>
        </w:tc>
        <w:tc>
          <w:tcPr>
            <w:tcW w:w="7646" w:type="dxa"/>
            <w:tcBorders>
              <w:top w:val="single" w:sz="4" w:space="0" w:color="auto"/>
              <w:left w:val="single" w:sz="4" w:space="0" w:color="auto"/>
              <w:bottom w:val="single" w:sz="4" w:space="0" w:color="auto"/>
              <w:right w:val="single" w:sz="4" w:space="0" w:color="auto"/>
            </w:tcBorders>
          </w:tcPr>
          <w:p w14:paraId="00D69377" w14:textId="3CEF93B2" w:rsidR="0023533F" w:rsidRPr="00581A7F" w:rsidRDefault="00AC727B" w:rsidP="002E5097">
            <w:r>
              <w:t>Supports configurable Out_Of_Service</w:t>
            </w:r>
            <w:r w:rsidR="0023533F" w:rsidRPr="00581A7F">
              <w:t xml:space="preserve"> propert</w:t>
            </w:r>
            <w:r w:rsidR="002E5097">
              <w:t>y</w:t>
            </w:r>
          </w:p>
        </w:tc>
      </w:tr>
      <w:tr w:rsidR="0023533F" w:rsidRPr="00581A7F" w14:paraId="7404D592" w14:textId="77777777" w:rsidTr="005B72AB">
        <w:tc>
          <w:tcPr>
            <w:tcW w:w="629" w:type="dxa"/>
            <w:tcBorders>
              <w:top w:val="single" w:sz="4" w:space="0" w:color="auto"/>
              <w:left w:val="single" w:sz="4" w:space="0" w:color="auto"/>
              <w:bottom w:val="single" w:sz="4" w:space="0" w:color="auto"/>
              <w:right w:val="single" w:sz="4" w:space="0" w:color="auto"/>
            </w:tcBorders>
          </w:tcPr>
          <w:p w14:paraId="3F80BA49"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487753D1" w14:textId="77777777" w:rsidR="0023533F" w:rsidRPr="00581A7F" w:rsidRDefault="0023533F" w:rsidP="0023533F">
            <w:pPr>
              <w:jc w:val="center"/>
            </w:pPr>
            <w:r w:rsidRPr="00581A7F">
              <w:t>C</w:t>
            </w:r>
            <w:r w:rsidRPr="00581A7F">
              <w:rPr>
                <w:vertAlign w:val="superscript"/>
              </w:rPr>
              <w:t>1</w:t>
            </w:r>
          </w:p>
        </w:tc>
        <w:tc>
          <w:tcPr>
            <w:tcW w:w="7646" w:type="dxa"/>
            <w:tcBorders>
              <w:top w:val="single" w:sz="4" w:space="0" w:color="auto"/>
              <w:left w:val="single" w:sz="4" w:space="0" w:color="auto"/>
              <w:bottom w:val="single" w:sz="4" w:space="0" w:color="auto"/>
              <w:right w:val="single" w:sz="4" w:space="0" w:color="auto"/>
            </w:tcBorders>
          </w:tcPr>
          <w:p w14:paraId="24D755D7" w14:textId="77777777" w:rsidR="0023533F" w:rsidRPr="00581A7F" w:rsidRDefault="0023533F" w:rsidP="0023533F">
            <w:pPr>
              <w:rPr>
                <w:szCs w:val="20"/>
              </w:rPr>
            </w:pPr>
            <w:r w:rsidRPr="00581A7F">
              <w:rPr>
                <w:szCs w:val="20"/>
              </w:rPr>
              <w:t>Supports Door_Status property</w:t>
            </w:r>
          </w:p>
        </w:tc>
      </w:tr>
      <w:tr w:rsidR="0023533F" w:rsidRPr="00581A7F" w14:paraId="13A3EF47" w14:textId="77777777" w:rsidTr="005B72AB">
        <w:tc>
          <w:tcPr>
            <w:tcW w:w="629" w:type="dxa"/>
            <w:tcBorders>
              <w:top w:val="single" w:sz="4" w:space="0" w:color="auto"/>
              <w:left w:val="single" w:sz="4" w:space="0" w:color="auto"/>
              <w:bottom w:val="single" w:sz="4" w:space="0" w:color="auto"/>
              <w:right w:val="single" w:sz="4" w:space="0" w:color="auto"/>
            </w:tcBorders>
          </w:tcPr>
          <w:p w14:paraId="78823247"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35CFD1E4"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00B3FAAA" w14:textId="77777777" w:rsidR="0023533F" w:rsidRPr="00581A7F" w:rsidRDefault="0023533F" w:rsidP="0023533F">
            <w:pPr>
              <w:rPr>
                <w:szCs w:val="20"/>
              </w:rPr>
            </w:pPr>
            <w:r w:rsidRPr="00581A7F">
              <w:rPr>
                <w:szCs w:val="20"/>
              </w:rPr>
              <w:t>Supports Lock_Status property</w:t>
            </w:r>
          </w:p>
        </w:tc>
      </w:tr>
      <w:tr w:rsidR="0023533F" w:rsidRPr="00581A7F" w14:paraId="65CE1F4D" w14:textId="77777777" w:rsidTr="005B72AB">
        <w:tc>
          <w:tcPr>
            <w:tcW w:w="629" w:type="dxa"/>
            <w:tcBorders>
              <w:top w:val="single" w:sz="4" w:space="0" w:color="auto"/>
              <w:left w:val="single" w:sz="4" w:space="0" w:color="auto"/>
              <w:bottom w:val="single" w:sz="4" w:space="0" w:color="auto"/>
              <w:right w:val="single" w:sz="4" w:space="0" w:color="auto"/>
            </w:tcBorders>
          </w:tcPr>
          <w:p w14:paraId="131F2E05"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2E352FC6"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497698BB" w14:textId="77777777" w:rsidR="0023533F" w:rsidRPr="00581A7F" w:rsidRDefault="0023533F" w:rsidP="0023533F">
            <w:pPr>
              <w:rPr>
                <w:szCs w:val="20"/>
              </w:rPr>
            </w:pPr>
            <w:r w:rsidRPr="00581A7F">
              <w:rPr>
                <w:szCs w:val="20"/>
              </w:rPr>
              <w:t>Supports Secured_Status property</w:t>
            </w:r>
          </w:p>
        </w:tc>
      </w:tr>
      <w:tr w:rsidR="0023533F" w:rsidRPr="00581A7F" w14:paraId="6D64C5D4" w14:textId="77777777" w:rsidTr="005B72AB">
        <w:tc>
          <w:tcPr>
            <w:tcW w:w="629" w:type="dxa"/>
            <w:tcBorders>
              <w:top w:val="single" w:sz="4" w:space="0" w:color="auto"/>
              <w:left w:val="single" w:sz="4" w:space="0" w:color="auto"/>
              <w:bottom w:val="single" w:sz="4" w:space="0" w:color="auto"/>
              <w:right w:val="single" w:sz="4" w:space="0" w:color="auto"/>
            </w:tcBorders>
          </w:tcPr>
          <w:p w14:paraId="2F93BB91"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18F8769"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hideMark/>
          </w:tcPr>
          <w:p w14:paraId="0A4AA9E7" w14:textId="77777777" w:rsidR="0023533F" w:rsidRPr="00581A7F" w:rsidRDefault="0023533F" w:rsidP="0023533F">
            <w:r w:rsidRPr="00581A7F">
              <w:rPr>
                <w:szCs w:val="20"/>
              </w:rPr>
              <w:t>Supports Door_Unlock_Delay_Time property</w:t>
            </w:r>
          </w:p>
        </w:tc>
      </w:tr>
      <w:tr w:rsidR="0023533F" w:rsidRPr="00581A7F" w14:paraId="417D282B" w14:textId="77777777" w:rsidTr="005B72AB">
        <w:tc>
          <w:tcPr>
            <w:tcW w:w="629" w:type="dxa"/>
            <w:tcBorders>
              <w:top w:val="single" w:sz="4" w:space="0" w:color="auto"/>
              <w:left w:val="single" w:sz="4" w:space="0" w:color="auto"/>
              <w:bottom w:val="single" w:sz="4" w:space="0" w:color="auto"/>
              <w:right w:val="single" w:sz="4" w:space="0" w:color="auto"/>
            </w:tcBorders>
          </w:tcPr>
          <w:p w14:paraId="4E0637B9"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5F9488A6"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604B3D57" w14:textId="77777777" w:rsidR="0023533F" w:rsidRPr="00581A7F" w:rsidRDefault="0023533F" w:rsidP="0023533F">
            <w:pPr>
              <w:rPr>
                <w:szCs w:val="20"/>
              </w:rPr>
            </w:pPr>
            <w:r w:rsidRPr="00581A7F">
              <w:rPr>
                <w:szCs w:val="20"/>
              </w:rPr>
              <w:t>Supports Masked_Alarm_Values property</w:t>
            </w:r>
          </w:p>
        </w:tc>
      </w:tr>
      <w:tr w:rsidR="0023533F" w:rsidRPr="00581A7F" w14:paraId="73277C3D" w14:textId="77777777" w:rsidTr="005B72AB">
        <w:tc>
          <w:tcPr>
            <w:tcW w:w="629" w:type="dxa"/>
            <w:tcBorders>
              <w:top w:val="single" w:sz="4" w:space="0" w:color="auto"/>
              <w:left w:val="single" w:sz="4" w:space="0" w:color="auto"/>
              <w:bottom w:val="single" w:sz="4" w:space="0" w:color="auto"/>
              <w:right w:val="single" w:sz="4" w:space="0" w:color="auto"/>
            </w:tcBorders>
          </w:tcPr>
          <w:p w14:paraId="797AD33B"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780687ED"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2D9974ED" w14:textId="7F212787" w:rsidR="0023533F" w:rsidRPr="00581A7F" w:rsidRDefault="0023533F" w:rsidP="0023533F">
            <w:pPr>
              <w:rPr>
                <w:szCs w:val="20"/>
              </w:rPr>
            </w:pPr>
            <w:r w:rsidRPr="00581A7F">
              <w:rPr>
                <w:szCs w:val="20"/>
              </w:rPr>
              <w:t xml:space="preserve">Supports </w:t>
            </w:r>
            <w:r w:rsidR="000659E6">
              <w:rPr>
                <w:szCs w:val="20"/>
              </w:rPr>
              <w:t>intrinsic reporting</w:t>
            </w:r>
          </w:p>
        </w:tc>
      </w:tr>
      <w:tr w:rsidR="00186FB4" w:rsidRPr="00D7757E" w14:paraId="23A9D760" w14:textId="77777777" w:rsidTr="005B72AB">
        <w:tblPrEx>
          <w:tblLook w:val="0000" w:firstRow="0" w:lastRow="0" w:firstColumn="0" w:lastColumn="0" w:noHBand="0" w:noVBand="0"/>
        </w:tblPrEx>
        <w:tc>
          <w:tcPr>
            <w:tcW w:w="629" w:type="dxa"/>
          </w:tcPr>
          <w:p w14:paraId="4CD62FB0" w14:textId="77777777" w:rsidR="00186FB4" w:rsidRPr="00D7757E" w:rsidRDefault="00186FB4" w:rsidP="00186FB4">
            <w:pPr>
              <w:jc w:val="center"/>
              <w:rPr>
                <w:szCs w:val="20"/>
                <w:lang w:val="en-CA" w:eastAsia="x-none"/>
              </w:rPr>
            </w:pPr>
          </w:p>
        </w:tc>
        <w:tc>
          <w:tcPr>
            <w:tcW w:w="905" w:type="dxa"/>
          </w:tcPr>
          <w:p w14:paraId="4FF052C5"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51A4359E"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0FA44D12" w14:textId="77777777" w:rsidTr="005B72AB">
        <w:tblPrEx>
          <w:tblLook w:val="0000" w:firstRow="0" w:lastRow="0" w:firstColumn="0" w:lastColumn="0" w:noHBand="0" w:noVBand="0"/>
        </w:tblPrEx>
        <w:tc>
          <w:tcPr>
            <w:tcW w:w="629" w:type="dxa"/>
            <w:tcBorders>
              <w:bottom w:val="single" w:sz="4" w:space="0" w:color="auto"/>
            </w:tcBorders>
          </w:tcPr>
          <w:p w14:paraId="4DBFD604"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538247B2" w14:textId="6B48F33F"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2</w:t>
            </w:r>
          </w:p>
        </w:tc>
        <w:tc>
          <w:tcPr>
            <w:tcW w:w="7646" w:type="dxa"/>
            <w:tcBorders>
              <w:bottom w:val="single" w:sz="4" w:space="0" w:color="auto"/>
            </w:tcBorders>
          </w:tcPr>
          <w:p w14:paraId="48055540" w14:textId="77777777" w:rsidR="00540D09" w:rsidRPr="00E559FD" w:rsidRDefault="00540D09" w:rsidP="001608F4">
            <w:pPr>
              <w:jc w:val="both"/>
              <w:rPr>
                <w:szCs w:val="20"/>
                <w:lang w:val="en-CA" w:eastAsia="x-none"/>
              </w:rPr>
            </w:pPr>
            <w:r w:rsidRPr="00E559FD">
              <w:t>Supports configurable Reliability_Evaluation_Inhibit property</w:t>
            </w:r>
          </w:p>
        </w:tc>
      </w:tr>
      <w:tr w:rsidR="0023533F" w:rsidRPr="00581A7F" w14:paraId="490A5BAF"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tcPr>
          <w:p w14:paraId="7C2F050E" w14:textId="77777777" w:rsidR="0023533F" w:rsidRDefault="0023533F" w:rsidP="0023533F">
            <w:pPr>
              <w:ind w:left="702"/>
              <w:rPr>
                <w:szCs w:val="20"/>
              </w:rPr>
            </w:pPr>
            <w:r w:rsidRPr="00581A7F">
              <w:rPr>
                <w:szCs w:val="20"/>
                <w:vertAlign w:val="superscript"/>
              </w:rPr>
              <w:t>1</w:t>
            </w:r>
            <w:r w:rsidRPr="00581A7F">
              <w:rPr>
                <w:szCs w:val="20"/>
              </w:rPr>
              <w:t xml:space="preserve"> If Secured_Status is supported, this is required.</w:t>
            </w:r>
          </w:p>
          <w:p w14:paraId="45B843B5" w14:textId="59AB71C2" w:rsidR="00540D09" w:rsidRPr="00581A7F" w:rsidRDefault="00540D09" w:rsidP="0023533F">
            <w:pPr>
              <w:ind w:left="702"/>
              <w:rPr>
                <w:szCs w:val="20"/>
              </w:rPr>
            </w:pPr>
            <w:r>
              <w:rPr>
                <w:vertAlign w:val="superscript"/>
              </w:rPr>
              <w:t>2</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268B440A"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2D6C15C0" w14:textId="77777777" w:rsidR="00CF3A35" w:rsidRPr="00FB3F7A" w:rsidRDefault="00CF3A35" w:rsidP="00B2207F">
            <w:pPr>
              <w:rPr>
                <w:b/>
              </w:rPr>
            </w:pPr>
            <w:r>
              <w:rPr>
                <w:b/>
              </w:rPr>
              <w:t>Load Control Object</w:t>
            </w:r>
          </w:p>
        </w:tc>
      </w:tr>
      <w:tr w:rsidR="00CF3A35" w:rsidRPr="00502B38" w14:paraId="56477DF3" w14:textId="77777777" w:rsidTr="005B72AB">
        <w:tc>
          <w:tcPr>
            <w:tcW w:w="629" w:type="dxa"/>
            <w:tcBorders>
              <w:top w:val="single" w:sz="4" w:space="0" w:color="auto"/>
              <w:left w:val="single" w:sz="4" w:space="0" w:color="auto"/>
              <w:bottom w:val="single" w:sz="4" w:space="0" w:color="auto"/>
              <w:right w:val="single" w:sz="4" w:space="0" w:color="auto"/>
            </w:tcBorders>
          </w:tcPr>
          <w:p w14:paraId="47BDEC94"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C29C567" w14:textId="77777777" w:rsidR="00CF3A35" w:rsidRPr="00502B38" w:rsidRDefault="00CF3A35" w:rsidP="00CE4F1B">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986DFE0" w14:textId="77777777" w:rsidR="00CF3A35" w:rsidRPr="00502B38" w:rsidRDefault="00CF3A35" w:rsidP="00B2207F">
            <w:r w:rsidRPr="00502B38">
              <w:t xml:space="preserve">Base Requirements </w:t>
            </w:r>
          </w:p>
        </w:tc>
      </w:tr>
      <w:tr w:rsidR="00A70FCF" w:rsidRPr="00C1655E" w14:paraId="484E1617"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shd w:val="clear" w:color="auto" w:fill="auto"/>
          </w:tcPr>
          <w:p w14:paraId="0FB7AA7F" w14:textId="77777777" w:rsidR="00CE4F1B" w:rsidRPr="00C1655E" w:rsidRDefault="00CE4F1B" w:rsidP="0023533F">
            <w:pPr>
              <w:snapToGrid w:val="0"/>
              <w:jc w:val="center"/>
              <w:rPr>
                <w:szCs w:val="20"/>
              </w:rPr>
            </w:pPr>
          </w:p>
        </w:tc>
        <w:tc>
          <w:tcPr>
            <w:tcW w:w="905" w:type="dxa"/>
            <w:tcBorders>
              <w:top w:val="single" w:sz="4" w:space="0" w:color="000000"/>
              <w:left w:val="single" w:sz="4" w:space="0" w:color="000000"/>
              <w:bottom w:val="single" w:sz="4" w:space="0" w:color="000000"/>
            </w:tcBorders>
            <w:shd w:val="clear" w:color="auto" w:fill="auto"/>
          </w:tcPr>
          <w:p w14:paraId="14148E1A" w14:textId="77777777" w:rsidR="00CE4F1B" w:rsidRPr="00C1655E" w:rsidRDefault="00CE4F1B" w:rsidP="0023533F">
            <w:pPr>
              <w:jc w:val="center"/>
            </w:pPr>
            <w:r w:rsidRPr="00C1655E">
              <w:t>R</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14:paraId="739C2541"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Requested_Shed_Level to LEVEL choice</w:t>
            </w:r>
          </w:p>
        </w:tc>
      </w:tr>
      <w:tr w:rsidR="00A70FCF" w:rsidRPr="00C1655E" w14:paraId="6F954EC2"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shd w:val="clear" w:color="auto" w:fill="auto"/>
          </w:tcPr>
          <w:p w14:paraId="76B24459" w14:textId="77777777" w:rsidR="00CE4F1B" w:rsidRPr="00C1655E" w:rsidRDefault="00CE4F1B" w:rsidP="0023533F">
            <w:pPr>
              <w:snapToGrid w:val="0"/>
              <w:jc w:val="center"/>
              <w:rPr>
                <w:szCs w:val="20"/>
              </w:rPr>
            </w:pPr>
          </w:p>
        </w:tc>
        <w:tc>
          <w:tcPr>
            <w:tcW w:w="905" w:type="dxa"/>
            <w:tcBorders>
              <w:top w:val="single" w:sz="4" w:space="0" w:color="000000"/>
              <w:left w:val="single" w:sz="4" w:space="0" w:color="000000"/>
              <w:bottom w:val="single" w:sz="4" w:space="0" w:color="000000"/>
            </w:tcBorders>
            <w:shd w:val="clear" w:color="auto" w:fill="auto"/>
          </w:tcPr>
          <w:p w14:paraId="2FF4FBED" w14:textId="77777777" w:rsidR="00CE4F1B" w:rsidRPr="00C1655E" w:rsidRDefault="00CE4F1B" w:rsidP="0023533F">
            <w:pPr>
              <w:jc w:val="center"/>
            </w:pPr>
            <w:r w:rsidRPr="00C1655E">
              <w:t>O</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14:paraId="647174A8"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Reliability property</w:t>
            </w:r>
          </w:p>
        </w:tc>
      </w:tr>
      <w:tr w:rsidR="00A70FCF" w:rsidRPr="00C1655E" w14:paraId="45F56B65"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shd w:val="clear" w:color="auto" w:fill="auto"/>
          </w:tcPr>
          <w:p w14:paraId="4DFB60BC" w14:textId="77777777" w:rsidR="00CE4F1B" w:rsidRPr="00C1655E" w:rsidRDefault="00CE4F1B" w:rsidP="0023533F">
            <w:pPr>
              <w:snapToGrid w:val="0"/>
              <w:jc w:val="center"/>
              <w:rPr>
                <w:szCs w:val="20"/>
              </w:rPr>
            </w:pPr>
          </w:p>
        </w:tc>
        <w:tc>
          <w:tcPr>
            <w:tcW w:w="905" w:type="dxa"/>
            <w:tcBorders>
              <w:top w:val="single" w:sz="4" w:space="0" w:color="000000"/>
              <w:left w:val="single" w:sz="4" w:space="0" w:color="000000"/>
              <w:bottom w:val="single" w:sz="4" w:space="0" w:color="000000"/>
            </w:tcBorders>
            <w:shd w:val="clear" w:color="auto" w:fill="auto"/>
          </w:tcPr>
          <w:p w14:paraId="3FBAFAAB" w14:textId="77777777" w:rsidR="00CE4F1B" w:rsidRPr="00C1655E" w:rsidRDefault="00CE4F1B" w:rsidP="0023533F">
            <w:pPr>
              <w:jc w:val="center"/>
            </w:pPr>
            <w:r w:rsidRPr="00C1655E">
              <w:t>O</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14:paraId="032F3AF5"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Requested_Shed_Level to PERCENT choice</w:t>
            </w:r>
          </w:p>
        </w:tc>
      </w:tr>
      <w:tr w:rsidR="00A70FCF" w:rsidRPr="00C1655E" w14:paraId="2EE5986B"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shd w:val="clear" w:color="auto" w:fill="auto"/>
          </w:tcPr>
          <w:p w14:paraId="7325E9D7" w14:textId="77777777" w:rsidR="00CE4F1B" w:rsidRPr="00C1655E" w:rsidRDefault="00CE4F1B" w:rsidP="0023533F">
            <w:pPr>
              <w:snapToGrid w:val="0"/>
              <w:jc w:val="center"/>
              <w:rPr>
                <w:szCs w:val="20"/>
              </w:rPr>
            </w:pPr>
          </w:p>
        </w:tc>
        <w:tc>
          <w:tcPr>
            <w:tcW w:w="905" w:type="dxa"/>
            <w:tcBorders>
              <w:top w:val="single" w:sz="4" w:space="0" w:color="000000"/>
              <w:left w:val="single" w:sz="4" w:space="0" w:color="000000"/>
              <w:bottom w:val="single" w:sz="4" w:space="0" w:color="000000"/>
            </w:tcBorders>
            <w:shd w:val="clear" w:color="auto" w:fill="auto"/>
          </w:tcPr>
          <w:p w14:paraId="1088E062" w14:textId="77777777" w:rsidR="00CE4F1B" w:rsidRPr="00C1655E" w:rsidRDefault="00CE4F1B" w:rsidP="0023533F">
            <w:pPr>
              <w:jc w:val="center"/>
            </w:pPr>
            <w:r w:rsidRPr="00C1655E">
              <w:t>O</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14:paraId="6E14CC11" w14:textId="77777777" w:rsidR="00CE4F1B" w:rsidRPr="00C1655E" w:rsidRDefault="00CE4F1B" w:rsidP="0023533F">
            <w:r w:rsidRPr="00C1655E">
              <w:t xml:space="preserve">Supports </w:t>
            </w:r>
            <w:r w:rsidRPr="00C1655E">
              <w:rPr>
                <w:rFonts w:ascii="TimesNewRomanPSMT" w:eastAsia="Calibri" w:hAnsi="TimesNewRomanPSMT" w:cs="TimesNewRomanPSMT"/>
                <w:sz w:val="19"/>
                <w:szCs w:val="19"/>
              </w:rPr>
              <w:t>writable</w:t>
            </w:r>
            <w:r w:rsidRPr="00C1655E">
              <w:t xml:space="preserve"> Requested_Shed_Level to AMOUNT choice</w:t>
            </w:r>
          </w:p>
        </w:tc>
      </w:tr>
      <w:tr w:rsidR="00186FB4" w:rsidRPr="00D7757E" w14:paraId="27F73BC7" w14:textId="77777777" w:rsidTr="005B72AB">
        <w:tblPrEx>
          <w:tblLook w:val="0000" w:firstRow="0" w:lastRow="0" w:firstColumn="0" w:lastColumn="0" w:noHBand="0" w:noVBand="0"/>
        </w:tblPrEx>
        <w:tc>
          <w:tcPr>
            <w:tcW w:w="629" w:type="dxa"/>
          </w:tcPr>
          <w:p w14:paraId="39151E9B" w14:textId="77777777" w:rsidR="00186FB4" w:rsidRPr="00D7757E" w:rsidRDefault="00186FB4" w:rsidP="00186FB4">
            <w:pPr>
              <w:jc w:val="center"/>
              <w:rPr>
                <w:szCs w:val="20"/>
                <w:lang w:val="en-CA" w:eastAsia="x-none"/>
              </w:rPr>
            </w:pPr>
          </w:p>
        </w:tc>
        <w:tc>
          <w:tcPr>
            <w:tcW w:w="905" w:type="dxa"/>
          </w:tcPr>
          <w:p w14:paraId="7A440310"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1E366617"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540D09" w:rsidRPr="00E559FD" w14:paraId="6E381CEA" w14:textId="77777777" w:rsidTr="005B72AB">
        <w:tblPrEx>
          <w:tblLook w:val="0000" w:firstRow="0" w:lastRow="0" w:firstColumn="0" w:lastColumn="0" w:noHBand="0" w:noVBand="0"/>
        </w:tblPrEx>
        <w:tc>
          <w:tcPr>
            <w:tcW w:w="629" w:type="dxa"/>
            <w:tcBorders>
              <w:bottom w:val="single" w:sz="4" w:space="0" w:color="auto"/>
            </w:tcBorders>
          </w:tcPr>
          <w:p w14:paraId="1ADC44ED"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0F4CE9C7"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14B13B2E"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103AAB8A" w14:textId="77777777" w:rsidTr="005B72AB">
        <w:tblPrEx>
          <w:tblLook w:val="0000" w:firstRow="0" w:lastRow="0" w:firstColumn="0" w:lastColumn="0" w:noHBand="0" w:noVBand="0"/>
        </w:tblPrEx>
        <w:tc>
          <w:tcPr>
            <w:tcW w:w="629" w:type="dxa"/>
            <w:tcBorders>
              <w:bottom w:val="single" w:sz="4" w:space="0" w:color="auto"/>
            </w:tcBorders>
          </w:tcPr>
          <w:p w14:paraId="07537B69"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28B22E82"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56AEF004" w14:textId="5BAB815F"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75B495DA" w14:textId="77777777" w:rsidTr="005B72AB">
        <w:tblPrEx>
          <w:tblLook w:val="0000" w:firstRow="0" w:lastRow="0" w:firstColumn="0" w:lastColumn="0" w:noHBand="0" w:noVBand="0"/>
        </w:tblPrEx>
        <w:trPr>
          <w:cantSplit/>
        </w:trPr>
        <w:tc>
          <w:tcPr>
            <w:tcW w:w="9180" w:type="dxa"/>
            <w:gridSpan w:val="3"/>
          </w:tcPr>
          <w:p w14:paraId="79BA289A"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52B97FB4"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50A7DC41" w14:textId="77777777" w:rsidR="00CF3A35" w:rsidRPr="00FB3F7A" w:rsidRDefault="00CF3A35" w:rsidP="00B2207F">
            <w:pPr>
              <w:rPr>
                <w:b/>
              </w:rPr>
            </w:pPr>
            <w:r>
              <w:rPr>
                <w:b/>
              </w:rPr>
              <w:t>Access Point Object</w:t>
            </w:r>
          </w:p>
        </w:tc>
      </w:tr>
      <w:tr w:rsidR="00CF3A35" w:rsidRPr="00502B38" w14:paraId="0AC23BF4" w14:textId="77777777" w:rsidTr="005B72AB">
        <w:tc>
          <w:tcPr>
            <w:tcW w:w="629" w:type="dxa"/>
            <w:tcBorders>
              <w:top w:val="single" w:sz="4" w:space="0" w:color="auto"/>
              <w:left w:val="single" w:sz="4" w:space="0" w:color="auto"/>
              <w:bottom w:val="single" w:sz="4" w:space="0" w:color="auto"/>
              <w:right w:val="single" w:sz="4" w:space="0" w:color="auto"/>
            </w:tcBorders>
          </w:tcPr>
          <w:p w14:paraId="31651148"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D54B86C"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633C2BB" w14:textId="77777777" w:rsidR="00CF3A35" w:rsidRPr="00502B38" w:rsidRDefault="00CF3A35" w:rsidP="00B2207F">
            <w:r w:rsidRPr="00502B38">
              <w:t xml:space="preserve">Base Requirements </w:t>
            </w:r>
          </w:p>
        </w:tc>
      </w:tr>
      <w:tr w:rsidR="0023533F" w:rsidRPr="00581A7F" w14:paraId="78CF6E7C" w14:textId="77777777" w:rsidTr="005B72AB">
        <w:tc>
          <w:tcPr>
            <w:tcW w:w="629" w:type="dxa"/>
            <w:tcBorders>
              <w:top w:val="single" w:sz="4" w:space="0" w:color="auto"/>
              <w:left w:val="single" w:sz="4" w:space="0" w:color="auto"/>
              <w:bottom w:val="single" w:sz="4" w:space="0" w:color="auto"/>
              <w:right w:val="single" w:sz="4" w:space="0" w:color="auto"/>
            </w:tcBorders>
          </w:tcPr>
          <w:p w14:paraId="5882C612"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2BF596DA" w14:textId="77777777" w:rsidR="0023533F" w:rsidRPr="00581A7F" w:rsidRDefault="0023533F" w:rsidP="0023533F">
            <w:pPr>
              <w:jc w:val="center"/>
            </w:pPr>
            <w:r w:rsidRPr="00581A7F">
              <w:t>S</w:t>
            </w:r>
          </w:p>
        </w:tc>
        <w:tc>
          <w:tcPr>
            <w:tcW w:w="7646" w:type="dxa"/>
            <w:tcBorders>
              <w:top w:val="single" w:sz="4" w:space="0" w:color="auto"/>
              <w:left w:val="single" w:sz="4" w:space="0" w:color="auto"/>
              <w:bottom w:val="single" w:sz="4" w:space="0" w:color="auto"/>
              <w:right w:val="single" w:sz="4" w:space="0" w:color="auto"/>
            </w:tcBorders>
          </w:tcPr>
          <w:p w14:paraId="07A8FBC5" w14:textId="4E01DC9C" w:rsidR="0023533F" w:rsidRPr="00581A7F" w:rsidRDefault="00AC727B" w:rsidP="002E5097">
            <w:r>
              <w:t>Supports configurable Out_Of_Service</w:t>
            </w:r>
            <w:r w:rsidR="0023533F" w:rsidRPr="00581A7F">
              <w:t xml:space="preserve"> propert</w:t>
            </w:r>
            <w:r w:rsidR="002E5097">
              <w:t>y</w:t>
            </w:r>
            <w:r w:rsidR="0023533F" w:rsidRPr="00581A7F">
              <w:t xml:space="preserve"> </w:t>
            </w:r>
          </w:p>
        </w:tc>
      </w:tr>
      <w:tr w:rsidR="0023533F" w:rsidRPr="00581A7F" w14:paraId="7D6D0669" w14:textId="77777777" w:rsidTr="005B72AB">
        <w:tc>
          <w:tcPr>
            <w:tcW w:w="629" w:type="dxa"/>
            <w:tcBorders>
              <w:top w:val="single" w:sz="4" w:space="0" w:color="auto"/>
              <w:left w:val="single" w:sz="4" w:space="0" w:color="auto"/>
              <w:bottom w:val="single" w:sz="4" w:space="0" w:color="auto"/>
              <w:right w:val="single" w:sz="4" w:space="0" w:color="auto"/>
            </w:tcBorders>
          </w:tcPr>
          <w:p w14:paraId="48CE748C"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3359EF1C"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1C36CD41" w14:textId="77777777" w:rsidR="0023533F" w:rsidRPr="00581A7F" w:rsidRDefault="0023533F" w:rsidP="0023533F">
            <w:pPr>
              <w:rPr>
                <w:szCs w:val="20"/>
              </w:rPr>
            </w:pPr>
            <w:r w:rsidRPr="00581A7F">
              <w:rPr>
                <w:szCs w:val="20"/>
              </w:rPr>
              <w:t>Supports writable Active_Authentication_Policy property</w:t>
            </w:r>
          </w:p>
        </w:tc>
      </w:tr>
      <w:tr w:rsidR="0023533F" w:rsidRPr="00581A7F" w14:paraId="184CADF5" w14:textId="77777777" w:rsidTr="005B72AB">
        <w:tc>
          <w:tcPr>
            <w:tcW w:w="629" w:type="dxa"/>
            <w:tcBorders>
              <w:top w:val="single" w:sz="4" w:space="0" w:color="auto"/>
              <w:left w:val="single" w:sz="4" w:space="0" w:color="auto"/>
              <w:bottom w:val="single" w:sz="4" w:space="0" w:color="auto"/>
              <w:right w:val="single" w:sz="4" w:space="0" w:color="auto"/>
            </w:tcBorders>
          </w:tcPr>
          <w:p w14:paraId="5A9BD524"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274CAE9B"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43D332B2" w14:textId="77777777" w:rsidR="0023533F" w:rsidRPr="00581A7F" w:rsidRDefault="0023533F" w:rsidP="0023533F">
            <w:pPr>
              <w:rPr>
                <w:szCs w:val="20"/>
              </w:rPr>
            </w:pPr>
            <w:r w:rsidRPr="00581A7F">
              <w:rPr>
                <w:szCs w:val="20"/>
              </w:rPr>
              <w:t>Supports writable Lockout property</w:t>
            </w:r>
          </w:p>
        </w:tc>
      </w:tr>
      <w:tr w:rsidR="0023533F" w:rsidRPr="00581A7F" w14:paraId="5937B478" w14:textId="77777777" w:rsidTr="005B72AB">
        <w:tc>
          <w:tcPr>
            <w:tcW w:w="629" w:type="dxa"/>
            <w:tcBorders>
              <w:top w:val="single" w:sz="4" w:space="0" w:color="auto"/>
              <w:left w:val="single" w:sz="4" w:space="0" w:color="auto"/>
              <w:bottom w:val="single" w:sz="4" w:space="0" w:color="auto"/>
              <w:right w:val="single" w:sz="4" w:space="0" w:color="auto"/>
            </w:tcBorders>
          </w:tcPr>
          <w:p w14:paraId="50BA5AEE"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183F4EE1"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4FC1CF3A" w14:textId="77777777" w:rsidR="0023533F" w:rsidRPr="00581A7F" w:rsidRDefault="0023533F" w:rsidP="0023533F">
            <w:pPr>
              <w:rPr>
                <w:szCs w:val="20"/>
              </w:rPr>
            </w:pPr>
            <w:r w:rsidRPr="00581A7F">
              <w:rPr>
                <w:szCs w:val="20"/>
              </w:rPr>
              <w:t>Supports writable Threat_Level property</w:t>
            </w:r>
          </w:p>
        </w:tc>
      </w:tr>
      <w:tr w:rsidR="0023533F" w:rsidRPr="00581A7F" w14:paraId="2AB5186E" w14:textId="77777777" w:rsidTr="005B72AB">
        <w:tc>
          <w:tcPr>
            <w:tcW w:w="629" w:type="dxa"/>
            <w:tcBorders>
              <w:top w:val="single" w:sz="4" w:space="0" w:color="auto"/>
              <w:left w:val="single" w:sz="4" w:space="0" w:color="auto"/>
              <w:bottom w:val="single" w:sz="4" w:space="0" w:color="auto"/>
              <w:right w:val="single" w:sz="4" w:space="0" w:color="auto"/>
            </w:tcBorders>
          </w:tcPr>
          <w:p w14:paraId="4913359C"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00FC8F99"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741D7F99" w14:textId="77777777" w:rsidR="0023533F" w:rsidRPr="00581A7F" w:rsidRDefault="0023533F" w:rsidP="0023533F">
            <w:pPr>
              <w:rPr>
                <w:szCs w:val="20"/>
              </w:rPr>
            </w:pPr>
            <w:r w:rsidRPr="00581A7F">
              <w:rPr>
                <w:szCs w:val="20"/>
              </w:rPr>
              <w:t>Supports Occupancy_Upper_Limit_Enforced and Occupancy_Count_Adjust properties</w:t>
            </w:r>
          </w:p>
        </w:tc>
      </w:tr>
      <w:tr w:rsidR="00540D09" w:rsidRPr="00E559FD" w14:paraId="3476E4BA" w14:textId="77777777" w:rsidTr="005B72AB">
        <w:tblPrEx>
          <w:tblLook w:val="0000" w:firstRow="0" w:lastRow="0" w:firstColumn="0" w:lastColumn="0" w:noHBand="0" w:noVBand="0"/>
        </w:tblPrEx>
        <w:tc>
          <w:tcPr>
            <w:tcW w:w="629" w:type="dxa"/>
            <w:tcBorders>
              <w:bottom w:val="single" w:sz="4" w:space="0" w:color="auto"/>
            </w:tcBorders>
          </w:tcPr>
          <w:p w14:paraId="05762457"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205CD701"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4B0FA16"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5D98C036" w14:textId="77777777" w:rsidTr="005B72AB">
        <w:tblPrEx>
          <w:tblLook w:val="0000" w:firstRow="0" w:lastRow="0" w:firstColumn="0" w:lastColumn="0" w:noHBand="0" w:noVBand="0"/>
        </w:tblPrEx>
        <w:tc>
          <w:tcPr>
            <w:tcW w:w="629" w:type="dxa"/>
            <w:tcBorders>
              <w:bottom w:val="single" w:sz="4" w:space="0" w:color="auto"/>
            </w:tcBorders>
          </w:tcPr>
          <w:p w14:paraId="68E1D76D"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3B125B4C"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A453F43" w14:textId="555699BF"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14FCE9FF" w14:textId="77777777" w:rsidTr="005B72AB">
        <w:tblPrEx>
          <w:tblLook w:val="0000" w:firstRow="0" w:lastRow="0" w:firstColumn="0" w:lastColumn="0" w:noHBand="0" w:noVBand="0"/>
        </w:tblPrEx>
        <w:trPr>
          <w:cantSplit/>
        </w:trPr>
        <w:tc>
          <w:tcPr>
            <w:tcW w:w="9180" w:type="dxa"/>
            <w:gridSpan w:val="3"/>
          </w:tcPr>
          <w:p w14:paraId="50317907"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50D24C7A"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7788A942" w14:textId="77777777" w:rsidR="00CF3A35" w:rsidRPr="00FB3F7A" w:rsidRDefault="00CF3A35" w:rsidP="00B2207F">
            <w:pPr>
              <w:rPr>
                <w:b/>
              </w:rPr>
            </w:pPr>
            <w:r>
              <w:rPr>
                <w:b/>
              </w:rPr>
              <w:t>Access Zone</w:t>
            </w:r>
            <w:r w:rsidRPr="00FB3F7A">
              <w:rPr>
                <w:b/>
              </w:rPr>
              <w:t xml:space="preserve"> Object</w:t>
            </w:r>
          </w:p>
        </w:tc>
      </w:tr>
      <w:tr w:rsidR="00CF3A35" w:rsidRPr="00502B38" w14:paraId="6B24E3C4" w14:textId="77777777" w:rsidTr="005B72AB">
        <w:tc>
          <w:tcPr>
            <w:tcW w:w="629" w:type="dxa"/>
            <w:tcBorders>
              <w:top w:val="single" w:sz="4" w:space="0" w:color="auto"/>
              <w:left w:val="single" w:sz="4" w:space="0" w:color="auto"/>
              <w:bottom w:val="single" w:sz="4" w:space="0" w:color="auto"/>
              <w:right w:val="single" w:sz="4" w:space="0" w:color="auto"/>
            </w:tcBorders>
          </w:tcPr>
          <w:p w14:paraId="2ECCB5C5"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E660B0C"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BC2CC50" w14:textId="77777777" w:rsidR="00CF3A35" w:rsidRPr="00502B38" w:rsidRDefault="00CF3A35" w:rsidP="00B2207F">
            <w:r w:rsidRPr="00502B38">
              <w:t xml:space="preserve">Base Requirements </w:t>
            </w:r>
          </w:p>
        </w:tc>
      </w:tr>
      <w:tr w:rsidR="0023533F" w:rsidRPr="0023533F" w14:paraId="34AFA94A" w14:textId="77777777" w:rsidTr="005B72AB">
        <w:tc>
          <w:tcPr>
            <w:tcW w:w="629" w:type="dxa"/>
            <w:tcBorders>
              <w:top w:val="single" w:sz="4" w:space="0" w:color="auto"/>
              <w:left w:val="single" w:sz="4" w:space="0" w:color="auto"/>
              <w:bottom w:val="single" w:sz="4" w:space="0" w:color="auto"/>
              <w:right w:val="single" w:sz="4" w:space="0" w:color="auto"/>
            </w:tcBorders>
          </w:tcPr>
          <w:p w14:paraId="0142B3B8" w14:textId="77777777" w:rsidR="0023533F" w:rsidRPr="00DA1EB5"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76F54154" w14:textId="77777777" w:rsidR="0023533F" w:rsidRPr="00DA1EB5" w:rsidRDefault="0023533F" w:rsidP="0023533F">
            <w:pPr>
              <w:jc w:val="center"/>
            </w:pPr>
            <w:r w:rsidRPr="00DA1EB5">
              <w:t>S</w:t>
            </w:r>
          </w:p>
        </w:tc>
        <w:tc>
          <w:tcPr>
            <w:tcW w:w="7646" w:type="dxa"/>
            <w:tcBorders>
              <w:top w:val="single" w:sz="4" w:space="0" w:color="auto"/>
              <w:left w:val="single" w:sz="4" w:space="0" w:color="auto"/>
              <w:bottom w:val="single" w:sz="4" w:space="0" w:color="auto"/>
              <w:right w:val="single" w:sz="4" w:space="0" w:color="auto"/>
            </w:tcBorders>
          </w:tcPr>
          <w:p w14:paraId="39D82928" w14:textId="387923AA" w:rsidR="0023533F" w:rsidRPr="00DA1EB5" w:rsidRDefault="00AC727B" w:rsidP="002E5097">
            <w:r>
              <w:t>Supports configurable Out_Of_Service</w:t>
            </w:r>
            <w:r w:rsidR="0023533F" w:rsidRPr="00DA1EB5">
              <w:t xml:space="preserve"> propert</w:t>
            </w:r>
            <w:r w:rsidR="002E5097">
              <w:t>y</w:t>
            </w:r>
          </w:p>
        </w:tc>
      </w:tr>
      <w:tr w:rsidR="0023533F" w:rsidRPr="0023533F" w14:paraId="2BFDAB5E" w14:textId="77777777" w:rsidTr="005B72AB">
        <w:tc>
          <w:tcPr>
            <w:tcW w:w="629" w:type="dxa"/>
            <w:tcBorders>
              <w:top w:val="single" w:sz="4" w:space="0" w:color="auto"/>
              <w:left w:val="single" w:sz="4" w:space="0" w:color="auto"/>
              <w:bottom w:val="single" w:sz="4" w:space="0" w:color="auto"/>
              <w:right w:val="single" w:sz="4" w:space="0" w:color="auto"/>
            </w:tcBorders>
          </w:tcPr>
          <w:p w14:paraId="51FE59D8" w14:textId="77777777" w:rsidR="0023533F" w:rsidRPr="00DA1EB5"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25C984C5" w14:textId="77777777" w:rsidR="0023533F" w:rsidRPr="00DA1EB5" w:rsidRDefault="0023533F" w:rsidP="0023533F">
            <w:pPr>
              <w:jc w:val="center"/>
            </w:pPr>
            <w:r w:rsidRPr="00DA1EB5">
              <w:t>O</w:t>
            </w:r>
          </w:p>
        </w:tc>
        <w:tc>
          <w:tcPr>
            <w:tcW w:w="7646" w:type="dxa"/>
            <w:tcBorders>
              <w:top w:val="single" w:sz="4" w:space="0" w:color="auto"/>
              <w:left w:val="single" w:sz="4" w:space="0" w:color="auto"/>
              <w:bottom w:val="single" w:sz="4" w:space="0" w:color="auto"/>
              <w:right w:val="single" w:sz="4" w:space="0" w:color="auto"/>
            </w:tcBorders>
          </w:tcPr>
          <w:p w14:paraId="3EF7301D" w14:textId="77777777" w:rsidR="0023533F" w:rsidRPr="00DA1EB5" w:rsidRDefault="0023533F" w:rsidP="0023533F">
            <w:pPr>
              <w:rPr>
                <w:szCs w:val="20"/>
              </w:rPr>
            </w:pPr>
            <w:r w:rsidRPr="00DA1EB5">
              <w:rPr>
                <w:szCs w:val="20"/>
              </w:rPr>
              <w:t>Supports Occupancy_Count property</w:t>
            </w:r>
          </w:p>
        </w:tc>
      </w:tr>
      <w:tr w:rsidR="0023533F" w:rsidRPr="0023533F" w14:paraId="2E1F735B" w14:textId="77777777" w:rsidTr="005B72AB">
        <w:tc>
          <w:tcPr>
            <w:tcW w:w="629" w:type="dxa"/>
            <w:tcBorders>
              <w:top w:val="single" w:sz="4" w:space="0" w:color="auto"/>
              <w:left w:val="single" w:sz="4" w:space="0" w:color="auto"/>
              <w:bottom w:val="single" w:sz="4" w:space="0" w:color="auto"/>
              <w:right w:val="single" w:sz="4" w:space="0" w:color="auto"/>
            </w:tcBorders>
          </w:tcPr>
          <w:p w14:paraId="3DA3FF07" w14:textId="77777777" w:rsidR="0023533F" w:rsidRPr="00DA1EB5"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577B8D21" w14:textId="77777777" w:rsidR="0023533F" w:rsidRPr="00DA1EB5" w:rsidRDefault="0023533F" w:rsidP="0023533F">
            <w:pPr>
              <w:jc w:val="center"/>
            </w:pPr>
            <w:r w:rsidRPr="00DA1EB5">
              <w:t>O</w:t>
            </w:r>
          </w:p>
        </w:tc>
        <w:tc>
          <w:tcPr>
            <w:tcW w:w="7646" w:type="dxa"/>
            <w:tcBorders>
              <w:top w:val="single" w:sz="4" w:space="0" w:color="auto"/>
              <w:left w:val="single" w:sz="4" w:space="0" w:color="auto"/>
              <w:bottom w:val="single" w:sz="4" w:space="0" w:color="auto"/>
              <w:right w:val="single" w:sz="4" w:space="0" w:color="auto"/>
            </w:tcBorders>
          </w:tcPr>
          <w:p w14:paraId="39E1FFCF" w14:textId="77777777" w:rsidR="0023533F" w:rsidRPr="00DA1EB5" w:rsidRDefault="0023533F" w:rsidP="0023533F">
            <w:pPr>
              <w:rPr>
                <w:szCs w:val="20"/>
              </w:rPr>
            </w:pPr>
            <w:r w:rsidRPr="00DA1EB5">
              <w:rPr>
                <w:szCs w:val="20"/>
              </w:rPr>
              <w:t>Supports Credentials_In_Zone property</w:t>
            </w:r>
          </w:p>
        </w:tc>
      </w:tr>
      <w:tr w:rsidR="0023533F" w:rsidRPr="0023533F" w14:paraId="187A9A8B" w14:textId="77777777" w:rsidTr="005B72AB">
        <w:tc>
          <w:tcPr>
            <w:tcW w:w="629" w:type="dxa"/>
            <w:tcBorders>
              <w:top w:val="single" w:sz="4" w:space="0" w:color="auto"/>
              <w:left w:val="single" w:sz="4" w:space="0" w:color="auto"/>
              <w:bottom w:val="single" w:sz="4" w:space="0" w:color="auto"/>
              <w:right w:val="single" w:sz="4" w:space="0" w:color="auto"/>
            </w:tcBorders>
          </w:tcPr>
          <w:p w14:paraId="079924A8" w14:textId="77777777" w:rsidR="0023533F" w:rsidRPr="00DA1EB5"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191FF628" w14:textId="77777777" w:rsidR="0023533F" w:rsidRPr="00DA1EB5" w:rsidRDefault="0023533F" w:rsidP="0023533F">
            <w:pPr>
              <w:jc w:val="center"/>
            </w:pPr>
            <w:r w:rsidRPr="00DA1EB5">
              <w:t>O</w:t>
            </w:r>
          </w:p>
        </w:tc>
        <w:tc>
          <w:tcPr>
            <w:tcW w:w="7646" w:type="dxa"/>
            <w:tcBorders>
              <w:top w:val="single" w:sz="4" w:space="0" w:color="auto"/>
              <w:left w:val="single" w:sz="4" w:space="0" w:color="auto"/>
              <w:bottom w:val="single" w:sz="4" w:space="0" w:color="auto"/>
              <w:right w:val="single" w:sz="4" w:space="0" w:color="auto"/>
            </w:tcBorders>
          </w:tcPr>
          <w:p w14:paraId="7A332E0D" w14:textId="77777777" w:rsidR="0023533F" w:rsidRPr="00DA1EB5" w:rsidRDefault="0023533F" w:rsidP="0023533F">
            <w:pPr>
              <w:rPr>
                <w:szCs w:val="20"/>
              </w:rPr>
            </w:pPr>
            <w:r w:rsidRPr="00DA1EB5">
              <w:rPr>
                <w:szCs w:val="20"/>
              </w:rPr>
              <w:t>Supports Passback_Mode property</w:t>
            </w:r>
          </w:p>
        </w:tc>
      </w:tr>
      <w:tr w:rsidR="00540D09" w:rsidRPr="00E559FD" w14:paraId="4980701E" w14:textId="77777777" w:rsidTr="005B72AB">
        <w:tblPrEx>
          <w:tblLook w:val="0000" w:firstRow="0" w:lastRow="0" w:firstColumn="0" w:lastColumn="0" w:noHBand="0" w:noVBand="0"/>
        </w:tblPrEx>
        <w:tc>
          <w:tcPr>
            <w:tcW w:w="629" w:type="dxa"/>
            <w:tcBorders>
              <w:bottom w:val="single" w:sz="4" w:space="0" w:color="auto"/>
            </w:tcBorders>
          </w:tcPr>
          <w:p w14:paraId="0D682D0C"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7094DD7A"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1A019366"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4CE2DBE1" w14:textId="77777777" w:rsidTr="005B72AB">
        <w:tblPrEx>
          <w:tblLook w:val="0000" w:firstRow="0" w:lastRow="0" w:firstColumn="0" w:lastColumn="0" w:noHBand="0" w:noVBand="0"/>
        </w:tblPrEx>
        <w:tc>
          <w:tcPr>
            <w:tcW w:w="629" w:type="dxa"/>
            <w:tcBorders>
              <w:bottom w:val="single" w:sz="4" w:space="0" w:color="auto"/>
            </w:tcBorders>
          </w:tcPr>
          <w:p w14:paraId="4885349A"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393FD515"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0DE5800" w14:textId="7427F1EC"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1DCB984A" w14:textId="77777777" w:rsidTr="005B72AB">
        <w:tblPrEx>
          <w:tblLook w:val="0000" w:firstRow="0" w:lastRow="0" w:firstColumn="0" w:lastColumn="0" w:noHBand="0" w:noVBand="0"/>
        </w:tblPrEx>
        <w:trPr>
          <w:cantSplit/>
        </w:trPr>
        <w:tc>
          <w:tcPr>
            <w:tcW w:w="9180" w:type="dxa"/>
            <w:gridSpan w:val="3"/>
          </w:tcPr>
          <w:p w14:paraId="5F5A145A"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4D3A5C8B"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70ECF330" w14:textId="77777777" w:rsidR="00CF3A35" w:rsidRPr="00FB3F7A" w:rsidRDefault="00CF3A35" w:rsidP="00B2207F">
            <w:pPr>
              <w:rPr>
                <w:b/>
              </w:rPr>
            </w:pPr>
            <w:r>
              <w:rPr>
                <w:b/>
              </w:rPr>
              <w:t>Access User</w:t>
            </w:r>
            <w:r w:rsidRPr="00FB3F7A">
              <w:rPr>
                <w:b/>
              </w:rPr>
              <w:t xml:space="preserve"> Object</w:t>
            </w:r>
          </w:p>
        </w:tc>
      </w:tr>
      <w:tr w:rsidR="00CF3A35" w:rsidRPr="00502B38" w14:paraId="447F4D37" w14:textId="77777777" w:rsidTr="005B72AB">
        <w:tc>
          <w:tcPr>
            <w:tcW w:w="629" w:type="dxa"/>
            <w:tcBorders>
              <w:top w:val="single" w:sz="4" w:space="0" w:color="auto"/>
              <w:left w:val="single" w:sz="4" w:space="0" w:color="auto"/>
              <w:bottom w:val="single" w:sz="4" w:space="0" w:color="auto"/>
              <w:right w:val="single" w:sz="4" w:space="0" w:color="auto"/>
            </w:tcBorders>
          </w:tcPr>
          <w:p w14:paraId="52FD0DBF"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1053CA4"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0F43AC4" w14:textId="77777777" w:rsidR="00CF3A35" w:rsidRPr="00502B38" w:rsidRDefault="00CF3A35" w:rsidP="00B2207F">
            <w:r w:rsidRPr="00502B38">
              <w:t xml:space="preserve">Base Requirements </w:t>
            </w:r>
          </w:p>
        </w:tc>
      </w:tr>
      <w:tr w:rsidR="00540D09" w:rsidRPr="00E559FD" w14:paraId="1D6CEE9A" w14:textId="77777777" w:rsidTr="005B72AB">
        <w:tblPrEx>
          <w:tblLook w:val="0000" w:firstRow="0" w:lastRow="0" w:firstColumn="0" w:lastColumn="0" w:noHBand="0" w:noVBand="0"/>
        </w:tblPrEx>
        <w:tc>
          <w:tcPr>
            <w:tcW w:w="629" w:type="dxa"/>
            <w:tcBorders>
              <w:bottom w:val="single" w:sz="4" w:space="0" w:color="auto"/>
            </w:tcBorders>
          </w:tcPr>
          <w:p w14:paraId="1FA097A8"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6EE6C77E"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6802735" w14:textId="77777777" w:rsidR="00540D09" w:rsidRPr="00E559FD" w:rsidRDefault="00540D09" w:rsidP="001608F4">
            <w:pPr>
              <w:jc w:val="both"/>
              <w:rPr>
                <w:szCs w:val="20"/>
                <w:lang w:val="en-CA" w:eastAsia="x-none"/>
              </w:rPr>
            </w:pPr>
            <w:r w:rsidRPr="00E559FD">
              <w:t>Supports configurable Reliability_Evaluation_Inhibit property</w:t>
            </w:r>
          </w:p>
        </w:tc>
      </w:tr>
      <w:tr w:rsidR="00540D09" w:rsidRPr="003568D0" w14:paraId="627820A6" w14:textId="77777777" w:rsidTr="005B72AB">
        <w:tblPrEx>
          <w:tblLook w:val="0000" w:firstRow="0" w:lastRow="0" w:firstColumn="0" w:lastColumn="0" w:noHBand="0" w:noVBand="0"/>
        </w:tblPrEx>
        <w:trPr>
          <w:cantSplit/>
        </w:trPr>
        <w:tc>
          <w:tcPr>
            <w:tcW w:w="9180" w:type="dxa"/>
            <w:gridSpan w:val="3"/>
          </w:tcPr>
          <w:p w14:paraId="770A5552"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728A6560"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5D0060B2" w14:textId="77777777" w:rsidR="00CF3A35" w:rsidRPr="00FB3F7A" w:rsidRDefault="00CF3A35" w:rsidP="00B2207F">
            <w:pPr>
              <w:rPr>
                <w:b/>
              </w:rPr>
            </w:pPr>
            <w:r>
              <w:rPr>
                <w:b/>
              </w:rPr>
              <w:lastRenderedPageBreak/>
              <w:t>Access Rights Object</w:t>
            </w:r>
          </w:p>
        </w:tc>
      </w:tr>
      <w:tr w:rsidR="00CF3A35" w:rsidRPr="00502B38" w14:paraId="0609B086" w14:textId="77777777" w:rsidTr="005B72AB">
        <w:tc>
          <w:tcPr>
            <w:tcW w:w="629" w:type="dxa"/>
            <w:tcBorders>
              <w:top w:val="single" w:sz="4" w:space="0" w:color="auto"/>
              <w:left w:val="single" w:sz="4" w:space="0" w:color="auto"/>
              <w:bottom w:val="single" w:sz="4" w:space="0" w:color="auto"/>
              <w:right w:val="single" w:sz="4" w:space="0" w:color="auto"/>
            </w:tcBorders>
          </w:tcPr>
          <w:p w14:paraId="4260167A"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B4B10DF"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9D330F4" w14:textId="77777777" w:rsidR="00CF3A35" w:rsidRPr="00502B38" w:rsidRDefault="00CF3A35" w:rsidP="00B2207F">
            <w:r w:rsidRPr="00502B38">
              <w:t xml:space="preserve">Base Requirements </w:t>
            </w:r>
          </w:p>
        </w:tc>
      </w:tr>
      <w:tr w:rsidR="00540D09" w:rsidRPr="00E559FD" w14:paraId="60FB4083" w14:textId="77777777" w:rsidTr="005B72AB">
        <w:tblPrEx>
          <w:tblLook w:val="0000" w:firstRow="0" w:lastRow="0" w:firstColumn="0" w:lastColumn="0" w:noHBand="0" w:noVBand="0"/>
        </w:tblPrEx>
        <w:tc>
          <w:tcPr>
            <w:tcW w:w="629" w:type="dxa"/>
            <w:tcBorders>
              <w:bottom w:val="single" w:sz="4" w:space="0" w:color="auto"/>
            </w:tcBorders>
          </w:tcPr>
          <w:p w14:paraId="14616A60"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783AB1D3"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EC4DA65" w14:textId="77777777" w:rsidR="00540D09" w:rsidRPr="00E559FD" w:rsidRDefault="00540D09" w:rsidP="001608F4">
            <w:pPr>
              <w:jc w:val="both"/>
              <w:rPr>
                <w:szCs w:val="20"/>
                <w:lang w:val="en-CA" w:eastAsia="x-none"/>
              </w:rPr>
            </w:pPr>
            <w:r w:rsidRPr="00E559FD">
              <w:t>Supports configurable Reliability_Evaluation_Inhibit property</w:t>
            </w:r>
          </w:p>
        </w:tc>
      </w:tr>
      <w:tr w:rsidR="00540D09" w:rsidRPr="003568D0" w14:paraId="2DE4A349" w14:textId="77777777" w:rsidTr="005B72AB">
        <w:tblPrEx>
          <w:tblLook w:val="0000" w:firstRow="0" w:lastRow="0" w:firstColumn="0" w:lastColumn="0" w:noHBand="0" w:noVBand="0"/>
        </w:tblPrEx>
        <w:trPr>
          <w:cantSplit/>
        </w:trPr>
        <w:tc>
          <w:tcPr>
            <w:tcW w:w="9180" w:type="dxa"/>
            <w:gridSpan w:val="3"/>
          </w:tcPr>
          <w:p w14:paraId="21E6CA1E"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1A500B7B"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47802674" w14:textId="77777777" w:rsidR="00CF3A35" w:rsidRPr="00FB3F7A" w:rsidRDefault="00CF3A35" w:rsidP="00B2207F">
            <w:pPr>
              <w:rPr>
                <w:b/>
              </w:rPr>
            </w:pPr>
            <w:r>
              <w:rPr>
                <w:b/>
              </w:rPr>
              <w:t>Access Credential Object</w:t>
            </w:r>
          </w:p>
        </w:tc>
      </w:tr>
      <w:tr w:rsidR="00CF3A35" w:rsidRPr="00502B38" w14:paraId="19214500" w14:textId="77777777" w:rsidTr="005B72AB">
        <w:tc>
          <w:tcPr>
            <w:tcW w:w="629" w:type="dxa"/>
            <w:tcBorders>
              <w:top w:val="single" w:sz="4" w:space="0" w:color="auto"/>
              <w:left w:val="single" w:sz="4" w:space="0" w:color="auto"/>
              <w:bottom w:val="single" w:sz="4" w:space="0" w:color="auto"/>
              <w:right w:val="single" w:sz="4" w:space="0" w:color="auto"/>
            </w:tcBorders>
          </w:tcPr>
          <w:p w14:paraId="0BD53146"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CCFF7C4"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160C98F" w14:textId="77777777" w:rsidR="00CF3A35" w:rsidRPr="00502B38" w:rsidRDefault="00CF3A35" w:rsidP="00B2207F">
            <w:r w:rsidRPr="00502B38">
              <w:t xml:space="preserve">Base Requirements </w:t>
            </w:r>
          </w:p>
        </w:tc>
      </w:tr>
      <w:tr w:rsidR="0023533F" w:rsidRPr="00581A7F" w14:paraId="4751C73C" w14:textId="77777777" w:rsidTr="005B72AB">
        <w:tc>
          <w:tcPr>
            <w:tcW w:w="629" w:type="dxa"/>
            <w:tcBorders>
              <w:top w:val="single" w:sz="4" w:space="0" w:color="auto"/>
              <w:left w:val="single" w:sz="4" w:space="0" w:color="auto"/>
              <w:bottom w:val="single" w:sz="4" w:space="0" w:color="auto"/>
              <w:right w:val="single" w:sz="4" w:space="0" w:color="auto"/>
            </w:tcBorders>
          </w:tcPr>
          <w:p w14:paraId="2C60C082"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16C5F4D9"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434EF675" w14:textId="77777777" w:rsidR="0023533F" w:rsidRPr="00581A7F" w:rsidRDefault="0023533F" w:rsidP="0023533F">
            <w:r w:rsidRPr="00581A7F">
              <w:t>Supports Days_Remaining property</w:t>
            </w:r>
          </w:p>
        </w:tc>
      </w:tr>
      <w:tr w:rsidR="0023533F" w:rsidRPr="00581A7F" w14:paraId="1743247E" w14:textId="77777777" w:rsidTr="005B72AB">
        <w:tc>
          <w:tcPr>
            <w:tcW w:w="629" w:type="dxa"/>
            <w:tcBorders>
              <w:top w:val="single" w:sz="4" w:space="0" w:color="auto"/>
              <w:left w:val="single" w:sz="4" w:space="0" w:color="auto"/>
              <w:bottom w:val="single" w:sz="4" w:space="0" w:color="auto"/>
              <w:right w:val="single" w:sz="4" w:space="0" w:color="auto"/>
            </w:tcBorders>
          </w:tcPr>
          <w:p w14:paraId="275535BF"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0AFB97EA"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70FF8FF9" w14:textId="77777777" w:rsidR="0023533F" w:rsidRPr="00581A7F" w:rsidRDefault="0023533F" w:rsidP="0023533F">
            <w:r w:rsidRPr="00581A7F">
              <w:t>Supports Absentee_Limit property</w:t>
            </w:r>
          </w:p>
        </w:tc>
      </w:tr>
      <w:tr w:rsidR="0023533F" w:rsidRPr="00581A7F" w14:paraId="0E05E160" w14:textId="77777777" w:rsidTr="005B72AB">
        <w:tc>
          <w:tcPr>
            <w:tcW w:w="629" w:type="dxa"/>
            <w:tcBorders>
              <w:top w:val="single" w:sz="4" w:space="0" w:color="auto"/>
              <w:left w:val="single" w:sz="4" w:space="0" w:color="auto"/>
              <w:bottom w:val="single" w:sz="4" w:space="0" w:color="auto"/>
              <w:right w:val="single" w:sz="4" w:space="0" w:color="auto"/>
            </w:tcBorders>
          </w:tcPr>
          <w:p w14:paraId="05DBB1F2"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58463EEB"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19E8AB72" w14:textId="77777777" w:rsidR="0023533F" w:rsidRPr="00581A7F" w:rsidRDefault="0023533F" w:rsidP="0023533F">
            <w:r w:rsidRPr="00581A7F">
              <w:t xml:space="preserve">Supports </w:t>
            </w:r>
            <w:r w:rsidRPr="00581A7F">
              <w:rPr>
                <w:szCs w:val="20"/>
              </w:rPr>
              <w:t>Last_Access_Point, Last_Use_Time and Last_Access_Event properties</w:t>
            </w:r>
          </w:p>
        </w:tc>
      </w:tr>
      <w:tr w:rsidR="0023533F" w:rsidRPr="00581A7F" w14:paraId="014A2ABD" w14:textId="77777777" w:rsidTr="005B72AB">
        <w:tc>
          <w:tcPr>
            <w:tcW w:w="629" w:type="dxa"/>
            <w:tcBorders>
              <w:top w:val="single" w:sz="4" w:space="0" w:color="auto"/>
              <w:left w:val="single" w:sz="4" w:space="0" w:color="auto"/>
              <w:bottom w:val="single" w:sz="4" w:space="0" w:color="auto"/>
              <w:right w:val="single" w:sz="4" w:space="0" w:color="auto"/>
            </w:tcBorders>
          </w:tcPr>
          <w:p w14:paraId="12A3D2C1"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31D8F667"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6B71A169" w14:textId="77777777" w:rsidR="0023533F" w:rsidRPr="00581A7F" w:rsidRDefault="0023533F" w:rsidP="00FC6D43">
            <w:r w:rsidRPr="00581A7F">
              <w:t>Supports Writable Extended_Time_Enable property</w:t>
            </w:r>
          </w:p>
        </w:tc>
      </w:tr>
      <w:tr w:rsidR="00540D09" w:rsidRPr="00E559FD" w14:paraId="19D1A2B6" w14:textId="77777777" w:rsidTr="005B72AB">
        <w:tblPrEx>
          <w:tblLook w:val="0000" w:firstRow="0" w:lastRow="0" w:firstColumn="0" w:lastColumn="0" w:noHBand="0" w:noVBand="0"/>
        </w:tblPrEx>
        <w:tc>
          <w:tcPr>
            <w:tcW w:w="629" w:type="dxa"/>
            <w:tcBorders>
              <w:bottom w:val="single" w:sz="4" w:space="0" w:color="auto"/>
            </w:tcBorders>
          </w:tcPr>
          <w:p w14:paraId="5ECCA0DC"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6B440730"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2BD4B287" w14:textId="77777777" w:rsidR="00540D09" w:rsidRPr="00E559FD" w:rsidRDefault="00540D09" w:rsidP="001608F4">
            <w:pPr>
              <w:jc w:val="both"/>
              <w:rPr>
                <w:szCs w:val="20"/>
                <w:lang w:val="en-CA" w:eastAsia="x-none"/>
              </w:rPr>
            </w:pPr>
            <w:r w:rsidRPr="00E559FD">
              <w:t>Supports configurable Reliability_Evaluation_Inhibit property</w:t>
            </w:r>
          </w:p>
        </w:tc>
      </w:tr>
      <w:tr w:rsidR="00540D09" w:rsidRPr="003568D0" w14:paraId="52A2BF6E" w14:textId="77777777" w:rsidTr="005B72AB">
        <w:tblPrEx>
          <w:tblLook w:val="0000" w:firstRow="0" w:lastRow="0" w:firstColumn="0" w:lastColumn="0" w:noHBand="0" w:noVBand="0"/>
        </w:tblPrEx>
        <w:trPr>
          <w:cantSplit/>
        </w:trPr>
        <w:tc>
          <w:tcPr>
            <w:tcW w:w="9180" w:type="dxa"/>
            <w:gridSpan w:val="3"/>
          </w:tcPr>
          <w:p w14:paraId="1A5BE667"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2FD51E8E"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46A7D64D" w14:textId="77777777" w:rsidR="00CF3A35" w:rsidRPr="00FB3F7A" w:rsidRDefault="00CF3A35" w:rsidP="00B2207F">
            <w:pPr>
              <w:rPr>
                <w:b/>
              </w:rPr>
            </w:pPr>
            <w:r>
              <w:rPr>
                <w:b/>
              </w:rPr>
              <w:t>Credential Data Input Object</w:t>
            </w:r>
          </w:p>
        </w:tc>
      </w:tr>
      <w:tr w:rsidR="00CF3A35" w:rsidRPr="00502B38" w14:paraId="2DF4D8DC" w14:textId="77777777" w:rsidTr="005B72AB">
        <w:tc>
          <w:tcPr>
            <w:tcW w:w="629" w:type="dxa"/>
            <w:tcBorders>
              <w:top w:val="single" w:sz="4" w:space="0" w:color="auto"/>
              <w:left w:val="single" w:sz="4" w:space="0" w:color="auto"/>
              <w:bottom w:val="single" w:sz="4" w:space="0" w:color="auto"/>
              <w:right w:val="single" w:sz="4" w:space="0" w:color="auto"/>
            </w:tcBorders>
          </w:tcPr>
          <w:p w14:paraId="1E01EFD3"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B5A3B02" w14:textId="77777777" w:rsidR="00CF3A35" w:rsidRPr="00502B38" w:rsidRDefault="00CF3A35" w:rsidP="0023533F">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F968EE5" w14:textId="77777777" w:rsidR="00CF3A35" w:rsidRPr="00502B38" w:rsidRDefault="00CF3A35" w:rsidP="00B2207F">
            <w:r w:rsidRPr="00502B38">
              <w:t xml:space="preserve">Base Requirements </w:t>
            </w:r>
          </w:p>
        </w:tc>
      </w:tr>
      <w:tr w:rsidR="0023533F" w:rsidRPr="00581A7F" w14:paraId="3F9BA592" w14:textId="77777777" w:rsidTr="005B72AB">
        <w:tc>
          <w:tcPr>
            <w:tcW w:w="629" w:type="dxa"/>
            <w:tcBorders>
              <w:top w:val="single" w:sz="4" w:space="0" w:color="auto"/>
              <w:left w:val="single" w:sz="4" w:space="0" w:color="auto"/>
              <w:bottom w:val="single" w:sz="4" w:space="0" w:color="auto"/>
              <w:right w:val="single" w:sz="4" w:space="0" w:color="auto"/>
            </w:tcBorders>
          </w:tcPr>
          <w:p w14:paraId="25303874" w14:textId="77777777" w:rsidR="0023533F" w:rsidRPr="00581A7F" w:rsidRDefault="0023533F" w:rsidP="0023533F">
            <w:pPr>
              <w:jc w:val="center"/>
            </w:pPr>
          </w:p>
        </w:tc>
        <w:tc>
          <w:tcPr>
            <w:tcW w:w="905" w:type="dxa"/>
            <w:tcBorders>
              <w:top w:val="single" w:sz="4" w:space="0" w:color="auto"/>
              <w:left w:val="single" w:sz="4" w:space="0" w:color="auto"/>
              <w:bottom w:val="single" w:sz="4" w:space="0" w:color="auto"/>
              <w:right w:val="single" w:sz="4" w:space="0" w:color="auto"/>
            </w:tcBorders>
          </w:tcPr>
          <w:p w14:paraId="45F28D63" w14:textId="77777777" w:rsidR="0023533F" w:rsidRPr="00581A7F" w:rsidRDefault="0023533F" w:rsidP="0023533F">
            <w:pPr>
              <w:jc w:val="center"/>
            </w:pPr>
            <w:r w:rsidRPr="00581A7F">
              <w:t>O</w:t>
            </w:r>
          </w:p>
        </w:tc>
        <w:tc>
          <w:tcPr>
            <w:tcW w:w="7646" w:type="dxa"/>
            <w:tcBorders>
              <w:top w:val="single" w:sz="4" w:space="0" w:color="auto"/>
              <w:left w:val="single" w:sz="4" w:space="0" w:color="auto"/>
              <w:bottom w:val="single" w:sz="4" w:space="0" w:color="auto"/>
              <w:right w:val="single" w:sz="4" w:space="0" w:color="auto"/>
            </w:tcBorders>
          </w:tcPr>
          <w:p w14:paraId="0526E13D" w14:textId="1A5A062E" w:rsidR="0023533F" w:rsidRPr="00581A7F" w:rsidRDefault="00AC727B" w:rsidP="002E5097">
            <w:r>
              <w:t>Supports configurable Out_Of_Service</w:t>
            </w:r>
            <w:r w:rsidR="0023533F" w:rsidRPr="00581A7F">
              <w:t xml:space="preserve"> propert</w:t>
            </w:r>
            <w:r w:rsidR="002E5097">
              <w:t>y</w:t>
            </w:r>
          </w:p>
        </w:tc>
      </w:tr>
      <w:tr w:rsidR="00540D09" w:rsidRPr="00E559FD" w14:paraId="20639D28" w14:textId="77777777" w:rsidTr="005B72AB">
        <w:tblPrEx>
          <w:tblLook w:val="0000" w:firstRow="0" w:lastRow="0" w:firstColumn="0" w:lastColumn="0" w:noHBand="0" w:noVBand="0"/>
        </w:tblPrEx>
        <w:tc>
          <w:tcPr>
            <w:tcW w:w="629" w:type="dxa"/>
            <w:tcBorders>
              <w:bottom w:val="single" w:sz="4" w:space="0" w:color="auto"/>
            </w:tcBorders>
          </w:tcPr>
          <w:p w14:paraId="0F9FD3D3"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018E0D70" w14:textId="77777777" w:rsidR="00540D09" w:rsidRPr="00E559FD" w:rsidRDefault="00540D09"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41A6359D" w14:textId="77777777" w:rsidR="00540D09" w:rsidRPr="00E559FD" w:rsidRDefault="00540D09" w:rsidP="001608F4">
            <w:pPr>
              <w:jc w:val="both"/>
              <w:rPr>
                <w:szCs w:val="20"/>
                <w:lang w:val="en-CA" w:eastAsia="x-none"/>
              </w:rPr>
            </w:pPr>
            <w:r w:rsidRPr="00E559FD">
              <w:t>Supports configurable Reliability_Evaluation_Inhibit property</w:t>
            </w:r>
          </w:p>
        </w:tc>
      </w:tr>
      <w:tr w:rsidR="006A1EE2" w:rsidRPr="00E559FD" w14:paraId="1D39D67E" w14:textId="77777777" w:rsidTr="005B72AB">
        <w:tblPrEx>
          <w:tblLook w:val="0000" w:firstRow="0" w:lastRow="0" w:firstColumn="0" w:lastColumn="0" w:noHBand="0" w:noVBand="0"/>
        </w:tblPrEx>
        <w:tc>
          <w:tcPr>
            <w:tcW w:w="629" w:type="dxa"/>
            <w:tcBorders>
              <w:bottom w:val="single" w:sz="4" w:space="0" w:color="auto"/>
            </w:tcBorders>
          </w:tcPr>
          <w:p w14:paraId="38CE024E"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23B4B84"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7CCF758" w14:textId="0E72FC1E" w:rsidR="006A1EE2" w:rsidRPr="00E559FD" w:rsidRDefault="006A1EE2" w:rsidP="00334BF1">
            <w:pPr>
              <w:jc w:val="both"/>
            </w:pPr>
            <w:r w:rsidRPr="00581A7F">
              <w:rPr>
                <w:szCs w:val="20"/>
              </w:rPr>
              <w:t xml:space="preserve">Supports </w:t>
            </w:r>
            <w:r w:rsidR="000659E6">
              <w:rPr>
                <w:szCs w:val="20"/>
              </w:rPr>
              <w:t>intrinsic reporting</w:t>
            </w:r>
          </w:p>
        </w:tc>
      </w:tr>
      <w:tr w:rsidR="00540D09" w:rsidRPr="003568D0" w14:paraId="5714C2D9" w14:textId="77777777" w:rsidTr="005B72AB">
        <w:tblPrEx>
          <w:tblLook w:val="0000" w:firstRow="0" w:lastRow="0" w:firstColumn="0" w:lastColumn="0" w:noHBand="0" w:noVBand="0"/>
        </w:tblPrEx>
        <w:trPr>
          <w:cantSplit/>
        </w:trPr>
        <w:tc>
          <w:tcPr>
            <w:tcW w:w="9180" w:type="dxa"/>
            <w:gridSpan w:val="3"/>
          </w:tcPr>
          <w:p w14:paraId="2890D3A9" w14:textId="77777777" w:rsidR="00540D09" w:rsidRPr="003568D0" w:rsidRDefault="00540D09"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2F045E2B"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300E489C" w14:textId="77777777" w:rsidR="00CF3A35" w:rsidRPr="00FB3F7A" w:rsidRDefault="00CF3A35" w:rsidP="00B2207F">
            <w:pPr>
              <w:rPr>
                <w:b/>
              </w:rPr>
            </w:pPr>
            <w:r>
              <w:rPr>
                <w:b/>
              </w:rPr>
              <w:t>Network Security Object</w:t>
            </w:r>
          </w:p>
        </w:tc>
      </w:tr>
      <w:tr w:rsidR="00CF3A35" w:rsidRPr="00502B38" w14:paraId="1FFAA53F" w14:textId="77777777" w:rsidTr="005B72AB">
        <w:tc>
          <w:tcPr>
            <w:tcW w:w="629" w:type="dxa"/>
            <w:tcBorders>
              <w:top w:val="single" w:sz="4" w:space="0" w:color="auto"/>
              <w:left w:val="single" w:sz="4" w:space="0" w:color="auto"/>
              <w:bottom w:val="single" w:sz="4" w:space="0" w:color="auto"/>
              <w:right w:val="single" w:sz="4" w:space="0" w:color="auto"/>
            </w:tcBorders>
          </w:tcPr>
          <w:p w14:paraId="559D54C3"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0FC99F13" w14:textId="77777777" w:rsidR="00CF3A35" w:rsidRPr="00502B38" w:rsidRDefault="00CF3A35" w:rsidP="00B2207F">
            <w:pPr>
              <w:jc w:val="center"/>
            </w:pPr>
            <w:r w:rsidRPr="00502B38">
              <w:t>R</w:t>
            </w:r>
            <w:r w:rsidRPr="00FB3F7A">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44E85466" w14:textId="77777777" w:rsidR="00CF3A35" w:rsidRPr="00502B38" w:rsidRDefault="00CF3A35" w:rsidP="00B2207F">
            <w:r w:rsidRPr="00502B38">
              <w:t xml:space="preserve">Base Requirements </w:t>
            </w:r>
          </w:p>
        </w:tc>
      </w:tr>
      <w:tr w:rsidR="00CF3A35" w:rsidRPr="00681914" w14:paraId="02A68E16"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6DA233B5" w14:textId="77777777" w:rsidR="00CF3A35" w:rsidRPr="00681914" w:rsidRDefault="00CF3A35" w:rsidP="00B2207F">
            <w:pPr>
              <w:ind w:left="720"/>
            </w:pPr>
            <w:r w:rsidRPr="00FB3F7A">
              <w:rPr>
                <w:vertAlign w:val="superscript"/>
              </w:rPr>
              <w:t>1</w:t>
            </w:r>
            <w:r>
              <w:t>Contact BTL for interim tests for this object.</w:t>
            </w:r>
          </w:p>
        </w:tc>
      </w:tr>
      <w:tr w:rsidR="00CF3A35" w:rsidRPr="00FB3F7A" w14:paraId="4A6D1069"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4AA581B0" w14:textId="77777777" w:rsidR="00CF3A35" w:rsidRPr="00FB3F7A" w:rsidRDefault="00CF3A35" w:rsidP="00B2207F">
            <w:pPr>
              <w:rPr>
                <w:b/>
              </w:rPr>
            </w:pPr>
            <w:r>
              <w:rPr>
                <w:b/>
              </w:rPr>
              <w:t>Notification Forwarder Object</w:t>
            </w:r>
          </w:p>
        </w:tc>
      </w:tr>
      <w:tr w:rsidR="00CF3A35" w:rsidRPr="00502B38" w14:paraId="6D0AA40B" w14:textId="77777777" w:rsidTr="005B72AB">
        <w:tc>
          <w:tcPr>
            <w:tcW w:w="629" w:type="dxa"/>
            <w:tcBorders>
              <w:top w:val="single" w:sz="4" w:space="0" w:color="auto"/>
              <w:left w:val="single" w:sz="4" w:space="0" w:color="auto"/>
              <w:bottom w:val="single" w:sz="4" w:space="0" w:color="auto"/>
              <w:right w:val="single" w:sz="4" w:space="0" w:color="auto"/>
            </w:tcBorders>
          </w:tcPr>
          <w:p w14:paraId="551B63F6"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6D6A9B7" w14:textId="77777777" w:rsidR="00CF3A35" w:rsidRPr="00502B38" w:rsidRDefault="00CF3A35" w:rsidP="00CE4F1B">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443980AF" w14:textId="77777777" w:rsidR="00CF3A35" w:rsidRPr="00502B38" w:rsidRDefault="00CF3A35" w:rsidP="00B2207F">
            <w:r w:rsidRPr="00502B38">
              <w:t xml:space="preserve">Base Requirements </w:t>
            </w:r>
          </w:p>
        </w:tc>
      </w:tr>
      <w:tr w:rsidR="00A70FCF" w:rsidRPr="00BB14BF" w14:paraId="3901124E"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shd w:val="clear" w:color="auto" w:fill="auto"/>
          </w:tcPr>
          <w:p w14:paraId="4C443E78" w14:textId="77777777" w:rsidR="00CE4F1B" w:rsidRPr="00BB14BF" w:rsidRDefault="00CE4F1B" w:rsidP="0023533F">
            <w:pPr>
              <w:snapToGrid w:val="0"/>
              <w:jc w:val="center"/>
              <w:rPr>
                <w:szCs w:val="20"/>
              </w:rPr>
            </w:pPr>
          </w:p>
        </w:tc>
        <w:tc>
          <w:tcPr>
            <w:tcW w:w="905" w:type="dxa"/>
            <w:tcBorders>
              <w:left w:val="single" w:sz="4" w:space="0" w:color="000000"/>
              <w:bottom w:val="single" w:sz="4" w:space="0" w:color="000000"/>
            </w:tcBorders>
            <w:shd w:val="clear" w:color="auto" w:fill="auto"/>
          </w:tcPr>
          <w:p w14:paraId="711D60D3" w14:textId="77777777" w:rsidR="00CE4F1B" w:rsidRPr="00BB14BF" w:rsidRDefault="00CE4F1B" w:rsidP="0023533F">
            <w:pPr>
              <w:jc w:val="center"/>
              <w:rPr>
                <w:color w:val="000000"/>
                <w:szCs w:val="20"/>
              </w:rPr>
            </w:pPr>
            <w:r w:rsidRPr="00BB14BF">
              <w:rPr>
                <w:szCs w:val="20"/>
              </w:rPr>
              <w:t>R</w:t>
            </w:r>
          </w:p>
        </w:tc>
        <w:tc>
          <w:tcPr>
            <w:tcW w:w="7646" w:type="dxa"/>
            <w:tcBorders>
              <w:left w:val="single" w:sz="4" w:space="0" w:color="000000"/>
              <w:bottom w:val="single" w:sz="4" w:space="0" w:color="000000"/>
              <w:right w:val="single" w:sz="4" w:space="0" w:color="000000"/>
            </w:tcBorders>
            <w:shd w:val="clear" w:color="auto" w:fill="auto"/>
          </w:tcPr>
          <w:p w14:paraId="0F1879B0" w14:textId="77777777" w:rsidR="00CE4F1B" w:rsidRPr="00BB14BF" w:rsidRDefault="00CE4F1B" w:rsidP="0023533F">
            <w:r w:rsidRPr="00BB14BF">
              <w:rPr>
                <w:color w:val="000000"/>
                <w:szCs w:val="20"/>
              </w:rPr>
              <w:t>Supports DM-LM-B</w:t>
            </w:r>
          </w:p>
        </w:tc>
      </w:tr>
      <w:tr w:rsidR="00A70FCF" w:rsidRPr="00BB14BF" w14:paraId="31C0BFD1"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shd w:val="clear" w:color="auto" w:fill="auto"/>
          </w:tcPr>
          <w:p w14:paraId="79280B1B" w14:textId="77777777" w:rsidR="00CE4F1B" w:rsidRPr="00BB14BF" w:rsidRDefault="00CE4F1B" w:rsidP="0023533F">
            <w:pPr>
              <w:snapToGrid w:val="0"/>
              <w:jc w:val="center"/>
              <w:rPr>
                <w:szCs w:val="20"/>
              </w:rPr>
            </w:pPr>
          </w:p>
        </w:tc>
        <w:tc>
          <w:tcPr>
            <w:tcW w:w="905" w:type="dxa"/>
            <w:tcBorders>
              <w:left w:val="single" w:sz="4" w:space="0" w:color="000000"/>
              <w:bottom w:val="single" w:sz="4" w:space="0" w:color="000000"/>
            </w:tcBorders>
            <w:shd w:val="clear" w:color="auto" w:fill="auto"/>
          </w:tcPr>
          <w:p w14:paraId="103F03AC" w14:textId="77777777" w:rsidR="00CE4F1B" w:rsidRPr="00BB14BF" w:rsidRDefault="00CE4F1B" w:rsidP="0023533F">
            <w:pPr>
              <w:jc w:val="center"/>
              <w:rPr>
                <w:color w:val="000000"/>
                <w:szCs w:val="20"/>
              </w:rPr>
            </w:pPr>
            <w:r w:rsidRPr="00BB14BF">
              <w:rPr>
                <w:szCs w:val="20"/>
              </w:rPr>
              <w:t>BTL-C</w:t>
            </w:r>
            <w:r w:rsidRPr="00BB14BF">
              <w:rPr>
                <w:szCs w:val="20"/>
                <w:vertAlign w:val="superscript"/>
              </w:rPr>
              <w:t>1</w:t>
            </w:r>
          </w:p>
        </w:tc>
        <w:tc>
          <w:tcPr>
            <w:tcW w:w="7646" w:type="dxa"/>
            <w:tcBorders>
              <w:left w:val="single" w:sz="4" w:space="0" w:color="000000"/>
              <w:bottom w:val="single" w:sz="4" w:space="0" w:color="000000"/>
              <w:right w:val="single" w:sz="4" w:space="0" w:color="000000"/>
            </w:tcBorders>
            <w:shd w:val="clear" w:color="auto" w:fill="auto"/>
          </w:tcPr>
          <w:p w14:paraId="5C7C9082" w14:textId="77777777" w:rsidR="00CE4F1B" w:rsidRPr="00BB14BF" w:rsidRDefault="00CE4F1B" w:rsidP="0023533F">
            <w:r w:rsidRPr="00BB14BF">
              <w:rPr>
                <w:color w:val="000000"/>
                <w:szCs w:val="20"/>
              </w:rPr>
              <w:t>Supports AE-NF-B</w:t>
            </w:r>
          </w:p>
        </w:tc>
      </w:tr>
      <w:tr w:rsidR="00A70FCF" w:rsidRPr="00BB14BF" w14:paraId="41F13F4F"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shd w:val="clear" w:color="auto" w:fill="auto"/>
          </w:tcPr>
          <w:p w14:paraId="4A8B80AE" w14:textId="77777777" w:rsidR="00CE4F1B" w:rsidRPr="00BB14BF" w:rsidRDefault="00CE4F1B" w:rsidP="0023533F">
            <w:pPr>
              <w:snapToGrid w:val="0"/>
              <w:jc w:val="center"/>
              <w:rPr>
                <w:szCs w:val="20"/>
              </w:rPr>
            </w:pPr>
          </w:p>
        </w:tc>
        <w:tc>
          <w:tcPr>
            <w:tcW w:w="905" w:type="dxa"/>
            <w:tcBorders>
              <w:left w:val="single" w:sz="4" w:space="0" w:color="000000"/>
              <w:bottom w:val="single" w:sz="4" w:space="0" w:color="000000"/>
            </w:tcBorders>
            <w:shd w:val="clear" w:color="auto" w:fill="auto"/>
          </w:tcPr>
          <w:p w14:paraId="64D45F30" w14:textId="77777777" w:rsidR="00CE4F1B" w:rsidRPr="00BB14BF" w:rsidRDefault="00CE4F1B" w:rsidP="0023533F">
            <w:pPr>
              <w:jc w:val="center"/>
              <w:rPr>
                <w:color w:val="000000"/>
                <w:szCs w:val="20"/>
              </w:rPr>
            </w:pPr>
            <w:r w:rsidRPr="00BB14BF">
              <w:rPr>
                <w:szCs w:val="20"/>
              </w:rPr>
              <w:t>BTL-C</w:t>
            </w:r>
            <w:r w:rsidRPr="00BB14BF">
              <w:rPr>
                <w:szCs w:val="20"/>
                <w:vertAlign w:val="superscript"/>
              </w:rPr>
              <w:t>1</w:t>
            </w:r>
          </w:p>
        </w:tc>
        <w:tc>
          <w:tcPr>
            <w:tcW w:w="7646" w:type="dxa"/>
            <w:tcBorders>
              <w:left w:val="single" w:sz="4" w:space="0" w:color="000000"/>
              <w:bottom w:val="single" w:sz="4" w:space="0" w:color="000000"/>
              <w:right w:val="single" w:sz="4" w:space="0" w:color="000000"/>
            </w:tcBorders>
            <w:shd w:val="clear" w:color="auto" w:fill="auto"/>
          </w:tcPr>
          <w:p w14:paraId="42549552" w14:textId="77777777" w:rsidR="00CE4F1B" w:rsidRPr="00BB14BF" w:rsidRDefault="00CE4F1B" w:rsidP="0023533F">
            <w:r w:rsidRPr="00BB14BF">
              <w:rPr>
                <w:color w:val="000000"/>
                <w:szCs w:val="20"/>
              </w:rPr>
              <w:t>Supports AE-NF-I-B</w:t>
            </w:r>
          </w:p>
        </w:tc>
      </w:tr>
      <w:tr w:rsidR="00A70FCF" w:rsidRPr="00BB14BF" w14:paraId="2EEE6204" w14:textId="77777777" w:rsidTr="005B72AB">
        <w:tblPrEx>
          <w:tblLook w:val="0000" w:firstRow="0" w:lastRow="0" w:firstColumn="0" w:lastColumn="0" w:noHBand="0" w:noVBand="0"/>
        </w:tblPrEx>
        <w:tc>
          <w:tcPr>
            <w:tcW w:w="629" w:type="dxa"/>
            <w:tcBorders>
              <w:left w:val="single" w:sz="4" w:space="0" w:color="000000"/>
              <w:bottom w:val="single" w:sz="4" w:space="0" w:color="000000"/>
            </w:tcBorders>
            <w:shd w:val="clear" w:color="auto" w:fill="auto"/>
          </w:tcPr>
          <w:p w14:paraId="5F168F57" w14:textId="77777777" w:rsidR="00CE4F1B" w:rsidRPr="00BB14BF" w:rsidRDefault="00CE4F1B" w:rsidP="0023533F">
            <w:pPr>
              <w:snapToGrid w:val="0"/>
              <w:jc w:val="center"/>
              <w:rPr>
                <w:szCs w:val="20"/>
              </w:rPr>
            </w:pPr>
          </w:p>
        </w:tc>
        <w:tc>
          <w:tcPr>
            <w:tcW w:w="905" w:type="dxa"/>
            <w:tcBorders>
              <w:left w:val="single" w:sz="4" w:space="0" w:color="000000"/>
              <w:bottom w:val="single" w:sz="4" w:space="0" w:color="000000"/>
            </w:tcBorders>
            <w:shd w:val="clear" w:color="auto" w:fill="auto"/>
          </w:tcPr>
          <w:p w14:paraId="7F85EE0B" w14:textId="77777777" w:rsidR="00CE4F1B" w:rsidRPr="00BB14BF" w:rsidRDefault="00CE4F1B" w:rsidP="0023533F">
            <w:pPr>
              <w:jc w:val="center"/>
              <w:rPr>
                <w:szCs w:val="20"/>
              </w:rPr>
            </w:pPr>
            <w:r w:rsidRPr="00BB14BF">
              <w:rPr>
                <w:szCs w:val="20"/>
              </w:rPr>
              <w:t>C</w:t>
            </w:r>
            <w:r w:rsidRPr="00BB14BF">
              <w:rPr>
                <w:szCs w:val="20"/>
                <w:vertAlign w:val="superscript"/>
              </w:rPr>
              <w:t>2</w:t>
            </w:r>
          </w:p>
        </w:tc>
        <w:tc>
          <w:tcPr>
            <w:tcW w:w="7646" w:type="dxa"/>
            <w:tcBorders>
              <w:left w:val="single" w:sz="4" w:space="0" w:color="000000"/>
              <w:bottom w:val="single" w:sz="4" w:space="0" w:color="000000"/>
              <w:right w:val="single" w:sz="4" w:space="0" w:color="000000"/>
            </w:tcBorders>
            <w:shd w:val="clear" w:color="auto" w:fill="auto"/>
          </w:tcPr>
          <w:p w14:paraId="500A1C59" w14:textId="77777777" w:rsidR="00CE4F1B" w:rsidRPr="00BB14BF" w:rsidRDefault="00CE4F1B" w:rsidP="0023533F">
            <w:r w:rsidRPr="00BB14BF">
              <w:rPr>
                <w:szCs w:val="20"/>
              </w:rPr>
              <w:t>Supports</w:t>
            </w:r>
            <w:r w:rsidRPr="00BB14BF">
              <w:rPr>
                <w:color w:val="000000"/>
                <w:szCs w:val="20"/>
              </w:rPr>
              <w:t xml:space="preserve"> Port_Filter Property</w:t>
            </w:r>
          </w:p>
        </w:tc>
      </w:tr>
      <w:tr w:rsidR="00A70FCF" w:rsidRPr="00BB14BF" w14:paraId="1884E167"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shd w:val="clear" w:color="auto" w:fill="auto"/>
          </w:tcPr>
          <w:p w14:paraId="0A330B93" w14:textId="77777777" w:rsidR="00CE4F1B" w:rsidRPr="00BB14BF" w:rsidRDefault="00CE4F1B" w:rsidP="0023533F">
            <w:pPr>
              <w:snapToGrid w:val="0"/>
              <w:jc w:val="center"/>
              <w:rPr>
                <w:szCs w:val="20"/>
              </w:rPr>
            </w:pPr>
          </w:p>
        </w:tc>
        <w:tc>
          <w:tcPr>
            <w:tcW w:w="905" w:type="dxa"/>
            <w:tcBorders>
              <w:top w:val="single" w:sz="4" w:space="0" w:color="000000"/>
              <w:left w:val="single" w:sz="4" w:space="0" w:color="000000"/>
              <w:bottom w:val="single" w:sz="4" w:space="0" w:color="000000"/>
            </w:tcBorders>
            <w:shd w:val="clear" w:color="auto" w:fill="auto"/>
          </w:tcPr>
          <w:p w14:paraId="634FAAE4" w14:textId="77777777" w:rsidR="00CE4F1B" w:rsidRPr="00BB14BF" w:rsidRDefault="00CE4F1B" w:rsidP="0023533F">
            <w:pPr>
              <w:jc w:val="center"/>
              <w:rPr>
                <w:szCs w:val="20"/>
              </w:rPr>
            </w:pPr>
            <w:r w:rsidRPr="00BB14BF">
              <w:rPr>
                <w:szCs w:val="20"/>
              </w:rPr>
              <w:t>O</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14:paraId="025BD848" w14:textId="57BB7CA0" w:rsidR="00CE4F1B" w:rsidRPr="00BB14BF" w:rsidRDefault="00AC727B" w:rsidP="002E5097">
            <w:r>
              <w:rPr>
                <w:szCs w:val="20"/>
              </w:rPr>
              <w:t>Supports configurable Out_Of_Service</w:t>
            </w:r>
            <w:r w:rsidR="002F0E26">
              <w:rPr>
                <w:szCs w:val="20"/>
              </w:rPr>
              <w:t xml:space="preserve"> property</w:t>
            </w:r>
          </w:p>
        </w:tc>
      </w:tr>
      <w:tr w:rsidR="00540D09" w:rsidRPr="00E559FD" w14:paraId="6FA18219" w14:textId="77777777" w:rsidTr="005B72AB">
        <w:tblPrEx>
          <w:tblLook w:val="0000" w:firstRow="0" w:lastRow="0" w:firstColumn="0" w:lastColumn="0" w:noHBand="0" w:noVBand="0"/>
        </w:tblPrEx>
        <w:tc>
          <w:tcPr>
            <w:tcW w:w="629" w:type="dxa"/>
            <w:tcBorders>
              <w:bottom w:val="single" w:sz="4" w:space="0" w:color="auto"/>
            </w:tcBorders>
          </w:tcPr>
          <w:p w14:paraId="21E74D25" w14:textId="77777777" w:rsidR="00540D09" w:rsidRPr="00EB6C51" w:rsidRDefault="00540D09" w:rsidP="001608F4">
            <w:pPr>
              <w:jc w:val="center"/>
              <w:rPr>
                <w:szCs w:val="20"/>
                <w:lang w:val="en-CA" w:eastAsia="x-none"/>
              </w:rPr>
            </w:pPr>
          </w:p>
        </w:tc>
        <w:tc>
          <w:tcPr>
            <w:tcW w:w="905" w:type="dxa"/>
            <w:tcBorders>
              <w:bottom w:val="single" w:sz="4" w:space="0" w:color="auto"/>
            </w:tcBorders>
          </w:tcPr>
          <w:p w14:paraId="418752F8" w14:textId="3AAB0D10" w:rsidR="00540D09" w:rsidRPr="00E559FD" w:rsidRDefault="00540D09" w:rsidP="001608F4">
            <w:pPr>
              <w:jc w:val="center"/>
              <w:rPr>
                <w:szCs w:val="20"/>
                <w:lang w:val="en-CA" w:eastAsia="x-none"/>
              </w:rPr>
            </w:pPr>
            <w:r w:rsidRPr="00E559FD">
              <w:rPr>
                <w:szCs w:val="20"/>
                <w:lang w:val="en-CA" w:eastAsia="x-none"/>
              </w:rPr>
              <w:t>O</w:t>
            </w:r>
            <w:r w:rsidR="0084354F">
              <w:rPr>
                <w:szCs w:val="20"/>
                <w:vertAlign w:val="superscript"/>
                <w:lang w:val="en-CA" w:eastAsia="x-none"/>
              </w:rPr>
              <w:t>3</w:t>
            </w:r>
          </w:p>
        </w:tc>
        <w:tc>
          <w:tcPr>
            <w:tcW w:w="7646" w:type="dxa"/>
            <w:tcBorders>
              <w:bottom w:val="single" w:sz="4" w:space="0" w:color="auto"/>
            </w:tcBorders>
          </w:tcPr>
          <w:p w14:paraId="7F86C0DB" w14:textId="77777777" w:rsidR="00540D09" w:rsidRPr="00E559FD" w:rsidRDefault="00540D09" w:rsidP="001608F4">
            <w:pPr>
              <w:jc w:val="both"/>
              <w:rPr>
                <w:szCs w:val="20"/>
                <w:lang w:val="en-CA" w:eastAsia="x-none"/>
              </w:rPr>
            </w:pPr>
            <w:r w:rsidRPr="00E559FD">
              <w:t>Supports configurable Reliability_Evaluation_Inhibit property</w:t>
            </w:r>
          </w:p>
        </w:tc>
      </w:tr>
      <w:tr w:rsidR="00CE4F1B" w:rsidRPr="00BB14BF" w14:paraId="46287950" w14:textId="77777777" w:rsidTr="005B72AB">
        <w:tblPrEx>
          <w:tblLook w:val="0000" w:firstRow="0" w:lastRow="0" w:firstColumn="0" w:lastColumn="0" w:noHBand="0" w:noVBand="0"/>
        </w:tblPrEx>
        <w:trPr>
          <w:cantSplit/>
        </w:trPr>
        <w:tc>
          <w:tcPr>
            <w:tcW w:w="9180" w:type="dxa"/>
            <w:gridSpan w:val="3"/>
            <w:tcBorders>
              <w:left w:val="single" w:sz="4" w:space="0" w:color="000000"/>
              <w:bottom w:val="single" w:sz="4" w:space="0" w:color="000000"/>
              <w:right w:val="single" w:sz="4" w:space="0" w:color="000000"/>
            </w:tcBorders>
            <w:shd w:val="clear" w:color="auto" w:fill="auto"/>
          </w:tcPr>
          <w:p w14:paraId="3CC7FC72" w14:textId="77777777" w:rsidR="00CE4F1B" w:rsidRPr="00BB14BF" w:rsidRDefault="00CE4F1B" w:rsidP="0023533F">
            <w:pPr>
              <w:snapToGrid w:val="0"/>
              <w:ind w:left="720"/>
              <w:rPr>
                <w:b/>
                <w:szCs w:val="20"/>
                <w:vertAlign w:val="superscript"/>
              </w:rPr>
            </w:pPr>
            <w:r w:rsidRPr="00BB14BF">
              <w:rPr>
                <w:b/>
                <w:szCs w:val="20"/>
                <w:vertAlign w:val="superscript"/>
              </w:rPr>
              <w:t xml:space="preserve">1 </w:t>
            </w:r>
            <w:r w:rsidR="00740BD1">
              <w:rPr>
                <w:color w:val="000000"/>
              </w:rPr>
              <w:t>At least</w:t>
            </w:r>
            <w:r w:rsidRPr="00BB14BF">
              <w:rPr>
                <w:color w:val="000000"/>
              </w:rPr>
              <w:t xml:space="preserve"> one of these </w:t>
            </w:r>
            <w:r w:rsidR="00740BD1">
              <w:rPr>
                <w:color w:val="000000"/>
              </w:rPr>
              <w:t xml:space="preserve">options is required </w:t>
            </w:r>
            <w:r w:rsidRPr="00BB14BF">
              <w:rPr>
                <w:color w:val="000000"/>
              </w:rPr>
              <w:t xml:space="preserve">if </w:t>
            </w:r>
            <w:r w:rsidR="00740BD1">
              <w:rPr>
                <w:color w:val="000000"/>
              </w:rPr>
              <w:t>the IUT</w:t>
            </w:r>
            <w:r w:rsidRPr="00BB14BF">
              <w:rPr>
                <w:color w:val="000000"/>
              </w:rPr>
              <w:t xml:space="preserve"> contains a </w:t>
            </w:r>
            <w:r w:rsidRPr="00BB14BF">
              <w:rPr>
                <w:color w:val="000000"/>
                <w:szCs w:val="20"/>
              </w:rPr>
              <w:t xml:space="preserve">Notification Forwarder </w:t>
            </w:r>
            <w:r w:rsidRPr="00BB14BF">
              <w:rPr>
                <w:color w:val="000000"/>
              </w:rPr>
              <w:t>object</w:t>
            </w:r>
            <w:r w:rsidRPr="00BB14BF">
              <w:rPr>
                <w:szCs w:val="20"/>
              </w:rPr>
              <w:t>.</w:t>
            </w:r>
          </w:p>
          <w:p w14:paraId="6008D0F9" w14:textId="77777777" w:rsidR="00CE4F1B" w:rsidRDefault="00CE4F1B">
            <w:pPr>
              <w:snapToGrid w:val="0"/>
              <w:ind w:left="720"/>
              <w:rPr>
                <w:color w:val="000000"/>
                <w:szCs w:val="20"/>
              </w:rPr>
            </w:pPr>
            <w:r w:rsidRPr="00BB14BF">
              <w:rPr>
                <w:b/>
                <w:szCs w:val="20"/>
                <w:vertAlign w:val="superscript"/>
              </w:rPr>
              <w:t>2</w:t>
            </w:r>
            <w:r w:rsidR="00DA1EB5">
              <w:rPr>
                <w:b/>
                <w:szCs w:val="20"/>
                <w:vertAlign w:val="superscript"/>
              </w:rPr>
              <w:t xml:space="preserve"> </w:t>
            </w:r>
            <w:r w:rsidRPr="00BB14BF">
              <w:rPr>
                <w:szCs w:val="20"/>
              </w:rPr>
              <w:t>A</w:t>
            </w:r>
            <w:r w:rsidRPr="00BB14BF">
              <w:rPr>
                <w:color w:val="000000"/>
                <w:szCs w:val="20"/>
              </w:rPr>
              <w:t xml:space="preserve"> Port_Filter property is required if the IUT is a router</w:t>
            </w:r>
            <w:r w:rsidRPr="006B5CA0">
              <w:rPr>
                <w:color w:val="000000"/>
                <w:szCs w:val="20"/>
              </w:rPr>
              <w:t>.</w:t>
            </w:r>
          </w:p>
          <w:p w14:paraId="5F2C6B97" w14:textId="2ED808DE" w:rsidR="00540D09" w:rsidRPr="00BB14BF" w:rsidRDefault="0084354F">
            <w:pPr>
              <w:snapToGrid w:val="0"/>
              <w:ind w:left="720"/>
            </w:pPr>
            <w:r>
              <w:rPr>
                <w:vertAlign w:val="superscript"/>
              </w:rPr>
              <w:t>3</w:t>
            </w:r>
            <w:r w:rsidR="00540D09" w:rsidRPr="00E559FD">
              <w:t xml:space="preserve"> Protocol_Revision 13 or higher must be claimed. IUT shall not claim this functionality if the only method of generating a fault condition is by writing to the Reliability property.</w:t>
            </w:r>
          </w:p>
        </w:tc>
      </w:tr>
      <w:tr w:rsidR="00CF3A35" w:rsidRPr="00FB3F7A" w14:paraId="639BF17D"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19C2DCC3" w14:textId="77777777" w:rsidR="00CF3A35" w:rsidRPr="00FB3F7A" w:rsidRDefault="00CF3A35" w:rsidP="00B2207F">
            <w:pPr>
              <w:rPr>
                <w:b/>
              </w:rPr>
            </w:pPr>
            <w:r>
              <w:rPr>
                <w:b/>
              </w:rPr>
              <w:t>Alert Enrollment Object</w:t>
            </w:r>
          </w:p>
        </w:tc>
      </w:tr>
      <w:tr w:rsidR="003E3A78" w:rsidRPr="002860AF" w14:paraId="24560BAF" w14:textId="77777777" w:rsidTr="005B72AB">
        <w:tc>
          <w:tcPr>
            <w:tcW w:w="629" w:type="dxa"/>
            <w:tcBorders>
              <w:top w:val="single" w:sz="4" w:space="0" w:color="auto"/>
              <w:left w:val="single" w:sz="4" w:space="0" w:color="auto"/>
              <w:bottom w:val="single" w:sz="4" w:space="0" w:color="auto"/>
              <w:right w:val="single" w:sz="4" w:space="0" w:color="auto"/>
            </w:tcBorders>
          </w:tcPr>
          <w:p w14:paraId="708C41A4" w14:textId="77777777" w:rsidR="003E3A78" w:rsidRPr="002860AF" w:rsidRDefault="003E3A78"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4FBF2CBC" w14:textId="77777777" w:rsidR="003E3A78" w:rsidRPr="00502B38" w:rsidRDefault="003E3A78" w:rsidP="00F163A9">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74240162" w14:textId="77777777" w:rsidR="003E3A78" w:rsidRPr="00502B38" w:rsidRDefault="003E3A78" w:rsidP="00F163A9">
            <w:r w:rsidRPr="00502B38">
              <w:t>Base requirements</w:t>
            </w:r>
          </w:p>
        </w:tc>
      </w:tr>
      <w:tr w:rsidR="003E3A78" w:rsidRPr="002860AF" w14:paraId="570F0658" w14:textId="77777777" w:rsidTr="005B72AB">
        <w:tc>
          <w:tcPr>
            <w:tcW w:w="629" w:type="dxa"/>
            <w:tcBorders>
              <w:top w:val="single" w:sz="4" w:space="0" w:color="auto"/>
              <w:left w:val="single" w:sz="4" w:space="0" w:color="auto"/>
              <w:bottom w:val="single" w:sz="4" w:space="0" w:color="auto"/>
              <w:right w:val="single" w:sz="4" w:space="0" w:color="auto"/>
            </w:tcBorders>
          </w:tcPr>
          <w:p w14:paraId="140AEE73" w14:textId="77777777" w:rsidR="003E3A78" w:rsidRPr="002860AF" w:rsidRDefault="003E3A78"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026A7C43" w14:textId="77777777" w:rsidR="003E3A78" w:rsidRPr="00502B38" w:rsidRDefault="003E3A78" w:rsidP="00F163A9">
            <w:pPr>
              <w:jc w:val="center"/>
            </w:pPr>
            <w:r>
              <w:t>R</w:t>
            </w:r>
          </w:p>
        </w:tc>
        <w:tc>
          <w:tcPr>
            <w:tcW w:w="7646" w:type="dxa"/>
            <w:tcBorders>
              <w:top w:val="single" w:sz="4" w:space="0" w:color="auto"/>
              <w:left w:val="single" w:sz="4" w:space="0" w:color="auto"/>
              <w:bottom w:val="single" w:sz="4" w:space="0" w:color="auto"/>
              <w:right w:val="single" w:sz="4" w:space="0" w:color="auto"/>
            </w:tcBorders>
          </w:tcPr>
          <w:p w14:paraId="4A2DB895" w14:textId="77777777" w:rsidR="003E3A78" w:rsidRPr="00502B38" w:rsidRDefault="003E3A78" w:rsidP="00F163A9">
            <w:r>
              <w:t>Supports AE-N-I-B</w:t>
            </w:r>
          </w:p>
        </w:tc>
      </w:tr>
      <w:tr w:rsidR="00CF3A35" w:rsidRPr="00FB3F7A" w14:paraId="3EE2DE58"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7673431E" w14:textId="77777777" w:rsidR="00CF3A35" w:rsidRPr="00FB3F7A" w:rsidRDefault="00CF3A35" w:rsidP="00B2207F">
            <w:pPr>
              <w:rPr>
                <w:vertAlign w:val="superscript"/>
              </w:rPr>
            </w:pPr>
          </w:p>
        </w:tc>
      </w:tr>
      <w:tr w:rsidR="00CF3A35" w:rsidRPr="00FB3F7A" w14:paraId="4FAA3922"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2078A6F8" w14:textId="77777777" w:rsidR="00CF3A35" w:rsidRPr="00FB3F7A" w:rsidRDefault="00CF3A35" w:rsidP="00B2207F">
            <w:pPr>
              <w:rPr>
                <w:b/>
              </w:rPr>
            </w:pPr>
            <w:r>
              <w:rPr>
                <w:b/>
              </w:rPr>
              <w:t>Channel Object</w:t>
            </w:r>
          </w:p>
        </w:tc>
      </w:tr>
      <w:tr w:rsidR="00F37728" w:rsidRPr="006B2DC0" w14:paraId="3CC1E4AF" w14:textId="77777777" w:rsidTr="005B72AB">
        <w:tc>
          <w:tcPr>
            <w:tcW w:w="629" w:type="dxa"/>
            <w:tcBorders>
              <w:top w:val="single" w:sz="4" w:space="0" w:color="auto"/>
              <w:left w:val="single" w:sz="4" w:space="0" w:color="auto"/>
              <w:bottom w:val="single" w:sz="4" w:space="0" w:color="auto"/>
              <w:right w:val="single" w:sz="4" w:space="0" w:color="auto"/>
            </w:tcBorders>
          </w:tcPr>
          <w:p w14:paraId="505E9A4D"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hideMark/>
          </w:tcPr>
          <w:p w14:paraId="58526AB7" w14:textId="77777777" w:rsidR="00F37728" w:rsidRPr="00BD32A1" w:rsidRDefault="00F37728" w:rsidP="00F37728">
            <w:pPr>
              <w:jc w:val="center"/>
            </w:pPr>
            <w:r w:rsidRPr="00BD32A1">
              <w:t>R</w:t>
            </w:r>
          </w:p>
        </w:tc>
        <w:tc>
          <w:tcPr>
            <w:tcW w:w="7646" w:type="dxa"/>
            <w:tcBorders>
              <w:top w:val="single" w:sz="4" w:space="0" w:color="auto"/>
              <w:left w:val="single" w:sz="4" w:space="0" w:color="auto"/>
              <w:bottom w:val="single" w:sz="4" w:space="0" w:color="auto"/>
              <w:right w:val="single" w:sz="4" w:space="0" w:color="auto"/>
            </w:tcBorders>
            <w:hideMark/>
          </w:tcPr>
          <w:p w14:paraId="6CD4DA26" w14:textId="77777777" w:rsidR="00F37728" w:rsidRPr="00BD32A1" w:rsidRDefault="00F37728" w:rsidP="00F37728">
            <w:r w:rsidRPr="00BD32A1">
              <w:t>Base Requirements</w:t>
            </w:r>
          </w:p>
        </w:tc>
      </w:tr>
      <w:tr w:rsidR="00F37728" w:rsidRPr="006B2DC0" w14:paraId="2A499465" w14:textId="77777777" w:rsidTr="005B72AB">
        <w:tc>
          <w:tcPr>
            <w:tcW w:w="629" w:type="dxa"/>
            <w:tcBorders>
              <w:top w:val="single" w:sz="4" w:space="0" w:color="auto"/>
              <w:left w:val="single" w:sz="4" w:space="0" w:color="auto"/>
              <w:bottom w:val="single" w:sz="4" w:space="0" w:color="auto"/>
              <w:right w:val="single" w:sz="4" w:space="0" w:color="auto"/>
            </w:tcBorders>
          </w:tcPr>
          <w:p w14:paraId="756ED13B"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hideMark/>
          </w:tcPr>
          <w:p w14:paraId="375DC576" w14:textId="77777777" w:rsidR="00F37728" w:rsidRPr="00BD32A1" w:rsidRDefault="00F37728" w:rsidP="00F37728">
            <w:pPr>
              <w:jc w:val="center"/>
            </w:pPr>
            <w:r w:rsidRPr="00BD32A1">
              <w:t>S</w:t>
            </w:r>
          </w:p>
        </w:tc>
        <w:tc>
          <w:tcPr>
            <w:tcW w:w="7646" w:type="dxa"/>
            <w:tcBorders>
              <w:top w:val="single" w:sz="4" w:space="0" w:color="auto"/>
              <w:left w:val="single" w:sz="4" w:space="0" w:color="auto"/>
              <w:bottom w:val="single" w:sz="4" w:space="0" w:color="auto"/>
              <w:right w:val="single" w:sz="4" w:space="0" w:color="auto"/>
            </w:tcBorders>
            <w:hideMark/>
          </w:tcPr>
          <w:p w14:paraId="236D119E" w14:textId="4EA8E1E9" w:rsidR="00F37728" w:rsidRPr="00BD32A1" w:rsidRDefault="00AC727B" w:rsidP="002E5097">
            <w:r>
              <w:rPr>
                <w:szCs w:val="20"/>
              </w:rPr>
              <w:t>Supports configurable Out_Of_Service</w:t>
            </w:r>
            <w:r w:rsidR="00F37728" w:rsidRPr="00BD32A1">
              <w:rPr>
                <w:szCs w:val="20"/>
              </w:rPr>
              <w:t xml:space="preserve"> propert</w:t>
            </w:r>
            <w:r w:rsidR="002E5097">
              <w:rPr>
                <w:szCs w:val="20"/>
              </w:rPr>
              <w:t>y</w:t>
            </w:r>
          </w:p>
        </w:tc>
      </w:tr>
      <w:tr w:rsidR="00F37728" w:rsidRPr="006B2DC0" w14:paraId="2B1F73AD" w14:textId="77777777" w:rsidTr="005B72AB">
        <w:tc>
          <w:tcPr>
            <w:tcW w:w="629" w:type="dxa"/>
            <w:tcBorders>
              <w:top w:val="single" w:sz="4" w:space="0" w:color="auto"/>
              <w:left w:val="single" w:sz="4" w:space="0" w:color="auto"/>
              <w:bottom w:val="single" w:sz="4" w:space="0" w:color="auto"/>
              <w:right w:val="single" w:sz="4" w:space="0" w:color="auto"/>
            </w:tcBorders>
          </w:tcPr>
          <w:p w14:paraId="63CEB0CB"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0B614E3D" w14:textId="77777777" w:rsidR="00F37728" w:rsidRPr="00BD32A1" w:rsidRDefault="00F37728" w:rsidP="00F37728">
            <w:pPr>
              <w:jc w:val="center"/>
            </w:pPr>
            <w:r w:rsidRPr="00BD32A1">
              <w:t>O</w:t>
            </w:r>
          </w:p>
        </w:tc>
        <w:tc>
          <w:tcPr>
            <w:tcW w:w="7646" w:type="dxa"/>
            <w:tcBorders>
              <w:top w:val="single" w:sz="4" w:space="0" w:color="auto"/>
              <w:left w:val="single" w:sz="4" w:space="0" w:color="auto"/>
              <w:bottom w:val="single" w:sz="4" w:space="0" w:color="auto"/>
              <w:right w:val="single" w:sz="4" w:space="0" w:color="auto"/>
            </w:tcBorders>
          </w:tcPr>
          <w:p w14:paraId="2F03429E" w14:textId="77777777" w:rsidR="00F37728" w:rsidRPr="00BD32A1" w:rsidRDefault="00F37728" w:rsidP="00F37728">
            <w:r w:rsidRPr="00BD32A1">
              <w:t>Supports Allow_Group_Delay_Inhibit</w:t>
            </w:r>
          </w:p>
        </w:tc>
      </w:tr>
      <w:tr w:rsidR="00F37728" w:rsidRPr="006B2DC0" w14:paraId="507416B6" w14:textId="77777777" w:rsidTr="005B72AB">
        <w:tc>
          <w:tcPr>
            <w:tcW w:w="629" w:type="dxa"/>
            <w:tcBorders>
              <w:top w:val="single" w:sz="4" w:space="0" w:color="auto"/>
              <w:left w:val="single" w:sz="4" w:space="0" w:color="auto"/>
              <w:bottom w:val="single" w:sz="4" w:space="0" w:color="auto"/>
              <w:right w:val="single" w:sz="4" w:space="0" w:color="auto"/>
            </w:tcBorders>
          </w:tcPr>
          <w:p w14:paraId="70A58A3D" w14:textId="26D1D262"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19B53090" w14:textId="77777777" w:rsidR="00F37728" w:rsidRPr="00BD32A1" w:rsidRDefault="00F37728" w:rsidP="00F37728">
            <w:pPr>
              <w:jc w:val="center"/>
            </w:pPr>
            <w:r w:rsidRPr="00BD32A1">
              <w:t>R</w:t>
            </w:r>
            <w:r w:rsidRPr="00BD32A1" w:rsidDel="00505A73">
              <w:t xml:space="preserve"> </w:t>
            </w:r>
          </w:p>
        </w:tc>
        <w:tc>
          <w:tcPr>
            <w:tcW w:w="7646" w:type="dxa"/>
            <w:tcBorders>
              <w:top w:val="single" w:sz="4" w:space="0" w:color="auto"/>
              <w:left w:val="single" w:sz="4" w:space="0" w:color="auto"/>
              <w:bottom w:val="single" w:sz="4" w:space="0" w:color="auto"/>
              <w:right w:val="single" w:sz="4" w:space="0" w:color="auto"/>
            </w:tcBorders>
          </w:tcPr>
          <w:p w14:paraId="5714B517" w14:textId="77777777" w:rsidR="00F37728" w:rsidRPr="00BD32A1" w:rsidRDefault="00F37728" w:rsidP="00F37728">
            <w:r>
              <w:t xml:space="preserve">Is able to correctly handle targets of </w:t>
            </w:r>
            <w:r w:rsidRPr="00BD32A1">
              <w:t>BOOLEAN</w:t>
            </w:r>
            <w:r>
              <w:t xml:space="preserve"> data type</w:t>
            </w:r>
          </w:p>
        </w:tc>
      </w:tr>
      <w:tr w:rsidR="00F37728" w:rsidRPr="006B2DC0" w14:paraId="396D0A62" w14:textId="77777777" w:rsidTr="005B72AB">
        <w:tc>
          <w:tcPr>
            <w:tcW w:w="629" w:type="dxa"/>
            <w:tcBorders>
              <w:top w:val="single" w:sz="4" w:space="0" w:color="auto"/>
              <w:left w:val="single" w:sz="4" w:space="0" w:color="auto"/>
              <w:bottom w:val="single" w:sz="4" w:space="0" w:color="auto"/>
              <w:right w:val="single" w:sz="4" w:space="0" w:color="auto"/>
            </w:tcBorders>
          </w:tcPr>
          <w:p w14:paraId="1098186A"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5ED5B3F"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6DD25753" w14:textId="77777777" w:rsidR="00F37728" w:rsidRPr="00BD32A1" w:rsidRDefault="00F37728" w:rsidP="00F37728">
            <w:r>
              <w:t xml:space="preserve">Is able to correctly handle targets of </w:t>
            </w:r>
            <w:r w:rsidRPr="00BD32A1">
              <w:t xml:space="preserve">Unsigned </w:t>
            </w:r>
            <w:r>
              <w:t>data type</w:t>
            </w:r>
          </w:p>
        </w:tc>
      </w:tr>
      <w:tr w:rsidR="00F37728" w:rsidRPr="006B2DC0" w14:paraId="3339E19A" w14:textId="77777777" w:rsidTr="005B72AB">
        <w:tc>
          <w:tcPr>
            <w:tcW w:w="629" w:type="dxa"/>
            <w:tcBorders>
              <w:top w:val="single" w:sz="4" w:space="0" w:color="auto"/>
              <w:left w:val="single" w:sz="4" w:space="0" w:color="auto"/>
              <w:bottom w:val="single" w:sz="4" w:space="0" w:color="auto"/>
              <w:right w:val="single" w:sz="4" w:space="0" w:color="auto"/>
            </w:tcBorders>
          </w:tcPr>
          <w:p w14:paraId="27341590"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142C057D"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77DB4D85" w14:textId="77777777" w:rsidR="00F37728" w:rsidRPr="00BD32A1" w:rsidRDefault="00F37728" w:rsidP="00F37728">
            <w:r>
              <w:t xml:space="preserve">Is able to correctly handle targets of </w:t>
            </w:r>
            <w:r w:rsidRPr="00BD32A1">
              <w:t xml:space="preserve">INTEGER </w:t>
            </w:r>
            <w:r>
              <w:t>data type</w:t>
            </w:r>
          </w:p>
        </w:tc>
      </w:tr>
      <w:tr w:rsidR="00F37728" w:rsidRPr="006B2DC0" w14:paraId="5E3E5F21" w14:textId="77777777" w:rsidTr="005B72AB">
        <w:tc>
          <w:tcPr>
            <w:tcW w:w="629" w:type="dxa"/>
            <w:tcBorders>
              <w:top w:val="single" w:sz="4" w:space="0" w:color="auto"/>
              <w:left w:val="single" w:sz="4" w:space="0" w:color="auto"/>
              <w:bottom w:val="single" w:sz="4" w:space="0" w:color="auto"/>
              <w:right w:val="single" w:sz="4" w:space="0" w:color="auto"/>
            </w:tcBorders>
          </w:tcPr>
          <w:p w14:paraId="4E909534"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1BB8D7F1"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1D40E92F" w14:textId="77777777" w:rsidR="00F37728" w:rsidRPr="00BD32A1" w:rsidRDefault="00F37728" w:rsidP="00F37728">
            <w:r>
              <w:t xml:space="preserve">Is able to correctly handle targets of </w:t>
            </w:r>
            <w:r w:rsidRPr="00BD32A1">
              <w:t xml:space="preserve">REAL </w:t>
            </w:r>
            <w:r>
              <w:t>data type</w:t>
            </w:r>
          </w:p>
        </w:tc>
      </w:tr>
      <w:tr w:rsidR="00F37728" w:rsidRPr="006B2DC0" w14:paraId="145FAD0B" w14:textId="77777777" w:rsidTr="005B72AB">
        <w:tc>
          <w:tcPr>
            <w:tcW w:w="629" w:type="dxa"/>
            <w:tcBorders>
              <w:top w:val="single" w:sz="4" w:space="0" w:color="auto"/>
              <w:left w:val="single" w:sz="4" w:space="0" w:color="auto"/>
              <w:bottom w:val="single" w:sz="4" w:space="0" w:color="auto"/>
              <w:right w:val="single" w:sz="4" w:space="0" w:color="auto"/>
            </w:tcBorders>
          </w:tcPr>
          <w:p w14:paraId="19D45187"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01486809"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51CBD964" w14:textId="77777777" w:rsidR="00F37728" w:rsidRPr="00BD32A1" w:rsidRDefault="00F37728" w:rsidP="00F37728">
            <w:r>
              <w:t xml:space="preserve">Is able to correctly handle targets of </w:t>
            </w:r>
            <w:r w:rsidRPr="00BD32A1">
              <w:t xml:space="preserve">Double </w:t>
            </w:r>
            <w:r w:rsidRPr="00800A29">
              <w:t>data type</w:t>
            </w:r>
          </w:p>
        </w:tc>
      </w:tr>
      <w:tr w:rsidR="00F37728" w:rsidRPr="006B2DC0" w14:paraId="617E510D" w14:textId="77777777" w:rsidTr="005B72AB">
        <w:tc>
          <w:tcPr>
            <w:tcW w:w="629" w:type="dxa"/>
            <w:tcBorders>
              <w:top w:val="single" w:sz="4" w:space="0" w:color="auto"/>
              <w:left w:val="single" w:sz="4" w:space="0" w:color="auto"/>
              <w:bottom w:val="single" w:sz="4" w:space="0" w:color="auto"/>
              <w:right w:val="single" w:sz="4" w:space="0" w:color="auto"/>
            </w:tcBorders>
          </w:tcPr>
          <w:p w14:paraId="357E4A86"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48FDD41D"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4CBF49C8" w14:textId="77777777" w:rsidR="00F37728" w:rsidRPr="00BD32A1" w:rsidRDefault="00F37728" w:rsidP="00F37728">
            <w:r>
              <w:t xml:space="preserve">Is able to correctly handle targets of </w:t>
            </w:r>
            <w:r w:rsidRPr="00BD32A1">
              <w:t xml:space="preserve">ENUMERATED </w:t>
            </w:r>
            <w:r>
              <w:t>data type</w:t>
            </w:r>
          </w:p>
        </w:tc>
      </w:tr>
      <w:tr w:rsidR="00F37728" w:rsidRPr="006B2DC0" w14:paraId="6B057CA5" w14:textId="77777777" w:rsidTr="005B72AB">
        <w:tc>
          <w:tcPr>
            <w:tcW w:w="629" w:type="dxa"/>
            <w:tcBorders>
              <w:top w:val="single" w:sz="4" w:space="0" w:color="auto"/>
              <w:left w:val="single" w:sz="4" w:space="0" w:color="auto"/>
              <w:bottom w:val="single" w:sz="4" w:space="0" w:color="auto"/>
              <w:right w:val="single" w:sz="4" w:space="0" w:color="auto"/>
            </w:tcBorders>
          </w:tcPr>
          <w:p w14:paraId="45F83FEE"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5FB96FFD"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680A37A4" w14:textId="77777777" w:rsidR="00F37728" w:rsidRPr="00BD32A1" w:rsidRDefault="00F37728" w:rsidP="00F37728">
            <w:r>
              <w:t xml:space="preserve">Is able to correctly handle targets of </w:t>
            </w:r>
            <w:r w:rsidRPr="00BD32A1">
              <w:t xml:space="preserve">NULL </w:t>
            </w:r>
            <w:r>
              <w:t>data type</w:t>
            </w:r>
          </w:p>
        </w:tc>
      </w:tr>
      <w:tr w:rsidR="00F37728" w:rsidRPr="006B2DC0" w14:paraId="7544C0AE" w14:textId="77777777" w:rsidTr="005B72AB">
        <w:tc>
          <w:tcPr>
            <w:tcW w:w="629" w:type="dxa"/>
            <w:tcBorders>
              <w:top w:val="single" w:sz="4" w:space="0" w:color="auto"/>
              <w:left w:val="single" w:sz="4" w:space="0" w:color="auto"/>
              <w:bottom w:val="single" w:sz="4" w:space="0" w:color="auto"/>
              <w:right w:val="single" w:sz="4" w:space="0" w:color="auto"/>
            </w:tcBorders>
          </w:tcPr>
          <w:p w14:paraId="4C8BBFA0" w14:textId="407B5942"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2843365E"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35897470" w14:textId="77777777" w:rsidR="00F37728" w:rsidRPr="00BD32A1" w:rsidRDefault="00F37728" w:rsidP="00F37728">
            <w:r>
              <w:t xml:space="preserve">Is able to correctly handle targets of </w:t>
            </w:r>
            <w:r w:rsidRPr="00BD32A1">
              <w:t xml:space="preserve">OCTET STRING </w:t>
            </w:r>
            <w:r>
              <w:t>data type</w:t>
            </w:r>
          </w:p>
        </w:tc>
      </w:tr>
      <w:tr w:rsidR="00F37728" w:rsidRPr="006B2DC0" w14:paraId="40B91522" w14:textId="77777777" w:rsidTr="005B72AB">
        <w:tc>
          <w:tcPr>
            <w:tcW w:w="629" w:type="dxa"/>
            <w:tcBorders>
              <w:top w:val="single" w:sz="4" w:space="0" w:color="auto"/>
              <w:left w:val="single" w:sz="4" w:space="0" w:color="auto"/>
              <w:bottom w:val="single" w:sz="4" w:space="0" w:color="auto"/>
              <w:right w:val="single" w:sz="4" w:space="0" w:color="auto"/>
            </w:tcBorders>
          </w:tcPr>
          <w:p w14:paraId="69A0C4CD"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57AAD466" w14:textId="77777777" w:rsidR="00F37728" w:rsidRPr="00BD32A1" w:rsidRDefault="00F37728" w:rsidP="00F37728">
            <w:pPr>
              <w:jc w:val="center"/>
            </w:pPr>
            <w:r w:rsidRPr="00BD32A1">
              <w:t>R</w:t>
            </w:r>
          </w:p>
        </w:tc>
        <w:tc>
          <w:tcPr>
            <w:tcW w:w="7646" w:type="dxa"/>
            <w:tcBorders>
              <w:top w:val="single" w:sz="4" w:space="0" w:color="auto"/>
              <w:left w:val="single" w:sz="4" w:space="0" w:color="auto"/>
              <w:bottom w:val="single" w:sz="4" w:space="0" w:color="auto"/>
              <w:right w:val="single" w:sz="4" w:space="0" w:color="auto"/>
            </w:tcBorders>
          </w:tcPr>
          <w:p w14:paraId="4FA3246C" w14:textId="77777777" w:rsidR="00F37728" w:rsidRPr="00BD32A1" w:rsidRDefault="00F37728" w:rsidP="00F37728">
            <w:r>
              <w:t xml:space="preserve">Is able to correctly handle targets of </w:t>
            </w:r>
            <w:r w:rsidRPr="00BD32A1">
              <w:t xml:space="preserve">CharacterString </w:t>
            </w:r>
            <w:r>
              <w:t>data type</w:t>
            </w:r>
          </w:p>
        </w:tc>
      </w:tr>
      <w:tr w:rsidR="00F37728" w:rsidRPr="006B2DC0" w14:paraId="276E8319" w14:textId="77777777" w:rsidTr="005B72AB">
        <w:tc>
          <w:tcPr>
            <w:tcW w:w="629" w:type="dxa"/>
            <w:tcBorders>
              <w:top w:val="single" w:sz="4" w:space="0" w:color="auto"/>
              <w:left w:val="single" w:sz="4" w:space="0" w:color="auto"/>
              <w:bottom w:val="single" w:sz="4" w:space="0" w:color="auto"/>
              <w:right w:val="single" w:sz="4" w:space="0" w:color="auto"/>
            </w:tcBorders>
          </w:tcPr>
          <w:p w14:paraId="176C8149"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8A88F62"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35916F7B" w14:textId="77777777" w:rsidR="00F37728" w:rsidRPr="00BD32A1" w:rsidRDefault="00F37728" w:rsidP="00F37728">
            <w:r>
              <w:t xml:space="preserve">Is able to correctly handle targets of </w:t>
            </w:r>
            <w:r w:rsidRPr="00BD32A1">
              <w:t xml:space="preserve">BIT STRING </w:t>
            </w:r>
            <w:r>
              <w:t>data type</w:t>
            </w:r>
          </w:p>
        </w:tc>
      </w:tr>
      <w:tr w:rsidR="00F37728" w:rsidRPr="006B2DC0" w14:paraId="2521EECE" w14:textId="77777777" w:rsidTr="005B72AB">
        <w:tc>
          <w:tcPr>
            <w:tcW w:w="629" w:type="dxa"/>
            <w:tcBorders>
              <w:top w:val="single" w:sz="4" w:space="0" w:color="auto"/>
              <w:left w:val="single" w:sz="4" w:space="0" w:color="auto"/>
              <w:bottom w:val="single" w:sz="4" w:space="0" w:color="auto"/>
              <w:right w:val="single" w:sz="4" w:space="0" w:color="auto"/>
            </w:tcBorders>
          </w:tcPr>
          <w:p w14:paraId="55A81F83"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2DCDBEBB" w14:textId="77777777" w:rsidR="00F37728" w:rsidRPr="00BD32A1" w:rsidRDefault="00F37728" w:rsidP="00F37728">
            <w:pPr>
              <w:jc w:val="center"/>
            </w:pPr>
            <w:r w:rsidRPr="00800A29">
              <w:rPr>
                <w:szCs w:val="20"/>
              </w:rPr>
              <w:t>R</w:t>
            </w:r>
            <w:r w:rsidRPr="00800A29">
              <w:rPr>
                <w:szCs w:val="20"/>
                <w:vertAlign w:val="superscript"/>
              </w:rPr>
              <w:t xml:space="preserve"> </w:t>
            </w:r>
          </w:p>
        </w:tc>
        <w:tc>
          <w:tcPr>
            <w:tcW w:w="7646" w:type="dxa"/>
            <w:tcBorders>
              <w:top w:val="single" w:sz="4" w:space="0" w:color="auto"/>
              <w:left w:val="single" w:sz="4" w:space="0" w:color="auto"/>
              <w:bottom w:val="single" w:sz="4" w:space="0" w:color="auto"/>
              <w:right w:val="single" w:sz="4" w:space="0" w:color="auto"/>
            </w:tcBorders>
          </w:tcPr>
          <w:p w14:paraId="491AD31E" w14:textId="77777777" w:rsidR="00F37728" w:rsidRPr="00BD32A1" w:rsidRDefault="00F37728" w:rsidP="00F37728">
            <w:r>
              <w:t xml:space="preserve">Is able to correctly handle targets of </w:t>
            </w:r>
            <w:r w:rsidRPr="00BD32A1">
              <w:t xml:space="preserve">Date </w:t>
            </w:r>
            <w:r>
              <w:t>data type</w:t>
            </w:r>
          </w:p>
        </w:tc>
      </w:tr>
      <w:tr w:rsidR="00F37728" w:rsidRPr="006B2DC0" w14:paraId="531D019B" w14:textId="77777777" w:rsidTr="005B72AB">
        <w:tc>
          <w:tcPr>
            <w:tcW w:w="629" w:type="dxa"/>
            <w:tcBorders>
              <w:top w:val="single" w:sz="4" w:space="0" w:color="auto"/>
              <w:left w:val="single" w:sz="4" w:space="0" w:color="auto"/>
              <w:bottom w:val="single" w:sz="4" w:space="0" w:color="auto"/>
              <w:right w:val="single" w:sz="4" w:space="0" w:color="auto"/>
            </w:tcBorders>
          </w:tcPr>
          <w:p w14:paraId="21D32490"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C2E65FB"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5B0B1477" w14:textId="77777777" w:rsidR="00F37728" w:rsidRPr="00BD32A1" w:rsidRDefault="00F37728" w:rsidP="00F37728">
            <w:r>
              <w:t xml:space="preserve">Is able to correctly handle targets of </w:t>
            </w:r>
            <w:r w:rsidRPr="00BD32A1">
              <w:t xml:space="preserve">Time </w:t>
            </w:r>
            <w:r>
              <w:t>data type</w:t>
            </w:r>
          </w:p>
        </w:tc>
      </w:tr>
      <w:tr w:rsidR="00F37728" w:rsidRPr="006B2DC0" w14:paraId="41E633FA" w14:textId="77777777" w:rsidTr="005B72AB">
        <w:tc>
          <w:tcPr>
            <w:tcW w:w="629" w:type="dxa"/>
            <w:tcBorders>
              <w:top w:val="single" w:sz="4" w:space="0" w:color="auto"/>
              <w:left w:val="single" w:sz="4" w:space="0" w:color="auto"/>
              <w:bottom w:val="single" w:sz="4" w:space="0" w:color="auto"/>
              <w:right w:val="single" w:sz="4" w:space="0" w:color="auto"/>
            </w:tcBorders>
          </w:tcPr>
          <w:p w14:paraId="1AD37220"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CCDEECC"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434ED24A" w14:textId="77777777" w:rsidR="00F37728" w:rsidRPr="00BD32A1" w:rsidRDefault="00F37728" w:rsidP="00F37728">
            <w:r>
              <w:t xml:space="preserve">Is able to correctly handle targets of </w:t>
            </w:r>
            <w:r w:rsidRPr="00BD32A1">
              <w:t xml:space="preserve">BACnetObjectIdentifier </w:t>
            </w:r>
            <w:r>
              <w:t>data type</w:t>
            </w:r>
          </w:p>
        </w:tc>
      </w:tr>
      <w:tr w:rsidR="00F37728" w:rsidRPr="006B2DC0" w14:paraId="45FEF786" w14:textId="77777777" w:rsidTr="005B72AB">
        <w:tc>
          <w:tcPr>
            <w:tcW w:w="629" w:type="dxa"/>
            <w:tcBorders>
              <w:top w:val="single" w:sz="4" w:space="0" w:color="auto"/>
              <w:left w:val="single" w:sz="4" w:space="0" w:color="auto"/>
              <w:bottom w:val="single" w:sz="4" w:space="0" w:color="auto"/>
              <w:right w:val="single" w:sz="4" w:space="0" w:color="auto"/>
            </w:tcBorders>
          </w:tcPr>
          <w:p w14:paraId="3764E885"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353902F8" w14:textId="77777777" w:rsidR="00F37728" w:rsidRPr="00BD32A1" w:rsidRDefault="00F37728" w:rsidP="00F37728">
            <w:pPr>
              <w:jc w:val="center"/>
            </w:pPr>
            <w:r w:rsidRPr="00800A29">
              <w:rPr>
                <w:szCs w:val="20"/>
              </w:rPr>
              <w:t>R</w:t>
            </w:r>
          </w:p>
        </w:tc>
        <w:tc>
          <w:tcPr>
            <w:tcW w:w="7646" w:type="dxa"/>
            <w:tcBorders>
              <w:top w:val="single" w:sz="4" w:space="0" w:color="auto"/>
              <w:left w:val="single" w:sz="4" w:space="0" w:color="auto"/>
              <w:bottom w:val="single" w:sz="4" w:space="0" w:color="auto"/>
              <w:right w:val="single" w:sz="4" w:space="0" w:color="auto"/>
            </w:tcBorders>
          </w:tcPr>
          <w:p w14:paraId="6733B6F6" w14:textId="77777777" w:rsidR="00F37728" w:rsidRPr="00BD32A1" w:rsidRDefault="00F37728" w:rsidP="00F37728">
            <w:r>
              <w:t xml:space="preserve">Is able to correctly handle targets of </w:t>
            </w:r>
            <w:r w:rsidRPr="00BD32A1">
              <w:t xml:space="preserve">BACnetLightingCommand </w:t>
            </w:r>
            <w:r>
              <w:t>data type</w:t>
            </w:r>
          </w:p>
        </w:tc>
      </w:tr>
      <w:tr w:rsidR="00F37728" w:rsidRPr="006B2DC0" w14:paraId="620A00F7" w14:textId="77777777" w:rsidTr="005B72AB">
        <w:trPr>
          <w:trHeight w:val="70"/>
        </w:trPr>
        <w:tc>
          <w:tcPr>
            <w:tcW w:w="629" w:type="dxa"/>
            <w:tcBorders>
              <w:top w:val="single" w:sz="4" w:space="0" w:color="auto"/>
              <w:left w:val="single" w:sz="4" w:space="0" w:color="auto"/>
              <w:bottom w:val="single" w:sz="4" w:space="0" w:color="auto"/>
              <w:right w:val="single" w:sz="4" w:space="0" w:color="auto"/>
            </w:tcBorders>
          </w:tcPr>
          <w:p w14:paraId="616AA8B1"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53D68669" w14:textId="77777777" w:rsidR="00F37728" w:rsidRPr="00BD32A1" w:rsidDel="00505A73" w:rsidRDefault="00F37728" w:rsidP="00F37728">
            <w:pPr>
              <w:jc w:val="center"/>
            </w:pPr>
            <w:r w:rsidRPr="00BD32A1">
              <w:t>R</w:t>
            </w:r>
          </w:p>
        </w:tc>
        <w:tc>
          <w:tcPr>
            <w:tcW w:w="7646" w:type="dxa"/>
            <w:tcBorders>
              <w:top w:val="single" w:sz="4" w:space="0" w:color="auto"/>
              <w:left w:val="single" w:sz="4" w:space="0" w:color="auto"/>
              <w:bottom w:val="single" w:sz="4" w:space="0" w:color="auto"/>
              <w:right w:val="single" w:sz="4" w:space="0" w:color="auto"/>
            </w:tcBorders>
          </w:tcPr>
          <w:p w14:paraId="67EF4A80" w14:textId="77777777" w:rsidR="00F37728" w:rsidRPr="00BD32A1" w:rsidRDefault="00F37728" w:rsidP="00F37728">
            <w:r w:rsidRPr="00BD32A1">
              <w:t>Supports DS</w:t>
            </w:r>
            <w:r>
              <w:t>-</w:t>
            </w:r>
            <w:r w:rsidRPr="00BD32A1">
              <w:t>WG</w:t>
            </w:r>
            <w:r>
              <w:t>-</w:t>
            </w:r>
            <w:r w:rsidRPr="00BD32A1">
              <w:t>I</w:t>
            </w:r>
            <w:r>
              <w:t>-</w:t>
            </w:r>
            <w:r w:rsidRPr="00BD32A1">
              <w:t>B</w:t>
            </w:r>
          </w:p>
        </w:tc>
      </w:tr>
      <w:tr w:rsidR="00F37728" w:rsidRPr="006B2DC0" w14:paraId="17D3B22A" w14:textId="77777777" w:rsidTr="005B72AB">
        <w:tc>
          <w:tcPr>
            <w:tcW w:w="629" w:type="dxa"/>
            <w:tcBorders>
              <w:top w:val="single" w:sz="4" w:space="0" w:color="auto"/>
              <w:left w:val="single" w:sz="4" w:space="0" w:color="auto"/>
              <w:bottom w:val="single" w:sz="4" w:space="0" w:color="auto"/>
              <w:right w:val="single" w:sz="4" w:space="0" w:color="auto"/>
            </w:tcBorders>
          </w:tcPr>
          <w:p w14:paraId="34D3F639" w14:textId="77777777" w:rsidR="00F37728" w:rsidRPr="005B72AB" w:rsidRDefault="00F37728" w:rsidP="00F37728">
            <w:pPr>
              <w:jc w:val="center"/>
              <w:rPr>
                <w:iCs/>
              </w:rPr>
            </w:pPr>
          </w:p>
        </w:tc>
        <w:tc>
          <w:tcPr>
            <w:tcW w:w="905" w:type="dxa"/>
            <w:tcBorders>
              <w:top w:val="single" w:sz="4" w:space="0" w:color="auto"/>
              <w:left w:val="single" w:sz="4" w:space="0" w:color="auto"/>
              <w:bottom w:val="single" w:sz="4" w:space="0" w:color="auto"/>
              <w:right w:val="single" w:sz="4" w:space="0" w:color="auto"/>
            </w:tcBorders>
          </w:tcPr>
          <w:p w14:paraId="4299B12A" w14:textId="77777777" w:rsidR="00F37728" w:rsidRPr="00BD32A1" w:rsidDel="00505A73" w:rsidRDefault="00F37728" w:rsidP="00F37728">
            <w:pPr>
              <w:jc w:val="center"/>
            </w:pPr>
            <w:r w:rsidRPr="00BD32A1">
              <w:t>O</w:t>
            </w:r>
          </w:p>
        </w:tc>
        <w:tc>
          <w:tcPr>
            <w:tcW w:w="7646" w:type="dxa"/>
            <w:tcBorders>
              <w:top w:val="single" w:sz="4" w:space="0" w:color="auto"/>
              <w:left w:val="single" w:sz="4" w:space="0" w:color="auto"/>
              <w:bottom w:val="single" w:sz="4" w:space="0" w:color="auto"/>
              <w:right w:val="single" w:sz="4" w:space="0" w:color="auto"/>
            </w:tcBorders>
          </w:tcPr>
          <w:p w14:paraId="1D2E648A" w14:textId="77777777" w:rsidR="00F37728" w:rsidRPr="00BD32A1" w:rsidRDefault="00F37728" w:rsidP="00F37728">
            <w:r w:rsidRPr="00BD32A1">
              <w:t>Supports DS</w:t>
            </w:r>
            <w:r>
              <w:t>-</w:t>
            </w:r>
            <w:r w:rsidRPr="00BD32A1">
              <w:t>WG</w:t>
            </w:r>
            <w:r>
              <w:t>-</w:t>
            </w:r>
            <w:r w:rsidRPr="00BD32A1">
              <w:t>E</w:t>
            </w:r>
            <w:r>
              <w:t>-</w:t>
            </w:r>
            <w:r w:rsidRPr="00BD32A1">
              <w:t>B</w:t>
            </w:r>
          </w:p>
        </w:tc>
      </w:tr>
      <w:tr w:rsidR="00186FB4" w:rsidRPr="00D7757E" w14:paraId="32D6A416" w14:textId="77777777" w:rsidTr="005B72AB">
        <w:tblPrEx>
          <w:tblLook w:val="0000" w:firstRow="0" w:lastRow="0" w:firstColumn="0" w:lastColumn="0" w:noHBand="0" w:noVBand="0"/>
        </w:tblPrEx>
        <w:tc>
          <w:tcPr>
            <w:tcW w:w="629" w:type="dxa"/>
          </w:tcPr>
          <w:p w14:paraId="2F66B94B" w14:textId="77777777" w:rsidR="00186FB4" w:rsidRPr="00C06367" w:rsidRDefault="00186FB4" w:rsidP="00186FB4">
            <w:pPr>
              <w:jc w:val="center"/>
              <w:rPr>
                <w:iCs/>
                <w:szCs w:val="20"/>
                <w:lang w:val="en-CA" w:eastAsia="x-none"/>
              </w:rPr>
            </w:pPr>
          </w:p>
        </w:tc>
        <w:tc>
          <w:tcPr>
            <w:tcW w:w="905" w:type="dxa"/>
          </w:tcPr>
          <w:p w14:paraId="12DF4964"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1B0F3E53"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84354F" w:rsidRPr="00E559FD" w14:paraId="2B771A0A" w14:textId="77777777" w:rsidTr="005B72AB">
        <w:tblPrEx>
          <w:tblLook w:val="0000" w:firstRow="0" w:lastRow="0" w:firstColumn="0" w:lastColumn="0" w:noHBand="0" w:noVBand="0"/>
        </w:tblPrEx>
        <w:tc>
          <w:tcPr>
            <w:tcW w:w="629" w:type="dxa"/>
            <w:tcBorders>
              <w:bottom w:val="single" w:sz="4" w:space="0" w:color="auto"/>
            </w:tcBorders>
          </w:tcPr>
          <w:p w14:paraId="69FBFC7D" w14:textId="77777777" w:rsidR="0084354F" w:rsidRPr="00C06367" w:rsidRDefault="0084354F" w:rsidP="001608F4">
            <w:pPr>
              <w:jc w:val="center"/>
              <w:rPr>
                <w:iCs/>
                <w:szCs w:val="20"/>
                <w:lang w:val="en-CA" w:eastAsia="x-none"/>
              </w:rPr>
            </w:pPr>
          </w:p>
        </w:tc>
        <w:tc>
          <w:tcPr>
            <w:tcW w:w="905" w:type="dxa"/>
            <w:tcBorders>
              <w:bottom w:val="single" w:sz="4" w:space="0" w:color="auto"/>
            </w:tcBorders>
          </w:tcPr>
          <w:p w14:paraId="031247B1" w14:textId="77777777" w:rsidR="0084354F" w:rsidRPr="00E559FD" w:rsidRDefault="0084354F"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6F550393" w14:textId="77777777" w:rsidR="0084354F" w:rsidRPr="00E559FD" w:rsidRDefault="0084354F" w:rsidP="001608F4">
            <w:pPr>
              <w:jc w:val="both"/>
              <w:rPr>
                <w:szCs w:val="20"/>
                <w:lang w:val="en-CA" w:eastAsia="x-none"/>
              </w:rPr>
            </w:pPr>
            <w:r w:rsidRPr="00E559FD">
              <w:t>Supports configurable Reliability_Evaluation_Inhibit property</w:t>
            </w:r>
          </w:p>
        </w:tc>
      </w:tr>
      <w:tr w:rsidR="006A1EE2" w:rsidRPr="00E559FD" w14:paraId="6FFF1661" w14:textId="77777777" w:rsidTr="005B72AB">
        <w:tblPrEx>
          <w:tblLook w:val="0000" w:firstRow="0" w:lastRow="0" w:firstColumn="0" w:lastColumn="0" w:noHBand="0" w:noVBand="0"/>
        </w:tblPrEx>
        <w:tc>
          <w:tcPr>
            <w:tcW w:w="629" w:type="dxa"/>
            <w:tcBorders>
              <w:bottom w:val="single" w:sz="4" w:space="0" w:color="auto"/>
            </w:tcBorders>
          </w:tcPr>
          <w:p w14:paraId="021BE773" w14:textId="77777777" w:rsidR="006A1EE2" w:rsidRPr="00C06367" w:rsidRDefault="006A1EE2" w:rsidP="00334BF1">
            <w:pPr>
              <w:jc w:val="center"/>
              <w:rPr>
                <w:iCs/>
                <w:szCs w:val="20"/>
                <w:lang w:val="en-CA" w:eastAsia="x-none"/>
              </w:rPr>
            </w:pPr>
          </w:p>
        </w:tc>
        <w:tc>
          <w:tcPr>
            <w:tcW w:w="905" w:type="dxa"/>
            <w:tcBorders>
              <w:bottom w:val="single" w:sz="4" w:space="0" w:color="auto"/>
            </w:tcBorders>
          </w:tcPr>
          <w:p w14:paraId="038ACD98"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EFDF724" w14:textId="25B5857C" w:rsidR="006A1EE2" w:rsidRPr="00E559FD" w:rsidRDefault="006A1EE2" w:rsidP="00334BF1">
            <w:pPr>
              <w:jc w:val="both"/>
            </w:pPr>
            <w:r w:rsidRPr="00581A7F">
              <w:rPr>
                <w:szCs w:val="20"/>
              </w:rPr>
              <w:t xml:space="preserve">Supports </w:t>
            </w:r>
            <w:r w:rsidR="000659E6">
              <w:rPr>
                <w:szCs w:val="20"/>
              </w:rPr>
              <w:t>intrinsic reporting</w:t>
            </w:r>
          </w:p>
        </w:tc>
      </w:tr>
      <w:tr w:rsidR="0084354F" w:rsidRPr="003568D0" w14:paraId="0147206A" w14:textId="77777777" w:rsidTr="005B72AB">
        <w:tblPrEx>
          <w:tblLook w:val="0000" w:firstRow="0" w:lastRow="0" w:firstColumn="0" w:lastColumn="0" w:noHBand="0" w:noVBand="0"/>
        </w:tblPrEx>
        <w:trPr>
          <w:cantSplit/>
        </w:trPr>
        <w:tc>
          <w:tcPr>
            <w:tcW w:w="9180" w:type="dxa"/>
            <w:gridSpan w:val="3"/>
          </w:tcPr>
          <w:p w14:paraId="132EB0F3" w14:textId="77777777" w:rsidR="0084354F" w:rsidRPr="003568D0" w:rsidRDefault="0084354F"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31F930B5"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708824D0" w14:textId="77777777" w:rsidR="00CF3A35" w:rsidRPr="00FB3F7A" w:rsidRDefault="00CF3A35" w:rsidP="00B2207F">
            <w:pPr>
              <w:rPr>
                <w:b/>
              </w:rPr>
            </w:pPr>
            <w:r>
              <w:rPr>
                <w:b/>
              </w:rPr>
              <w:t>Lighting Output Object</w:t>
            </w:r>
          </w:p>
        </w:tc>
      </w:tr>
      <w:tr w:rsidR="00CF3A35" w:rsidRPr="00502B38" w14:paraId="4248C0F3" w14:textId="77777777" w:rsidTr="005B72AB">
        <w:tc>
          <w:tcPr>
            <w:tcW w:w="629" w:type="dxa"/>
            <w:tcBorders>
              <w:top w:val="single" w:sz="4" w:space="0" w:color="auto"/>
              <w:left w:val="single" w:sz="4" w:space="0" w:color="auto"/>
              <w:bottom w:val="single" w:sz="4" w:space="0" w:color="auto"/>
              <w:right w:val="single" w:sz="4" w:space="0" w:color="auto"/>
            </w:tcBorders>
          </w:tcPr>
          <w:p w14:paraId="3FCE4E05"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893ED7B" w14:textId="77777777" w:rsidR="00CF3A35" w:rsidRPr="00502B38" w:rsidRDefault="00CF3A35" w:rsidP="00F163A9">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0E0A7575" w14:textId="77777777" w:rsidR="00CF3A35" w:rsidRPr="00502B38" w:rsidRDefault="00CF3A35" w:rsidP="00B2207F">
            <w:r w:rsidRPr="00502B38">
              <w:t xml:space="preserve">Base Requirements </w:t>
            </w:r>
          </w:p>
        </w:tc>
      </w:tr>
      <w:tr w:rsidR="00F163A9" w:rsidRPr="00F163A9" w14:paraId="05F1EAEB" w14:textId="77777777" w:rsidTr="005B72AB">
        <w:tc>
          <w:tcPr>
            <w:tcW w:w="629" w:type="dxa"/>
            <w:tcBorders>
              <w:top w:val="single" w:sz="4" w:space="0" w:color="auto"/>
              <w:left w:val="single" w:sz="4" w:space="0" w:color="auto"/>
              <w:bottom w:val="single" w:sz="4" w:space="0" w:color="auto"/>
              <w:right w:val="single" w:sz="4" w:space="0" w:color="auto"/>
            </w:tcBorders>
          </w:tcPr>
          <w:p w14:paraId="7C1F13FF"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4F4F2927" w14:textId="77777777" w:rsidR="00F163A9" w:rsidRPr="00F163A9" w:rsidRDefault="00F163A9" w:rsidP="00F163A9">
            <w:pPr>
              <w:jc w:val="center"/>
            </w:pPr>
            <w:r w:rsidRPr="00F163A9">
              <w:t>R</w:t>
            </w:r>
          </w:p>
        </w:tc>
        <w:tc>
          <w:tcPr>
            <w:tcW w:w="7646" w:type="dxa"/>
            <w:tcBorders>
              <w:top w:val="single" w:sz="4" w:space="0" w:color="auto"/>
              <w:left w:val="single" w:sz="4" w:space="0" w:color="auto"/>
              <w:bottom w:val="single" w:sz="4" w:space="0" w:color="auto"/>
              <w:right w:val="single" w:sz="4" w:space="0" w:color="auto"/>
            </w:tcBorders>
          </w:tcPr>
          <w:p w14:paraId="2AEA9F67" w14:textId="77777777" w:rsidR="00F163A9" w:rsidRPr="00F163A9" w:rsidRDefault="00F163A9" w:rsidP="00F163A9">
            <w:r w:rsidRPr="00F163A9">
              <w:t>Supports command prioritization</w:t>
            </w:r>
          </w:p>
        </w:tc>
      </w:tr>
      <w:tr w:rsidR="00F163A9" w:rsidRPr="00F163A9" w14:paraId="31887F74" w14:textId="77777777" w:rsidTr="005B72AB">
        <w:tc>
          <w:tcPr>
            <w:tcW w:w="629" w:type="dxa"/>
            <w:tcBorders>
              <w:top w:val="single" w:sz="4" w:space="0" w:color="auto"/>
              <w:left w:val="single" w:sz="4" w:space="0" w:color="auto"/>
              <w:bottom w:val="single" w:sz="4" w:space="0" w:color="auto"/>
              <w:right w:val="single" w:sz="4" w:space="0" w:color="auto"/>
            </w:tcBorders>
          </w:tcPr>
          <w:p w14:paraId="2CCDEB33"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2C4D559" w14:textId="77777777" w:rsidR="00F163A9" w:rsidRPr="00F163A9" w:rsidRDefault="00F163A9" w:rsidP="00F163A9">
            <w:pPr>
              <w:jc w:val="center"/>
            </w:pPr>
            <w:r w:rsidRPr="00F163A9">
              <w:t>R</w:t>
            </w:r>
          </w:p>
        </w:tc>
        <w:tc>
          <w:tcPr>
            <w:tcW w:w="7646" w:type="dxa"/>
            <w:tcBorders>
              <w:top w:val="single" w:sz="4" w:space="0" w:color="auto"/>
              <w:left w:val="single" w:sz="4" w:space="0" w:color="auto"/>
              <w:bottom w:val="single" w:sz="4" w:space="0" w:color="auto"/>
              <w:right w:val="single" w:sz="4" w:space="0" w:color="auto"/>
            </w:tcBorders>
            <w:hideMark/>
          </w:tcPr>
          <w:p w14:paraId="04399EAA" w14:textId="77777777" w:rsidR="00F163A9" w:rsidRPr="00F163A9" w:rsidRDefault="00F163A9" w:rsidP="00F163A9">
            <w:r w:rsidRPr="00F163A9">
              <w:t>Supports all BACnetLightingOperations</w:t>
            </w:r>
          </w:p>
        </w:tc>
      </w:tr>
      <w:tr w:rsidR="00F163A9" w:rsidRPr="00F163A9" w14:paraId="53B38D44" w14:textId="77777777" w:rsidTr="005B72AB">
        <w:tc>
          <w:tcPr>
            <w:tcW w:w="629" w:type="dxa"/>
            <w:tcBorders>
              <w:top w:val="single" w:sz="4" w:space="0" w:color="auto"/>
              <w:left w:val="single" w:sz="4" w:space="0" w:color="auto"/>
              <w:bottom w:val="single" w:sz="4" w:space="0" w:color="auto"/>
              <w:right w:val="single" w:sz="4" w:space="0" w:color="auto"/>
            </w:tcBorders>
          </w:tcPr>
          <w:p w14:paraId="5C8E589C"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BEA3FD9" w14:textId="77777777" w:rsidR="00F163A9" w:rsidRPr="00F163A9" w:rsidRDefault="00F163A9" w:rsidP="00F163A9">
            <w:pPr>
              <w:jc w:val="center"/>
            </w:pPr>
            <w:r w:rsidRPr="00F163A9">
              <w:t>S</w:t>
            </w:r>
          </w:p>
        </w:tc>
        <w:tc>
          <w:tcPr>
            <w:tcW w:w="7646" w:type="dxa"/>
            <w:tcBorders>
              <w:top w:val="single" w:sz="4" w:space="0" w:color="auto"/>
              <w:left w:val="single" w:sz="4" w:space="0" w:color="auto"/>
              <w:bottom w:val="single" w:sz="4" w:space="0" w:color="auto"/>
              <w:right w:val="single" w:sz="4" w:space="0" w:color="auto"/>
            </w:tcBorders>
            <w:hideMark/>
          </w:tcPr>
          <w:p w14:paraId="44A0463E" w14:textId="3FEF950A" w:rsidR="00F163A9" w:rsidRPr="00F163A9" w:rsidRDefault="00AC727B" w:rsidP="002E5097">
            <w:r>
              <w:t>Supports configurable Out_Of_Service</w:t>
            </w:r>
            <w:r w:rsidR="00F163A9" w:rsidRPr="00F163A9">
              <w:t xml:space="preserve"> propert</w:t>
            </w:r>
            <w:r w:rsidR="002E5097">
              <w:t>y</w:t>
            </w:r>
          </w:p>
        </w:tc>
      </w:tr>
      <w:tr w:rsidR="00F163A9" w:rsidRPr="00F163A9" w14:paraId="25390289" w14:textId="77777777" w:rsidTr="005B72AB">
        <w:tc>
          <w:tcPr>
            <w:tcW w:w="629" w:type="dxa"/>
            <w:tcBorders>
              <w:top w:val="single" w:sz="4" w:space="0" w:color="auto"/>
              <w:left w:val="single" w:sz="4" w:space="0" w:color="auto"/>
              <w:bottom w:val="single" w:sz="4" w:space="0" w:color="auto"/>
              <w:right w:val="single" w:sz="4" w:space="0" w:color="auto"/>
            </w:tcBorders>
          </w:tcPr>
          <w:p w14:paraId="2A3F5441"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5A900054"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tcPr>
          <w:p w14:paraId="616971A0" w14:textId="77777777" w:rsidR="00F163A9" w:rsidRPr="002E5097" w:rsidRDefault="00F163A9" w:rsidP="00F163A9">
            <w:r w:rsidRPr="002E5097">
              <w:t xml:space="preserve">Supports </w:t>
            </w:r>
            <w:r w:rsidRPr="00DA1EB5">
              <w:rPr>
                <w:szCs w:val="20"/>
              </w:rPr>
              <w:t xml:space="preserve">blink-warn </w:t>
            </w:r>
          </w:p>
        </w:tc>
      </w:tr>
      <w:tr w:rsidR="00F163A9" w:rsidRPr="00F163A9" w14:paraId="42203EA9" w14:textId="77777777" w:rsidTr="005B72AB">
        <w:tc>
          <w:tcPr>
            <w:tcW w:w="629" w:type="dxa"/>
            <w:tcBorders>
              <w:top w:val="single" w:sz="4" w:space="0" w:color="auto"/>
              <w:left w:val="single" w:sz="4" w:space="0" w:color="auto"/>
              <w:bottom w:val="single" w:sz="4" w:space="0" w:color="auto"/>
              <w:right w:val="single" w:sz="4" w:space="0" w:color="auto"/>
            </w:tcBorders>
          </w:tcPr>
          <w:p w14:paraId="1722FB78"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3415D8D3"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tcPr>
          <w:p w14:paraId="452BF344" w14:textId="77777777" w:rsidR="00F163A9" w:rsidRPr="002E5097" w:rsidRDefault="00F163A9" w:rsidP="00F163A9">
            <w:r w:rsidRPr="00DA1EB5">
              <w:rPr>
                <w:szCs w:val="20"/>
              </w:rPr>
              <w:t>Supports Transition property</w:t>
            </w:r>
          </w:p>
        </w:tc>
      </w:tr>
      <w:tr w:rsidR="00F163A9" w:rsidRPr="00F163A9" w14:paraId="1611CD32" w14:textId="77777777" w:rsidTr="005B72AB">
        <w:tc>
          <w:tcPr>
            <w:tcW w:w="629" w:type="dxa"/>
            <w:tcBorders>
              <w:top w:val="single" w:sz="4" w:space="0" w:color="auto"/>
              <w:left w:val="single" w:sz="4" w:space="0" w:color="auto"/>
              <w:bottom w:val="single" w:sz="4" w:space="0" w:color="auto"/>
              <w:right w:val="single" w:sz="4" w:space="0" w:color="auto"/>
            </w:tcBorders>
          </w:tcPr>
          <w:p w14:paraId="6A10B3C1"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1DCCF591"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tcPr>
          <w:p w14:paraId="5AF57837" w14:textId="77777777" w:rsidR="00F163A9" w:rsidRPr="00F163A9" w:rsidRDefault="00F163A9" w:rsidP="00F163A9">
            <w:r w:rsidRPr="00F163A9">
              <w:t>Supports Feedback_Value property</w:t>
            </w:r>
          </w:p>
        </w:tc>
      </w:tr>
      <w:tr w:rsidR="00F163A9" w:rsidRPr="00F163A9" w14:paraId="7C0C1FC9" w14:textId="77777777" w:rsidTr="005B72AB">
        <w:tc>
          <w:tcPr>
            <w:tcW w:w="629" w:type="dxa"/>
            <w:tcBorders>
              <w:top w:val="single" w:sz="4" w:space="0" w:color="auto"/>
              <w:left w:val="single" w:sz="4" w:space="0" w:color="auto"/>
              <w:bottom w:val="single" w:sz="4" w:space="0" w:color="auto"/>
              <w:right w:val="single" w:sz="4" w:space="0" w:color="auto"/>
            </w:tcBorders>
          </w:tcPr>
          <w:p w14:paraId="43F9AA44"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5C05C7E5"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tcPr>
          <w:p w14:paraId="64D28A2F" w14:textId="77777777" w:rsidR="00F163A9" w:rsidRPr="00F163A9" w:rsidRDefault="00F163A9" w:rsidP="00F163A9">
            <w:r w:rsidRPr="00F163A9">
              <w:t>Supports Min_Actual_Value and Max_Actual_Value properties</w:t>
            </w:r>
          </w:p>
        </w:tc>
      </w:tr>
      <w:tr w:rsidR="00186FB4" w:rsidRPr="00D7757E" w14:paraId="74551BE4" w14:textId="77777777" w:rsidTr="005B72AB">
        <w:tblPrEx>
          <w:tblLook w:val="0000" w:firstRow="0" w:lastRow="0" w:firstColumn="0" w:lastColumn="0" w:noHBand="0" w:noVBand="0"/>
        </w:tblPrEx>
        <w:tc>
          <w:tcPr>
            <w:tcW w:w="629" w:type="dxa"/>
          </w:tcPr>
          <w:p w14:paraId="782C65BE" w14:textId="77777777" w:rsidR="00186FB4" w:rsidRPr="00D7757E" w:rsidRDefault="00186FB4" w:rsidP="00186FB4">
            <w:pPr>
              <w:jc w:val="center"/>
              <w:rPr>
                <w:szCs w:val="20"/>
                <w:lang w:val="en-CA" w:eastAsia="x-none"/>
              </w:rPr>
            </w:pPr>
          </w:p>
        </w:tc>
        <w:tc>
          <w:tcPr>
            <w:tcW w:w="905" w:type="dxa"/>
          </w:tcPr>
          <w:p w14:paraId="5A481073"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19ABF14F"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114F88" w:rsidRPr="00AC5A2D" w14:paraId="446584C3" w14:textId="77777777" w:rsidTr="005B72AB">
        <w:tc>
          <w:tcPr>
            <w:tcW w:w="629" w:type="dxa"/>
            <w:tcBorders>
              <w:top w:val="single" w:sz="4" w:space="0" w:color="auto"/>
              <w:left w:val="single" w:sz="4" w:space="0" w:color="auto"/>
              <w:bottom w:val="single" w:sz="4" w:space="0" w:color="auto"/>
              <w:right w:val="single" w:sz="4" w:space="0" w:color="auto"/>
            </w:tcBorders>
          </w:tcPr>
          <w:p w14:paraId="0E4680A8" w14:textId="77777777" w:rsidR="00114F88" w:rsidRPr="00AC5A2D" w:rsidRDefault="00114F88" w:rsidP="00EA20EB">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41C26B99" w14:textId="35F651DE" w:rsidR="00114F88" w:rsidRPr="00AC5A2D" w:rsidRDefault="00114F88" w:rsidP="00EA20EB">
            <w:pPr>
              <w:jc w:val="center"/>
              <w:rPr>
                <w:szCs w:val="20"/>
              </w:rPr>
            </w:pPr>
            <w:r w:rsidRPr="00AC5A2D">
              <w:rPr>
                <w:szCs w:val="20"/>
              </w:rPr>
              <w:t>O</w:t>
            </w:r>
            <w:r>
              <w:rPr>
                <w:szCs w:val="20"/>
                <w:vertAlign w:val="superscript"/>
              </w:rPr>
              <w:t>1</w:t>
            </w:r>
            <w:r w:rsidR="00E76774">
              <w:rPr>
                <w:szCs w:val="20"/>
                <w:vertAlign w:val="superscript"/>
              </w:rPr>
              <w:t>,3</w:t>
            </w:r>
          </w:p>
        </w:tc>
        <w:tc>
          <w:tcPr>
            <w:tcW w:w="7646" w:type="dxa"/>
            <w:tcBorders>
              <w:top w:val="single" w:sz="4" w:space="0" w:color="auto"/>
              <w:left w:val="single" w:sz="4" w:space="0" w:color="auto"/>
              <w:bottom w:val="single" w:sz="4" w:space="0" w:color="auto"/>
              <w:right w:val="single" w:sz="4" w:space="0" w:color="auto"/>
            </w:tcBorders>
          </w:tcPr>
          <w:p w14:paraId="5AA699C2" w14:textId="77777777" w:rsidR="00114F88" w:rsidRPr="00AC5A2D" w:rsidRDefault="00114F88" w:rsidP="00EA20EB">
            <w:pPr>
              <w:rPr>
                <w:szCs w:val="20"/>
              </w:rPr>
            </w:pPr>
            <w:r w:rsidRPr="00AC5A2D">
              <w:rPr>
                <w:szCs w:val="20"/>
              </w:rPr>
              <w:t>Supports Color_Reference property</w:t>
            </w:r>
          </w:p>
        </w:tc>
      </w:tr>
      <w:tr w:rsidR="00114F88" w:rsidRPr="00AC5A2D" w14:paraId="69C12BCC" w14:textId="77777777" w:rsidTr="005B72AB">
        <w:tc>
          <w:tcPr>
            <w:tcW w:w="629" w:type="dxa"/>
            <w:tcBorders>
              <w:top w:val="single" w:sz="4" w:space="0" w:color="auto"/>
              <w:left w:val="single" w:sz="4" w:space="0" w:color="auto"/>
              <w:bottom w:val="single" w:sz="4" w:space="0" w:color="auto"/>
              <w:right w:val="single" w:sz="4" w:space="0" w:color="auto"/>
            </w:tcBorders>
          </w:tcPr>
          <w:p w14:paraId="05A30C27" w14:textId="77777777" w:rsidR="00114F88" w:rsidRPr="00AC5A2D" w:rsidRDefault="00114F88" w:rsidP="00EA20EB">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5B15E971" w14:textId="45AF73CF" w:rsidR="00114F88" w:rsidRPr="00AC5A2D" w:rsidRDefault="00114F88" w:rsidP="00EA20EB">
            <w:pPr>
              <w:jc w:val="center"/>
              <w:rPr>
                <w:szCs w:val="20"/>
              </w:rPr>
            </w:pPr>
            <w:r w:rsidRPr="00AC5A2D">
              <w:rPr>
                <w:szCs w:val="20"/>
              </w:rPr>
              <w:t>O</w:t>
            </w:r>
            <w:r>
              <w:rPr>
                <w:szCs w:val="20"/>
                <w:vertAlign w:val="superscript"/>
              </w:rPr>
              <w:t>1</w:t>
            </w:r>
          </w:p>
        </w:tc>
        <w:tc>
          <w:tcPr>
            <w:tcW w:w="7646" w:type="dxa"/>
            <w:tcBorders>
              <w:top w:val="single" w:sz="4" w:space="0" w:color="auto"/>
              <w:left w:val="single" w:sz="4" w:space="0" w:color="auto"/>
              <w:bottom w:val="single" w:sz="4" w:space="0" w:color="auto"/>
              <w:right w:val="single" w:sz="4" w:space="0" w:color="auto"/>
            </w:tcBorders>
          </w:tcPr>
          <w:p w14:paraId="72A97382" w14:textId="76FAB4F2" w:rsidR="00114F88" w:rsidRPr="00AC5A2D" w:rsidRDefault="00E76774" w:rsidP="00EA20EB">
            <w:pPr>
              <w:rPr>
                <w:szCs w:val="20"/>
              </w:rPr>
            </w:pPr>
            <w:r>
              <w:rPr>
                <w:szCs w:val="20"/>
              </w:rPr>
              <w:t>Supports color override</w:t>
            </w:r>
          </w:p>
        </w:tc>
      </w:tr>
      <w:tr w:rsidR="00F117CC" w:rsidRPr="00D7757E" w14:paraId="3F8BFA79" w14:textId="77777777" w:rsidTr="005B72AB">
        <w:tblPrEx>
          <w:tblLook w:val="0000" w:firstRow="0" w:lastRow="0" w:firstColumn="0" w:lastColumn="0" w:noHBand="0" w:noVBand="0"/>
        </w:tblPrEx>
        <w:tc>
          <w:tcPr>
            <w:tcW w:w="629" w:type="dxa"/>
          </w:tcPr>
          <w:p w14:paraId="10139842" w14:textId="77777777" w:rsidR="00F117CC" w:rsidRPr="00D7757E" w:rsidRDefault="00F117CC" w:rsidP="003A0D77">
            <w:pPr>
              <w:jc w:val="center"/>
              <w:rPr>
                <w:szCs w:val="20"/>
                <w:lang w:val="en-CA" w:eastAsia="x-none"/>
              </w:rPr>
            </w:pPr>
          </w:p>
        </w:tc>
        <w:tc>
          <w:tcPr>
            <w:tcW w:w="905" w:type="dxa"/>
          </w:tcPr>
          <w:p w14:paraId="5AC4DC1D" w14:textId="77777777" w:rsidR="00F117CC" w:rsidRDefault="00F117CC" w:rsidP="003A0D77">
            <w:pPr>
              <w:jc w:val="center"/>
              <w:rPr>
                <w:szCs w:val="20"/>
                <w:lang w:val="en-CA" w:eastAsia="x-none"/>
              </w:rPr>
            </w:pPr>
            <w:r>
              <w:rPr>
                <w:szCs w:val="20"/>
                <w:lang w:val="en-CA" w:eastAsia="x-none"/>
              </w:rPr>
              <w:t>O</w:t>
            </w:r>
            <w:r w:rsidRPr="00E76774">
              <w:rPr>
                <w:szCs w:val="20"/>
                <w:vertAlign w:val="superscript"/>
                <w:lang w:val="en-CA" w:eastAsia="x-none"/>
              </w:rPr>
              <w:t>1</w:t>
            </w:r>
            <w:r>
              <w:rPr>
                <w:szCs w:val="20"/>
                <w:vertAlign w:val="superscript"/>
                <w:lang w:val="en-CA" w:eastAsia="x-none"/>
              </w:rPr>
              <w:t>,2</w:t>
            </w:r>
          </w:p>
        </w:tc>
        <w:tc>
          <w:tcPr>
            <w:tcW w:w="7646" w:type="dxa"/>
          </w:tcPr>
          <w:p w14:paraId="4D3D30F5" w14:textId="44ED56D9" w:rsidR="00F117CC" w:rsidRDefault="00F117CC" w:rsidP="003A0D77">
            <w:pPr>
              <w:jc w:val="both"/>
              <w:rPr>
                <w:szCs w:val="20"/>
                <w:lang w:val="en-CA" w:eastAsia="x-none"/>
              </w:rPr>
            </w:pPr>
            <w:r>
              <w:rPr>
                <w:szCs w:val="20"/>
                <w:lang w:val="en-CA" w:eastAsia="x-none"/>
              </w:rPr>
              <w:t>Supports High_End_Trim or Low</w:t>
            </w:r>
            <w:r w:rsidR="00E01F6E">
              <w:rPr>
                <w:szCs w:val="20"/>
                <w:lang w:val="en-CA" w:eastAsia="x-none"/>
              </w:rPr>
              <w:t>_</w:t>
            </w:r>
            <w:r>
              <w:rPr>
                <w:szCs w:val="20"/>
                <w:lang w:val="en-CA" w:eastAsia="x-none"/>
              </w:rPr>
              <w:t>End_Trim properties</w:t>
            </w:r>
          </w:p>
        </w:tc>
      </w:tr>
      <w:tr w:rsidR="00881A4F" w:rsidRPr="00D7757E" w14:paraId="61607B45" w14:textId="77777777" w:rsidTr="005B72AB">
        <w:tblPrEx>
          <w:tblLook w:val="0000" w:firstRow="0" w:lastRow="0" w:firstColumn="0" w:lastColumn="0" w:noHBand="0" w:noVBand="0"/>
        </w:tblPrEx>
        <w:tc>
          <w:tcPr>
            <w:tcW w:w="629" w:type="dxa"/>
          </w:tcPr>
          <w:p w14:paraId="7AF52866" w14:textId="77777777" w:rsidR="00881A4F" w:rsidRPr="00D7757E" w:rsidRDefault="00881A4F" w:rsidP="00186FB4">
            <w:pPr>
              <w:jc w:val="center"/>
              <w:rPr>
                <w:szCs w:val="20"/>
                <w:lang w:val="en-CA" w:eastAsia="x-none"/>
              </w:rPr>
            </w:pPr>
          </w:p>
        </w:tc>
        <w:tc>
          <w:tcPr>
            <w:tcW w:w="905" w:type="dxa"/>
          </w:tcPr>
          <w:p w14:paraId="2A1BCD70" w14:textId="60299554" w:rsidR="00881A4F" w:rsidRPr="00D7757E" w:rsidRDefault="00881A4F" w:rsidP="00186FB4">
            <w:pPr>
              <w:jc w:val="center"/>
              <w:rPr>
                <w:szCs w:val="20"/>
                <w:lang w:val="en-CA" w:eastAsia="x-none"/>
              </w:rPr>
            </w:pPr>
            <w:r>
              <w:rPr>
                <w:szCs w:val="20"/>
                <w:lang w:val="en-CA" w:eastAsia="x-none"/>
              </w:rPr>
              <w:t>O</w:t>
            </w:r>
            <w:r w:rsidR="00EE4B66">
              <w:rPr>
                <w:szCs w:val="20"/>
                <w:vertAlign w:val="superscript"/>
                <w:lang w:val="en-CA" w:eastAsia="x-none"/>
              </w:rPr>
              <w:t>2</w:t>
            </w:r>
          </w:p>
        </w:tc>
        <w:tc>
          <w:tcPr>
            <w:tcW w:w="7646" w:type="dxa"/>
          </w:tcPr>
          <w:p w14:paraId="07A5093F" w14:textId="7EF4A0CC" w:rsidR="00881A4F" w:rsidRDefault="00881A4F" w:rsidP="00186FB4">
            <w:pPr>
              <w:jc w:val="both"/>
              <w:rPr>
                <w:szCs w:val="20"/>
                <w:lang w:val="en-CA" w:eastAsia="x-none"/>
              </w:rPr>
            </w:pPr>
            <w:r>
              <w:rPr>
                <w:szCs w:val="20"/>
                <w:lang w:val="en-CA" w:eastAsia="x-none"/>
              </w:rPr>
              <w:t>Supports intrinsic reporting</w:t>
            </w:r>
          </w:p>
        </w:tc>
      </w:tr>
      <w:tr w:rsidR="0084354F" w:rsidRPr="00E559FD" w14:paraId="2464070B" w14:textId="77777777" w:rsidTr="005B72AB">
        <w:tblPrEx>
          <w:tblLook w:val="0000" w:firstRow="0" w:lastRow="0" w:firstColumn="0" w:lastColumn="0" w:noHBand="0" w:noVBand="0"/>
        </w:tblPrEx>
        <w:tc>
          <w:tcPr>
            <w:tcW w:w="629" w:type="dxa"/>
            <w:tcBorders>
              <w:bottom w:val="single" w:sz="4" w:space="0" w:color="auto"/>
            </w:tcBorders>
          </w:tcPr>
          <w:p w14:paraId="7236A2F0" w14:textId="77777777" w:rsidR="0084354F" w:rsidRPr="00EB6C51" w:rsidRDefault="0084354F" w:rsidP="001608F4">
            <w:pPr>
              <w:jc w:val="center"/>
              <w:rPr>
                <w:szCs w:val="20"/>
                <w:lang w:val="en-CA" w:eastAsia="x-none"/>
              </w:rPr>
            </w:pPr>
          </w:p>
        </w:tc>
        <w:tc>
          <w:tcPr>
            <w:tcW w:w="905" w:type="dxa"/>
            <w:tcBorders>
              <w:bottom w:val="single" w:sz="4" w:space="0" w:color="auto"/>
            </w:tcBorders>
          </w:tcPr>
          <w:p w14:paraId="3515BAD6" w14:textId="638B545D" w:rsidR="0084354F" w:rsidRPr="00E559FD" w:rsidRDefault="0084354F" w:rsidP="001608F4">
            <w:pPr>
              <w:jc w:val="center"/>
              <w:rPr>
                <w:szCs w:val="20"/>
                <w:lang w:val="en-CA" w:eastAsia="x-none"/>
              </w:rPr>
            </w:pPr>
            <w:r w:rsidRPr="00E559FD">
              <w:rPr>
                <w:szCs w:val="20"/>
                <w:lang w:val="en-CA" w:eastAsia="x-none"/>
              </w:rPr>
              <w:t>O</w:t>
            </w:r>
            <w:r>
              <w:rPr>
                <w:szCs w:val="20"/>
                <w:vertAlign w:val="superscript"/>
                <w:lang w:val="en-CA" w:eastAsia="x-none"/>
              </w:rPr>
              <w:t>4</w:t>
            </w:r>
          </w:p>
        </w:tc>
        <w:tc>
          <w:tcPr>
            <w:tcW w:w="7646" w:type="dxa"/>
            <w:tcBorders>
              <w:bottom w:val="single" w:sz="4" w:space="0" w:color="auto"/>
            </w:tcBorders>
          </w:tcPr>
          <w:p w14:paraId="1DAD8214" w14:textId="77777777" w:rsidR="0084354F" w:rsidRPr="00E559FD" w:rsidRDefault="0084354F" w:rsidP="001608F4">
            <w:pPr>
              <w:jc w:val="both"/>
              <w:rPr>
                <w:szCs w:val="20"/>
                <w:lang w:val="en-CA" w:eastAsia="x-none"/>
              </w:rPr>
            </w:pPr>
            <w:r w:rsidRPr="00E559FD">
              <w:t>Supports configurable Reliability_Evaluation_Inhibit property</w:t>
            </w:r>
          </w:p>
        </w:tc>
      </w:tr>
      <w:tr w:rsidR="00CF3A35" w:rsidRPr="00FB3F7A" w14:paraId="4DA70764"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3A97A1AE" w14:textId="6B68F743" w:rsidR="00114F88" w:rsidRPr="00AC5A2D" w:rsidRDefault="00114F88" w:rsidP="00114F88">
            <w:pPr>
              <w:ind w:firstLine="702"/>
              <w:rPr>
                <w:szCs w:val="20"/>
              </w:rPr>
            </w:pPr>
            <w:r>
              <w:rPr>
                <w:szCs w:val="20"/>
                <w:vertAlign w:val="superscript"/>
              </w:rPr>
              <w:t xml:space="preserve">1 </w:t>
            </w:r>
            <w:r w:rsidRPr="00AC5A2D">
              <w:rPr>
                <w:szCs w:val="20"/>
              </w:rPr>
              <w:t>Protocol_Revision 24 or higher must be claimed</w:t>
            </w:r>
          </w:p>
          <w:p w14:paraId="3F184022" w14:textId="7CA37468" w:rsidR="00237BF4" w:rsidRDefault="00114F88" w:rsidP="00114F88">
            <w:pPr>
              <w:ind w:left="720"/>
            </w:pPr>
            <w:r>
              <w:rPr>
                <w:szCs w:val="20"/>
                <w:vertAlign w:val="superscript"/>
              </w:rPr>
              <w:t xml:space="preserve">2 </w:t>
            </w:r>
            <w:r w:rsidR="00881A4F">
              <w:t>Protocol_Revision 21 or higher must be claimed</w:t>
            </w:r>
          </w:p>
          <w:p w14:paraId="180DE238" w14:textId="77777777" w:rsidR="00E76774" w:rsidRDefault="00E76774" w:rsidP="00114F88">
            <w:pPr>
              <w:ind w:left="720"/>
            </w:pPr>
            <w:r w:rsidRPr="00E76774">
              <w:rPr>
                <w:vertAlign w:val="superscript"/>
              </w:rPr>
              <w:t>3</w:t>
            </w:r>
            <w:r>
              <w:t xml:space="preserve"> Must be claimed if the IUT supports color override</w:t>
            </w:r>
          </w:p>
          <w:p w14:paraId="001C02E0" w14:textId="29A558F9" w:rsidR="0084354F" w:rsidRPr="0082225D" w:rsidRDefault="0084354F" w:rsidP="00114F88">
            <w:pPr>
              <w:ind w:left="720"/>
            </w:pPr>
            <w:r>
              <w:rPr>
                <w:vertAlign w:val="superscript"/>
              </w:rPr>
              <w:t>4</w:t>
            </w:r>
            <w:r w:rsidRPr="00E559FD">
              <w:t xml:space="preserve"> Protocol_Revision 13 or higher must be claimed. IUT shall not claim this functionality if the only method of generating a fault condition is by writing to the Reliability property.</w:t>
            </w:r>
          </w:p>
        </w:tc>
      </w:tr>
      <w:tr w:rsidR="00CF3A35" w:rsidRPr="00FB3F7A" w14:paraId="1A1ACDF6"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1BD37421" w14:textId="77777777" w:rsidR="00CF3A35" w:rsidRPr="00FB3F7A" w:rsidRDefault="00CF3A35" w:rsidP="00B2207F">
            <w:pPr>
              <w:rPr>
                <w:b/>
              </w:rPr>
            </w:pPr>
            <w:r>
              <w:rPr>
                <w:b/>
              </w:rPr>
              <w:t>Binary Lighting Output Object</w:t>
            </w:r>
          </w:p>
        </w:tc>
      </w:tr>
      <w:tr w:rsidR="00CF3A35" w:rsidRPr="00502B38" w14:paraId="575423FD" w14:textId="77777777" w:rsidTr="005B72AB">
        <w:tc>
          <w:tcPr>
            <w:tcW w:w="629" w:type="dxa"/>
            <w:tcBorders>
              <w:top w:val="single" w:sz="4" w:space="0" w:color="auto"/>
              <w:left w:val="single" w:sz="4" w:space="0" w:color="auto"/>
              <w:bottom w:val="single" w:sz="4" w:space="0" w:color="auto"/>
              <w:right w:val="single" w:sz="4" w:space="0" w:color="auto"/>
            </w:tcBorders>
          </w:tcPr>
          <w:p w14:paraId="115C2425" w14:textId="77777777" w:rsidR="00CF3A35" w:rsidRPr="002860AF" w:rsidRDefault="00CF3A35" w:rsidP="00B2207F">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6E367C0" w14:textId="77777777" w:rsidR="00CF3A35" w:rsidRPr="00502B38" w:rsidRDefault="00CF3A35" w:rsidP="00F163A9">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2D0FEF18" w14:textId="77777777" w:rsidR="00CF3A35" w:rsidRPr="00502B38" w:rsidRDefault="00CF3A35" w:rsidP="00B2207F">
            <w:r w:rsidRPr="00502B38">
              <w:t xml:space="preserve">Base Requirements </w:t>
            </w:r>
          </w:p>
        </w:tc>
      </w:tr>
      <w:tr w:rsidR="00F163A9" w:rsidRPr="00F163A9" w14:paraId="1C04BC23" w14:textId="77777777" w:rsidTr="005B72AB">
        <w:tc>
          <w:tcPr>
            <w:tcW w:w="629" w:type="dxa"/>
            <w:tcBorders>
              <w:top w:val="single" w:sz="4" w:space="0" w:color="auto"/>
              <w:left w:val="single" w:sz="4" w:space="0" w:color="auto"/>
              <w:bottom w:val="single" w:sz="4" w:space="0" w:color="auto"/>
              <w:right w:val="single" w:sz="4" w:space="0" w:color="auto"/>
            </w:tcBorders>
          </w:tcPr>
          <w:p w14:paraId="51F58A8F"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3D16E22" w14:textId="77777777" w:rsidR="00F163A9" w:rsidRPr="00F163A9" w:rsidRDefault="00F163A9" w:rsidP="00F163A9">
            <w:pPr>
              <w:jc w:val="center"/>
            </w:pPr>
            <w:r w:rsidRPr="00F163A9">
              <w:t>R</w:t>
            </w:r>
          </w:p>
        </w:tc>
        <w:tc>
          <w:tcPr>
            <w:tcW w:w="7646" w:type="dxa"/>
            <w:tcBorders>
              <w:top w:val="single" w:sz="4" w:space="0" w:color="auto"/>
              <w:left w:val="single" w:sz="4" w:space="0" w:color="auto"/>
              <w:bottom w:val="single" w:sz="4" w:space="0" w:color="auto"/>
              <w:right w:val="single" w:sz="4" w:space="0" w:color="auto"/>
            </w:tcBorders>
            <w:hideMark/>
          </w:tcPr>
          <w:p w14:paraId="247AF48E" w14:textId="77777777" w:rsidR="00F163A9" w:rsidRPr="00F163A9" w:rsidRDefault="00F163A9" w:rsidP="00F163A9">
            <w:r w:rsidRPr="00F163A9">
              <w:t>Supports command prioritization</w:t>
            </w:r>
          </w:p>
        </w:tc>
      </w:tr>
      <w:tr w:rsidR="00F163A9" w:rsidRPr="00F163A9" w14:paraId="51E2E5CD" w14:textId="77777777" w:rsidTr="005B72AB">
        <w:tc>
          <w:tcPr>
            <w:tcW w:w="629" w:type="dxa"/>
            <w:tcBorders>
              <w:top w:val="single" w:sz="4" w:space="0" w:color="auto"/>
              <w:left w:val="single" w:sz="4" w:space="0" w:color="auto"/>
              <w:bottom w:val="single" w:sz="4" w:space="0" w:color="auto"/>
              <w:right w:val="single" w:sz="4" w:space="0" w:color="auto"/>
            </w:tcBorders>
          </w:tcPr>
          <w:p w14:paraId="7CB2484D"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E8CBE03" w14:textId="77777777" w:rsidR="00F163A9" w:rsidRPr="00F163A9" w:rsidRDefault="00F163A9" w:rsidP="00F163A9">
            <w:pPr>
              <w:jc w:val="center"/>
            </w:pPr>
            <w:r w:rsidRPr="00F163A9">
              <w:t>S</w:t>
            </w:r>
          </w:p>
        </w:tc>
        <w:tc>
          <w:tcPr>
            <w:tcW w:w="7646" w:type="dxa"/>
            <w:tcBorders>
              <w:top w:val="single" w:sz="4" w:space="0" w:color="auto"/>
              <w:left w:val="single" w:sz="4" w:space="0" w:color="auto"/>
              <w:bottom w:val="single" w:sz="4" w:space="0" w:color="auto"/>
              <w:right w:val="single" w:sz="4" w:space="0" w:color="auto"/>
            </w:tcBorders>
            <w:hideMark/>
          </w:tcPr>
          <w:p w14:paraId="586265A9" w14:textId="190567F2" w:rsidR="00F163A9" w:rsidRPr="00F163A9" w:rsidRDefault="00AC727B" w:rsidP="002E5097">
            <w:r>
              <w:t>Supports configurable Out_Of_Service</w:t>
            </w:r>
            <w:r w:rsidR="00F163A9" w:rsidRPr="00F163A9">
              <w:t xml:space="preserve"> propert</w:t>
            </w:r>
            <w:r w:rsidR="002E5097">
              <w:t>y</w:t>
            </w:r>
          </w:p>
        </w:tc>
      </w:tr>
      <w:tr w:rsidR="00F163A9" w:rsidRPr="00F163A9" w14:paraId="64EAD9F3" w14:textId="77777777" w:rsidTr="005B72AB">
        <w:tc>
          <w:tcPr>
            <w:tcW w:w="629" w:type="dxa"/>
            <w:tcBorders>
              <w:top w:val="single" w:sz="4" w:space="0" w:color="auto"/>
              <w:left w:val="single" w:sz="4" w:space="0" w:color="auto"/>
              <w:bottom w:val="single" w:sz="4" w:space="0" w:color="auto"/>
              <w:right w:val="single" w:sz="4" w:space="0" w:color="auto"/>
            </w:tcBorders>
          </w:tcPr>
          <w:p w14:paraId="0896C869"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tcPr>
          <w:p w14:paraId="1B931CF1"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tcPr>
          <w:p w14:paraId="75CA1740" w14:textId="77777777" w:rsidR="00F163A9" w:rsidRPr="00F163A9" w:rsidRDefault="00F163A9" w:rsidP="00F163A9">
            <w:r w:rsidRPr="00F163A9">
              <w:t xml:space="preserve">Supports </w:t>
            </w:r>
            <w:r w:rsidRPr="00F163A9">
              <w:rPr>
                <w:rFonts w:ascii="TimesNewRomanPSMT" w:hAnsi="TimesNewRomanPSMT" w:cs="TimesNewRomanPSMT"/>
                <w:szCs w:val="20"/>
              </w:rPr>
              <w:t xml:space="preserve">blink-warn </w:t>
            </w:r>
          </w:p>
        </w:tc>
      </w:tr>
      <w:tr w:rsidR="00F163A9" w:rsidRPr="00F163A9" w14:paraId="7CBDD1BC" w14:textId="77777777" w:rsidTr="005B72AB">
        <w:tc>
          <w:tcPr>
            <w:tcW w:w="629" w:type="dxa"/>
            <w:tcBorders>
              <w:top w:val="single" w:sz="4" w:space="0" w:color="auto"/>
              <w:left w:val="single" w:sz="4" w:space="0" w:color="auto"/>
              <w:bottom w:val="single" w:sz="4" w:space="0" w:color="auto"/>
              <w:right w:val="single" w:sz="4" w:space="0" w:color="auto"/>
            </w:tcBorders>
          </w:tcPr>
          <w:p w14:paraId="20B8281B"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3E74BB4"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hideMark/>
          </w:tcPr>
          <w:p w14:paraId="6B50258F" w14:textId="77777777" w:rsidR="00F163A9" w:rsidRPr="00F163A9" w:rsidRDefault="00F163A9" w:rsidP="00F163A9">
            <w:r w:rsidRPr="00F163A9">
              <w:t>Supports writable Polarity property</w:t>
            </w:r>
          </w:p>
        </w:tc>
      </w:tr>
      <w:tr w:rsidR="00F163A9" w:rsidRPr="00F163A9" w14:paraId="48500161" w14:textId="77777777" w:rsidTr="005B72AB">
        <w:tc>
          <w:tcPr>
            <w:tcW w:w="629" w:type="dxa"/>
            <w:tcBorders>
              <w:top w:val="single" w:sz="4" w:space="0" w:color="auto"/>
              <w:left w:val="single" w:sz="4" w:space="0" w:color="auto"/>
              <w:bottom w:val="single" w:sz="4" w:space="0" w:color="auto"/>
              <w:right w:val="single" w:sz="4" w:space="0" w:color="auto"/>
            </w:tcBorders>
          </w:tcPr>
          <w:p w14:paraId="192423FE"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A858325"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hideMark/>
          </w:tcPr>
          <w:p w14:paraId="0F04DAF1" w14:textId="77777777" w:rsidR="00F163A9" w:rsidRPr="00F163A9" w:rsidRDefault="00F163A9" w:rsidP="00F163A9">
            <w:r w:rsidRPr="00F163A9">
              <w:t>Supports strike count tracking</w:t>
            </w:r>
          </w:p>
        </w:tc>
      </w:tr>
      <w:tr w:rsidR="00F163A9" w:rsidRPr="00F163A9" w14:paraId="556C164B" w14:textId="77777777" w:rsidTr="005B72AB">
        <w:tc>
          <w:tcPr>
            <w:tcW w:w="629" w:type="dxa"/>
            <w:tcBorders>
              <w:top w:val="single" w:sz="4" w:space="0" w:color="auto"/>
              <w:left w:val="single" w:sz="4" w:space="0" w:color="auto"/>
              <w:bottom w:val="single" w:sz="4" w:space="0" w:color="auto"/>
              <w:right w:val="single" w:sz="4" w:space="0" w:color="auto"/>
            </w:tcBorders>
          </w:tcPr>
          <w:p w14:paraId="4051B80F" w14:textId="77777777" w:rsidR="00F163A9" w:rsidRPr="00F163A9" w:rsidRDefault="00F163A9" w:rsidP="00F163A9">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A0EFEC7" w14:textId="77777777" w:rsidR="00F163A9" w:rsidRPr="00F163A9" w:rsidRDefault="00F163A9" w:rsidP="00F163A9">
            <w:pPr>
              <w:jc w:val="center"/>
            </w:pPr>
            <w:r w:rsidRPr="00F163A9">
              <w:t>O</w:t>
            </w:r>
          </w:p>
        </w:tc>
        <w:tc>
          <w:tcPr>
            <w:tcW w:w="7646" w:type="dxa"/>
            <w:tcBorders>
              <w:top w:val="single" w:sz="4" w:space="0" w:color="auto"/>
              <w:left w:val="single" w:sz="4" w:space="0" w:color="auto"/>
              <w:bottom w:val="single" w:sz="4" w:space="0" w:color="auto"/>
              <w:right w:val="single" w:sz="4" w:space="0" w:color="auto"/>
            </w:tcBorders>
            <w:hideMark/>
          </w:tcPr>
          <w:p w14:paraId="4C50DE47" w14:textId="77777777" w:rsidR="00F163A9" w:rsidRPr="00F163A9" w:rsidRDefault="00F163A9" w:rsidP="00F163A9">
            <w:r w:rsidRPr="00F163A9">
              <w:t>Supports elapsed active time tracking</w:t>
            </w:r>
          </w:p>
        </w:tc>
      </w:tr>
      <w:tr w:rsidR="00186FB4" w:rsidRPr="00D7757E" w14:paraId="395DD446" w14:textId="77777777" w:rsidTr="005B72AB">
        <w:tblPrEx>
          <w:tblLook w:val="0000" w:firstRow="0" w:lastRow="0" w:firstColumn="0" w:lastColumn="0" w:noHBand="0" w:noVBand="0"/>
        </w:tblPrEx>
        <w:tc>
          <w:tcPr>
            <w:tcW w:w="629" w:type="dxa"/>
          </w:tcPr>
          <w:p w14:paraId="2EA0268B" w14:textId="77777777" w:rsidR="00186FB4" w:rsidRPr="00D7757E" w:rsidRDefault="00186FB4" w:rsidP="00186FB4">
            <w:pPr>
              <w:jc w:val="center"/>
              <w:rPr>
                <w:szCs w:val="20"/>
                <w:lang w:val="en-CA" w:eastAsia="x-none"/>
              </w:rPr>
            </w:pPr>
          </w:p>
        </w:tc>
        <w:tc>
          <w:tcPr>
            <w:tcW w:w="905" w:type="dxa"/>
          </w:tcPr>
          <w:p w14:paraId="50F38088" w14:textId="77777777" w:rsidR="00186FB4" w:rsidRPr="00D7757E" w:rsidRDefault="00186FB4" w:rsidP="00186FB4">
            <w:pPr>
              <w:jc w:val="center"/>
              <w:rPr>
                <w:szCs w:val="20"/>
                <w:lang w:val="en-CA" w:eastAsia="x-none"/>
              </w:rPr>
            </w:pPr>
            <w:r w:rsidRPr="00D7757E">
              <w:rPr>
                <w:szCs w:val="20"/>
                <w:lang w:val="en-CA" w:eastAsia="x-none"/>
              </w:rPr>
              <w:t>O</w:t>
            </w:r>
          </w:p>
        </w:tc>
        <w:tc>
          <w:tcPr>
            <w:tcW w:w="7646" w:type="dxa"/>
          </w:tcPr>
          <w:p w14:paraId="2896B9AC" w14:textId="77777777" w:rsidR="00186FB4" w:rsidRPr="00D7757E" w:rsidRDefault="00186FB4" w:rsidP="00186FB4">
            <w:pPr>
              <w:jc w:val="both"/>
              <w:rPr>
                <w:szCs w:val="20"/>
                <w:lang w:val="en-CA" w:eastAsia="x-none"/>
              </w:rPr>
            </w:pPr>
            <w:r>
              <w:rPr>
                <w:szCs w:val="20"/>
                <w:lang w:val="en-CA" w:eastAsia="x-none"/>
              </w:rPr>
              <w:t>Supports the</w:t>
            </w:r>
            <w:r w:rsidRPr="00D7757E">
              <w:rPr>
                <w:szCs w:val="20"/>
                <w:lang w:val="en-CA" w:eastAsia="x-none"/>
              </w:rPr>
              <w:t xml:space="preserve"> </w:t>
            </w:r>
            <w:r>
              <w:rPr>
                <w:szCs w:val="20"/>
                <w:lang w:val="en-CA" w:eastAsia="x-none"/>
              </w:rPr>
              <w:t>value source mechanism.</w:t>
            </w:r>
          </w:p>
        </w:tc>
      </w:tr>
      <w:tr w:rsidR="00237BF4" w:rsidRPr="0010207F" w14:paraId="48DD65FE" w14:textId="77777777" w:rsidTr="005B72AB">
        <w:tc>
          <w:tcPr>
            <w:tcW w:w="629" w:type="dxa"/>
            <w:tcBorders>
              <w:top w:val="single" w:sz="4" w:space="0" w:color="auto"/>
              <w:left w:val="single" w:sz="4" w:space="0" w:color="auto"/>
              <w:bottom w:val="single" w:sz="4" w:space="0" w:color="auto"/>
              <w:right w:val="single" w:sz="4" w:space="0" w:color="auto"/>
            </w:tcBorders>
          </w:tcPr>
          <w:p w14:paraId="6EDEF5ED" w14:textId="77777777" w:rsidR="00237BF4" w:rsidRPr="0010207F" w:rsidRDefault="00237BF4" w:rsidP="00FF4020">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7A8D7DF4" w14:textId="25B5AE12" w:rsidR="00237BF4" w:rsidRPr="0010207F" w:rsidRDefault="00237BF4" w:rsidP="00FF4020">
            <w:pPr>
              <w:jc w:val="center"/>
              <w:rPr>
                <w:szCs w:val="20"/>
              </w:rPr>
            </w:pPr>
            <w:r w:rsidRPr="0010207F">
              <w:rPr>
                <w:szCs w:val="20"/>
              </w:rPr>
              <w:t>O</w:t>
            </w:r>
            <w:r w:rsidRPr="0010207F">
              <w:rPr>
                <w:szCs w:val="20"/>
                <w:vertAlign w:val="superscript"/>
              </w:rPr>
              <w:t>1</w:t>
            </w:r>
            <w:r w:rsidR="00E76774">
              <w:rPr>
                <w:szCs w:val="20"/>
                <w:vertAlign w:val="superscript"/>
              </w:rPr>
              <w:t>,2</w:t>
            </w:r>
          </w:p>
        </w:tc>
        <w:tc>
          <w:tcPr>
            <w:tcW w:w="7646" w:type="dxa"/>
            <w:tcBorders>
              <w:top w:val="single" w:sz="4" w:space="0" w:color="auto"/>
              <w:left w:val="single" w:sz="4" w:space="0" w:color="auto"/>
              <w:bottom w:val="single" w:sz="4" w:space="0" w:color="auto"/>
              <w:right w:val="single" w:sz="4" w:space="0" w:color="auto"/>
            </w:tcBorders>
          </w:tcPr>
          <w:p w14:paraId="2125F965" w14:textId="77777777" w:rsidR="00237BF4" w:rsidRPr="0010207F" w:rsidRDefault="00237BF4" w:rsidP="00FF4020">
            <w:pPr>
              <w:rPr>
                <w:szCs w:val="20"/>
              </w:rPr>
            </w:pPr>
            <w:r w:rsidRPr="0010207F">
              <w:rPr>
                <w:szCs w:val="20"/>
              </w:rPr>
              <w:t>Supports Color_Reference property</w:t>
            </w:r>
          </w:p>
        </w:tc>
      </w:tr>
      <w:tr w:rsidR="00237BF4" w:rsidRPr="0010207F" w14:paraId="6E0D07C6" w14:textId="77777777" w:rsidTr="005B72AB">
        <w:tc>
          <w:tcPr>
            <w:tcW w:w="629" w:type="dxa"/>
            <w:tcBorders>
              <w:top w:val="single" w:sz="4" w:space="0" w:color="auto"/>
              <w:left w:val="single" w:sz="4" w:space="0" w:color="auto"/>
              <w:bottom w:val="single" w:sz="4" w:space="0" w:color="auto"/>
              <w:right w:val="single" w:sz="4" w:space="0" w:color="auto"/>
            </w:tcBorders>
          </w:tcPr>
          <w:p w14:paraId="709E93FE" w14:textId="77777777" w:rsidR="00237BF4" w:rsidRPr="0010207F" w:rsidRDefault="00237BF4" w:rsidP="00FF4020">
            <w:pPr>
              <w:jc w:val="center"/>
              <w:rPr>
                <w:szCs w:val="20"/>
              </w:rPr>
            </w:pPr>
          </w:p>
        </w:tc>
        <w:tc>
          <w:tcPr>
            <w:tcW w:w="905" w:type="dxa"/>
            <w:tcBorders>
              <w:top w:val="single" w:sz="4" w:space="0" w:color="auto"/>
              <w:left w:val="single" w:sz="4" w:space="0" w:color="auto"/>
              <w:bottom w:val="single" w:sz="4" w:space="0" w:color="auto"/>
              <w:right w:val="single" w:sz="4" w:space="0" w:color="auto"/>
            </w:tcBorders>
          </w:tcPr>
          <w:p w14:paraId="0EA0657F" w14:textId="45E3BEC8" w:rsidR="00237BF4" w:rsidRPr="0010207F" w:rsidRDefault="00237BF4" w:rsidP="00FF4020">
            <w:pPr>
              <w:jc w:val="center"/>
              <w:rPr>
                <w:szCs w:val="20"/>
              </w:rPr>
            </w:pPr>
            <w:r w:rsidRPr="0010207F">
              <w:rPr>
                <w:szCs w:val="20"/>
              </w:rPr>
              <w:t>O</w:t>
            </w:r>
            <w:r w:rsidRPr="0010207F">
              <w:rPr>
                <w:szCs w:val="20"/>
                <w:vertAlign w:val="superscript"/>
              </w:rPr>
              <w:t>1</w:t>
            </w:r>
          </w:p>
        </w:tc>
        <w:tc>
          <w:tcPr>
            <w:tcW w:w="7646" w:type="dxa"/>
            <w:tcBorders>
              <w:top w:val="single" w:sz="4" w:space="0" w:color="auto"/>
              <w:left w:val="single" w:sz="4" w:space="0" w:color="auto"/>
              <w:bottom w:val="single" w:sz="4" w:space="0" w:color="auto"/>
              <w:right w:val="single" w:sz="4" w:space="0" w:color="auto"/>
            </w:tcBorders>
          </w:tcPr>
          <w:p w14:paraId="3A62741B" w14:textId="4D1ADB1E" w:rsidR="00237BF4" w:rsidRPr="0010207F" w:rsidRDefault="00E76774" w:rsidP="00FF4020">
            <w:pPr>
              <w:rPr>
                <w:szCs w:val="20"/>
              </w:rPr>
            </w:pPr>
            <w:r>
              <w:rPr>
                <w:szCs w:val="20"/>
              </w:rPr>
              <w:t>Supports color override</w:t>
            </w:r>
          </w:p>
        </w:tc>
      </w:tr>
      <w:tr w:rsidR="0084354F" w:rsidRPr="00E559FD" w14:paraId="65625386" w14:textId="77777777" w:rsidTr="005B72AB">
        <w:tblPrEx>
          <w:tblLook w:val="0000" w:firstRow="0" w:lastRow="0" w:firstColumn="0" w:lastColumn="0" w:noHBand="0" w:noVBand="0"/>
        </w:tblPrEx>
        <w:tc>
          <w:tcPr>
            <w:tcW w:w="629" w:type="dxa"/>
            <w:tcBorders>
              <w:bottom w:val="single" w:sz="4" w:space="0" w:color="auto"/>
            </w:tcBorders>
          </w:tcPr>
          <w:p w14:paraId="0FDAFA10" w14:textId="77777777" w:rsidR="0084354F" w:rsidRPr="00EB6C51" w:rsidRDefault="0084354F" w:rsidP="001608F4">
            <w:pPr>
              <w:jc w:val="center"/>
              <w:rPr>
                <w:szCs w:val="20"/>
                <w:lang w:val="en-CA" w:eastAsia="x-none"/>
              </w:rPr>
            </w:pPr>
          </w:p>
        </w:tc>
        <w:tc>
          <w:tcPr>
            <w:tcW w:w="905" w:type="dxa"/>
            <w:tcBorders>
              <w:bottom w:val="single" w:sz="4" w:space="0" w:color="auto"/>
            </w:tcBorders>
          </w:tcPr>
          <w:p w14:paraId="5EB7EFB5" w14:textId="6A676700" w:rsidR="0084354F" w:rsidRPr="00E559FD" w:rsidRDefault="0084354F" w:rsidP="001608F4">
            <w:pPr>
              <w:jc w:val="center"/>
              <w:rPr>
                <w:szCs w:val="20"/>
                <w:lang w:val="en-CA" w:eastAsia="x-none"/>
              </w:rPr>
            </w:pPr>
            <w:r w:rsidRPr="00E559FD">
              <w:rPr>
                <w:szCs w:val="20"/>
                <w:lang w:val="en-CA" w:eastAsia="x-none"/>
              </w:rPr>
              <w:t>O</w:t>
            </w:r>
            <w:r>
              <w:rPr>
                <w:szCs w:val="20"/>
                <w:vertAlign w:val="superscript"/>
                <w:lang w:val="en-CA" w:eastAsia="x-none"/>
              </w:rPr>
              <w:t>3</w:t>
            </w:r>
          </w:p>
        </w:tc>
        <w:tc>
          <w:tcPr>
            <w:tcW w:w="7646" w:type="dxa"/>
            <w:tcBorders>
              <w:bottom w:val="single" w:sz="4" w:space="0" w:color="auto"/>
            </w:tcBorders>
          </w:tcPr>
          <w:p w14:paraId="5173DFEC" w14:textId="77777777" w:rsidR="0084354F" w:rsidRPr="00E559FD" w:rsidRDefault="0084354F" w:rsidP="001608F4">
            <w:pPr>
              <w:jc w:val="both"/>
              <w:rPr>
                <w:szCs w:val="20"/>
                <w:lang w:val="en-CA" w:eastAsia="x-none"/>
              </w:rPr>
            </w:pPr>
            <w:r w:rsidRPr="00E559FD">
              <w:t>Supports configurable Reliability_Evaluation_Inhibit property</w:t>
            </w:r>
          </w:p>
        </w:tc>
      </w:tr>
      <w:tr w:rsidR="006A1EE2" w:rsidRPr="00E559FD" w14:paraId="09228CCD" w14:textId="77777777" w:rsidTr="005B72AB">
        <w:tblPrEx>
          <w:tblLook w:val="0000" w:firstRow="0" w:lastRow="0" w:firstColumn="0" w:lastColumn="0" w:noHBand="0" w:noVBand="0"/>
        </w:tblPrEx>
        <w:tc>
          <w:tcPr>
            <w:tcW w:w="629" w:type="dxa"/>
            <w:tcBorders>
              <w:bottom w:val="single" w:sz="4" w:space="0" w:color="auto"/>
            </w:tcBorders>
          </w:tcPr>
          <w:p w14:paraId="6A7AC833"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035F397A"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72CB4D7" w14:textId="11F7531E" w:rsidR="006A1EE2" w:rsidRPr="00E559FD" w:rsidRDefault="006A1EE2" w:rsidP="00334BF1">
            <w:pPr>
              <w:jc w:val="both"/>
            </w:pPr>
            <w:r w:rsidRPr="00581A7F">
              <w:rPr>
                <w:szCs w:val="20"/>
              </w:rPr>
              <w:t xml:space="preserve">Supports </w:t>
            </w:r>
            <w:r w:rsidR="000659E6">
              <w:rPr>
                <w:szCs w:val="20"/>
              </w:rPr>
              <w:t>i</w:t>
            </w:r>
            <w:r w:rsidR="002C0386">
              <w:rPr>
                <w:szCs w:val="20"/>
              </w:rPr>
              <w:t>ntrinsic reporting</w:t>
            </w:r>
          </w:p>
        </w:tc>
      </w:tr>
      <w:tr w:rsidR="00CF3A35" w:rsidRPr="00FB3F7A" w14:paraId="67128792"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56D7FB8F" w14:textId="77777777" w:rsidR="00465B56" w:rsidRPr="00AC5A2D" w:rsidRDefault="00465B56" w:rsidP="00465B56">
            <w:pPr>
              <w:ind w:firstLine="702"/>
              <w:rPr>
                <w:szCs w:val="20"/>
              </w:rPr>
            </w:pPr>
            <w:r>
              <w:rPr>
                <w:szCs w:val="20"/>
                <w:vertAlign w:val="superscript"/>
              </w:rPr>
              <w:t xml:space="preserve">1 </w:t>
            </w:r>
            <w:r w:rsidRPr="00AC5A2D">
              <w:rPr>
                <w:szCs w:val="20"/>
              </w:rPr>
              <w:t>Protocol_Revision 24 or higher must be claimed</w:t>
            </w:r>
          </w:p>
          <w:p w14:paraId="0F53836C" w14:textId="471FC5C3" w:rsidR="00E76774" w:rsidRDefault="00E76774" w:rsidP="00507176">
            <w:pPr>
              <w:ind w:left="720"/>
              <w:rPr>
                <w:szCs w:val="20"/>
              </w:rPr>
            </w:pPr>
            <w:r w:rsidRPr="00E76774">
              <w:rPr>
                <w:szCs w:val="20"/>
                <w:vertAlign w:val="superscript"/>
              </w:rPr>
              <w:t>2</w:t>
            </w:r>
            <w:r>
              <w:rPr>
                <w:szCs w:val="20"/>
              </w:rPr>
              <w:t xml:space="preserve"> Must be claimed if the IUT supports color override</w:t>
            </w:r>
          </w:p>
          <w:p w14:paraId="5FA564A2" w14:textId="632C9F4B" w:rsidR="0084354F" w:rsidRPr="00066D54" w:rsidRDefault="0084354F" w:rsidP="00507176">
            <w:pPr>
              <w:ind w:left="720"/>
              <w:rPr>
                <w:szCs w:val="20"/>
              </w:rPr>
            </w:pPr>
            <w:r>
              <w:rPr>
                <w:vertAlign w:val="superscript"/>
              </w:rPr>
              <w:lastRenderedPageBreak/>
              <w:t>3</w:t>
            </w:r>
            <w:r w:rsidRPr="00E559FD">
              <w:t xml:space="preserve"> Protocol_Revision 13 or higher must be claimed. IUT shall not claim this functionality if the only method of generating a fault condition is by writing to the Reliability property.</w:t>
            </w:r>
          </w:p>
        </w:tc>
      </w:tr>
      <w:tr w:rsidR="00DD78EF" w14:paraId="75D8154A" w14:textId="77777777" w:rsidTr="005B72AB">
        <w:trPr>
          <w:cantSplit/>
        </w:trPr>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14:paraId="4CE7DB62" w14:textId="77777777" w:rsidR="00DD78EF" w:rsidRPr="00950358" w:rsidRDefault="00DD78EF" w:rsidP="00950358">
            <w:pPr>
              <w:suppressAutoHyphens/>
              <w:spacing w:line="276" w:lineRule="auto"/>
              <w:rPr>
                <w:kern w:val="2"/>
              </w:rPr>
            </w:pPr>
            <w:r>
              <w:rPr>
                <w:b/>
                <w:bCs/>
                <w:szCs w:val="20"/>
              </w:rPr>
              <w:lastRenderedPageBreak/>
              <w:t>Network Port Object</w:t>
            </w:r>
          </w:p>
        </w:tc>
      </w:tr>
      <w:tr w:rsidR="00A70FCF" w14:paraId="0FD54454" w14:textId="77777777" w:rsidTr="005B72AB">
        <w:tc>
          <w:tcPr>
            <w:tcW w:w="629" w:type="dxa"/>
            <w:tcBorders>
              <w:top w:val="single" w:sz="4" w:space="0" w:color="000000"/>
              <w:left w:val="single" w:sz="4" w:space="0" w:color="000000"/>
              <w:bottom w:val="single" w:sz="4" w:space="0" w:color="000000"/>
              <w:right w:val="nil"/>
            </w:tcBorders>
          </w:tcPr>
          <w:p w14:paraId="7DB5BE27" w14:textId="77777777" w:rsidR="00DD78EF" w:rsidRPr="00950358" w:rsidRDefault="00DD78EF" w:rsidP="00950358">
            <w:pPr>
              <w:suppressAutoHyphens/>
              <w:snapToGrid w:val="0"/>
              <w:spacing w:line="276" w:lineRule="auto"/>
              <w:jc w:val="center"/>
              <w:rPr>
                <w:kern w:val="2"/>
              </w:rPr>
            </w:pPr>
          </w:p>
        </w:tc>
        <w:tc>
          <w:tcPr>
            <w:tcW w:w="905" w:type="dxa"/>
            <w:tcBorders>
              <w:top w:val="single" w:sz="4" w:space="0" w:color="000000"/>
              <w:left w:val="single" w:sz="4" w:space="0" w:color="000000"/>
              <w:bottom w:val="single" w:sz="4" w:space="0" w:color="000000"/>
              <w:right w:val="nil"/>
            </w:tcBorders>
            <w:hideMark/>
          </w:tcPr>
          <w:p w14:paraId="404CCB30" w14:textId="77777777" w:rsidR="00DD78EF" w:rsidRPr="00950358" w:rsidRDefault="00DD78EF" w:rsidP="00950358">
            <w:pPr>
              <w:suppressAutoHyphens/>
              <w:spacing w:line="276" w:lineRule="auto"/>
              <w:jc w:val="center"/>
              <w:rPr>
                <w:kern w:val="2"/>
                <w:vertAlign w:val="superscript"/>
              </w:rPr>
            </w:pPr>
            <w:r>
              <w:rPr>
                <w:szCs w:val="20"/>
              </w:rPr>
              <w:t>R</w:t>
            </w:r>
            <w:r>
              <w:rPr>
                <w:szCs w:val="20"/>
                <w:vertAlign w:val="superscript"/>
              </w:rPr>
              <w:t>1</w:t>
            </w:r>
          </w:p>
        </w:tc>
        <w:tc>
          <w:tcPr>
            <w:tcW w:w="7646" w:type="dxa"/>
            <w:tcBorders>
              <w:top w:val="single" w:sz="4" w:space="0" w:color="000000"/>
              <w:left w:val="single" w:sz="4" w:space="0" w:color="000000"/>
              <w:bottom w:val="single" w:sz="4" w:space="0" w:color="000000"/>
              <w:right w:val="single" w:sz="4" w:space="0" w:color="000000"/>
            </w:tcBorders>
            <w:hideMark/>
          </w:tcPr>
          <w:p w14:paraId="5D1BD55D" w14:textId="77777777" w:rsidR="00DD78EF" w:rsidRPr="00950358" w:rsidRDefault="00DD78EF" w:rsidP="00950358">
            <w:pPr>
              <w:suppressAutoHyphens/>
              <w:spacing w:line="276" w:lineRule="auto"/>
              <w:rPr>
                <w:kern w:val="2"/>
              </w:rPr>
            </w:pPr>
            <w:r>
              <w:rPr>
                <w:szCs w:val="20"/>
              </w:rPr>
              <w:t xml:space="preserve">Base Requirements </w:t>
            </w:r>
          </w:p>
        </w:tc>
      </w:tr>
      <w:tr w:rsidR="0084354F" w:rsidRPr="00E559FD" w14:paraId="3FED0046" w14:textId="77777777" w:rsidTr="005B72AB">
        <w:tblPrEx>
          <w:tblLook w:val="0000" w:firstRow="0" w:lastRow="0" w:firstColumn="0" w:lastColumn="0" w:noHBand="0" w:noVBand="0"/>
        </w:tblPrEx>
        <w:tc>
          <w:tcPr>
            <w:tcW w:w="629" w:type="dxa"/>
            <w:tcBorders>
              <w:bottom w:val="single" w:sz="4" w:space="0" w:color="auto"/>
            </w:tcBorders>
          </w:tcPr>
          <w:p w14:paraId="1A24B0E0" w14:textId="77777777" w:rsidR="0084354F" w:rsidRPr="00EB6C51" w:rsidRDefault="0084354F" w:rsidP="001608F4">
            <w:pPr>
              <w:jc w:val="center"/>
              <w:rPr>
                <w:szCs w:val="20"/>
                <w:lang w:val="en-CA" w:eastAsia="x-none"/>
              </w:rPr>
            </w:pPr>
          </w:p>
        </w:tc>
        <w:tc>
          <w:tcPr>
            <w:tcW w:w="905" w:type="dxa"/>
            <w:tcBorders>
              <w:bottom w:val="single" w:sz="4" w:space="0" w:color="auto"/>
            </w:tcBorders>
          </w:tcPr>
          <w:p w14:paraId="0CA2517A" w14:textId="3F8A890B" w:rsidR="0084354F" w:rsidRPr="00E559FD" w:rsidRDefault="0084354F" w:rsidP="001608F4">
            <w:pPr>
              <w:jc w:val="center"/>
              <w:rPr>
                <w:szCs w:val="20"/>
                <w:lang w:val="en-CA" w:eastAsia="x-none"/>
              </w:rPr>
            </w:pPr>
            <w:r w:rsidRPr="00E559FD">
              <w:rPr>
                <w:szCs w:val="20"/>
                <w:lang w:val="en-CA" w:eastAsia="x-none"/>
              </w:rPr>
              <w:t>O</w:t>
            </w:r>
            <w:r w:rsidR="00BE4588">
              <w:rPr>
                <w:szCs w:val="20"/>
                <w:vertAlign w:val="superscript"/>
                <w:lang w:val="en-CA" w:eastAsia="x-none"/>
              </w:rPr>
              <w:t>2</w:t>
            </w:r>
          </w:p>
        </w:tc>
        <w:tc>
          <w:tcPr>
            <w:tcW w:w="7646" w:type="dxa"/>
            <w:tcBorders>
              <w:bottom w:val="single" w:sz="4" w:space="0" w:color="auto"/>
            </w:tcBorders>
          </w:tcPr>
          <w:p w14:paraId="4A1C6F77" w14:textId="77777777" w:rsidR="0084354F" w:rsidRPr="00E559FD" w:rsidRDefault="0084354F" w:rsidP="001608F4">
            <w:pPr>
              <w:jc w:val="both"/>
              <w:rPr>
                <w:szCs w:val="20"/>
                <w:lang w:val="en-CA" w:eastAsia="x-none"/>
              </w:rPr>
            </w:pPr>
            <w:r w:rsidRPr="00E559FD">
              <w:t>Supports configurable Reliability_Evaluation_Inhibit property</w:t>
            </w:r>
          </w:p>
        </w:tc>
      </w:tr>
      <w:tr w:rsidR="006A1EE2" w:rsidRPr="00E559FD" w14:paraId="14225B70" w14:textId="77777777" w:rsidTr="005B72AB">
        <w:tblPrEx>
          <w:tblLook w:val="0000" w:firstRow="0" w:lastRow="0" w:firstColumn="0" w:lastColumn="0" w:noHBand="0" w:noVBand="0"/>
        </w:tblPrEx>
        <w:tc>
          <w:tcPr>
            <w:tcW w:w="629" w:type="dxa"/>
            <w:tcBorders>
              <w:bottom w:val="single" w:sz="4" w:space="0" w:color="auto"/>
            </w:tcBorders>
          </w:tcPr>
          <w:p w14:paraId="7BC11BCB"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3A542884"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9A32DD7" w14:textId="2A644D8F" w:rsidR="006A1EE2" w:rsidRPr="00E559FD" w:rsidRDefault="006A1EE2" w:rsidP="00334BF1">
            <w:pPr>
              <w:jc w:val="both"/>
            </w:pPr>
            <w:r w:rsidRPr="00581A7F">
              <w:rPr>
                <w:szCs w:val="20"/>
              </w:rPr>
              <w:t xml:space="preserve">Supports </w:t>
            </w:r>
            <w:r w:rsidR="000659E6">
              <w:rPr>
                <w:szCs w:val="20"/>
              </w:rPr>
              <w:t>i</w:t>
            </w:r>
            <w:r w:rsidR="002C0386">
              <w:rPr>
                <w:szCs w:val="20"/>
              </w:rPr>
              <w:t>ntrinsic reporting</w:t>
            </w:r>
          </w:p>
        </w:tc>
      </w:tr>
      <w:tr w:rsidR="00DD78EF" w14:paraId="1450CEEF" w14:textId="77777777" w:rsidTr="005B72AB">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hideMark/>
          </w:tcPr>
          <w:p w14:paraId="4C71D7C4" w14:textId="77777777" w:rsidR="00DD78EF" w:rsidRDefault="00DD78EF" w:rsidP="00950358">
            <w:pPr>
              <w:suppressAutoHyphens/>
              <w:spacing w:line="276" w:lineRule="auto"/>
              <w:ind w:left="720"/>
              <w:rPr>
                <w:szCs w:val="20"/>
              </w:rPr>
            </w:pPr>
            <w:r>
              <w:rPr>
                <w:szCs w:val="20"/>
                <w:vertAlign w:val="superscript"/>
              </w:rPr>
              <w:t>1</w:t>
            </w:r>
            <w:r w:rsidRPr="00950358">
              <w:t xml:space="preserve"> </w:t>
            </w:r>
            <w:r>
              <w:rPr>
                <w:szCs w:val="20"/>
              </w:rPr>
              <w:t>Support for Network Port objects is required for devices claiming</w:t>
            </w:r>
            <w:r w:rsidRPr="00950358">
              <w:t xml:space="preserve"> </w:t>
            </w:r>
            <w:r>
              <w:rPr>
                <w:szCs w:val="20"/>
              </w:rPr>
              <w:t>Protocol_Revision 17 or higher.</w:t>
            </w:r>
          </w:p>
          <w:p w14:paraId="371AA5A0" w14:textId="052AA222" w:rsidR="0084354F" w:rsidRDefault="00DD78EF" w:rsidP="00BE4588">
            <w:pPr>
              <w:suppressAutoHyphens/>
              <w:spacing w:line="276" w:lineRule="auto"/>
              <w:ind w:left="720"/>
              <w:rPr>
                <w:szCs w:val="20"/>
              </w:rPr>
            </w:pPr>
            <w:r>
              <w:rPr>
                <w:vertAlign w:val="superscript"/>
              </w:rPr>
              <w:t>2</w:t>
            </w:r>
            <w:r>
              <w:t xml:space="preserve"> </w:t>
            </w:r>
            <w:r w:rsidR="0084354F" w:rsidRPr="00E559FD">
              <w:t>Protocol_Revision 13 or higher must be claimed. IUT shall not claim this functionality if the only method of generating a fault condition is by writing to the Reliability property.</w:t>
            </w:r>
          </w:p>
        </w:tc>
      </w:tr>
      <w:tr w:rsidR="007A776D" w:rsidRPr="00D70172" w14:paraId="7C879143" w14:textId="77777777" w:rsidTr="005B72AB">
        <w:tblPrEx>
          <w:tblLook w:val="0000" w:firstRow="0" w:lastRow="0" w:firstColumn="0" w:lastColumn="0" w:noHBand="0" w:noVBand="0"/>
        </w:tblPrEx>
        <w:trPr>
          <w:cantSplit/>
        </w:trPr>
        <w:tc>
          <w:tcPr>
            <w:tcW w:w="9180" w:type="dxa"/>
            <w:gridSpan w:val="3"/>
            <w:tcBorders>
              <w:top w:val="single" w:sz="4" w:space="0" w:color="auto"/>
              <w:left w:val="single" w:sz="4" w:space="0" w:color="auto"/>
              <w:bottom w:val="single" w:sz="4" w:space="0" w:color="auto"/>
              <w:right w:val="single" w:sz="4" w:space="0" w:color="auto"/>
            </w:tcBorders>
          </w:tcPr>
          <w:p w14:paraId="7B1F5833" w14:textId="77777777" w:rsidR="007A776D" w:rsidRPr="00D70172" w:rsidRDefault="007A776D" w:rsidP="007A776D">
            <w:pPr>
              <w:rPr>
                <w:b/>
                <w:bCs/>
              </w:rPr>
            </w:pPr>
            <w:r>
              <w:rPr>
                <w:b/>
                <w:bCs/>
              </w:rPr>
              <w:t>Timer Object</w:t>
            </w:r>
          </w:p>
        </w:tc>
      </w:tr>
      <w:tr w:rsidR="007A776D" w:rsidRPr="000E2F70" w14:paraId="56BBB313" w14:textId="77777777" w:rsidTr="005B72AB">
        <w:tblPrEx>
          <w:tblLook w:val="0000" w:firstRow="0" w:lastRow="0" w:firstColumn="0" w:lastColumn="0" w:noHBand="0" w:noVBand="0"/>
        </w:tblPrEx>
        <w:tc>
          <w:tcPr>
            <w:tcW w:w="629" w:type="dxa"/>
          </w:tcPr>
          <w:p w14:paraId="77DCB78A" w14:textId="77777777" w:rsidR="007A776D" w:rsidRPr="00C06367" w:rsidRDefault="007A776D" w:rsidP="007A776D">
            <w:pPr>
              <w:jc w:val="center"/>
            </w:pPr>
          </w:p>
        </w:tc>
        <w:tc>
          <w:tcPr>
            <w:tcW w:w="905" w:type="dxa"/>
          </w:tcPr>
          <w:p w14:paraId="697A213E" w14:textId="77777777" w:rsidR="007A776D" w:rsidRPr="000E2F70" w:rsidRDefault="007A776D" w:rsidP="007A776D">
            <w:pPr>
              <w:jc w:val="center"/>
            </w:pPr>
            <w:r w:rsidRPr="000E2F70">
              <w:t>R</w:t>
            </w:r>
          </w:p>
        </w:tc>
        <w:tc>
          <w:tcPr>
            <w:tcW w:w="7646" w:type="dxa"/>
          </w:tcPr>
          <w:p w14:paraId="0D5A27F6" w14:textId="77777777" w:rsidR="007A776D" w:rsidRPr="000E2F70" w:rsidRDefault="007A776D" w:rsidP="007A776D">
            <w:pPr>
              <w:rPr>
                <w:color w:val="0000FF"/>
              </w:rPr>
            </w:pPr>
            <w:r w:rsidRPr="000E2F70">
              <w:t xml:space="preserve">Base Requirements </w:t>
            </w:r>
          </w:p>
        </w:tc>
      </w:tr>
      <w:tr w:rsidR="007A776D" w:rsidRPr="000E2F70" w14:paraId="17AA23DF" w14:textId="77777777" w:rsidTr="005B72AB">
        <w:tblPrEx>
          <w:tblLook w:val="0000" w:firstRow="0" w:lastRow="0" w:firstColumn="0" w:lastColumn="0" w:noHBand="0" w:noVBand="0"/>
        </w:tblPrEx>
        <w:tc>
          <w:tcPr>
            <w:tcW w:w="629" w:type="dxa"/>
          </w:tcPr>
          <w:p w14:paraId="79D1CE45" w14:textId="77777777" w:rsidR="007A776D" w:rsidRPr="00C06367" w:rsidRDefault="007A776D" w:rsidP="007A776D">
            <w:pPr>
              <w:jc w:val="center"/>
              <w:rPr>
                <w:szCs w:val="20"/>
              </w:rPr>
            </w:pPr>
          </w:p>
        </w:tc>
        <w:tc>
          <w:tcPr>
            <w:tcW w:w="905" w:type="dxa"/>
          </w:tcPr>
          <w:p w14:paraId="00E31C44" w14:textId="77777777" w:rsidR="007A776D" w:rsidRPr="000E2F70" w:rsidRDefault="007A776D" w:rsidP="007A776D">
            <w:pPr>
              <w:jc w:val="center"/>
              <w:rPr>
                <w:szCs w:val="20"/>
              </w:rPr>
            </w:pPr>
            <w:r w:rsidRPr="000E2F70">
              <w:rPr>
                <w:szCs w:val="20"/>
              </w:rPr>
              <w:t>O</w:t>
            </w:r>
          </w:p>
        </w:tc>
        <w:tc>
          <w:tcPr>
            <w:tcW w:w="7646" w:type="dxa"/>
          </w:tcPr>
          <w:p w14:paraId="23BFFF19" w14:textId="14FF55BF" w:rsidR="007A776D" w:rsidRPr="000E2F70" w:rsidRDefault="00AC727B" w:rsidP="007A776D">
            <w:pPr>
              <w:rPr>
                <w:szCs w:val="20"/>
              </w:rPr>
            </w:pPr>
            <w:r>
              <w:rPr>
                <w:szCs w:val="20"/>
              </w:rPr>
              <w:t>Supports configurable Out_Of_Service</w:t>
            </w:r>
            <w:r w:rsidR="007A776D" w:rsidRPr="000E2F70">
              <w:rPr>
                <w:szCs w:val="20"/>
              </w:rPr>
              <w:t xml:space="preserve"> </w:t>
            </w:r>
            <w:r w:rsidR="002F0E26">
              <w:rPr>
                <w:szCs w:val="20"/>
              </w:rPr>
              <w:t>property</w:t>
            </w:r>
          </w:p>
        </w:tc>
      </w:tr>
      <w:tr w:rsidR="007A776D" w:rsidRPr="000E2F70" w14:paraId="6E80A7FB" w14:textId="77777777" w:rsidTr="005B72AB">
        <w:tblPrEx>
          <w:tblLook w:val="0000" w:firstRow="0" w:lastRow="0" w:firstColumn="0" w:lastColumn="0" w:noHBand="0" w:noVBand="0"/>
        </w:tblPrEx>
        <w:tc>
          <w:tcPr>
            <w:tcW w:w="629" w:type="dxa"/>
          </w:tcPr>
          <w:p w14:paraId="752EF36B" w14:textId="77777777" w:rsidR="007A776D" w:rsidRPr="005B72AB" w:rsidRDefault="007A776D" w:rsidP="007A776D">
            <w:pPr>
              <w:jc w:val="center"/>
              <w:rPr>
                <w:szCs w:val="20"/>
              </w:rPr>
            </w:pPr>
          </w:p>
        </w:tc>
        <w:tc>
          <w:tcPr>
            <w:tcW w:w="905" w:type="dxa"/>
          </w:tcPr>
          <w:p w14:paraId="253D4A6B" w14:textId="77777777" w:rsidR="007A776D" w:rsidRPr="000E2F70" w:rsidRDefault="007A776D" w:rsidP="007A776D">
            <w:pPr>
              <w:jc w:val="center"/>
              <w:rPr>
                <w:szCs w:val="20"/>
              </w:rPr>
            </w:pPr>
            <w:r w:rsidRPr="000E2F70">
              <w:rPr>
                <w:szCs w:val="20"/>
              </w:rPr>
              <w:t>O</w:t>
            </w:r>
          </w:p>
        </w:tc>
        <w:tc>
          <w:tcPr>
            <w:tcW w:w="7646" w:type="dxa"/>
          </w:tcPr>
          <w:p w14:paraId="3B5CB460" w14:textId="77777777" w:rsidR="007A776D" w:rsidRPr="000E2F70" w:rsidRDefault="007A776D" w:rsidP="007A776D">
            <w:pPr>
              <w:rPr>
                <w:szCs w:val="20"/>
              </w:rPr>
            </w:pPr>
            <w:r w:rsidRPr="000E2F70">
              <w:rPr>
                <w:szCs w:val="20"/>
              </w:rPr>
              <w:t>Supports Writable Present_Value while Out_Of_Service is FALSE</w:t>
            </w:r>
          </w:p>
        </w:tc>
      </w:tr>
      <w:tr w:rsidR="007A776D" w:rsidRPr="000E2F70" w14:paraId="239929C9" w14:textId="77777777" w:rsidTr="005B72AB">
        <w:tblPrEx>
          <w:tblLook w:val="0000" w:firstRow="0" w:lastRow="0" w:firstColumn="0" w:lastColumn="0" w:noHBand="0" w:noVBand="0"/>
        </w:tblPrEx>
        <w:tc>
          <w:tcPr>
            <w:tcW w:w="629" w:type="dxa"/>
          </w:tcPr>
          <w:p w14:paraId="58B9319B" w14:textId="77777777" w:rsidR="007A776D" w:rsidRPr="005B72AB" w:rsidRDefault="007A776D" w:rsidP="007A776D">
            <w:pPr>
              <w:jc w:val="center"/>
              <w:rPr>
                <w:szCs w:val="20"/>
              </w:rPr>
            </w:pPr>
          </w:p>
        </w:tc>
        <w:tc>
          <w:tcPr>
            <w:tcW w:w="905" w:type="dxa"/>
          </w:tcPr>
          <w:p w14:paraId="53B0F707" w14:textId="77777777" w:rsidR="007A776D" w:rsidRPr="000E2F70" w:rsidRDefault="007A776D" w:rsidP="007A776D">
            <w:pPr>
              <w:jc w:val="center"/>
              <w:rPr>
                <w:szCs w:val="20"/>
              </w:rPr>
            </w:pPr>
            <w:r w:rsidRPr="000E2F70">
              <w:rPr>
                <w:szCs w:val="20"/>
              </w:rPr>
              <w:t>O</w:t>
            </w:r>
            <w:r w:rsidRPr="000E2F70">
              <w:rPr>
                <w:szCs w:val="20"/>
                <w:vertAlign w:val="superscript"/>
              </w:rPr>
              <w:t>1</w:t>
            </w:r>
          </w:p>
        </w:tc>
        <w:tc>
          <w:tcPr>
            <w:tcW w:w="7646" w:type="dxa"/>
          </w:tcPr>
          <w:p w14:paraId="47019AB7" w14:textId="77777777" w:rsidR="007A776D" w:rsidRPr="000E2F70" w:rsidRDefault="007A776D" w:rsidP="007A776D">
            <w:pPr>
              <w:rPr>
                <w:szCs w:val="20"/>
              </w:rPr>
            </w:pPr>
            <w:r w:rsidRPr="000E2F70">
              <w:rPr>
                <w:szCs w:val="20"/>
              </w:rPr>
              <w:t>Supports Update_Time</w:t>
            </w:r>
          </w:p>
        </w:tc>
      </w:tr>
      <w:tr w:rsidR="007A776D" w:rsidRPr="000E2F70" w14:paraId="33711235" w14:textId="77777777" w:rsidTr="005B72AB">
        <w:tblPrEx>
          <w:tblLook w:val="0000" w:firstRow="0" w:lastRow="0" w:firstColumn="0" w:lastColumn="0" w:noHBand="0" w:noVBand="0"/>
        </w:tblPrEx>
        <w:tc>
          <w:tcPr>
            <w:tcW w:w="629" w:type="dxa"/>
          </w:tcPr>
          <w:p w14:paraId="45E4CC8D" w14:textId="77777777" w:rsidR="007A776D" w:rsidRPr="005B72AB" w:rsidRDefault="007A776D" w:rsidP="007A776D">
            <w:pPr>
              <w:jc w:val="center"/>
              <w:rPr>
                <w:szCs w:val="20"/>
              </w:rPr>
            </w:pPr>
          </w:p>
        </w:tc>
        <w:tc>
          <w:tcPr>
            <w:tcW w:w="905" w:type="dxa"/>
          </w:tcPr>
          <w:p w14:paraId="75881077" w14:textId="77777777" w:rsidR="007A776D" w:rsidRPr="000E2F70" w:rsidRDefault="007A776D" w:rsidP="007A776D">
            <w:pPr>
              <w:jc w:val="center"/>
              <w:rPr>
                <w:szCs w:val="20"/>
              </w:rPr>
            </w:pPr>
            <w:r w:rsidRPr="000E2F70">
              <w:rPr>
                <w:szCs w:val="20"/>
              </w:rPr>
              <w:t>O</w:t>
            </w:r>
          </w:p>
        </w:tc>
        <w:tc>
          <w:tcPr>
            <w:tcW w:w="7646" w:type="dxa"/>
          </w:tcPr>
          <w:p w14:paraId="7FEC9DDD" w14:textId="77777777" w:rsidR="007A776D" w:rsidRPr="000E2F70" w:rsidRDefault="007A776D" w:rsidP="007A776D">
            <w:pPr>
              <w:rPr>
                <w:szCs w:val="20"/>
              </w:rPr>
            </w:pPr>
            <w:r w:rsidRPr="000E2F70">
              <w:rPr>
                <w:szCs w:val="20"/>
              </w:rPr>
              <w:t>Supports Expiration_Time</w:t>
            </w:r>
          </w:p>
        </w:tc>
      </w:tr>
      <w:tr w:rsidR="007A776D" w:rsidRPr="000E2F70" w14:paraId="35963A28" w14:textId="77777777" w:rsidTr="005B72AB">
        <w:tblPrEx>
          <w:tblLook w:val="0000" w:firstRow="0" w:lastRow="0" w:firstColumn="0" w:lastColumn="0" w:noHBand="0" w:noVBand="0"/>
        </w:tblPrEx>
        <w:tc>
          <w:tcPr>
            <w:tcW w:w="629" w:type="dxa"/>
          </w:tcPr>
          <w:p w14:paraId="13D45CE3" w14:textId="77777777" w:rsidR="007A776D" w:rsidRPr="005B72AB" w:rsidRDefault="007A776D" w:rsidP="007A776D">
            <w:pPr>
              <w:jc w:val="center"/>
              <w:rPr>
                <w:szCs w:val="20"/>
              </w:rPr>
            </w:pPr>
          </w:p>
        </w:tc>
        <w:tc>
          <w:tcPr>
            <w:tcW w:w="905" w:type="dxa"/>
          </w:tcPr>
          <w:p w14:paraId="54FC3DF1" w14:textId="77777777" w:rsidR="007A776D" w:rsidRPr="000E2F70" w:rsidRDefault="007A776D" w:rsidP="007A776D">
            <w:pPr>
              <w:jc w:val="center"/>
              <w:rPr>
                <w:szCs w:val="20"/>
              </w:rPr>
            </w:pPr>
            <w:r w:rsidRPr="000E2F70">
              <w:rPr>
                <w:szCs w:val="20"/>
              </w:rPr>
              <w:t>O</w:t>
            </w:r>
          </w:p>
        </w:tc>
        <w:tc>
          <w:tcPr>
            <w:tcW w:w="7646" w:type="dxa"/>
          </w:tcPr>
          <w:p w14:paraId="6BE11958" w14:textId="77777777" w:rsidR="007A776D" w:rsidRPr="000E2F70" w:rsidRDefault="007A776D" w:rsidP="007A776D">
            <w:pPr>
              <w:rPr>
                <w:szCs w:val="20"/>
              </w:rPr>
            </w:pPr>
            <w:r w:rsidRPr="000E2F70">
              <w:rPr>
                <w:szCs w:val="20"/>
              </w:rPr>
              <w:t>Supports Default_Timeout</w:t>
            </w:r>
          </w:p>
        </w:tc>
      </w:tr>
      <w:tr w:rsidR="007A776D" w:rsidRPr="000E2F70" w14:paraId="62FBD073" w14:textId="77777777" w:rsidTr="005B72AB">
        <w:tblPrEx>
          <w:tblLook w:val="0000" w:firstRow="0" w:lastRow="0" w:firstColumn="0" w:lastColumn="0" w:noHBand="0" w:noVBand="0"/>
        </w:tblPrEx>
        <w:tc>
          <w:tcPr>
            <w:tcW w:w="629" w:type="dxa"/>
          </w:tcPr>
          <w:p w14:paraId="5F41EDAA" w14:textId="77777777" w:rsidR="007A776D" w:rsidRPr="005B72AB" w:rsidRDefault="007A776D" w:rsidP="007A776D">
            <w:pPr>
              <w:jc w:val="center"/>
              <w:rPr>
                <w:szCs w:val="20"/>
              </w:rPr>
            </w:pPr>
          </w:p>
        </w:tc>
        <w:tc>
          <w:tcPr>
            <w:tcW w:w="905" w:type="dxa"/>
          </w:tcPr>
          <w:p w14:paraId="7F478A7D" w14:textId="77777777" w:rsidR="007A776D" w:rsidRPr="000E2F70" w:rsidRDefault="007A776D" w:rsidP="007A776D">
            <w:pPr>
              <w:jc w:val="center"/>
              <w:rPr>
                <w:szCs w:val="20"/>
              </w:rPr>
            </w:pPr>
            <w:r w:rsidRPr="000E2F70">
              <w:rPr>
                <w:szCs w:val="20"/>
              </w:rPr>
              <w:t>O</w:t>
            </w:r>
          </w:p>
        </w:tc>
        <w:tc>
          <w:tcPr>
            <w:tcW w:w="7646" w:type="dxa"/>
          </w:tcPr>
          <w:p w14:paraId="7698E7A6" w14:textId="77777777" w:rsidR="007A776D" w:rsidRPr="000E2F70" w:rsidRDefault="007A776D" w:rsidP="007A776D">
            <w:pPr>
              <w:rPr>
                <w:szCs w:val="20"/>
              </w:rPr>
            </w:pPr>
            <w:r w:rsidRPr="000E2F70">
              <w:rPr>
                <w:szCs w:val="20"/>
              </w:rPr>
              <w:t>Supports Priority_For_Writing</w:t>
            </w:r>
          </w:p>
        </w:tc>
      </w:tr>
      <w:tr w:rsidR="007A776D" w:rsidRPr="000E2F70" w14:paraId="58CA9863" w14:textId="77777777" w:rsidTr="005B72AB">
        <w:tblPrEx>
          <w:tblLook w:val="0000" w:firstRow="0" w:lastRow="0" w:firstColumn="0" w:lastColumn="0" w:noHBand="0" w:noVBand="0"/>
        </w:tblPrEx>
        <w:tc>
          <w:tcPr>
            <w:tcW w:w="629" w:type="dxa"/>
          </w:tcPr>
          <w:p w14:paraId="7178C36F" w14:textId="77777777" w:rsidR="007A776D" w:rsidRPr="005B72AB" w:rsidRDefault="007A776D" w:rsidP="007A776D">
            <w:pPr>
              <w:jc w:val="center"/>
              <w:rPr>
                <w:szCs w:val="20"/>
              </w:rPr>
            </w:pPr>
          </w:p>
        </w:tc>
        <w:tc>
          <w:tcPr>
            <w:tcW w:w="905" w:type="dxa"/>
          </w:tcPr>
          <w:p w14:paraId="40EE7C99" w14:textId="77777777" w:rsidR="007A776D" w:rsidRPr="000E2F70" w:rsidRDefault="007A776D" w:rsidP="007A776D">
            <w:pPr>
              <w:jc w:val="center"/>
              <w:rPr>
                <w:szCs w:val="20"/>
              </w:rPr>
            </w:pPr>
            <w:r w:rsidRPr="000E2F70">
              <w:rPr>
                <w:szCs w:val="20"/>
              </w:rPr>
              <w:t>O</w:t>
            </w:r>
          </w:p>
        </w:tc>
        <w:tc>
          <w:tcPr>
            <w:tcW w:w="7646" w:type="dxa"/>
          </w:tcPr>
          <w:p w14:paraId="182EDC6A" w14:textId="77777777" w:rsidR="007A776D" w:rsidRPr="000E2F70" w:rsidRDefault="007A776D" w:rsidP="007A776D">
            <w:pPr>
              <w:rPr>
                <w:szCs w:val="20"/>
              </w:rPr>
            </w:pPr>
            <w:r w:rsidRPr="000E2F70">
              <w:rPr>
                <w:szCs w:val="20"/>
              </w:rPr>
              <w:t>Supports writable Priority_For_Writing and List_Of_Object_Property_References</w:t>
            </w:r>
          </w:p>
        </w:tc>
      </w:tr>
      <w:tr w:rsidR="00053D92" w:rsidRPr="00E559FD" w14:paraId="588857A9" w14:textId="77777777" w:rsidTr="005B72AB">
        <w:tblPrEx>
          <w:tblLook w:val="0000" w:firstRow="0" w:lastRow="0" w:firstColumn="0" w:lastColumn="0" w:noHBand="0" w:noVBand="0"/>
        </w:tblPrEx>
        <w:tc>
          <w:tcPr>
            <w:tcW w:w="629" w:type="dxa"/>
            <w:tcBorders>
              <w:bottom w:val="single" w:sz="4" w:space="0" w:color="auto"/>
            </w:tcBorders>
          </w:tcPr>
          <w:p w14:paraId="640BD94C" w14:textId="77777777" w:rsidR="00053D92" w:rsidRPr="00C06367" w:rsidRDefault="00053D92" w:rsidP="001608F4">
            <w:pPr>
              <w:jc w:val="center"/>
              <w:rPr>
                <w:szCs w:val="20"/>
                <w:lang w:val="en-CA" w:eastAsia="x-none"/>
              </w:rPr>
            </w:pPr>
          </w:p>
        </w:tc>
        <w:tc>
          <w:tcPr>
            <w:tcW w:w="905" w:type="dxa"/>
            <w:tcBorders>
              <w:bottom w:val="single" w:sz="4" w:space="0" w:color="auto"/>
            </w:tcBorders>
          </w:tcPr>
          <w:p w14:paraId="359C275B" w14:textId="1980688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2</w:t>
            </w:r>
          </w:p>
        </w:tc>
        <w:tc>
          <w:tcPr>
            <w:tcW w:w="7646" w:type="dxa"/>
            <w:tcBorders>
              <w:bottom w:val="single" w:sz="4" w:space="0" w:color="auto"/>
            </w:tcBorders>
          </w:tcPr>
          <w:p w14:paraId="429E935E"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266B1390" w14:textId="77777777" w:rsidTr="005B72AB">
        <w:tblPrEx>
          <w:tblLook w:val="0000" w:firstRow="0" w:lastRow="0" w:firstColumn="0" w:lastColumn="0" w:noHBand="0" w:noVBand="0"/>
        </w:tblPrEx>
        <w:tc>
          <w:tcPr>
            <w:tcW w:w="629" w:type="dxa"/>
            <w:tcBorders>
              <w:bottom w:val="single" w:sz="4" w:space="0" w:color="auto"/>
            </w:tcBorders>
          </w:tcPr>
          <w:p w14:paraId="0C31F0A4" w14:textId="77777777" w:rsidR="006A1EE2" w:rsidRPr="00C06367" w:rsidRDefault="006A1EE2" w:rsidP="00334BF1">
            <w:pPr>
              <w:jc w:val="center"/>
              <w:rPr>
                <w:szCs w:val="20"/>
                <w:lang w:val="en-CA" w:eastAsia="x-none"/>
              </w:rPr>
            </w:pPr>
          </w:p>
        </w:tc>
        <w:tc>
          <w:tcPr>
            <w:tcW w:w="905" w:type="dxa"/>
            <w:tcBorders>
              <w:bottom w:val="single" w:sz="4" w:space="0" w:color="auto"/>
            </w:tcBorders>
          </w:tcPr>
          <w:p w14:paraId="72E98C8E"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04C220A5" w14:textId="22B8F670" w:rsidR="006A1EE2" w:rsidRPr="00E559FD" w:rsidRDefault="006A1EE2" w:rsidP="00334BF1">
            <w:pPr>
              <w:jc w:val="both"/>
            </w:pPr>
            <w:r w:rsidRPr="00581A7F">
              <w:rPr>
                <w:szCs w:val="20"/>
              </w:rPr>
              <w:t xml:space="preserve">Supports </w:t>
            </w:r>
            <w:r w:rsidR="000659E6">
              <w:rPr>
                <w:szCs w:val="20"/>
              </w:rPr>
              <w:t>intrinsic reporting</w:t>
            </w:r>
          </w:p>
        </w:tc>
      </w:tr>
      <w:tr w:rsidR="007A776D" w:rsidRPr="000E2F70" w14:paraId="420D550B" w14:textId="77777777" w:rsidTr="005B72AB">
        <w:tblPrEx>
          <w:tblLook w:val="0000" w:firstRow="0" w:lastRow="0" w:firstColumn="0" w:lastColumn="0" w:noHBand="0" w:noVBand="0"/>
        </w:tblPrEx>
        <w:tc>
          <w:tcPr>
            <w:tcW w:w="9180" w:type="dxa"/>
            <w:gridSpan w:val="3"/>
          </w:tcPr>
          <w:p w14:paraId="36092D10" w14:textId="77777777" w:rsidR="007A776D" w:rsidRDefault="007A776D" w:rsidP="007A776D">
            <w:pPr>
              <w:ind w:firstLine="702"/>
              <w:rPr>
                <w:szCs w:val="20"/>
              </w:rPr>
            </w:pPr>
            <w:r w:rsidRPr="000E2F70">
              <w:rPr>
                <w:szCs w:val="20"/>
                <w:vertAlign w:val="superscript"/>
              </w:rPr>
              <w:t>1</w:t>
            </w:r>
            <w:r w:rsidRPr="000E2F70">
              <w:rPr>
                <w:szCs w:val="20"/>
              </w:rPr>
              <w:t xml:space="preserve"> Required if the IUT supports intrinsic reporting for Timer object type.</w:t>
            </w:r>
          </w:p>
          <w:p w14:paraId="6F44EB8C" w14:textId="4FC06F5E" w:rsidR="00053D92" w:rsidRPr="000E2F70" w:rsidRDefault="00053D92" w:rsidP="005B72AB">
            <w:pPr>
              <w:ind w:left="681"/>
              <w:rPr>
                <w:szCs w:val="20"/>
              </w:rPr>
            </w:pPr>
            <w:r>
              <w:rPr>
                <w:vertAlign w:val="superscript"/>
              </w:rPr>
              <w:t>2</w:t>
            </w:r>
            <w:r w:rsidRPr="00E559FD">
              <w:t xml:space="preserve"> Protocol_Revision 13 or higher must be claimed. IUT shall not claim this functionality if the only method of generating a fault condition is by writing to the Reliability property.</w:t>
            </w:r>
          </w:p>
        </w:tc>
      </w:tr>
      <w:tr w:rsidR="001D278F" w:rsidRPr="00782C80" w14:paraId="33505CC3"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14845227" w14:textId="77777777" w:rsidR="001D278F" w:rsidRPr="00782C80" w:rsidRDefault="001D278F" w:rsidP="00186FB4">
            <w:pPr>
              <w:rPr>
                <w:b/>
              </w:rPr>
            </w:pPr>
            <w:r w:rsidRPr="00782C80">
              <w:rPr>
                <w:b/>
              </w:rPr>
              <w:t>Elevator Group Object</w:t>
            </w:r>
          </w:p>
        </w:tc>
      </w:tr>
      <w:tr w:rsidR="001D278F" w:rsidRPr="00782C80" w14:paraId="4C2F8989" w14:textId="77777777" w:rsidTr="005B72AB">
        <w:tc>
          <w:tcPr>
            <w:tcW w:w="629" w:type="dxa"/>
            <w:tcBorders>
              <w:top w:val="single" w:sz="4" w:space="0" w:color="auto"/>
              <w:left w:val="single" w:sz="4" w:space="0" w:color="auto"/>
              <w:bottom w:val="single" w:sz="4" w:space="0" w:color="auto"/>
              <w:right w:val="single" w:sz="4" w:space="0" w:color="auto"/>
            </w:tcBorders>
          </w:tcPr>
          <w:p w14:paraId="2D038054"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hideMark/>
          </w:tcPr>
          <w:p w14:paraId="7A5EE809" w14:textId="77777777" w:rsidR="001D278F" w:rsidRPr="00782C80" w:rsidRDefault="001D278F" w:rsidP="00186FB4">
            <w:pPr>
              <w:jc w:val="center"/>
            </w:pPr>
            <w:r w:rsidRPr="00782C80">
              <w:t>R</w:t>
            </w:r>
            <w:r w:rsidRPr="00782C80">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25F89316" w14:textId="77777777" w:rsidR="001D278F" w:rsidRPr="00782C80" w:rsidRDefault="001D278F" w:rsidP="00186FB4">
            <w:r w:rsidRPr="00782C80">
              <w:t xml:space="preserve">Base Requirements </w:t>
            </w:r>
          </w:p>
        </w:tc>
      </w:tr>
      <w:tr w:rsidR="001D278F" w:rsidRPr="00782C80" w14:paraId="4E4AF75B" w14:textId="77777777" w:rsidTr="005B72AB">
        <w:tc>
          <w:tcPr>
            <w:tcW w:w="629" w:type="dxa"/>
            <w:tcBorders>
              <w:top w:val="single" w:sz="4" w:space="0" w:color="auto"/>
              <w:left w:val="single" w:sz="4" w:space="0" w:color="auto"/>
              <w:bottom w:val="single" w:sz="4" w:space="0" w:color="auto"/>
              <w:right w:val="single" w:sz="4" w:space="0" w:color="auto"/>
            </w:tcBorders>
          </w:tcPr>
          <w:p w14:paraId="56BC1EBD"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tcPr>
          <w:p w14:paraId="09F42DED" w14:textId="77777777" w:rsidR="001D278F" w:rsidRPr="00782C80" w:rsidRDefault="001D278F" w:rsidP="00186FB4">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77929AD6" w14:textId="77777777" w:rsidR="001D278F" w:rsidRPr="00782C80" w:rsidRDefault="001D278F" w:rsidP="00186FB4">
            <w:r w:rsidRPr="007A2139">
              <w:rPr>
                <w:szCs w:val="20"/>
                <w:lang w:val="en-CA"/>
              </w:rPr>
              <w:t>Supports Landing_Call_Control property</w:t>
            </w:r>
          </w:p>
        </w:tc>
      </w:tr>
      <w:tr w:rsidR="001D278F" w:rsidRPr="00782C80" w14:paraId="7DFFB21E"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2D004264" w14:textId="22D3B788" w:rsidR="00053D92" w:rsidRPr="00782C80" w:rsidRDefault="001D278F" w:rsidP="00186FB4">
            <w:pPr>
              <w:ind w:left="720"/>
            </w:pPr>
            <w:r>
              <w:rPr>
                <w:vertAlign w:val="superscript"/>
              </w:rPr>
              <w:t>1</w:t>
            </w:r>
            <w:r w:rsidRPr="00782C80">
              <w:rPr>
                <w:vertAlign w:val="superscript"/>
              </w:rPr>
              <w:t xml:space="preserve"> </w:t>
            </w:r>
            <w:r w:rsidRPr="00782C80">
              <w:t>Protocol_Revision 18 or higher must be claimed</w:t>
            </w:r>
          </w:p>
        </w:tc>
      </w:tr>
      <w:tr w:rsidR="001D278F" w:rsidRPr="00782C80" w14:paraId="0B27DF8F"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55612727" w14:textId="77777777" w:rsidR="001D278F" w:rsidRPr="00782C80" w:rsidRDefault="001D278F" w:rsidP="00186FB4">
            <w:pPr>
              <w:rPr>
                <w:b/>
              </w:rPr>
            </w:pPr>
            <w:r w:rsidRPr="00782C80">
              <w:rPr>
                <w:b/>
              </w:rPr>
              <w:t>Lift Object</w:t>
            </w:r>
          </w:p>
        </w:tc>
      </w:tr>
      <w:tr w:rsidR="001D278F" w:rsidRPr="00782C80" w14:paraId="786825E0" w14:textId="77777777" w:rsidTr="005B72AB">
        <w:tc>
          <w:tcPr>
            <w:tcW w:w="629" w:type="dxa"/>
            <w:tcBorders>
              <w:top w:val="single" w:sz="4" w:space="0" w:color="auto"/>
              <w:left w:val="single" w:sz="4" w:space="0" w:color="auto"/>
              <w:bottom w:val="single" w:sz="4" w:space="0" w:color="auto"/>
              <w:right w:val="single" w:sz="4" w:space="0" w:color="auto"/>
            </w:tcBorders>
          </w:tcPr>
          <w:p w14:paraId="13B82301"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A239DBB" w14:textId="77777777" w:rsidR="001D278F" w:rsidRPr="00782C80" w:rsidRDefault="001D278F" w:rsidP="00186FB4">
            <w:pPr>
              <w:jc w:val="center"/>
            </w:pPr>
            <w:r w:rsidRPr="00782C80">
              <w:t>R</w:t>
            </w:r>
            <w:r w:rsidRPr="00782C80">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6366C388" w14:textId="77777777" w:rsidR="001D278F" w:rsidRPr="00782C80" w:rsidRDefault="001D278F" w:rsidP="00186FB4">
            <w:r w:rsidRPr="00782C80">
              <w:t xml:space="preserve">Base Requirements </w:t>
            </w:r>
          </w:p>
        </w:tc>
      </w:tr>
      <w:tr w:rsidR="001D278F" w:rsidRPr="00782C80" w14:paraId="649EF7CE" w14:textId="77777777" w:rsidTr="005B72AB">
        <w:tc>
          <w:tcPr>
            <w:tcW w:w="629" w:type="dxa"/>
            <w:tcBorders>
              <w:top w:val="single" w:sz="4" w:space="0" w:color="auto"/>
              <w:left w:val="single" w:sz="4" w:space="0" w:color="auto"/>
              <w:bottom w:val="single" w:sz="4" w:space="0" w:color="auto"/>
              <w:right w:val="single" w:sz="4" w:space="0" w:color="auto"/>
            </w:tcBorders>
          </w:tcPr>
          <w:p w14:paraId="4E81EAAD"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tcPr>
          <w:p w14:paraId="6914C2B1" w14:textId="77777777" w:rsidR="001D278F" w:rsidRPr="00782C80" w:rsidRDefault="001D278F" w:rsidP="00186FB4">
            <w:pPr>
              <w:jc w:val="center"/>
            </w:pPr>
            <w:r>
              <w:t>S</w:t>
            </w:r>
          </w:p>
        </w:tc>
        <w:tc>
          <w:tcPr>
            <w:tcW w:w="7646" w:type="dxa"/>
            <w:tcBorders>
              <w:top w:val="single" w:sz="4" w:space="0" w:color="auto"/>
              <w:left w:val="single" w:sz="4" w:space="0" w:color="auto"/>
              <w:bottom w:val="single" w:sz="4" w:space="0" w:color="auto"/>
              <w:right w:val="single" w:sz="4" w:space="0" w:color="auto"/>
            </w:tcBorders>
          </w:tcPr>
          <w:p w14:paraId="5C7DE3F4" w14:textId="22893D61" w:rsidR="001D278F" w:rsidRPr="00782C80" w:rsidRDefault="00AC727B" w:rsidP="00186FB4">
            <w:r>
              <w:rPr>
                <w:lang w:val="en-CA"/>
              </w:rPr>
              <w:t>Supports configurable Out_Of_Service</w:t>
            </w:r>
            <w:r w:rsidR="001D278F" w:rsidRPr="00782C80">
              <w:rPr>
                <w:lang w:val="en-CA"/>
              </w:rPr>
              <w:t xml:space="preserve"> property</w:t>
            </w:r>
          </w:p>
        </w:tc>
      </w:tr>
      <w:tr w:rsidR="001D278F" w:rsidRPr="00782C80" w14:paraId="5EDD9513" w14:textId="77777777" w:rsidTr="005B72AB">
        <w:tc>
          <w:tcPr>
            <w:tcW w:w="629" w:type="dxa"/>
            <w:tcBorders>
              <w:top w:val="single" w:sz="4" w:space="0" w:color="auto"/>
              <w:left w:val="single" w:sz="4" w:space="0" w:color="auto"/>
              <w:bottom w:val="single" w:sz="4" w:space="0" w:color="auto"/>
              <w:right w:val="single" w:sz="4" w:space="0" w:color="auto"/>
            </w:tcBorders>
          </w:tcPr>
          <w:p w14:paraId="419596D1"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tcPr>
          <w:p w14:paraId="22C7A8DE" w14:textId="77777777" w:rsidR="001D278F" w:rsidRPr="00782C80" w:rsidRDefault="001D278F" w:rsidP="00186FB4">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60A6176D" w14:textId="77777777" w:rsidR="001D278F" w:rsidRPr="00A15768" w:rsidRDefault="001D278F" w:rsidP="00186FB4">
            <w:pPr>
              <w:suppressAutoHyphens/>
              <w:rPr>
                <w:kern w:val="2"/>
                <w:lang w:val="en-CA" w:eastAsia="ar-SA"/>
              </w:rPr>
            </w:pPr>
            <w:r w:rsidRPr="00A15768">
              <w:rPr>
                <w:szCs w:val="20"/>
                <w:lang w:val="en-CA"/>
              </w:rPr>
              <w:t>Supports Energy_Meter_Ref and Energy_Meter properties</w:t>
            </w:r>
          </w:p>
        </w:tc>
      </w:tr>
      <w:tr w:rsidR="00053D92" w:rsidRPr="00E559FD" w14:paraId="341B359F" w14:textId="77777777" w:rsidTr="005B72AB">
        <w:tblPrEx>
          <w:tblLook w:val="0000" w:firstRow="0" w:lastRow="0" w:firstColumn="0" w:lastColumn="0" w:noHBand="0" w:noVBand="0"/>
        </w:tblPrEx>
        <w:tc>
          <w:tcPr>
            <w:tcW w:w="629" w:type="dxa"/>
            <w:tcBorders>
              <w:bottom w:val="single" w:sz="4" w:space="0" w:color="auto"/>
            </w:tcBorders>
          </w:tcPr>
          <w:p w14:paraId="433EB433"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5793EE0E" w14:textId="664A0432"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2</w:t>
            </w:r>
          </w:p>
        </w:tc>
        <w:tc>
          <w:tcPr>
            <w:tcW w:w="7646" w:type="dxa"/>
            <w:tcBorders>
              <w:bottom w:val="single" w:sz="4" w:space="0" w:color="auto"/>
            </w:tcBorders>
          </w:tcPr>
          <w:p w14:paraId="61206DA5"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449684CC" w14:textId="77777777" w:rsidTr="005B72AB">
        <w:tblPrEx>
          <w:tblLook w:val="0000" w:firstRow="0" w:lastRow="0" w:firstColumn="0" w:lastColumn="0" w:noHBand="0" w:noVBand="0"/>
        </w:tblPrEx>
        <w:tc>
          <w:tcPr>
            <w:tcW w:w="629" w:type="dxa"/>
            <w:tcBorders>
              <w:bottom w:val="single" w:sz="4" w:space="0" w:color="auto"/>
            </w:tcBorders>
          </w:tcPr>
          <w:p w14:paraId="2A961A3F"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B79B335"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66DCEDAA" w14:textId="673E1DBF" w:rsidR="006A1EE2" w:rsidRPr="00E559FD" w:rsidRDefault="006A1EE2" w:rsidP="00334BF1">
            <w:pPr>
              <w:jc w:val="both"/>
            </w:pPr>
            <w:r w:rsidRPr="00581A7F">
              <w:rPr>
                <w:szCs w:val="20"/>
              </w:rPr>
              <w:t xml:space="preserve">Supports </w:t>
            </w:r>
            <w:r w:rsidR="000659E6">
              <w:rPr>
                <w:szCs w:val="20"/>
              </w:rPr>
              <w:t>intrinsic reporting</w:t>
            </w:r>
          </w:p>
        </w:tc>
      </w:tr>
      <w:tr w:rsidR="001D278F" w:rsidRPr="00782C80" w14:paraId="0599AB4A"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78A0DDB3" w14:textId="77777777" w:rsidR="001D278F" w:rsidRDefault="001D278F" w:rsidP="00186FB4">
            <w:pPr>
              <w:ind w:left="720"/>
            </w:pPr>
            <w:r>
              <w:rPr>
                <w:vertAlign w:val="superscript"/>
              </w:rPr>
              <w:t>1</w:t>
            </w:r>
            <w:r w:rsidRPr="00782C80">
              <w:t>Protocol_Revision 18 or higher must be claimed</w:t>
            </w:r>
          </w:p>
          <w:p w14:paraId="75ACE9FE" w14:textId="6374A894" w:rsidR="00053D92" w:rsidRPr="00782C80" w:rsidRDefault="00053D92" w:rsidP="00186FB4">
            <w:pPr>
              <w:ind w:left="720"/>
            </w:pPr>
            <w:r>
              <w:rPr>
                <w:vertAlign w:val="superscript"/>
              </w:rPr>
              <w:t>2</w:t>
            </w:r>
            <w:r w:rsidRPr="00E559FD">
              <w:t xml:space="preserve"> Protocol_Revision 13 or higher must be claimed. IUT shall not claim this functionality if the only method of generating a fault condition is by writing to the Reliability property.</w:t>
            </w:r>
          </w:p>
        </w:tc>
      </w:tr>
      <w:tr w:rsidR="001D278F" w:rsidRPr="00782C80" w14:paraId="691FBA67"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734CECA7" w14:textId="77777777" w:rsidR="001D278F" w:rsidRPr="00782C80" w:rsidRDefault="001D278F" w:rsidP="00186FB4">
            <w:pPr>
              <w:rPr>
                <w:b/>
              </w:rPr>
            </w:pPr>
            <w:r w:rsidRPr="00782C80">
              <w:rPr>
                <w:b/>
              </w:rPr>
              <w:t>Escalator Object</w:t>
            </w:r>
          </w:p>
        </w:tc>
      </w:tr>
      <w:tr w:rsidR="001D278F" w:rsidRPr="00782C80" w14:paraId="07A3BAEF" w14:textId="77777777" w:rsidTr="005B72AB">
        <w:tc>
          <w:tcPr>
            <w:tcW w:w="629" w:type="dxa"/>
            <w:tcBorders>
              <w:top w:val="single" w:sz="4" w:space="0" w:color="auto"/>
              <w:left w:val="single" w:sz="4" w:space="0" w:color="auto"/>
              <w:bottom w:val="single" w:sz="4" w:space="0" w:color="auto"/>
              <w:right w:val="single" w:sz="4" w:space="0" w:color="auto"/>
            </w:tcBorders>
          </w:tcPr>
          <w:p w14:paraId="013EE574"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hideMark/>
          </w:tcPr>
          <w:p w14:paraId="64F5330F" w14:textId="77777777" w:rsidR="001D278F" w:rsidRPr="00782C80" w:rsidRDefault="001D278F" w:rsidP="00186FB4">
            <w:pPr>
              <w:jc w:val="center"/>
            </w:pPr>
            <w:r w:rsidRPr="00782C80">
              <w:t>R</w:t>
            </w:r>
            <w:r w:rsidRPr="00782C80">
              <w:rPr>
                <w:vertAlign w:val="superscript"/>
              </w:rPr>
              <w:t>1</w:t>
            </w:r>
          </w:p>
        </w:tc>
        <w:tc>
          <w:tcPr>
            <w:tcW w:w="7646" w:type="dxa"/>
            <w:tcBorders>
              <w:top w:val="single" w:sz="4" w:space="0" w:color="auto"/>
              <w:left w:val="single" w:sz="4" w:space="0" w:color="auto"/>
              <w:bottom w:val="single" w:sz="4" w:space="0" w:color="auto"/>
              <w:right w:val="single" w:sz="4" w:space="0" w:color="auto"/>
            </w:tcBorders>
            <w:hideMark/>
          </w:tcPr>
          <w:p w14:paraId="2DB4AED4" w14:textId="77777777" w:rsidR="001D278F" w:rsidRPr="00782C80" w:rsidRDefault="001D278F" w:rsidP="00186FB4">
            <w:r w:rsidRPr="00782C80">
              <w:t xml:space="preserve">Base Requirements </w:t>
            </w:r>
          </w:p>
        </w:tc>
      </w:tr>
      <w:tr w:rsidR="001D278F" w:rsidRPr="00782C80" w14:paraId="63361CD1" w14:textId="77777777" w:rsidTr="005B72AB">
        <w:tc>
          <w:tcPr>
            <w:tcW w:w="629" w:type="dxa"/>
            <w:tcBorders>
              <w:top w:val="single" w:sz="4" w:space="0" w:color="auto"/>
              <w:left w:val="single" w:sz="4" w:space="0" w:color="auto"/>
              <w:bottom w:val="single" w:sz="4" w:space="0" w:color="auto"/>
              <w:right w:val="single" w:sz="4" w:space="0" w:color="auto"/>
            </w:tcBorders>
          </w:tcPr>
          <w:p w14:paraId="2F4713FB"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tcPr>
          <w:p w14:paraId="54D63DA7" w14:textId="77777777" w:rsidR="001D278F" w:rsidRPr="00782C80" w:rsidRDefault="001D278F" w:rsidP="00186FB4">
            <w:pPr>
              <w:jc w:val="center"/>
            </w:pPr>
            <w:r>
              <w:t>S</w:t>
            </w:r>
          </w:p>
        </w:tc>
        <w:tc>
          <w:tcPr>
            <w:tcW w:w="7646" w:type="dxa"/>
            <w:tcBorders>
              <w:top w:val="single" w:sz="4" w:space="0" w:color="auto"/>
              <w:left w:val="single" w:sz="4" w:space="0" w:color="auto"/>
              <w:bottom w:val="single" w:sz="4" w:space="0" w:color="auto"/>
              <w:right w:val="single" w:sz="4" w:space="0" w:color="auto"/>
            </w:tcBorders>
          </w:tcPr>
          <w:p w14:paraId="3A0815B9" w14:textId="06048689" w:rsidR="001D278F" w:rsidRPr="00782C80" w:rsidRDefault="00AC727B" w:rsidP="00186FB4">
            <w:r>
              <w:rPr>
                <w:lang w:val="en-CA"/>
              </w:rPr>
              <w:t>Supports configurable Out_Of_Service</w:t>
            </w:r>
            <w:r w:rsidR="001D278F" w:rsidRPr="00782C80">
              <w:rPr>
                <w:lang w:val="en-CA"/>
              </w:rPr>
              <w:t xml:space="preserve"> property</w:t>
            </w:r>
          </w:p>
        </w:tc>
      </w:tr>
      <w:tr w:rsidR="001D278F" w:rsidRPr="00782C80" w14:paraId="0F40D41C" w14:textId="77777777" w:rsidTr="005B72AB">
        <w:tc>
          <w:tcPr>
            <w:tcW w:w="629" w:type="dxa"/>
            <w:tcBorders>
              <w:top w:val="single" w:sz="4" w:space="0" w:color="auto"/>
              <w:left w:val="single" w:sz="4" w:space="0" w:color="auto"/>
              <w:bottom w:val="single" w:sz="4" w:space="0" w:color="auto"/>
              <w:right w:val="single" w:sz="4" w:space="0" w:color="auto"/>
            </w:tcBorders>
          </w:tcPr>
          <w:p w14:paraId="2DFC6A20" w14:textId="77777777" w:rsidR="001D278F" w:rsidRPr="00782C80" w:rsidRDefault="001D278F" w:rsidP="00186FB4">
            <w:pPr>
              <w:jc w:val="center"/>
            </w:pPr>
          </w:p>
        </w:tc>
        <w:tc>
          <w:tcPr>
            <w:tcW w:w="905" w:type="dxa"/>
            <w:tcBorders>
              <w:top w:val="single" w:sz="4" w:space="0" w:color="auto"/>
              <w:left w:val="single" w:sz="4" w:space="0" w:color="auto"/>
              <w:bottom w:val="single" w:sz="4" w:space="0" w:color="auto"/>
              <w:right w:val="single" w:sz="4" w:space="0" w:color="auto"/>
            </w:tcBorders>
          </w:tcPr>
          <w:p w14:paraId="47800C31" w14:textId="77777777" w:rsidR="001D278F" w:rsidRPr="00782C80" w:rsidRDefault="001D278F" w:rsidP="00186FB4">
            <w:pPr>
              <w:jc w:val="center"/>
            </w:pPr>
            <w:r>
              <w:t>O</w:t>
            </w:r>
          </w:p>
        </w:tc>
        <w:tc>
          <w:tcPr>
            <w:tcW w:w="7646" w:type="dxa"/>
            <w:tcBorders>
              <w:top w:val="single" w:sz="4" w:space="0" w:color="auto"/>
              <w:left w:val="single" w:sz="4" w:space="0" w:color="auto"/>
              <w:bottom w:val="single" w:sz="4" w:space="0" w:color="auto"/>
              <w:right w:val="single" w:sz="4" w:space="0" w:color="auto"/>
            </w:tcBorders>
          </w:tcPr>
          <w:p w14:paraId="166080FB" w14:textId="77777777" w:rsidR="001D278F" w:rsidRPr="00A15768" w:rsidRDefault="001D278F" w:rsidP="00186FB4">
            <w:pPr>
              <w:suppressAutoHyphens/>
              <w:rPr>
                <w:kern w:val="2"/>
                <w:lang w:val="en-CA" w:eastAsia="ar-SA"/>
              </w:rPr>
            </w:pPr>
            <w:r w:rsidRPr="00A15768">
              <w:rPr>
                <w:szCs w:val="20"/>
                <w:lang w:val="en-CA"/>
              </w:rPr>
              <w:t>Supports Energy_Meter_Ref and Energy_Meter properties</w:t>
            </w:r>
          </w:p>
        </w:tc>
      </w:tr>
      <w:tr w:rsidR="00053D92" w:rsidRPr="00E559FD" w14:paraId="0D3524D6" w14:textId="77777777" w:rsidTr="005B72AB">
        <w:tblPrEx>
          <w:tblLook w:val="0000" w:firstRow="0" w:lastRow="0" w:firstColumn="0" w:lastColumn="0" w:noHBand="0" w:noVBand="0"/>
        </w:tblPrEx>
        <w:tc>
          <w:tcPr>
            <w:tcW w:w="629" w:type="dxa"/>
            <w:tcBorders>
              <w:bottom w:val="single" w:sz="4" w:space="0" w:color="auto"/>
            </w:tcBorders>
          </w:tcPr>
          <w:p w14:paraId="5B69A7D6"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7F58A03E" w14:textId="73FE7771"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2</w:t>
            </w:r>
          </w:p>
        </w:tc>
        <w:tc>
          <w:tcPr>
            <w:tcW w:w="7646" w:type="dxa"/>
            <w:tcBorders>
              <w:bottom w:val="single" w:sz="4" w:space="0" w:color="auto"/>
            </w:tcBorders>
          </w:tcPr>
          <w:p w14:paraId="0608731F"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030609F5" w14:textId="77777777" w:rsidTr="005B72AB">
        <w:tblPrEx>
          <w:tblLook w:val="0000" w:firstRow="0" w:lastRow="0" w:firstColumn="0" w:lastColumn="0" w:noHBand="0" w:noVBand="0"/>
        </w:tblPrEx>
        <w:tc>
          <w:tcPr>
            <w:tcW w:w="629" w:type="dxa"/>
            <w:tcBorders>
              <w:bottom w:val="single" w:sz="4" w:space="0" w:color="auto"/>
            </w:tcBorders>
          </w:tcPr>
          <w:p w14:paraId="7CEB6C75"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6EACC4C7"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506054B" w14:textId="5BF4FF60" w:rsidR="006A1EE2" w:rsidRPr="00E559FD" w:rsidRDefault="006A1EE2" w:rsidP="00334BF1">
            <w:pPr>
              <w:jc w:val="both"/>
            </w:pPr>
            <w:r w:rsidRPr="00581A7F">
              <w:rPr>
                <w:szCs w:val="20"/>
              </w:rPr>
              <w:t xml:space="preserve">Supports </w:t>
            </w:r>
            <w:r w:rsidR="000659E6">
              <w:rPr>
                <w:szCs w:val="20"/>
              </w:rPr>
              <w:t>intrinsic reporting</w:t>
            </w:r>
          </w:p>
        </w:tc>
      </w:tr>
      <w:tr w:rsidR="001D278F" w:rsidRPr="00782C80" w14:paraId="75832D88"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111EC0D9" w14:textId="77777777" w:rsidR="001D278F" w:rsidRDefault="001D278F" w:rsidP="00186FB4">
            <w:pPr>
              <w:ind w:left="720"/>
            </w:pPr>
            <w:r>
              <w:rPr>
                <w:vertAlign w:val="superscript"/>
              </w:rPr>
              <w:t>1</w:t>
            </w:r>
            <w:r w:rsidRPr="00782C80">
              <w:rPr>
                <w:vertAlign w:val="superscript"/>
              </w:rPr>
              <w:t xml:space="preserve"> </w:t>
            </w:r>
            <w:r w:rsidRPr="00782C80">
              <w:t>Protocol_Revision 18 or higher must be claimed</w:t>
            </w:r>
          </w:p>
          <w:p w14:paraId="4515EF1E" w14:textId="73170A25" w:rsidR="00053D92" w:rsidRPr="00782C80" w:rsidRDefault="00053D92" w:rsidP="00186FB4">
            <w:pPr>
              <w:ind w:left="720"/>
            </w:pPr>
            <w:r>
              <w:rPr>
                <w:vertAlign w:val="superscript"/>
              </w:rPr>
              <w:t>2</w:t>
            </w:r>
            <w:r w:rsidRPr="00E559FD">
              <w:t xml:space="preserve"> Protocol_Revision 13 or higher must be claimed. IUT shall not claim this functionality if the only method of generating a fault condition is by writing to the Reliability property.</w:t>
            </w:r>
          </w:p>
        </w:tc>
      </w:tr>
      <w:tr w:rsidR="00132E0C" w14:paraId="1AB95ACC"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4476C03A" w14:textId="77777777" w:rsidR="00132E0C" w:rsidRPr="0091689C" w:rsidRDefault="00132E0C" w:rsidP="006A5249">
            <w:pPr>
              <w:rPr>
                <w:b/>
              </w:rPr>
            </w:pPr>
            <w:r w:rsidRPr="0091689C">
              <w:rPr>
                <w:b/>
              </w:rPr>
              <w:t>File Object</w:t>
            </w:r>
          </w:p>
        </w:tc>
      </w:tr>
      <w:tr w:rsidR="00A70FCF" w:rsidRPr="006E7BBF" w14:paraId="25909026" w14:textId="77777777" w:rsidTr="005B72AB">
        <w:tblPrEx>
          <w:tblLook w:val="0000" w:firstRow="0" w:lastRow="0" w:firstColumn="0" w:lastColumn="0" w:noHBand="0" w:noVBand="0"/>
        </w:tblPrEx>
        <w:tc>
          <w:tcPr>
            <w:tcW w:w="629" w:type="dxa"/>
            <w:tcBorders>
              <w:top w:val="single" w:sz="4" w:space="0" w:color="000000"/>
              <w:left w:val="single" w:sz="4" w:space="0" w:color="000000"/>
              <w:bottom w:val="single" w:sz="4" w:space="0" w:color="000000"/>
            </w:tcBorders>
            <w:shd w:val="clear" w:color="auto" w:fill="auto"/>
          </w:tcPr>
          <w:p w14:paraId="53DD02E6" w14:textId="77777777" w:rsidR="00132E0C" w:rsidRPr="00132E0C" w:rsidRDefault="00132E0C" w:rsidP="005B72AB">
            <w:pPr>
              <w:snapToGrid w:val="0"/>
              <w:jc w:val="center"/>
            </w:pPr>
          </w:p>
        </w:tc>
        <w:tc>
          <w:tcPr>
            <w:tcW w:w="905" w:type="dxa"/>
            <w:tcBorders>
              <w:top w:val="single" w:sz="4" w:space="0" w:color="000000"/>
              <w:left w:val="single" w:sz="4" w:space="0" w:color="000000"/>
              <w:bottom w:val="single" w:sz="4" w:space="0" w:color="000000"/>
            </w:tcBorders>
            <w:shd w:val="clear" w:color="auto" w:fill="auto"/>
          </w:tcPr>
          <w:p w14:paraId="60C513A2" w14:textId="77777777" w:rsidR="00132E0C" w:rsidRPr="00132E0C" w:rsidRDefault="00132E0C" w:rsidP="002C4ED2">
            <w:pPr>
              <w:jc w:val="center"/>
            </w:pPr>
            <w:r w:rsidRPr="00132E0C">
              <w:t>R</w:t>
            </w:r>
          </w:p>
        </w:tc>
        <w:tc>
          <w:tcPr>
            <w:tcW w:w="7646" w:type="dxa"/>
            <w:tcBorders>
              <w:top w:val="single" w:sz="4" w:space="0" w:color="000000"/>
              <w:left w:val="single" w:sz="4" w:space="0" w:color="000000"/>
              <w:bottom w:val="single" w:sz="4" w:space="0" w:color="000000"/>
              <w:right w:val="single" w:sz="4" w:space="0" w:color="000000"/>
            </w:tcBorders>
            <w:shd w:val="clear" w:color="auto" w:fill="auto"/>
          </w:tcPr>
          <w:p w14:paraId="038F2524" w14:textId="77777777" w:rsidR="00132E0C" w:rsidRPr="00132E0C" w:rsidRDefault="00132E0C" w:rsidP="006A5249">
            <w:r w:rsidRPr="00132E0C">
              <w:t>Base Requirements</w:t>
            </w:r>
          </w:p>
        </w:tc>
      </w:tr>
      <w:tr w:rsidR="002C4ED2" w14:paraId="02B6C61A" w14:textId="77777777" w:rsidTr="005B72AB">
        <w:tc>
          <w:tcPr>
            <w:tcW w:w="629" w:type="dxa"/>
            <w:tcBorders>
              <w:top w:val="single" w:sz="4" w:space="0" w:color="000000"/>
              <w:left w:val="single" w:sz="4" w:space="0" w:color="000000"/>
              <w:bottom w:val="single" w:sz="4" w:space="0" w:color="000000"/>
              <w:right w:val="nil"/>
            </w:tcBorders>
          </w:tcPr>
          <w:p w14:paraId="35F6D2E1" w14:textId="77777777" w:rsidR="002C4ED2" w:rsidRDefault="002C4ED2" w:rsidP="005B72AB">
            <w:pPr>
              <w:suppressAutoHyphens/>
              <w:snapToGrid w:val="0"/>
              <w:spacing w:line="100" w:lineRule="atLeast"/>
              <w:jc w:val="center"/>
              <w:rPr>
                <w:kern w:val="2"/>
                <w:lang w:eastAsia="ar-SA"/>
              </w:rPr>
            </w:pPr>
          </w:p>
        </w:tc>
        <w:tc>
          <w:tcPr>
            <w:tcW w:w="905" w:type="dxa"/>
            <w:tcBorders>
              <w:top w:val="single" w:sz="4" w:space="0" w:color="000000"/>
              <w:left w:val="single" w:sz="4" w:space="0" w:color="000000"/>
              <w:bottom w:val="single" w:sz="4" w:space="0" w:color="000000"/>
              <w:right w:val="nil"/>
            </w:tcBorders>
            <w:hideMark/>
          </w:tcPr>
          <w:p w14:paraId="5904C9BE" w14:textId="77777777" w:rsidR="002C4ED2" w:rsidRDefault="002C4ED2" w:rsidP="00AC103C">
            <w:pPr>
              <w:suppressAutoHyphens/>
              <w:spacing w:line="100" w:lineRule="atLeast"/>
              <w:jc w:val="center"/>
              <w:rPr>
                <w:kern w:val="2"/>
                <w:lang w:eastAsia="ar-SA"/>
              </w:rPr>
            </w:pPr>
            <w:r>
              <w:t>C</w:t>
            </w:r>
            <w:r>
              <w:rPr>
                <w:vertAlign w:val="superscript"/>
              </w:rPr>
              <w:t>1</w:t>
            </w:r>
          </w:p>
        </w:tc>
        <w:tc>
          <w:tcPr>
            <w:tcW w:w="7646" w:type="dxa"/>
            <w:tcBorders>
              <w:top w:val="single" w:sz="4" w:space="0" w:color="000000"/>
              <w:left w:val="single" w:sz="4" w:space="0" w:color="000000"/>
              <w:bottom w:val="single" w:sz="4" w:space="0" w:color="000000"/>
              <w:right w:val="single" w:sz="4" w:space="0" w:color="000000"/>
            </w:tcBorders>
            <w:hideMark/>
          </w:tcPr>
          <w:p w14:paraId="27BC6D38" w14:textId="77777777" w:rsidR="002C4ED2" w:rsidRDefault="002C4ED2" w:rsidP="00AC103C">
            <w:pPr>
              <w:suppressAutoHyphens/>
              <w:spacing w:line="100" w:lineRule="atLeast"/>
              <w:rPr>
                <w:kern w:val="2"/>
                <w:lang w:eastAsia="ar-SA"/>
              </w:rPr>
            </w:pPr>
            <w:r>
              <w:t>Supports DM-BR-B</w:t>
            </w:r>
          </w:p>
        </w:tc>
      </w:tr>
      <w:tr w:rsidR="004E4ADD" w14:paraId="69035A22" w14:textId="77777777" w:rsidTr="005B72AB">
        <w:tc>
          <w:tcPr>
            <w:tcW w:w="629" w:type="dxa"/>
            <w:tcBorders>
              <w:top w:val="single" w:sz="4" w:space="0" w:color="000000"/>
              <w:left w:val="single" w:sz="4" w:space="0" w:color="000000"/>
              <w:bottom w:val="single" w:sz="4" w:space="0" w:color="000000"/>
              <w:right w:val="nil"/>
            </w:tcBorders>
          </w:tcPr>
          <w:p w14:paraId="28F3E6E8" w14:textId="77777777" w:rsidR="004E4ADD" w:rsidRPr="00B224E9" w:rsidRDefault="004E4ADD" w:rsidP="005B72AB">
            <w:pPr>
              <w:suppressAutoHyphens/>
              <w:snapToGrid w:val="0"/>
              <w:spacing w:line="100" w:lineRule="atLeast"/>
              <w:jc w:val="center"/>
              <w:rPr>
                <w:kern w:val="2"/>
                <w:szCs w:val="20"/>
                <w:lang w:eastAsia="ar-SA"/>
              </w:rPr>
            </w:pPr>
          </w:p>
        </w:tc>
        <w:tc>
          <w:tcPr>
            <w:tcW w:w="905" w:type="dxa"/>
            <w:tcBorders>
              <w:top w:val="single" w:sz="4" w:space="0" w:color="000000"/>
              <w:left w:val="single" w:sz="4" w:space="0" w:color="000000"/>
              <w:bottom w:val="single" w:sz="4" w:space="0" w:color="000000"/>
              <w:right w:val="nil"/>
            </w:tcBorders>
            <w:hideMark/>
          </w:tcPr>
          <w:p w14:paraId="2FEE0CA7" w14:textId="77777777" w:rsidR="004E4ADD" w:rsidRPr="00B224E9" w:rsidRDefault="004E4ADD" w:rsidP="00B61824">
            <w:pPr>
              <w:suppressAutoHyphens/>
              <w:spacing w:line="100" w:lineRule="atLeast"/>
              <w:jc w:val="center"/>
              <w:rPr>
                <w:szCs w:val="20"/>
              </w:rPr>
            </w:pPr>
            <w:r w:rsidRPr="00B224E9">
              <w:rPr>
                <w:szCs w:val="20"/>
              </w:rPr>
              <w:t>C</w:t>
            </w:r>
            <w:r w:rsidRPr="005B72AB">
              <w:rPr>
                <w:szCs w:val="20"/>
                <w:vertAlign w:val="superscript"/>
              </w:rPr>
              <w:t>1,2</w:t>
            </w:r>
          </w:p>
        </w:tc>
        <w:tc>
          <w:tcPr>
            <w:tcW w:w="7646" w:type="dxa"/>
            <w:tcBorders>
              <w:top w:val="single" w:sz="4" w:space="0" w:color="000000"/>
              <w:left w:val="single" w:sz="4" w:space="0" w:color="000000"/>
              <w:bottom w:val="single" w:sz="4" w:space="0" w:color="000000"/>
              <w:right w:val="single" w:sz="4" w:space="0" w:color="000000"/>
            </w:tcBorders>
            <w:hideMark/>
          </w:tcPr>
          <w:p w14:paraId="5A682940" w14:textId="77777777" w:rsidR="004E4ADD" w:rsidRPr="00B224E9" w:rsidRDefault="004E4ADD" w:rsidP="00B61824">
            <w:pPr>
              <w:suppressAutoHyphens/>
              <w:spacing w:line="100" w:lineRule="atLeast"/>
              <w:rPr>
                <w:szCs w:val="20"/>
              </w:rPr>
            </w:pPr>
            <w:r w:rsidRPr="00B224E9">
              <w:rPr>
                <w:szCs w:val="20"/>
              </w:rPr>
              <w:t>Supports BACnet/SC Certificate Exchange</w:t>
            </w:r>
          </w:p>
        </w:tc>
      </w:tr>
      <w:tr w:rsidR="00F26415" w:rsidRPr="00701D5A" w14:paraId="69C08D3C" w14:textId="77777777" w:rsidTr="005B72AB">
        <w:tc>
          <w:tcPr>
            <w:tcW w:w="629" w:type="dxa"/>
            <w:tcBorders>
              <w:top w:val="single" w:sz="4" w:space="0" w:color="000000"/>
              <w:left w:val="single" w:sz="4" w:space="0" w:color="000000"/>
              <w:bottom w:val="single" w:sz="4" w:space="0" w:color="000000"/>
              <w:right w:val="nil"/>
            </w:tcBorders>
          </w:tcPr>
          <w:p w14:paraId="38DA953C" w14:textId="77777777" w:rsidR="00F26415" w:rsidRPr="00701D5A" w:rsidRDefault="00F26415" w:rsidP="005B72AB">
            <w:pPr>
              <w:suppressAutoHyphens/>
              <w:snapToGrid w:val="0"/>
              <w:spacing w:line="100" w:lineRule="atLeast"/>
              <w:jc w:val="center"/>
              <w:rPr>
                <w:kern w:val="2"/>
                <w:szCs w:val="20"/>
                <w:lang w:eastAsia="ar-SA"/>
              </w:rPr>
            </w:pPr>
          </w:p>
        </w:tc>
        <w:tc>
          <w:tcPr>
            <w:tcW w:w="905" w:type="dxa"/>
            <w:tcBorders>
              <w:top w:val="single" w:sz="4" w:space="0" w:color="000000"/>
              <w:left w:val="single" w:sz="4" w:space="0" w:color="000000"/>
              <w:bottom w:val="single" w:sz="4" w:space="0" w:color="000000"/>
              <w:right w:val="nil"/>
            </w:tcBorders>
            <w:hideMark/>
          </w:tcPr>
          <w:p w14:paraId="349BE4B5" w14:textId="77777777" w:rsidR="00F26415" w:rsidRPr="00701D5A" w:rsidRDefault="00F26415" w:rsidP="00A752F1">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6" w:type="dxa"/>
            <w:tcBorders>
              <w:top w:val="single" w:sz="4" w:space="0" w:color="000000"/>
              <w:left w:val="single" w:sz="4" w:space="0" w:color="000000"/>
              <w:bottom w:val="single" w:sz="4" w:space="0" w:color="000000"/>
              <w:right w:val="single" w:sz="4" w:space="0" w:color="000000"/>
            </w:tcBorders>
            <w:hideMark/>
          </w:tcPr>
          <w:p w14:paraId="5BA1D04A" w14:textId="7FFD33E1" w:rsidR="00F26415" w:rsidRPr="00701D5A" w:rsidRDefault="00F26415" w:rsidP="00A752F1">
            <w:pPr>
              <w:suppressAutoHyphens/>
              <w:spacing w:line="100" w:lineRule="atLeast"/>
              <w:rPr>
                <w:kern w:val="2"/>
                <w:szCs w:val="20"/>
                <w:lang w:eastAsia="ar-SA"/>
              </w:rPr>
            </w:pPr>
            <w:r w:rsidRPr="00701D5A">
              <w:rPr>
                <w:szCs w:val="20"/>
              </w:rPr>
              <w:t>Supports a record-based File object for a purpose other than Backup and Restore</w:t>
            </w:r>
            <w:r w:rsidR="006670AC">
              <w:rPr>
                <w:szCs w:val="20"/>
              </w:rPr>
              <w:t xml:space="preserve"> or BACnet/SC Certificate Exchange</w:t>
            </w:r>
          </w:p>
        </w:tc>
      </w:tr>
      <w:tr w:rsidR="00F26415" w:rsidRPr="00701D5A" w14:paraId="08D4535C" w14:textId="77777777" w:rsidTr="005B72AB">
        <w:tc>
          <w:tcPr>
            <w:tcW w:w="629" w:type="dxa"/>
            <w:tcBorders>
              <w:top w:val="single" w:sz="4" w:space="0" w:color="000000"/>
              <w:left w:val="single" w:sz="4" w:space="0" w:color="000000"/>
              <w:bottom w:val="single" w:sz="4" w:space="0" w:color="000000"/>
              <w:right w:val="nil"/>
            </w:tcBorders>
          </w:tcPr>
          <w:p w14:paraId="1AF71549" w14:textId="77777777" w:rsidR="00F26415" w:rsidRPr="00701D5A" w:rsidRDefault="00F26415" w:rsidP="005B72AB">
            <w:pPr>
              <w:suppressAutoHyphens/>
              <w:snapToGrid w:val="0"/>
              <w:spacing w:line="100" w:lineRule="atLeast"/>
              <w:jc w:val="center"/>
              <w:rPr>
                <w:kern w:val="2"/>
                <w:szCs w:val="20"/>
                <w:lang w:eastAsia="ar-SA"/>
              </w:rPr>
            </w:pPr>
          </w:p>
        </w:tc>
        <w:tc>
          <w:tcPr>
            <w:tcW w:w="905" w:type="dxa"/>
            <w:tcBorders>
              <w:top w:val="single" w:sz="4" w:space="0" w:color="000000"/>
              <w:left w:val="single" w:sz="4" w:space="0" w:color="000000"/>
              <w:bottom w:val="single" w:sz="4" w:space="0" w:color="000000"/>
              <w:right w:val="nil"/>
            </w:tcBorders>
            <w:hideMark/>
          </w:tcPr>
          <w:p w14:paraId="13F846DF" w14:textId="77777777" w:rsidR="00F26415" w:rsidRPr="00701D5A" w:rsidRDefault="00F26415" w:rsidP="00A752F1">
            <w:pPr>
              <w:suppressAutoHyphens/>
              <w:spacing w:line="100" w:lineRule="atLeast"/>
              <w:jc w:val="center"/>
              <w:rPr>
                <w:kern w:val="2"/>
                <w:szCs w:val="20"/>
                <w:lang w:eastAsia="ar-SA"/>
              </w:rPr>
            </w:pPr>
            <w:r w:rsidRPr="00701D5A">
              <w:rPr>
                <w:szCs w:val="20"/>
              </w:rPr>
              <w:t>C</w:t>
            </w:r>
            <w:r w:rsidRPr="00701D5A">
              <w:rPr>
                <w:szCs w:val="20"/>
                <w:vertAlign w:val="superscript"/>
              </w:rPr>
              <w:t>1</w:t>
            </w:r>
          </w:p>
        </w:tc>
        <w:tc>
          <w:tcPr>
            <w:tcW w:w="7646" w:type="dxa"/>
            <w:tcBorders>
              <w:top w:val="single" w:sz="4" w:space="0" w:color="000000"/>
              <w:left w:val="single" w:sz="4" w:space="0" w:color="000000"/>
              <w:bottom w:val="single" w:sz="4" w:space="0" w:color="000000"/>
              <w:right w:val="single" w:sz="4" w:space="0" w:color="000000"/>
            </w:tcBorders>
            <w:hideMark/>
          </w:tcPr>
          <w:p w14:paraId="36C39914" w14:textId="3DD2EF41" w:rsidR="00F26415" w:rsidRPr="00701D5A" w:rsidRDefault="00F26415" w:rsidP="00A752F1">
            <w:pPr>
              <w:suppressAutoHyphens/>
              <w:spacing w:line="100" w:lineRule="atLeast"/>
              <w:rPr>
                <w:kern w:val="2"/>
                <w:szCs w:val="20"/>
                <w:lang w:eastAsia="ar-SA"/>
              </w:rPr>
            </w:pPr>
            <w:r w:rsidRPr="00701D5A">
              <w:rPr>
                <w:szCs w:val="20"/>
              </w:rPr>
              <w:t>Supports a stream-based File object for a purpose other than Backup and Restore</w:t>
            </w:r>
            <w:r w:rsidR="006670AC">
              <w:rPr>
                <w:szCs w:val="20"/>
              </w:rPr>
              <w:t xml:space="preserve"> or BACnet/SC Certificate Exchange</w:t>
            </w:r>
          </w:p>
        </w:tc>
      </w:tr>
      <w:tr w:rsidR="00F26415" w:rsidRPr="00701D5A" w14:paraId="68A2B915" w14:textId="77777777" w:rsidTr="005B72AB">
        <w:tc>
          <w:tcPr>
            <w:tcW w:w="629" w:type="dxa"/>
            <w:tcBorders>
              <w:top w:val="single" w:sz="4" w:space="0" w:color="000000"/>
              <w:left w:val="single" w:sz="4" w:space="0" w:color="000000"/>
              <w:bottom w:val="single" w:sz="4" w:space="0" w:color="000000"/>
              <w:right w:val="nil"/>
            </w:tcBorders>
          </w:tcPr>
          <w:p w14:paraId="548EA1A6" w14:textId="77777777" w:rsidR="00F26415" w:rsidRPr="00701D5A" w:rsidRDefault="00F26415" w:rsidP="005B72AB">
            <w:pPr>
              <w:suppressAutoHyphens/>
              <w:snapToGrid w:val="0"/>
              <w:spacing w:line="100" w:lineRule="atLeast"/>
              <w:jc w:val="center"/>
              <w:rPr>
                <w:kern w:val="2"/>
                <w:szCs w:val="20"/>
                <w:lang w:eastAsia="ar-SA"/>
              </w:rPr>
            </w:pPr>
          </w:p>
        </w:tc>
        <w:tc>
          <w:tcPr>
            <w:tcW w:w="905" w:type="dxa"/>
            <w:tcBorders>
              <w:top w:val="single" w:sz="4" w:space="0" w:color="000000"/>
              <w:left w:val="single" w:sz="4" w:space="0" w:color="000000"/>
              <w:bottom w:val="single" w:sz="4" w:space="0" w:color="000000"/>
              <w:right w:val="nil"/>
            </w:tcBorders>
            <w:hideMark/>
          </w:tcPr>
          <w:p w14:paraId="7EDC441A" w14:textId="77777777" w:rsidR="00F26415" w:rsidRPr="00701D5A" w:rsidRDefault="00F26415" w:rsidP="00A752F1">
            <w:pPr>
              <w:suppressAutoHyphens/>
              <w:spacing w:line="100" w:lineRule="atLeast"/>
              <w:jc w:val="center"/>
              <w:rPr>
                <w:kern w:val="2"/>
                <w:szCs w:val="20"/>
                <w:lang w:eastAsia="ar-SA"/>
              </w:rPr>
            </w:pPr>
            <w:r w:rsidRPr="00701D5A">
              <w:rPr>
                <w:szCs w:val="20"/>
              </w:rPr>
              <w:t>O</w:t>
            </w:r>
          </w:p>
        </w:tc>
        <w:tc>
          <w:tcPr>
            <w:tcW w:w="7646" w:type="dxa"/>
            <w:tcBorders>
              <w:top w:val="single" w:sz="4" w:space="0" w:color="000000"/>
              <w:left w:val="single" w:sz="4" w:space="0" w:color="000000"/>
              <w:bottom w:val="single" w:sz="4" w:space="0" w:color="000000"/>
              <w:right w:val="single" w:sz="4" w:space="0" w:color="000000"/>
            </w:tcBorders>
            <w:hideMark/>
          </w:tcPr>
          <w:p w14:paraId="632DA1BD" w14:textId="6229951D" w:rsidR="00F26415" w:rsidRPr="00701D5A" w:rsidRDefault="00F26415" w:rsidP="00A752F1">
            <w:pPr>
              <w:suppressAutoHyphens/>
              <w:spacing w:line="100" w:lineRule="atLeast"/>
              <w:rPr>
                <w:kern w:val="2"/>
                <w:szCs w:val="20"/>
                <w:lang w:eastAsia="ar-SA"/>
              </w:rPr>
            </w:pPr>
            <w:r w:rsidRPr="00701D5A">
              <w:rPr>
                <w:szCs w:val="20"/>
              </w:rPr>
              <w:t>Contains a writ</w:t>
            </w:r>
            <w:r w:rsidRPr="00701D5A">
              <w:rPr>
                <w:rFonts w:eastAsia="Calibri"/>
                <w:bCs/>
                <w:szCs w:val="20"/>
              </w:rPr>
              <w:t>able stream-based File for a purpose other than Backup and Restore</w:t>
            </w:r>
            <w:r w:rsidR="009A0C32">
              <w:rPr>
                <w:rFonts w:eastAsia="Calibri"/>
                <w:bCs/>
                <w:szCs w:val="20"/>
              </w:rPr>
              <w:t xml:space="preserve"> or BACnet/SC Certificate Exchange</w:t>
            </w:r>
          </w:p>
        </w:tc>
      </w:tr>
      <w:tr w:rsidR="002C4ED2" w14:paraId="24652BA2" w14:textId="77777777" w:rsidTr="005B72AB">
        <w:trPr>
          <w:cantSplit/>
        </w:trPr>
        <w:tc>
          <w:tcPr>
            <w:tcW w:w="9180" w:type="dxa"/>
            <w:gridSpan w:val="3"/>
            <w:tcBorders>
              <w:top w:val="single" w:sz="4" w:space="0" w:color="000000"/>
              <w:left w:val="single" w:sz="4" w:space="0" w:color="000000"/>
              <w:bottom w:val="single" w:sz="4" w:space="0" w:color="000000"/>
              <w:right w:val="single" w:sz="4" w:space="0" w:color="000000"/>
            </w:tcBorders>
            <w:hideMark/>
          </w:tcPr>
          <w:p w14:paraId="3ECC3A5E" w14:textId="77777777" w:rsidR="002C4ED2" w:rsidRDefault="002C4ED2" w:rsidP="00AC103C">
            <w:pPr>
              <w:pStyle w:val="OptionFootnote"/>
            </w:pPr>
            <w:r>
              <w:rPr>
                <w:vertAlign w:val="superscript"/>
              </w:rPr>
              <w:t>1</w:t>
            </w:r>
            <w:r>
              <w:t xml:space="preserve"> At least one of these options is required if the IUT supports the File object type.</w:t>
            </w:r>
          </w:p>
          <w:p w14:paraId="45A34A46" w14:textId="46159EFE" w:rsidR="00053D92" w:rsidRDefault="009A0C32" w:rsidP="00AC103C">
            <w:pPr>
              <w:pStyle w:val="OptionFootnote"/>
            </w:pPr>
            <w:r w:rsidRPr="00FE35FA">
              <w:rPr>
                <w:vertAlign w:val="superscript"/>
              </w:rPr>
              <w:t>2</w:t>
            </w:r>
            <w:r>
              <w:t xml:space="preserve"> Protocol_Revision 24 or higher must be claimed</w:t>
            </w:r>
            <w:r w:rsidR="00FE35FA">
              <w:t>.</w:t>
            </w:r>
          </w:p>
        </w:tc>
      </w:tr>
      <w:tr w:rsidR="00232EF9" w:rsidRPr="002860AF" w14:paraId="52022CF3" w14:textId="77777777" w:rsidTr="005B72AB">
        <w:trPr>
          <w:cantSplit/>
        </w:trPr>
        <w:tc>
          <w:tcPr>
            <w:tcW w:w="9180" w:type="dxa"/>
            <w:gridSpan w:val="3"/>
            <w:tcBorders>
              <w:top w:val="single" w:sz="4" w:space="0" w:color="auto"/>
              <w:left w:val="single" w:sz="4" w:space="0" w:color="auto"/>
              <w:bottom w:val="single" w:sz="4" w:space="0" w:color="auto"/>
              <w:right w:val="single" w:sz="4" w:space="0" w:color="auto"/>
            </w:tcBorders>
            <w:hideMark/>
          </w:tcPr>
          <w:p w14:paraId="5847B546" w14:textId="77777777" w:rsidR="00232EF9" w:rsidRPr="00502B38" w:rsidRDefault="00232EF9" w:rsidP="00D96853">
            <w:r>
              <w:rPr>
                <w:b/>
                <w:bCs/>
              </w:rPr>
              <w:t>Staging</w:t>
            </w:r>
            <w:r w:rsidRPr="00502B38">
              <w:rPr>
                <w:b/>
                <w:bCs/>
              </w:rPr>
              <w:t xml:space="preserve"> Object</w:t>
            </w:r>
          </w:p>
        </w:tc>
      </w:tr>
      <w:tr w:rsidR="00232EF9" w:rsidRPr="002860AF" w14:paraId="345613E0" w14:textId="77777777" w:rsidTr="005B72AB">
        <w:tc>
          <w:tcPr>
            <w:tcW w:w="629" w:type="dxa"/>
            <w:tcBorders>
              <w:top w:val="single" w:sz="4" w:space="0" w:color="auto"/>
              <w:left w:val="single" w:sz="4" w:space="0" w:color="auto"/>
              <w:bottom w:val="single" w:sz="4" w:space="0" w:color="auto"/>
              <w:right w:val="single" w:sz="4" w:space="0" w:color="auto"/>
            </w:tcBorders>
          </w:tcPr>
          <w:p w14:paraId="38833D0C" w14:textId="77777777" w:rsidR="00232EF9" w:rsidRPr="002860AF" w:rsidRDefault="00232EF9" w:rsidP="00D96853">
            <w:pPr>
              <w:jc w:val="center"/>
            </w:pPr>
          </w:p>
        </w:tc>
        <w:tc>
          <w:tcPr>
            <w:tcW w:w="905" w:type="dxa"/>
            <w:tcBorders>
              <w:top w:val="single" w:sz="4" w:space="0" w:color="auto"/>
              <w:left w:val="single" w:sz="4" w:space="0" w:color="auto"/>
              <w:bottom w:val="single" w:sz="4" w:space="0" w:color="auto"/>
              <w:right w:val="single" w:sz="4" w:space="0" w:color="auto"/>
            </w:tcBorders>
            <w:hideMark/>
          </w:tcPr>
          <w:p w14:paraId="1DC9B5E0" w14:textId="52D8CC49" w:rsidR="00232EF9" w:rsidRPr="00502B38" w:rsidRDefault="00232EF9" w:rsidP="00D96853">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E5314E9" w14:textId="77777777" w:rsidR="00232EF9" w:rsidRPr="00502B38" w:rsidRDefault="00232EF9" w:rsidP="00D96853">
            <w:r w:rsidRPr="00502B38">
              <w:t xml:space="preserve">Base Requirements </w:t>
            </w:r>
          </w:p>
        </w:tc>
      </w:tr>
      <w:tr w:rsidR="00781B40" w:rsidRPr="00D534B8" w14:paraId="0DB853B1" w14:textId="77777777" w:rsidTr="005B72AB">
        <w:tc>
          <w:tcPr>
            <w:tcW w:w="629" w:type="dxa"/>
            <w:tcBorders>
              <w:top w:val="single" w:sz="4" w:space="0" w:color="auto"/>
              <w:left w:val="single" w:sz="4" w:space="0" w:color="auto"/>
              <w:bottom w:val="single" w:sz="4" w:space="0" w:color="auto"/>
              <w:right w:val="single" w:sz="4" w:space="0" w:color="auto"/>
            </w:tcBorders>
          </w:tcPr>
          <w:p w14:paraId="4ECE15F5" w14:textId="77777777" w:rsidR="00781B40" w:rsidRPr="00D534B8" w:rsidRDefault="00781B40" w:rsidP="00537A69">
            <w:pPr>
              <w:jc w:val="center"/>
            </w:pPr>
            <w:bookmarkStart w:id="2" w:name="_Hlk90471766"/>
          </w:p>
        </w:tc>
        <w:tc>
          <w:tcPr>
            <w:tcW w:w="905" w:type="dxa"/>
            <w:tcBorders>
              <w:top w:val="single" w:sz="4" w:space="0" w:color="auto"/>
              <w:left w:val="single" w:sz="4" w:space="0" w:color="auto"/>
              <w:bottom w:val="single" w:sz="4" w:space="0" w:color="auto"/>
              <w:right w:val="single" w:sz="4" w:space="0" w:color="auto"/>
            </w:tcBorders>
          </w:tcPr>
          <w:p w14:paraId="532D31B1" w14:textId="77777777" w:rsidR="00781B40" w:rsidRPr="00D534B8" w:rsidRDefault="00781B40" w:rsidP="00537A69">
            <w:pPr>
              <w:jc w:val="center"/>
            </w:pPr>
            <w:r w:rsidRPr="00D534B8">
              <w:t>S</w:t>
            </w:r>
          </w:p>
        </w:tc>
        <w:tc>
          <w:tcPr>
            <w:tcW w:w="7646" w:type="dxa"/>
            <w:tcBorders>
              <w:top w:val="single" w:sz="4" w:space="0" w:color="auto"/>
              <w:left w:val="single" w:sz="4" w:space="0" w:color="auto"/>
              <w:bottom w:val="single" w:sz="4" w:space="0" w:color="auto"/>
              <w:right w:val="single" w:sz="4" w:space="0" w:color="auto"/>
            </w:tcBorders>
          </w:tcPr>
          <w:p w14:paraId="07D83D67" w14:textId="76A9F681" w:rsidR="00781B40" w:rsidRPr="00D534B8" w:rsidRDefault="00AC727B" w:rsidP="00537A69">
            <w:r>
              <w:t>Supports configurable Out_Of_Service</w:t>
            </w:r>
            <w:r w:rsidR="00781B40" w:rsidRPr="00D534B8">
              <w:t xml:space="preserve"> property</w:t>
            </w:r>
          </w:p>
        </w:tc>
      </w:tr>
      <w:tr w:rsidR="00781B40" w:rsidRPr="00D534B8" w14:paraId="12CDC5E7" w14:textId="77777777" w:rsidTr="005B72AB">
        <w:tc>
          <w:tcPr>
            <w:tcW w:w="629" w:type="dxa"/>
            <w:tcBorders>
              <w:top w:val="single" w:sz="4" w:space="0" w:color="auto"/>
              <w:left w:val="single" w:sz="4" w:space="0" w:color="auto"/>
              <w:bottom w:val="single" w:sz="4" w:space="0" w:color="auto"/>
              <w:right w:val="single" w:sz="4" w:space="0" w:color="auto"/>
            </w:tcBorders>
          </w:tcPr>
          <w:p w14:paraId="736F5469" w14:textId="77777777" w:rsidR="00781B40" w:rsidRPr="00D534B8" w:rsidRDefault="00781B40" w:rsidP="00537A69">
            <w:pPr>
              <w:jc w:val="center"/>
            </w:pPr>
          </w:p>
        </w:tc>
        <w:tc>
          <w:tcPr>
            <w:tcW w:w="905" w:type="dxa"/>
            <w:tcBorders>
              <w:top w:val="single" w:sz="4" w:space="0" w:color="auto"/>
              <w:left w:val="single" w:sz="4" w:space="0" w:color="auto"/>
              <w:bottom w:val="single" w:sz="4" w:space="0" w:color="auto"/>
              <w:right w:val="single" w:sz="4" w:space="0" w:color="auto"/>
            </w:tcBorders>
          </w:tcPr>
          <w:p w14:paraId="1106394F" w14:textId="77777777" w:rsidR="00781B40" w:rsidRPr="00D534B8" w:rsidRDefault="00781B40" w:rsidP="00537A69">
            <w:pPr>
              <w:jc w:val="center"/>
            </w:pPr>
            <w:r w:rsidRPr="00D534B8">
              <w:t>O</w:t>
            </w:r>
          </w:p>
        </w:tc>
        <w:tc>
          <w:tcPr>
            <w:tcW w:w="7646" w:type="dxa"/>
            <w:tcBorders>
              <w:top w:val="single" w:sz="4" w:space="0" w:color="auto"/>
              <w:left w:val="single" w:sz="4" w:space="0" w:color="auto"/>
              <w:bottom w:val="single" w:sz="4" w:space="0" w:color="auto"/>
              <w:right w:val="single" w:sz="4" w:space="0" w:color="auto"/>
            </w:tcBorders>
          </w:tcPr>
          <w:p w14:paraId="36D1343C" w14:textId="77777777" w:rsidR="00781B40" w:rsidRPr="00D534B8" w:rsidRDefault="00781B40" w:rsidP="00537A69">
            <w:r w:rsidRPr="00D534B8">
              <w:t>Supports configurable Stages property</w:t>
            </w:r>
          </w:p>
        </w:tc>
      </w:tr>
      <w:tr w:rsidR="00781B40" w:rsidRPr="00D534B8" w14:paraId="5AC21511" w14:textId="77777777" w:rsidTr="005B72AB">
        <w:tc>
          <w:tcPr>
            <w:tcW w:w="629" w:type="dxa"/>
            <w:tcBorders>
              <w:top w:val="single" w:sz="4" w:space="0" w:color="auto"/>
              <w:left w:val="single" w:sz="4" w:space="0" w:color="auto"/>
              <w:bottom w:val="single" w:sz="4" w:space="0" w:color="auto"/>
              <w:right w:val="single" w:sz="4" w:space="0" w:color="auto"/>
            </w:tcBorders>
          </w:tcPr>
          <w:p w14:paraId="7B2DFC2A" w14:textId="77777777" w:rsidR="00781B40" w:rsidRPr="00D534B8" w:rsidRDefault="00781B40" w:rsidP="00537A69">
            <w:pPr>
              <w:jc w:val="center"/>
            </w:pPr>
          </w:p>
        </w:tc>
        <w:tc>
          <w:tcPr>
            <w:tcW w:w="905" w:type="dxa"/>
            <w:tcBorders>
              <w:top w:val="single" w:sz="4" w:space="0" w:color="auto"/>
              <w:left w:val="single" w:sz="4" w:space="0" w:color="auto"/>
              <w:bottom w:val="single" w:sz="4" w:space="0" w:color="auto"/>
              <w:right w:val="single" w:sz="4" w:space="0" w:color="auto"/>
            </w:tcBorders>
          </w:tcPr>
          <w:p w14:paraId="2E2FE1E0" w14:textId="77777777" w:rsidR="00781B40" w:rsidRPr="00D534B8" w:rsidRDefault="00781B40" w:rsidP="00537A69">
            <w:pPr>
              <w:jc w:val="center"/>
            </w:pPr>
            <w:r w:rsidRPr="00D534B8">
              <w:t>O</w:t>
            </w:r>
          </w:p>
        </w:tc>
        <w:tc>
          <w:tcPr>
            <w:tcW w:w="7646" w:type="dxa"/>
            <w:tcBorders>
              <w:top w:val="single" w:sz="4" w:space="0" w:color="auto"/>
              <w:left w:val="single" w:sz="4" w:space="0" w:color="auto"/>
              <w:bottom w:val="single" w:sz="4" w:space="0" w:color="auto"/>
              <w:right w:val="single" w:sz="4" w:space="0" w:color="auto"/>
            </w:tcBorders>
          </w:tcPr>
          <w:p w14:paraId="7DF929B6" w14:textId="77777777" w:rsidR="00781B40" w:rsidRPr="00D534B8" w:rsidRDefault="00781B40" w:rsidP="00537A69">
            <w:r w:rsidRPr="00D534B8">
              <w:t>Supports Stage_Names property</w:t>
            </w:r>
          </w:p>
        </w:tc>
      </w:tr>
      <w:tr w:rsidR="00781B40" w:rsidRPr="00D534B8" w14:paraId="71866E87" w14:textId="77777777" w:rsidTr="005B72AB">
        <w:tc>
          <w:tcPr>
            <w:tcW w:w="629" w:type="dxa"/>
            <w:tcBorders>
              <w:top w:val="single" w:sz="4" w:space="0" w:color="auto"/>
              <w:left w:val="single" w:sz="4" w:space="0" w:color="auto"/>
              <w:bottom w:val="single" w:sz="4" w:space="0" w:color="auto"/>
              <w:right w:val="single" w:sz="4" w:space="0" w:color="auto"/>
            </w:tcBorders>
          </w:tcPr>
          <w:p w14:paraId="62AF0105" w14:textId="77777777" w:rsidR="00781B40" w:rsidRPr="00D534B8" w:rsidRDefault="00781B40" w:rsidP="00537A69">
            <w:pPr>
              <w:jc w:val="center"/>
            </w:pPr>
          </w:p>
        </w:tc>
        <w:tc>
          <w:tcPr>
            <w:tcW w:w="905" w:type="dxa"/>
            <w:tcBorders>
              <w:top w:val="single" w:sz="4" w:space="0" w:color="auto"/>
              <w:left w:val="single" w:sz="4" w:space="0" w:color="auto"/>
              <w:bottom w:val="single" w:sz="4" w:space="0" w:color="auto"/>
              <w:right w:val="single" w:sz="4" w:space="0" w:color="auto"/>
            </w:tcBorders>
          </w:tcPr>
          <w:p w14:paraId="6EC70078" w14:textId="77777777" w:rsidR="00781B40" w:rsidRPr="00D534B8" w:rsidRDefault="00781B40" w:rsidP="00537A69">
            <w:pPr>
              <w:jc w:val="center"/>
            </w:pPr>
            <w:r w:rsidRPr="00D534B8">
              <w:t>O</w:t>
            </w:r>
          </w:p>
        </w:tc>
        <w:tc>
          <w:tcPr>
            <w:tcW w:w="7646" w:type="dxa"/>
            <w:tcBorders>
              <w:top w:val="single" w:sz="4" w:space="0" w:color="auto"/>
              <w:left w:val="single" w:sz="4" w:space="0" w:color="auto"/>
              <w:bottom w:val="single" w:sz="4" w:space="0" w:color="auto"/>
              <w:right w:val="single" w:sz="4" w:space="0" w:color="auto"/>
            </w:tcBorders>
          </w:tcPr>
          <w:p w14:paraId="6369EBC2" w14:textId="77777777" w:rsidR="00781B40" w:rsidRPr="00D534B8" w:rsidRDefault="00781B40" w:rsidP="00537A69">
            <w:r w:rsidRPr="00D534B8">
              <w:t>Supports writable Target_References property</w:t>
            </w:r>
          </w:p>
        </w:tc>
      </w:tr>
      <w:tr w:rsidR="00781B40" w:rsidRPr="00D534B8" w14:paraId="2D30CA42" w14:textId="77777777" w:rsidTr="005B72AB">
        <w:tc>
          <w:tcPr>
            <w:tcW w:w="629" w:type="dxa"/>
            <w:tcBorders>
              <w:top w:val="single" w:sz="4" w:space="0" w:color="auto"/>
              <w:left w:val="single" w:sz="4" w:space="0" w:color="auto"/>
              <w:bottom w:val="single" w:sz="4" w:space="0" w:color="auto"/>
              <w:right w:val="single" w:sz="4" w:space="0" w:color="auto"/>
            </w:tcBorders>
          </w:tcPr>
          <w:p w14:paraId="4D4B3750" w14:textId="77777777" w:rsidR="00781B40" w:rsidRPr="00D534B8" w:rsidRDefault="00781B40" w:rsidP="00537A69">
            <w:pPr>
              <w:jc w:val="center"/>
            </w:pPr>
          </w:p>
        </w:tc>
        <w:tc>
          <w:tcPr>
            <w:tcW w:w="905" w:type="dxa"/>
            <w:tcBorders>
              <w:top w:val="single" w:sz="4" w:space="0" w:color="auto"/>
              <w:left w:val="single" w:sz="4" w:space="0" w:color="auto"/>
              <w:bottom w:val="single" w:sz="4" w:space="0" w:color="auto"/>
              <w:right w:val="single" w:sz="4" w:space="0" w:color="auto"/>
            </w:tcBorders>
          </w:tcPr>
          <w:p w14:paraId="5995E515" w14:textId="77777777" w:rsidR="00781B40" w:rsidRPr="00D534B8" w:rsidRDefault="00781B40" w:rsidP="00537A69">
            <w:pPr>
              <w:jc w:val="center"/>
            </w:pPr>
            <w:r w:rsidRPr="00D534B8">
              <w:t>O</w:t>
            </w:r>
          </w:p>
        </w:tc>
        <w:tc>
          <w:tcPr>
            <w:tcW w:w="7646" w:type="dxa"/>
            <w:tcBorders>
              <w:top w:val="single" w:sz="4" w:space="0" w:color="auto"/>
              <w:left w:val="single" w:sz="4" w:space="0" w:color="auto"/>
              <w:bottom w:val="single" w:sz="4" w:space="0" w:color="auto"/>
              <w:right w:val="single" w:sz="4" w:space="0" w:color="auto"/>
            </w:tcBorders>
          </w:tcPr>
          <w:p w14:paraId="66823B7B" w14:textId="77777777" w:rsidR="00781B40" w:rsidRPr="00D534B8" w:rsidRDefault="00781B40" w:rsidP="00537A69">
            <w:r w:rsidRPr="00D534B8">
              <w:t>Supports the value source mechanism</w:t>
            </w:r>
          </w:p>
        </w:tc>
      </w:tr>
      <w:tr w:rsidR="00053D92" w:rsidRPr="00E559FD" w14:paraId="13A5AD09" w14:textId="77777777" w:rsidTr="005B72AB">
        <w:tblPrEx>
          <w:tblLook w:val="0000" w:firstRow="0" w:lastRow="0" w:firstColumn="0" w:lastColumn="0" w:noHBand="0" w:noVBand="0"/>
        </w:tblPrEx>
        <w:tc>
          <w:tcPr>
            <w:tcW w:w="629" w:type="dxa"/>
            <w:tcBorders>
              <w:bottom w:val="single" w:sz="4" w:space="0" w:color="auto"/>
            </w:tcBorders>
          </w:tcPr>
          <w:p w14:paraId="44E503EB"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20D4194D" w14:textId="7777777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3DB6B07"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662B6339" w14:textId="77777777" w:rsidTr="005B72AB">
        <w:tblPrEx>
          <w:tblLook w:val="0000" w:firstRow="0" w:lastRow="0" w:firstColumn="0" w:lastColumn="0" w:noHBand="0" w:noVBand="0"/>
        </w:tblPrEx>
        <w:tc>
          <w:tcPr>
            <w:tcW w:w="629" w:type="dxa"/>
            <w:tcBorders>
              <w:bottom w:val="single" w:sz="4" w:space="0" w:color="auto"/>
            </w:tcBorders>
          </w:tcPr>
          <w:p w14:paraId="4904EDB2"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5D1FA6FF"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22565C9B" w14:textId="7E89311C" w:rsidR="006A1EE2" w:rsidRPr="00E559FD" w:rsidRDefault="006A1EE2" w:rsidP="00334BF1">
            <w:pPr>
              <w:jc w:val="both"/>
            </w:pPr>
            <w:r w:rsidRPr="00581A7F">
              <w:rPr>
                <w:szCs w:val="20"/>
              </w:rPr>
              <w:t xml:space="preserve">Supports </w:t>
            </w:r>
            <w:r w:rsidR="000659E6">
              <w:rPr>
                <w:szCs w:val="20"/>
              </w:rPr>
              <w:t>intrinsic reporting</w:t>
            </w:r>
          </w:p>
        </w:tc>
      </w:tr>
      <w:tr w:rsidR="00053D92" w:rsidRPr="003568D0" w14:paraId="546F725A" w14:textId="77777777" w:rsidTr="005B72AB">
        <w:tblPrEx>
          <w:tblLook w:val="0000" w:firstRow="0" w:lastRow="0" w:firstColumn="0" w:lastColumn="0" w:noHBand="0" w:noVBand="0"/>
        </w:tblPrEx>
        <w:trPr>
          <w:cantSplit/>
        </w:trPr>
        <w:tc>
          <w:tcPr>
            <w:tcW w:w="9180" w:type="dxa"/>
            <w:gridSpan w:val="3"/>
          </w:tcPr>
          <w:p w14:paraId="55EBDC4E" w14:textId="77777777" w:rsidR="00053D92" w:rsidRPr="003568D0" w:rsidRDefault="00053D92"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bookmarkEnd w:id="2"/>
      <w:tr w:rsidR="00232EF9" w:rsidRPr="002860AF" w14:paraId="3C3C9995"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54FB0005" w14:textId="77777777" w:rsidR="00232EF9" w:rsidRPr="0082107E" w:rsidRDefault="00232EF9" w:rsidP="00D96853">
            <w:pPr>
              <w:rPr>
                <w:b/>
              </w:rPr>
            </w:pPr>
            <w:r>
              <w:rPr>
                <w:b/>
              </w:rPr>
              <w:t>Audit Reporter</w:t>
            </w:r>
            <w:r w:rsidRPr="0082107E">
              <w:rPr>
                <w:b/>
              </w:rPr>
              <w:t xml:space="preserve"> Object</w:t>
            </w:r>
          </w:p>
        </w:tc>
      </w:tr>
      <w:tr w:rsidR="00232EF9" w:rsidRPr="002860AF" w14:paraId="71FF817B" w14:textId="77777777" w:rsidTr="005B72AB">
        <w:tc>
          <w:tcPr>
            <w:tcW w:w="629" w:type="dxa"/>
            <w:tcBorders>
              <w:top w:val="single" w:sz="4" w:space="0" w:color="auto"/>
              <w:left w:val="single" w:sz="4" w:space="0" w:color="auto"/>
              <w:bottom w:val="single" w:sz="4" w:space="0" w:color="auto"/>
              <w:right w:val="single" w:sz="4" w:space="0" w:color="auto"/>
            </w:tcBorders>
          </w:tcPr>
          <w:p w14:paraId="7BDCB3D4" w14:textId="77777777" w:rsidR="00232EF9" w:rsidRPr="002860AF" w:rsidRDefault="00232EF9" w:rsidP="00D96853">
            <w:pPr>
              <w:jc w:val="center"/>
            </w:pPr>
          </w:p>
        </w:tc>
        <w:tc>
          <w:tcPr>
            <w:tcW w:w="905" w:type="dxa"/>
            <w:tcBorders>
              <w:top w:val="single" w:sz="4" w:space="0" w:color="auto"/>
              <w:left w:val="single" w:sz="4" w:space="0" w:color="auto"/>
              <w:bottom w:val="single" w:sz="4" w:space="0" w:color="auto"/>
              <w:right w:val="single" w:sz="4" w:space="0" w:color="auto"/>
            </w:tcBorders>
            <w:hideMark/>
          </w:tcPr>
          <w:p w14:paraId="5CEBCFE3" w14:textId="3E27A777" w:rsidR="00232EF9" w:rsidRPr="00502B38" w:rsidRDefault="00232EF9" w:rsidP="00D96853">
            <w:pPr>
              <w:jc w:val="center"/>
            </w:pPr>
            <w:r w:rsidRPr="00502B38">
              <w:t>R</w:t>
            </w:r>
          </w:p>
        </w:tc>
        <w:tc>
          <w:tcPr>
            <w:tcW w:w="7646" w:type="dxa"/>
            <w:tcBorders>
              <w:top w:val="single" w:sz="4" w:space="0" w:color="auto"/>
              <w:left w:val="single" w:sz="4" w:space="0" w:color="auto"/>
              <w:bottom w:val="single" w:sz="4" w:space="0" w:color="auto"/>
              <w:right w:val="single" w:sz="4" w:space="0" w:color="auto"/>
            </w:tcBorders>
            <w:hideMark/>
          </w:tcPr>
          <w:p w14:paraId="5D932BAD" w14:textId="77777777" w:rsidR="00232EF9" w:rsidRPr="00502B38" w:rsidRDefault="00232EF9" w:rsidP="00D96853">
            <w:r w:rsidRPr="00502B38">
              <w:t xml:space="preserve">Base Requirements </w:t>
            </w:r>
          </w:p>
        </w:tc>
      </w:tr>
      <w:tr w:rsidR="00053D92" w:rsidRPr="00E559FD" w14:paraId="1F84593D" w14:textId="77777777" w:rsidTr="005B72AB">
        <w:tblPrEx>
          <w:tblLook w:val="0000" w:firstRow="0" w:lastRow="0" w:firstColumn="0" w:lastColumn="0" w:noHBand="0" w:noVBand="0"/>
        </w:tblPrEx>
        <w:tc>
          <w:tcPr>
            <w:tcW w:w="629" w:type="dxa"/>
            <w:tcBorders>
              <w:bottom w:val="single" w:sz="4" w:space="0" w:color="auto"/>
            </w:tcBorders>
          </w:tcPr>
          <w:p w14:paraId="33A1DE20"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63D33A61" w14:textId="7777777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39738364"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4E52E7D9" w14:textId="77777777" w:rsidTr="005B72AB">
        <w:tblPrEx>
          <w:tblLook w:val="0000" w:firstRow="0" w:lastRow="0" w:firstColumn="0" w:lastColumn="0" w:noHBand="0" w:noVBand="0"/>
        </w:tblPrEx>
        <w:tc>
          <w:tcPr>
            <w:tcW w:w="629" w:type="dxa"/>
            <w:tcBorders>
              <w:bottom w:val="single" w:sz="4" w:space="0" w:color="auto"/>
            </w:tcBorders>
          </w:tcPr>
          <w:p w14:paraId="6472894F"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90A8FD7"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453CF369" w14:textId="02406249" w:rsidR="006A1EE2" w:rsidRPr="00E559FD" w:rsidRDefault="006A1EE2" w:rsidP="00334BF1">
            <w:pPr>
              <w:jc w:val="both"/>
            </w:pPr>
            <w:r w:rsidRPr="00581A7F">
              <w:rPr>
                <w:szCs w:val="20"/>
              </w:rPr>
              <w:t xml:space="preserve">Supports </w:t>
            </w:r>
            <w:r w:rsidR="000659E6">
              <w:rPr>
                <w:szCs w:val="20"/>
              </w:rPr>
              <w:t>intrinsic reporting</w:t>
            </w:r>
          </w:p>
        </w:tc>
      </w:tr>
      <w:tr w:rsidR="00053D92" w:rsidRPr="003568D0" w14:paraId="0E51FBB9" w14:textId="77777777" w:rsidTr="005B72AB">
        <w:tblPrEx>
          <w:tblLook w:val="0000" w:firstRow="0" w:lastRow="0" w:firstColumn="0" w:lastColumn="0" w:noHBand="0" w:noVBand="0"/>
        </w:tblPrEx>
        <w:trPr>
          <w:cantSplit/>
        </w:trPr>
        <w:tc>
          <w:tcPr>
            <w:tcW w:w="9180" w:type="dxa"/>
            <w:gridSpan w:val="3"/>
          </w:tcPr>
          <w:p w14:paraId="33603EB2" w14:textId="77777777" w:rsidR="00053D92" w:rsidRPr="003568D0" w:rsidRDefault="00053D92"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232EF9" w:rsidRPr="002860AF" w14:paraId="20E00954" w14:textId="77777777" w:rsidTr="005B72AB">
        <w:tblPrEx>
          <w:tblLook w:val="0000" w:firstRow="0" w:lastRow="0" w:firstColumn="0" w:lastColumn="0" w:noHBand="0" w:noVBand="0"/>
        </w:tblPrEx>
        <w:tc>
          <w:tcPr>
            <w:tcW w:w="9180" w:type="dxa"/>
            <w:gridSpan w:val="3"/>
            <w:tcBorders>
              <w:top w:val="single" w:sz="4" w:space="0" w:color="000000"/>
              <w:left w:val="single" w:sz="4" w:space="0" w:color="000000"/>
              <w:bottom w:val="single" w:sz="4" w:space="0" w:color="000000"/>
              <w:right w:val="single" w:sz="4" w:space="0" w:color="000000"/>
            </w:tcBorders>
            <w:shd w:val="clear" w:color="auto" w:fill="auto"/>
          </w:tcPr>
          <w:p w14:paraId="0B218B0C" w14:textId="77777777" w:rsidR="00232EF9" w:rsidRPr="00ED511B" w:rsidRDefault="00232EF9" w:rsidP="00D96853">
            <w:pPr>
              <w:rPr>
                <w:b/>
              </w:rPr>
            </w:pPr>
            <w:r>
              <w:rPr>
                <w:b/>
              </w:rPr>
              <w:t>Audit Log</w:t>
            </w:r>
            <w:r w:rsidRPr="00ED511B">
              <w:rPr>
                <w:b/>
              </w:rPr>
              <w:t xml:space="preserve"> Object</w:t>
            </w:r>
          </w:p>
        </w:tc>
      </w:tr>
      <w:tr w:rsidR="00A70FCF" w:rsidRPr="002860AF" w14:paraId="0C713D12" w14:textId="77777777" w:rsidTr="005B72AB">
        <w:tc>
          <w:tcPr>
            <w:tcW w:w="629" w:type="dxa"/>
            <w:tcBorders>
              <w:top w:val="single" w:sz="4" w:space="0" w:color="auto"/>
              <w:left w:val="single" w:sz="4" w:space="0" w:color="auto"/>
              <w:bottom w:val="single" w:sz="4" w:space="0" w:color="000000"/>
              <w:right w:val="single" w:sz="4" w:space="0" w:color="auto"/>
            </w:tcBorders>
          </w:tcPr>
          <w:p w14:paraId="4DD2974F" w14:textId="77777777" w:rsidR="00232EF9" w:rsidRPr="002860AF" w:rsidRDefault="00232EF9" w:rsidP="00D96853">
            <w:pPr>
              <w:jc w:val="center"/>
            </w:pPr>
          </w:p>
        </w:tc>
        <w:tc>
          <w:tcPr>
            <w:tcW w:w="905" w:type="dxa"/>
            <w:tcBorders>
              <w:top w:val="single" w:sz="4" w:space="0" w:color="auto"/>
              <w:left w:val="single" w:sz="4" w:space="0" w:color="auto"/>
              <w:bottom w:val="single" w:sz="4" w:space="0" w:color="000000"/>
              <w:right w:val="single" w:sz="4" w:space="0" w:color="auto"/>
            </w:tcBorders>
            <w:hideMark/>
          </w:tcPr>
          <w:p w14:paraId="23038998" w14:textId="05CD9C01" w:rsidR="00232EF9" w:rsidRPr="00502B38" w:rsidRDefault="00232EF9" w:rsidP="00D96853">
            <w:pPr>
              <w:jc w:val="center"/>
            </w:pPr>
            <w:r w:rsidRPr="00502B38">
              <w:t>R</w:t>
            </w:r>
          </w:p>
        </w:tc>
        <w:tc>
          <w:tcPr>
            <w:tcW w:w="7646" w:type="dxa"/>
            <w:tcBorders>
              <w:top w:val="single" w:sz="4" w:space="0" w:color="auto"/>
              <w:left w:val="single" w:sz="4" w:space="0" w:color="auto"/>
              <w:bottom w:val="single" w:sz="4" w:space="0" w:color="000000"/>
              <w:right w:val="single" w:sz="4" w:space="0" w:color="auto"/>
            </w:tcBorders>
            <w:hideMark/>
          </w:tcPr>
          <w:p w14:paraId="59C2422A" w14:textId="77777777" w:rsidR="00232EF9" w:rsidRPr="00502B38" w:rsidRDefault="00232EF9" w:rsidP="00D96853">
            <w:r w:rsidRPr="00502B38">
              <w:t xml:space="preserve">Base Requirements </w:t>
            </w:r>
          </w:p>
        </w:tc>
      </w:tr>
      <w:tr w:rsidR="00053D92" w:rsidRPr="00E559FD" w14:paraId="2B9FA705" w14:textId="77777777" w:rsidTr="005B72AB">
        <w:tblPrEx>
          <w:tblLook w:val="0000" w:firstRow="0" w:lastRow="0" w:firstColumn="0" w:lastColumn="0" w:noHBand="0" w:noVBand="0"/>
        </w:tblPrEx>
        <w:tc>
          <w:tcPr>
            <w:tcW w:w="629" w:type="dxa"/>
            <w:tcBorders>
              <w:bottom w:val="single" w:sz="4" w:space="0" w:color="auto"/>
            </w:tcBorders>
          </w:tcPr>
          <w:p w14:paraId="7FE8B09F"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1CCCBF9F" w14:textId="7777777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5DFF3FA" w14:textId="77777777" w:rsidR="00053D92" w:rsidRPr="00E559FD" w:rsidRDefault="00053D92" w:rsidP="001608F4">
            <w:pPr>
              <w:jc w:val="both"/>
              <w:rPr>
                <w:szCs w:val="20"/>
                <w:lang w:val="en-CA" w:eastAsia="x-none"/>
              </w:rPr>
            </w:pPr>
            <w:r w:rsidRPr="00E559FD">
              <w:t>Supports configurable Reliability_Evaluation_Inhibit property</w:t>
            </w:r>
          </w:p>
        </w:tc>
      </w:tr>
      <w:tr w:rsidR="006A1EE2" w:rsidRPr="00E559FD" w14:paraId="371943A8" w14:textId="77777777" w:rsidTr="005B72AB">
        <w:tblPrEx>
          <w:tblLook w:val="0000" w:firstRow="0" w:lastRow="0" w:firstColumn="0" w:lastColumn="0" w:noHBand="0" w:noVBand="0"/>
        </w:tblPrEx>
        <w:tc>
          <w:tcPr>
            <w:tcW w:w="629" w:type="dxa"/>
            <w:tcBorders>
              <w:bottom w:val="single" w:sz="4" w:space="0" w:color="auto"/>
            </w:tcBorders>
          </w:tcPr>
          <w:p w14:paraId="5741F5E5" w14:textId="77777777" w:rsidR="006A1EE2" w:rsidRPr="00EB6C51" w:rsidRDefault="006A1EE2" w:rsidP="00334BF1">
            <w:pPr>
              <w:jc w:val="center"/>
              <w:rPr>
                <w:szCs w:val="20"/>
                <w:lang w:val="en-CA" w:eastAsia="x-none"/>
              </w:rPr>
            </w:pPr>
          </w:p>
        </w:tc>
        <w:tc>
          <w:tcPr>
            <w:tcW w:w="905" w:type="dxa"/>
            <w:tcBorders>
              <w:bottom w:val="single" w:sz="4" w:space="0" w:color="auto"/>
            </w:tcBorders>
          </w:tcPr>
          <w:p w14:paraId="18832E6E" w14:textId="77777777" w:rsidR="006A1EE2" w:rsidRPr="00E559FD" w:rsidRDefault="006A1EE2" w:rsidP="00334BF1">
            <w:pPr>
              <w:jc w:val="center"/>
              <w:rPr>
                <w:szCs w:val="20"/>
                <w:lang w:val="en-CA" w:eastAsia="x-none"/>
              </w:rPr>
            </w:pPr>
            <w:r>
              <w:rPr>
                <w:szCs w:val="20"/>
                <w:lang w:val="en-CA" w:eastAsia="x-none"/>
              </w:rPr>
              <w:t>O</w:t>
            </w:r>
          </w:p>
        </w:tc>
        <w:tc>
          <w:tcPr>
            <w:tcW w:w="7646" w:type="dxa"/>
            <w:tcBorders>
              <w:bottom w:val="single" w:sz="4" w:space="0" w:color="auto"/>
            </w:tcBorders>
          </w:tcPr>
          <w:p w14:paraId="7B98FC70" w14:textId="709D493A" w:rsidR="006A1EE2" w:rsidRPr="00E559FD" w:rsidRDefault="006A1EE2" w:rsidP="00334BF1">
            <w:pPr>
              <w:jc w:val="both"/>
            </w:pPr>
            <w:r w:rsidRPr="00581A7F">
              <w:rPr>
                <w:szCs w:val="20"/>
              </w:rPr>
              <w:t xml:space="preserve">Supports </w:t>
            </w:r>
            <w:r w:rsidR="000659E6">
              <w:rPr>
                <w:szCs w:val="20"/>
              </w:rPr>
              <w:t>intrinsic reporting</w:t>
            </w:r>
          </w:p>
        </w:tc>
      </w:tr>
      <w:tr w:rsidR="00053D92" w:rsidRPr="003568D0" w14:paraId="2B943127" w14:textId="77777777" w:rsidTr="005B72AB">
        <w:tblPrEx>
          <w:tblLook w:val="0000" w:firstRow="0" w:lastRow="0" w:firstColumn="0" w:lastColumn="0" w:noHBand="0" w:noVBand="0"/>
        </w:tblPrEx>
        <w:trPr>
          <w:cantSplit/>
        </w:trPr>
        <w:tc>
          <w:tcPr>
            <w:tcW w:w="9180" w:type="dxa"/>
            <w:gridSpan w:val="3"/>
          </w:tcPr>
          <w:p w14:paraId="26D7458E" w14:textId="77777777" w:rsidR="00053D92" w:rsidRPr="003568D0" w:rsidRDefault="00053D92"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ED0200" w:rsidRPr="002F3247" w14:paraId="3369FE2C" w14:textId="77777777" w:rsidTr="005B72AB">
        <w:tblPrEx>
          <w:tblLook w:val="0000" w:firstRow="0" w:lastRow="0" w:firstColumn="0" w:lastColumn="0" w:noHBand="0" w:noVBand="0"/>
        </w:tblPrEx>
        <w:trPr>
          <w:trHeight w:val="251"/>
        </w:trPr>
        <w:tc>
          <w:tcPr>
            <w:tcW w:w="9180" w:type="dxa"/>
            <w:gridSpan w:val="3"/>
            <w:tcBorders>
              <w:top w:val="single" w:sz="4" w:space="0" w:color="000000"/>
              <w:left w:val="single" w:sz="4" w:space="0" w:color="000000"/>
              <w:bottom w:val="single" w:sz="4" w:space="0" w:color="auto"/>
              <w:right w:val="single" w:sz="4" w:space="0" w:color="000000"/>
            </w:tcBorders>
            <w:shd w:val="clear" w:color="auto" w:fill="auto"/>
          </w:tcPr>
          <w:p w14:paraId="24DC5307" w14:textId="77777777" w:rsidR="00ED0200" w:rsidRPr="00844A3E" w:rsidRDefault="00ED0200" w:rsidP="005034D6">
            <w:pPr>
              <w:rPr>
                <w:b/>
                <w:bCs/>
              </w:rPr>
            </w:pPr>
            <w:r w:rsidRPr="00844A3E">
              <w:rPr>
                <w:b/>
                <w:bCs/>
              </w:rPr>
              <w:t>Color Object</w:t>
            </w:r>
          </w:p>
        </w:tc>
      </w:tr>
      <w:tr w:rsidR="00ED0200" w:rsidRPr="00844A3E" w14:paraId="1100E1E1" w14:textId="77777777" w:rsidTr="005B72AB">
        <w:tblPrEx>
          <w:tblLook w:val="0000" w:firstRow="0" w:lastRow="0" w:firstColumn="0" w:lastColumn="0" w:noHBand="0" w:noVBand="0"/>
        </w:tblPrEx>
        <w:tc>
          <w:tcPr>
            <w:tcW w:w="629" w:type="dxa"/>
          </w:tcPr>
          <w:p w14:paraId="0448B488" w14:textId="77777777" w:rsidR="00ED0200" w:rsidRPr="00844A3E" w:rsidRDefault="00ED0200" w:rsidP="005034D6">
            <w:pPr>
              <w:jc w:val="center"/>
            </w:pPr>
          </w:p>
        </w:tc>
        <w:tc>
          <w:tcPr>
            <w:tcW w:w="905" w:type="dxa"/>
          </w:tcPr>
          <w:p w14:paraId="74427103" w14:textId="4CAF2460" w:rsidR="00ED0200" w:rsidRPr="00844A3E" w:rsidRDefault="00ED0200" w:rsidP="005034D6">
            <w:pPr>
              <w:jc w:val="center"/>
            </w:pPr>
            <w:r w:rsidRPr="00844A3E">
              <w:t>R</w:t>
            </w:r>
          </w:p>
        </w:tc>
        <w:tc>
          <w:tcPr>
            <w:tcW w:w="7646" w:type="dxa"/>
          </w:tcPr>
          <w:p w14:paraId="33F6755B" w14:textId="77777777" w:rsidR="00ED0200" w:rsidRPr="00844A3E" w:rsidRDefault="00ED0200" w:rsidP="005034D6">
            <w:r w:rsidRPr="00844A3E">
              <w:t>Base Requirements</w:t>
            </w:r>
          </w:p>
        </w:tc>
      </w:tr>
      <w:tr w:rsidR="00EE4B66" w:rsidRPr="00844A3E" w14:paraId="31CC20EB" w14:textId="77777777" w:rsidTr="005B72AB">
        <w:tblPrEx>
          <w:tblLook w:val="0000" w:firstRow="0" w:lastRow="0" w:firstColumn="0" w:lastColumn="0" w:noHBand="0" w:noVBand="0"/>
        </w:tblPrEx>
        <w:tc>
          <w:tcPr>
            <w:tcW w:w="629" w:type="dxa"/>
          </w:tcPr>
          <w:p w14:paraId="0149B288" w14:textId="77777777" w:rsidR="00EE4B66" w:rsidRPr="00844A3E" w:rsidRDefault="00EE4B66" w:rsidP="005034D6">
            <w:pPr>
              <w:jc w:val="center"/>
            </w:pPr>
          </w:p>
        </w:tc>
        <w:tc>
          <w:tcPr>
            <w:tcW w:w="905" w:type="dxa"/>
          </w:tcPr>
          <w:p w14:paraId="0352C7BA" w14:textId="43513DA7" w:rsidR="00EE4B66" w:rsidRPr="00844A3E" w:rsidRDefault="00EE4B66" w:rsidP="005034D6">
            <w:pPr>
              <w:jc w:val="center"/>
            </w:pPr>
            <w:r>
              <w:t>O</w:t>
            </w:r>
          </w:p>
        </w:tc>
        <w:tc>
          <w:tcPr>
            <w:tcW w:w="7646" w:type="dxa"/>
          </w:tcPr>
          <w:p w14:paraId="19C4E684" w14:textId="7413EF28" w:rsidR="00EE4B66" w:rsidRPr="00844A3E" w:rsidRDefault="00EE4B66" w:rsidP="005034D6">
            <w:r>
              <w:t>Supports Transition property</w:t>
            </w:r>
          </w:p>
        </w:tc>
      </w:tr>
      <w:tr w:rsidR="00EE4B66" w:rsidRPr="00844A3E" w14:paraId="6234ADD1" w14:textId="77777777" w:rsidTr="005B72AB">
        <w:tblPrEx>
          <w:tblLook w:val="0000" w:firstRow="0" w:lastRow="0" w:firstColumn="0" w:lastColumn="0" w:noHBand="0" w:noVBand="0"/>
        </w:tblPrEx>
        <w:tc>
          <w:tcPr>
            <w:tcW w:w="629" w:type="dxa"/>
          </w:tcPr>
          <w:p w14:paraId="1E63E979" w14:textId="77777777" w:rsidR="00EE4B66" w:rsidRPr="00844A3E" w:rsidRDefault="00EE4B66" w:rsidP="005034D6">
            <w:pPr>
              <w:jc w:val="center"/>
            </w:pPr>
          </w:p>
        </w:tc>
        <w:tc>
          <w:tcPr>
            <w:tcW w:w="905" w:type="dxa"/>
          </w:tcPr>
          <w:p w14:paraId="7A0093FB" w14:textId="1695CB15" w:rsidR="00EE4B66" w:rsidRDefault="00EE4B66" w:rsidP="005034D6">
            <w:pPr>
              <w:jc w:val="center"/>
            </w:pPr>
            <w:r>
              <w:t>O</w:t>
            </w:r>
          </w:p>
        </w:tc>
        <w:tc>
          <w:tcPr>
            <w:tcW w:w="7646" w:type="dxa"/>
          </w:tcPr>
          <w:p w14:paraId="0339F9E6" w14:textId="19C6BB44" w:rsidR="00EE4B66" w:rsidRDefault="00EE4B66" w:rsidP="005034D6">
            <w:r>
              <w:t>Supports a configurable Default_Fade_Time</w:t>
            </w:r>
          </w:p>
        </w:tc>
      </w:tr>
      <w:tr w:rsidR="00EE4B66" w:rsidRPr="00844A3E" w14:paraId="5369E5F5" w14:textId="77777777" w:rsidTr="005B72AB">
        <w:tblPrEx>
          <w:tblLook w:val="0000" w:firstRow="0" w:lastRow="0" w:firstColumn="0" w:lastColumn="0" w:noHBand="0" w:noVBand="0"/>
        </w:tblPrEx>
        <w:tc>
          <w:tcPr>
            <w:tcW w:w="629" w:type="dxa"/>
          </w:tcPr>
          <w:p w14:paraId="6FFCD6CF" w14:textId="77777777" w:rsidR="00EE4B66" w:rsidRPr="00844A3E" w:rsidRDefault="00EE4B66" w:rsidP="005034D6">
            <w:pPr>
              <w:jc w:val="center"/>
            </w:pPr>
          </w:p>
        </w:tc>
        <w:tc>
          <w:tcPr>
            <w:tcW w:w="905" w:type="dxa"/>
          </w:tcPr>
          <w:p w14:paraId="51C9BF0E" w14:textId="516A972C" w:rsidR="00EE4B66" w:rsidRDefault="00EE4B66" w:rsidP="005034D6">
            <w:pPr>
              <w:jc w:val="center"/>
            </w:pPr>
            <w:r>
              <w:t>O</w:t>
            </w:r>
          </w:p>
        </w:tc>
        <w:tc>
          <w:tcPr>
            <w:tcW w:w="7646" w:type="dxa"/>
          </w:tcPr>
          <w:p w14:paraId="43B35FAA" w14:textId="197DE3EE" w:rsidR="00EE4B66" w:rsidRDefault="00EE4B66" w:rsidP="005034D6">
            <w:r>
              <w:t>Supports the value source mechanism</w:t>
            </w:r>
          </w:p>
        </w:tc>
      </w:tr>
      <w:tr w:rsidR="00053D92" w:rsidRPr="00E559FD" w14:paraId="34A1AAB6" w14:textId="77777777" w:rsidTr="005B72AB">
        <w:tblPrEx>
          <w:tblLook w:val="0000" w:firstRow="0" w:lastRow="0" w:firstColumn="0" w:lastColumn="0" w:noHBand="0" w:noVBand="0"/>
        </w:tblPrEx>
        <w:tc>
          <w:tcPr>
            <w:tcW w:w="629" w:type="dxa"/>
            <w:tcBorders>
              <w:bottom w:val="single" w:sz="4" w:space="0" w:color="auto"/>
            </w:tcBorders>
          </w:tcPr>
          <w:p w14:paraId="7C688186"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503DDF3A" w14:textId="7777777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70A9940D" w14:textId="77777777" w:rsidR="00053D92" w:rsidRPr="00E559FD" w:rsidRDefault="00053D92" w:rsidP="001608F4">
            <w:pPr>
              <w:jc w:val="both"/>
              <w:rPr>
                <w:szCs w:val="20"/>
                <w:lang w:val="en-CA" w:eastAsia="x-none"/>
              </w:rPr>
            </w:pPr>
            <w:r w:rsidRPr="00E559FD">
              <w:t>Supports configurable Reliability_Evaluation_Inhibit property</w:t>
            </w:r>
          </w:p>
        </w:tc>
      </w:tr>
      <w:tr w:rsidR="00053D92" w:rsidRPr="003568D0" w14:paraId="71D7B9C6" w14:textId="77777777" w:rsidTr="005B72AB">
        <w:tblPrEx>
          <w:tblLook w:val="0000" w:firstRow="0" w:lastRow="0" w:firstColumn="0" w:lastColumn="0" w:noHBand="0" w:noVBand="0"/>
        </w:tblPrEx>
        <w:trPr>
          <w:cantSplit/>
        </w:trPr>
        <w:tc>
          <w:tcPr>
            <w:tcW w:w="9180" w:type="dxa"/>
            <w:gridSpan w:val="3"/>
          </w:tcPr>
          <w:p w14:paraId="391EE8DA" w14:textId="77777777" w:rsidR="00053D92" w:rsidRPr="003568D0" w:rsidRDefault="00053D92"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r w:rsidR="00ED0200" w:rsidRPr="00844A3E" w14:paraId="79107D77" w14:textId="77777777" w:rsidTr="005B72AB">
        <w:tblPrEx>
          <w:tblLook w:val="0000" w:firstRow="0" w:lastRow="0" w:firstColumn="0" w:lastColumn="0" w:noHBand="0" w:noVBand="0"/>
        </w:tblPrEx>
        <w:tc>
          <w:tcPr>
            <w:tcW w:w="9180" w:type="dxa"/>
            <w:gridSpan w:val="3"/>
          </w:tcPr>
          <w:p w14:paraId="2CA2B542" w14:textId="77777777" w:rsidR="00ED0200" w:rsidRPr="00844A3E" w:rsidRDefault="00ED0200" w:rsidP="005034D6">
            <w:r w:rsidRPr="00844A3E">
              <w:rPr>
                <w:b/>
              </w:rPr>
              <w:t>Color Temperature Object</w:t>
            </w:r>
          </w:p>
        </w:tc>
      </w:tr>
      <w:tr w:rsidR="00ED0200" w:rsidRPr="00844A3E" w14:paraId="7D22C9AE" w14:textId="77777777" w:rsidTr="005B72AB">
        <w:tblPrEx>
          <w:tblLook w:val="0000" w:firstRow="0" w:lastRow="0" w:firstColumn="0" w:lastColumn="0" w:noHBand="0" w:noVBand="0"/>
        </w:tblPrEx>
        <w:tc>
          <w:tcPr>
            <w:tcW w:w="629" w:type="dxa"/>
          </w:tcPr>
          <w:p w14:paraId="08AA2BEE" w14:textId="77777777" w:rsidR="00ED0200" w:rsidRPr="00844A3E" w:rsidRDefault="00ED0200" w:rsidP="005034D6">
            <w:pPr>
              <w:jc w:val="center"/>
            </w:pPr>
          </w:p>
        </w:tc>
        <w:tc>
          <w:tcPr>
            <w:tcW w:w="905" w:type="dxa"/>
          </w:tcPr>
          <w:p w14:paraId="0363F9F2" w14:textId="76134DCA" w:rsidR="00ED0200" w:rsidRPr="00844A3E" w:rsidRDefault="00ED0200" w:rsidP="005034D6">
            <w:pPr>
              <w:jc w:val="center"/>
            </w:pPr>
            <w:r w:rsidRPr="00844A3E">
              <w:t>R</w:t>
            </w:r>
          </w:p>
        </w:tc>
        <w:tc>
          <w:tcPr>
            <w:tcW w:w="7646" w:type="dxa"/>
          </w:tcPr>
          <w:p w14:paraId="2D785A09" w14:textId="77777777" w:rsidR="00ED0200" w:rsidRPr="00844A3E" w:rsidRDefault="00ED0200" w:rsidP="005034D6">
            <w:r w:rsidRPr="00844A3E">
              <w:t>Base Requirements</w:t>
            </w:r>
          </w:p>
        </w:tc>
      </w:tr>
      <w:tr w:rsidR="00E76774" w:rsidRPr="00844A3E" w14:paraId="43C81750" w14:textId="77777777" w:rsidTr="005B72AB">
        <w:tblPrEx>
          <w:tblLook w:val="0000" w:firstRow="0" w:lastRow="0" w:firstColumn="0" w:lastColumn="0" w:noHBand="0" w:noVBand="0"/>
        </w:tblPrEx>
        <w:tc>
          <w:tcPr>
            <w:tcW w:w="629" w:type="dxa"/>
          </w:tcPr>
          <w:p w14:paraId="3986004C" w14:textId="77777777" w:rsidR="00E76774" w:rsidRPr="00844A3E" w:rsidRDefault="00E76774" w:rsidP="005034D6">
            <w:pPr>
              <w:jc w:val="center"/>
            </w:pPr>
          </w:p>
        </w:tc>
        <w:tc>
          <w:tcPr>
            <w:tcW w:w="905" w:type="dxa"/>
          </w:tcPr>
          <w:p w14:paraId="64C6276B" w14:textId="11B62F05" w:rsidR="00E76774" w:rsidRPr="00844A3E" w:rsidRDefault="00E76774" w:rsidP="005034D6">
            <w:pPr>
              <w:jc w:val="center"/>
            </w:pPr>
            <w:r>
              <w:t>O</w:t>
            </w:r>
          </w:p>
        </w:tc>
        <w:tc>
          <w:tcPr>
            <w:tcW w:w="7646" w:type="dxa"/>
          </w:tcPr>
          <w:p w14:paraId="20E31C79" w14:textId="73AEF8FF" w:rsidR="00E76774" w:rsidRPr="00844A3E" w:rsidRDefault="00E76774" w:rsidP="005034D6">
            <w:r>
              <w:t>Supports Transition property</w:t>
            </w:r>
          </w:p>
        </w:tc>
      </w:tr>
      <w:tr w:rsidR="00E76774" w:rsidRPr="00844A3E" w14:paraId="33120537" w14:textId="77777777" w:rsidTr="005B72AB">
        <w:tblPrEx>
          <w:tblLook w:val="0000" w:firstRow="0" w:lastRow="0" w:firstColumn="0" w:lastColumn="0" w:noHBand="0" w:noVBand="0"/>
        </w:tblPrEx>
        <w:tc>
          <w:tcPr>
            <w:tcW w:w="629" w:type="dxa"/>
          </w:tcPr>
          <w:p w14:paraId="1F6D38CF" w14:textId="77777777" w:rsidR="00E76774" w:rsidRPr="00844A3E" w:rsidRDefault="00E76774" w:rsidP="005034D6">
            <w:pPr>
              <w:jc w:val="center"/>
            </w:pPr>
          </w:p>
        </w:tc>
        <w:tc>
          <w:tcPr>
            <w:tcW w:w="905" w:type="dxa"/>
          </w:tcPr>
          <w:p w14:paraId="3C292176" w14:textId="4F1D14B4" w:rsidR="00E76774" w:rsidRDefault="00E76774" w:rsidP="005034D6">
            <w:pPr>
              <w:jc w:val="center"/>
            </w:pPr>
            <w:r>
              <w:t>O</w:t>
            </w:r>
          </w:p>
        </w:tc>
        <w:tc>
          <w:tcPr>
            <w:tcW w:w="7646" w:type="dxa"/>
          </w:tcPr>
          <w:p w14:paraId="10F5718E" w14:textId="7C5C8DF2" w:rsidR="00E76774" w:rsidRDefault="00E76774" w:rsidP="005034D6">
            <w:r>
              <w:t>Supports the value source mechanism</w:t>
            </w:r>
          </w:p>
        </w:tc>
      </w:tr>
      <w:tr w:rsidR="00053D92" w:rsidRPr="00E559FD" w14:paraId="79044B6C" w14:textId="77777777" w:rsidTr="005B72AB">
        <w:tblPrEx>
          <w:tblLook w:val="0000" w:firstRow="0" w:lastRow="0" w:firstColumn="0" w:lastColumn="0" w:noHBand="0" w:noVBand="0"/>
        </w:tblPrEx>
        <w:tc>
          <w:tcPr>
            <w:tcW w:w="629" w:type="dxa"/>
            <w:tcBorders>
              <w:bottom w:val="single" w:sz="4" w:space="0" w:color="auto"/>
            </w:tcBorders>
          </w:tcPr>
          <w:p w14:paraId="7EC291D8" w14:textId="77777777" w:rsidR="00053D92" w:rsidRPr="00EB6C51" w:rsidRDefault="00053D92" w:rsidP="001608F4">
            <w:pPr>
              <w:jc w:val="center"/>
              <w:rPr>
                <w:szCs w:val="20"/>
                <w:lang w:val="en-CA" w:eastAsia="x-none"/>
              </w:rPr>
            </w:pPr>
          </w:p>
        </w:tc>
        <w:tc>
          <w:tcPr>
            <w:tcW w:w="905" w:type="dxa"/>
            <w:tcBorders>
              <w:bottom w:val="single" w:sz="4" w:space="0" w:color="auto"/>
            </w:tcBorders>
          </w:tcPr>
          <w:p w14:paraId="0961F6C5" w14:textId="77777777" w:rsidR="00053D92" w:rsidRPr="00E559FD" w:rsidRDefault="00053D92" w:rsidP="001608F4">
            <w:pPr>
              <w:jc w:val="center"/>
              <w:rPr>
                <w:szCs w:val="20"/>
                <w:lang w:val="en-CA" w:eastAsia="x-none"/>
              </w:rPr>
            </w:pPr>
            <w:r w:rsidRPr="00E559FD">
              <w:rPr>
                <w:szCs w:val="20"/>
                <w:lang w:val="en-CA" w:eastAsia="x-none"/>
              </w:rPr>
              <w:t>O</w:t>
            </w:r>
            <w:r>
              <w:rPr>
                <w:szCs w:val="20"/>
                <w:vertAlign w:val="superscript"/>
                <w:lang w:val="en-CA" w:eastAsia="x-none"/>
              </w:rPr>
              <w:t>1</w:t>
            </w:r>
          </w:p>
        </w:tc>
        <w:tc>
          <w:tcPr>
            <w:tcW w:w="7646" w:type="dxa"/>
            <w:tcBorders>
              <w:bottom w:val="single" w:sz="4" w:space="0" w:color="auto"/>
            </w:tcBorders>
          </w:tcPr>
          <w:p w14:paraId="0E449B3E" w14:textId="77777777" w:rsidR="00053D92" w:rsidRPr="00E559FD" w:rsidRDefault="00053D92" w:rsidP="001608F4">
            <w:pPr>
              <w:jc w:val="both"/>
              <w:rPr>
                <w:szCs w:val="20"/>
                <w:lang w:val="en-CA" w:eastAsia="x-none"/>
              </w:rPr>
            </w:pPr>
            <w:r w:rsidRPr="00E559FD">
              <w:t>Supports configurable Reliability_Evaluation_Inhibit property</w:t>
            </w:r>
          </w:p>
        </w:tc>
      </w:tr>
      <w:tr w:rsidR="00053D92" w:rsidRPr="003568D0" w14:paraId="6E47523E" w14:textId="77777777" w:rsidTr="005B72AB">
        <w:tblPrEx>
          <w:tblLook w:val="0000" w:firstRow="0" w:lastRow="0" w:firstColumn="0" w:lastColumn="0" w:noHBand="0" w:noVBand="0"/>
        </w:tblPrEx>
        <w:trPr>
          <w:cantSplit/>
        </w:trPr>
        <w:tc>
          <w:tcPr>
            <w:tcW w:w="9180" w:type="dxa"/>
            <w:gridSpan w:val="3"/>
          </w:tcPr>
          <w:p w14:paraId="34CE6D64" w14:textId="77777777" w:rsidR="00053D92" w:rsidRPr="003568D0" w:rsidRDefault="00053D92" w:rsidP="001608F4">
            <w:pPr>
              <w:ind w:left="720"/>
            </w:pPr>
            <w:r>
              <w:rPr>
                <w:vertAlign w:val="superscript"/>
              </w:rPr>
              <w:t>1</w:t>
            </w:r>
            <w:r w:rsidRPr="00E559FD">
              <w:t xml:space="preserve"> Protocol_Revision 13 or higher must be claimed. IUT shall not claim this functionality if the only method of generating a fault condition is by writing to the Reliability property.</w:t>
            </w:r>
          </w:p>
        </w:tc>
      </w:tr>
    </w:tbl>
    <w:p w14:paraId="6F252493" w14:textId="77777777" w:rsidR="00E97BFA" w:rsidRDefault="00BC4493" w:rsidP="008353C1">
      <w:pPr>
        <w:pStyle w:val="Heading1"/>
      </w:pPr>
      <w:r w:rsidRPr="00BC4493">
        <w:lastRenderedPageBreak/>
        <w:t>Data Sharing BIBBs</w:t>
      </w:r>
    </w:p>
    <w:tbl>
      <w:tblPr>
        <w:tblW w:w="8912" w:type="dxa"/>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17"/>
        <w:gridCol w:w="73"/>
        <w:gridCol w:w="910"/>
        <w:gridCol w:w="7552"/>
      </w:tblGrid>
      <w:tr w:rsidR="00417058" w:rsidRPr="00F95990" w14:paraId="51F406F2" w14:textId="77777777" w:rsidTr="00582D01">
        <w:trPr>
          <w:cantSplit/>
          <w:trHeight w:val="980"/>
          <w:tblHeader/>
        </w:trPr>
        <w:tc>
          <w:tcPr>
            <w:tcW w:w="377" w:type="dxa"/>
            <w:gridSpan w:val="2"/>
            <w:textDirection w:val="tbRl"/>
          </w:tcPr>
          <w:p w14:paraId="7EF90F9D" w14:textId="77777777" w:rsidR="00417058" w:rsidRPr="00E91AA5" w:rsidRDefault="00417058" w:rsidP="00E91AA5">
            <w:pPr>
              <w:jc w:val="center"/>
              <w:rPr>
                <w:b/>
              </w:rPr>
            </w:pPr>
            <w:r w:rsidRPr="00E91AA5">
              <w:rPr>
                <w:b/>
              </w:rPr>
              <w:br w:type="page"/>
            </w:r>
            <w:r w:rsidRPr="00E91AA5">
              <w:rPr>
                <w:b/>
              </w:rPr>
              <w:br w:type="page"/>
              <w:t>Support</w:t>
            </w:r>
          </w:p>
        </w:tc>
        <w:tc>
          <w:tcPr>
            <w:tcW w:w="983" w:type="dxa"/>
            <w:gridSpan w:val="2"/>
            <w:textDirection w:val="tbRl"/>
          </w:tcPr>
          <w:p w14:paraId="33D8EFC0" w14:textId="77777777" w:rsidR="00417058" w:rsidRPr="00F95990" w:rsidRDefault="00417058" w:rsidP="009353EF">
            <w:pPr>
              <w:ind w:left="113" w:right="113"/>
              <w:jc w:val="center"/>
              <w:rPr>
                <w:b/>
                <w:bCs/>
              </w:rPr>
            </w:pPr>
            <w:r w:rsidRPr="00F95990">
              <w:rPr>
                <w:b/>
                <w:bCs/>
              </w:rPr>
              <w:t>Listing</w:t>
            </w:r>
          </w:p>
        </w:tc>
        <w:tc>
          <w:tcPr>
            <w:tcW w:w="7552" w:type="dxa"/>
            <w:vAlign w:val="center"/>
          </w:tcPr>
          <w:p w14:paraId="24725A04" w14:textId="77777777" w:rsidR="00417058" w:rsidRPr="00E91AA5" w:rsidRDefault="00417058" w:rsidP="00E91AA5">
            <w:pPr>
              <w:rPr>
                <w:b/>
              </w:rPr>
            </w:pPr>
            <w:r w:rsidRPr="00E91AA5">
              <w:rPr>
                <w:b/>
              </w:rPr>
              <w:t>Option</w:t>
            </w:r>
          </w:p>
        </w:tc>
      </w:tr>
      <w:tr w:rsidR="009353EF" w:rsidRPr="00F95990" w14:paraId="429DAE0B" w14:textId="77777777" w:rsidTr="00582D01">
        <w:trPr>
          <w:cantSplit/>
        </w:trPr>
        <w:tc>
          <w:tcPr>
            <w:tcW w:w="8912" w:type="dxa"/>
            <w:gridSpan w:val="5"/>
          </w:tcPr>
          <w:p w14:paraId="19BB544C" w14:textId="77777777" w:rsidR="009353EF" w:rsidRPr="00F95990" w:rsidRDefault="009353EF" w:rsidP="00BF31A2">
            <w:pPr>
              <w:rPr>
                <w:b/>
                <w:bCs/>
              </w:rPr>
            </w:pPr>
            <w:r w:rsidRPr="00F95990">
              <w:rPr>
                <w:b/>
                <w:bCs/>
              </w:rPr>
              <w:t>Data Sharing</w:t>
            </w:r>
            <w:r w:rsidR="00555D58">
              <w:rPr>
                <w:b/>
                <w:bCs/>
              </w:rPr>
              <w:t xml:space="preserve"> -</w:t>
            </w:r>
            <w:r w:rsidRPr="00F95990">
              <w:rPr>
                <w:b/>
                <w:bCs/>
              </w:rPr>
              <w:t xml:space="preserve"> ReadProperty </w:t>
            </w:r>
            <w:r w:rsidR="00555D58">
              <w:rPr>
                <w:b/>
                <w:bCs/>
              </w:rPr>
              <w:t>-</w:t>
            </w:r>
            <w:r w:rsidR="00555D58" w:rsidRPr="00F95990">
              <w:rPr>
                <w:b/>
                <w:bCs/>
              </w:rPr>
              <w:t xml:space="preserve"> </w:t>
            </w:r>
            <w:r w:rsidRPr="00F95990">
              <w:rPr>
                <w:b/>
                <w:bCs/>
              </w:rPr>
              <w:t>A</w:t>
            </w:r>
          </w:p>
        </w:tc>
      </w:tr>
      <w:tr w:rsidR="009353EF" w:rsidRPr="00F95990" w14:paraId="771A9E03" w14:textId="77777777" w:rsidTr="00582D01">
        <w:tc>
          <w:tcPr>
            <w:tcW w:w="377" w:type="dxa"/>
            <w:gridSpan w:val="2"/>
          </w:tcPr>
          <w:p w14:paraId="362AABF2" w14:textId="77777777" w:rsidR="009353EF" w:rsidRPr="00F95990" w:rsidRDefault="009353EF" w:rsidP="009353EF">
            <w:pPr>
              <w:jc w:val="center"/>
            </w:pPr>
          </w:p>
        </w:tc>
        <w:tc>
          <w:tcPr>
            <w:tcW w:w="983" w:type="dxa"/>
            <w:gridSpan w:val="2"/>
          </w:tcPr>
          <w:p w14:paraId="1E13357D" w14:textId="77777777" w:rsidR="009353EF" w:rsidRPr="00F95990" w:rsidRDefault="009353EF" w:rsidP="009353EF">
            <w:pPr>
              <w:jc w:val="center"/>
            </w:pPr>
            <w:r w:rsidRPr="00F95990">
              <w:t>R</w:t>
            </w:r>
          </w:p>
        </w:tc>
        <w:tc>
          <w:tcPr>
            <w:tcW w:w="7552" w:type="dxa"/>
          </w:tcPr>
          <w:p w14:paraId="61F7B654" w14:textId="77777777" w:rsidR="009353EF" w:rsidRPr="00F95990" w:rsidRDefault="009353EF" w:rsidP="009353EF">
            <w:r w:rsidRPr="00F95990">
              <w:t>Base Requirements</w:t>
            </w:r>
          </w:p>
        </w:tc>
      </w:tr>
      <w:tr w:rsidR="009353EF" w:rsidRPr="00F95990" w14:paraId="64BF6226" w14:textId="77777777" w:rsidTr="00582D01">
        <w:tc>
          <w:tcPr>
            <w:tcW w:w="377" w:type="dxa"/>
            <w:gridSpan w:val="2"/>
          </w:tcPr>
          <w:p w14:paraId="532CCFB3" w14:textId="77777777" w:rsidR="009353EF" w:rsidRPr="00F95990" w:rsidRDefault="009353EF" w:rsidP="009353EF">
            <w:pPr>
              <w:jc w:val="center"/>
            </w:pPr>
          </w:p>
        </w:tc>
        <w:tc>
          <w:tcPr>
            <w:tcW w:w="983" w:type="dxa"/>
            <w:gridSpan w:val="2"/>
          </w:tcPr>
          <w:p w14:paraId="7928F48B"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333A75A1" w14:textId="77777777" w:rsidR="009353EF" w:rsidRPr="00F95990" w:rsidRDefault="009353EF" w:rsidP="009353EF">
            <w:r w:rsidRPr="00F95990">
              <w:t>Can read non-array properties</w:t>
            </w:r>
          </w:p>
        </w:tc>
      </w:tr>
      <w:tr w:rsidR="009353EF" w:rsidRPr="00F95990" w14:paraId="2CAC1E4B" w14:textId="77777777" w:rsidTr="00582D01">
        <w:tc>
          <w:tcPr>
            <w:tcW w:w="377" w:type="dxa"/>
            <w:gridSpan w:val="2"/>
          </w:tcPr>
          <w:p w14:paraId="1D2542A5" w14:textId="77777777" w:rsidR="009353EF" w:rsidRPr="00F95990" w:rsidRDefault="009353EF" w:rsidP="009353EF">
            <w:pPr>
              <w:jc w:val="center"/>
            </w:pPr>
          </w:p>
        </w:tc>
        <w:tc>
          <w:tcPr>
            <w:tcW w:w="983" w:type="dxa"/>
            <w:gridSpan w:val="2"/>
          </w:tcPr>
          <w:p w14:paraId="397A6A91"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2857001D" w14:textId="77777777" w:rsidR="009353EF" w:rsidRPr="00F95990" w:rsidRDefault="009353EF" w:rsidP="009353EF">
            <w:r w:rsidRPr="00F95990">
              <w:t>Can read array elements</w:t>
            </w:r>
          </w:p>
        </w:tc>
      </w:tr>
      <w:tr w:rsidR="009353EF" w:rsidRPr="00F95990" w14:paraId="6CCC982E" w14:textId="77777777" w:rsidTr="00582D01">
        <w:tc>
          <w:tcPr>
            <w:tcW w:w="377" w:type="dxa"/>
            <w:gridSpan w:val="2"/>
          </w:tcPr>
          <w:p w14:paraId="62130134" w14:textId="77777777" w:rsidR="009353EF" w:rsidRPr="00F95990" w:rsidRDefault="009353EF" w:rsidP="009353EF">
            <w:pPr>
              <w:jc w:val="center"/>
            </w:pPr>
          </w:p>
        </w:tc>
        <w:tc>
          <w:tcPr>
            <w:tcW w:w="983" w:type="dxa"/>
            <w:gridSpan w:val="2"/>
          </w:tcPr>
          <w:p w14:paraId="0E221F8E"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4E214122"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read the size of an array</w:t>
            </w:r>
          </w:p>
        </w:tc>
      </w:tr>
      <w:tr w:rsidR="009353EF" w:rsidRPr="00F95990" w14:paraId="4F8694A2" w14:textId="77777777" w:rsidTr="00582D01">
        <w:tc>
          <w:tcPr>
            <w:tcW w:w="377" w:type="dxa"/>
            <w:gridSpan w:val="2"/>
          </w:tcPr>
          <w:p w14:paraId="7FF70CF3" w14:textId="77777777" w:rsidR="009353EF" w:rsidRPr="00F95990" w:rsidRDefault="009353EF" w:rsidP="009353EF">
            <w:pPr>
              <w:jc w:val="center"/>
            </w:pPr>
          </w:p>
        </w:tc>
        <w:tc>
          <w:tcPr>
            <w:tcW w:w="983" w:type="dxa"/>
            <w:gridSpan w:val="2"/>
          </w:tcPr>
          <w:p w14:paraId="43B8CA60"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2338A7B5" w14:textId="77777777" w:rsidR="009353EF" w:rsidRPr="00F95990" w:rsidRDefault="009353EF" w:rsidP="009353EF">
            <w:r w:rsidRPr="00F95990">
              <w:t>Can read whole arrays</w:t>
            </w:r>
          </w:p>
        </w:tc>
      </w:tr>
      <w:tr w:rsidR="009353EF" w:rsidRPr="00F95990" w14:paraId="54A6A532" w14:textId="77777777" w:rsidTr="00582D01">
        <w:tc>
          <w:tcPr>
            <w:tcW w:w="377" w:type="dxa"/>
            <w:gridSpan w:val="2"/>
          </w:tcPr>
          <w:p w14:paraId="7900E86F" w14:textId="77777777" w:rsidR="009353EF" w:rsidRPr="00F95990" w:rsidRDefault="009353EF" w:rsidP="009353EF">
            <w:pPr>
              <w:jc w:val="center"/>
            </w:pPr>
          </w:p>
        </w:tc>
        <w:tc>
          <w:tcPr>
            <w:tcW w:w="983" w:type="dxa"/>
            <w:gridSpan w:val="2"/>
          </w:tcPr>
          <w:p w14:paraId="32E1E582" w14:textId="77777777" w:rsidR="009353EF" w:rsidRPr="00F95990" w:rsidRDefault="009353EF" w:rsidP="009353EF">
            <w:pPr>
              <w:jc w:val="center"/>
            </w:pPr>
            <w:r w:rsidRPr="00F95990">
              <w:t>O</w:t>
            </w:r>
          </w:p>
        </w:tc>
        <w:tc>
          <w:tcPr>
            <w:tcW w:w="7552" w:type="dxa"/>
          </w:tcPr>
          <w:p w14:paraId="1F2E7762" w14:textId="77777777" w:rsidR="009353EF" w:rsidRPr="00F95990" w:rsidRDefault="009353EF" w:rsidP="009353EF">
            <w:r w:rsidRPr="00F95990">
              <w:t>Can read list properties</w:t>
            </w:r>
          </w:p>
        </w:tc>
      </w:tr>
      <w:tr w:rsidR="009353EF" w:rsidRPr="00F95990" w14:paraId="68255514" w14:textId="77777777" w:rsidTr="00582D01">
        <w:tc>
          <w:tcPr>
            <w:tcW w:w="377" w:type="dxa"/>
            <w:gridSpan w:val="2"/>
          </w:tcPr>
          <w:p w14:paraId="181C4AA7" w14:textId="77777777" w:rsidR="009353EF" w:rsidRPr="00F95990" w:rsidRDefault="009353EF" w:rsidP="009353EF">
            <w:pPr>
              <w:jc w:val="center"/>
            </w:pPr>
          </w:p>
        </w:tc>
        <w:tc>
          <w:tcPr>
            <w:tcW w:w="983" w:type="dxa"/>
            <w:gridSpan w:val="2"/>
          </w:tcPr>
          <w:p w14:paraId="1068BA31" w14:textId="77777777" w:rsidR="009353EF" w:rsidRPr="00F95990" w:rsidRDefault="009353EF" w:rsidP="009353EF">
            <w:pPr>
              <w:jc w:val="center"/>
            </w:pPr>
            <w:r w:rsidRPr="00F95990">
              <w:t>O</w:t>
            </w:r>
          </w:p>
        </w:tc>
        <w:tc>
          <w:tcPr>
            <w:tcW w:w="7552" w:type="dxa"/>
          </w:tcPr>
          <w:p w14:paraId="1CBBB542" w14:textId="77777777" w:rsidR="009353EF" w:rsidRPr="00F95990" w:rsidRDefault="009353EF" w:rsidP="009353EF">
            <w:r w:rsidRPr="00F95990">
              <w:t>Can read NULL property values</w:t>
            </w:r>
          </w:p>
        </w:tc>
      </w:tr>
      <w:tr w:rsidR="009353EF" w:rsidRPr="00F95990" w14:paraId="2BA255CC" w14:textId="77777777" w:rsidTr="00582D01">
        <w:tc>
          <w:tcPr>
            <w:tcW w:w="377" w:type="dxa"/>
            <w:gridSpan w:val="2"/>
          </w:tcPr>
          <w:p w14:paraId="7B3DD1A1" w14:textId="77777777" w:rsidR="009353EF" w:rsidRPr="00F95990" w:rsidRDefault="009353EF" w:rsidP="009353EF">
            <w:pPr>
              <w:jc w:val="center"/>
            </w:pPr>
          </w:p>
        </w:tc>
        <w:tc>
          <w:tcPr>
            <w:tcW w:w="983" w:type="dxa"/>
            <w:gridSpan w:val="2"/>
          </w:tcPr>
          <w:p w14:paraId="0DA006E0" w14:textId="77777777" w:rsidR="009353EF" w:rsidRPr="00F95990" w:rsidRDefault="009353EF" w:rsidP="009353EF">
            <w:pPr>
              <w:jc w:val="center"/>
            </w:pPr>
            <w:r w:rsidRPr="00F95990">
              <w:t>O</w:t>
            </w:r>
          </w:p>
        </w:tc>
        <w:tc>
          <w:tcPr>
            <w:tcW w:w="7552" w:type="dxa"/>
          </w:tcPr>
          <w:p w14:paraId="4F347CBE" w14:textId="77777777" w:rsidR="009353EF" w:rsidRPr="00F95990" w:rsidRDefault="009353EF" w:rsidP="009353EF">
            <w:r w:rsidRPr="00F95990">
              <w:t>Can read BOOLEAN property values</w:t>
            </w:r>
          </w:p>
        </w:tc>
      </w:tr>
      <w:tr w:rsidR="009353EF" w:rsidRPr="00F95990" w14:paraId="7428E08C" w14:textId="77777777" w:rsidTr="00582D01">
        <w:tc>
          <w:tcPr>
            <w:tcW w:w="377" w:type="dxa"/>
            <w:gridSpan w:val="2"/>
          </w:tcPr>
          <w:p w14:paraId="0DC2459C" w14:textId="77777777" w:rsidR="009353EF" w:rsidRPr="00F95990" w:rsidRDefault="009353EF" w:rsidP="009353EF">
            <w:pPr>
              <w:jc w:val="center"/>
            </w:pPr>
          </w:p>
        </w:tc>
        <w:tc>
          <w:tcPr>
            <w:tcW w:w="983" w:type="dxa"/>
            <w:gridSpan w:val="2"/>
          </w:tcPr>
          <w:p w14:paraId="70F5249F" w14:textId="77777777" w:rsidR="009353EF" w:rsidRPr="00F95990" w:rsidRDefault="009353EF" w:rsidP="009353EF">
            <w:pPr>
              <w:jc w:val="center"/>
            </w:pPr>
            <w:r w:rsidRPr="00F95990">
              <w:t>O</w:t>
            </w:r>
          </w:p>
        </w:tc>
        <w:tc>
          <w:tcPr>
            <w:tcW w:w="7552" w:type="dxa"/>
          </w:tcPr>
          <w:p w14:paraId="078AD563" w14:textId="77777777" w:rsidR="009353EF" w:rsidRPr="00F95990" w:rsidRDefault="009353EF" w:rsidP="009353EF">
            <w:r w:rsidRPr="00F95990">
              <w:t>Can read Enumerated property values</w:t>
            </w:r>
          </w:p>
        </w:tc>
      </w:tr>
      <w:tr w:rsidR="009353EF" w:rsidRPr="00F95990" w14:paraId="7C4CF306" w14:textId="77777777" w:rsidTr="00582D01">
        <w:tc>
          <w:tcPr>
            <w:tcW w:w="377" w:type="dxa"/>
            <w:gridSpan w:val="2"/>
          </w:tcPr>
          <w:p w14:paraId="5F3B53CB" w14:textId="77777777" w:rsidR="009353EF" w:rsidRPr="00F95990" w:rsidRDefault="009353EF" w:rsidP="009353EF">
            <w:pPr>
              <w:jc w:val="center"/>
            </w:pPr>
          </w:p>
        </w:tc>
        <w:tc>
          <w:tcPr>
            <w:tcW w:w="983" w:type="dxa"/>
            <w:gridSpan w:val="2"/>
          </w:tcPr>
          <w:p w14:paraId="020A732F" w14:textId="77777777" w:rsidR="009353EF" w:rsidRPr="00F95990" w:rsidRDefault="009353EF" w:rsidP="009353EF">
            <w:pPr>
              <w:jc w:val="center"/>
            </w:pPr>
            <w:r w:rsidRPr="00F95990">
              <w:t>O</w:t>
            </w:r>
          </w:p>
        </w:tc>
        <w:tc>
          <w:tcPr>
            <w:tcW w:w="7552" w:type="dxa"/>
          </w:tcPr>
          <w:p w14:paraId="65F17CC8" w14:textId="77777777" w:rsidR="009353EF" w:rsidRPr="00F95990" w:rsidRDefault="009353EF" w:rsidP="009353EF">
            <w:r w:rsidRPr="00F95990">
              <w:t>Can read INTEGER property values</w:t>
            </w:r>
          </w:p>
        </w:tc>
      </w:tr>
      <w:tr w:rsidR="009353EF" w:rsidRPr="00F95990" w14:paraId="7AEC289F" w14:textId="77777777" w:rsidTr="00582D01">
        <w:tc>
          <w:tcPr>
            <w:tcW w:w="377" w:type="dxa"/>
            <w:gridSpan w:val="2"/>
          </w:tcPr>
          <w:p w14:paraId="2F143361" w14:textId="77777777" w:rsidR="009353EF" w:rsidRPr="00F95990" w:rsidRDefault="009353EF" w:rsidP="009353EF">
            <w:pPr>
              <w:jc w:val="center"/>
            </w:pPr>
          </w:p>
        </w:tc>
        <w:tc>
          <w:tcPr>
            <w:tcW w:w="983" w:type="dxa"/>
            <w:gridSpan w:val="2"/>
          </w:tcPr>
          <w:p w14:paraId="3503D001" w14:textId="77777777" w:rsidR="009353EF" w:rsidRPr="00F95990" w:rsidRDefault="009353EF" w:rsidP="009353EF">
            <w:pPr>
              <w:jc w:val="center"/>
            </w:pPr>
            <w:r w:rsidRPr="00F95990">
              <w:t>O</w:t>
            </w:r>
          </w:p>
        </w:tc>
        <w:tc>
          <w:tcPr>
            <w:tcW w:w="7552" w:type="dxa"/>
          </w:tcPr>
          <w:p w14:paraId="6E4F7FF1" w14:textId="77777777" w:rsidR="009353EF" w:rsidRPr="00F95990" w:rsidRDefault="009353EF" w:rsidP="009353EF">
            <w:r w:rsidRPr="00F95990">
              <w:t>Can read Unsigned property values</w:t>
            </w:r>
          </w:p>
        </w:tc>
      </w:tr>
      <w:tr w:rsidR="009353EF" w:rsidRPr="00F95990" w14:paraId="3526A88B" w14:textId="77777777" w:rsidTr="00582D01">
        <w:tc>
          <w:tcPr>
            <w:tcW w:w="377" w:type="dxa"/>
            <w:gridSpan w:val="2"/>
          </w:tcPr>
          <w:p w14:paraId="50DF6781" w14:textId="77777777" w:rsidR="009353EF" w:rsidRPr="00F95990" w:rsidRDefault="009353EF" w:rsidP="009353EF">
            <w:pPr>
              <w:jc w:val="center"/>
            </w:pPr>
          </w:p>
        </w:tc>
        <w:tc>
          <w:tcPr>
            <w:tcW w:w="983" w:type="dxa"/>
            <w:gridSpan w:val="2"/>
          </w:tcPr>
          <w:p w14:paraId="25929090" w14:textId="77777777" w:rsidR="009353EF" w:rsidRPr="00F95990" w:rsidRDefault="009353EF" w:rsidP="009353EF">
            <w:pPr>
              <w:jc w:val="center"/>
            </w:pPr>
            <w:r w:rsidRPr="00F95990">
              <w:t>O</w:t>
            </w:r>
          </w:p>
        </w:tc>
        <w:tc>
          <w:tcPr>
            <w:tcW w:w="7552" w:type="dxa"/>
          </w:tcPr>
          <w:p w14:paraId="02C0AFD8" w14:textId="77777777" w:rsidR="009353EF" w:rsidRPr="00F95990" w:rsidRDefault="009353EF" w:rsidP="009353EF">
            <w:r w:rsidRPr="00F95990">
              <w:t>Can read REAL property values</w:t>
            </w:r>
          </w:p>
        </w:tc>
      </w:tr>
      <w:tr w:rsidR="009353EF" w:rsidRPr="00F95990" w14:paraId="5517B46A" w14:textId="77777777" w:rsidTr="00582D01">
        <w:tc>
          <w:tcPr>
            <w:tcW w:w="377" w:type="dxa"/>
            <w:gridSpan w:val="2"/>
          </w:tcPr>
          <w:p w14:paraId="271CA362" w14:textId="77777777" w:rsidR="009353EF" w:rsidRPr="00F95990" w:rsidRDefault="009353EF" w:rsidP="009353EF">
            <w:pPr>
              <w:jc w:val="center"/>
            </w:pPr>
          </w:p>
        </w:tc>
        <w:tc>
          <w:tcPr>
            <w:tcW w:w="983" w:type="dxa"/>
            <w:gridSpan w:val="2"/>
          </w:tcPr>
          <w:p w14:paraId="10B4AAA4" w14:textId="77777777" w:rsidR="009353EF" w:rsidRPr="00F95990" w:rsidRDefault="009353EF" w:rsidP="009353EF">
            <w:pPr>
              <w:jc w:val="center"/>
            </w:pPr>
            <w:r w:rsidRPr="00F95990">
              <w:t>O</w:t>
            </w:r>
          </w:p>
        </w:tc>
        <w:tc>
          <w:tcPr>
            <w:tcW w:w="7552" w:type="dxa"/>
          </w:tcPr>
          <w:p w14:paraId="7E03065A" w14:textId="77777777" w:rsidR="009353EF" w:rsidRPr="00F95990" w:rsidRDefault="009353EF" w:rsidP="009353EF">
            <w:r w:rsidRPr="00F95990">
              <w:t>Can read Double property values</w:t>
            </w:r>
          </w:p>
        </w:tc>
      </w:tr>
      <w:tr w:rsidR="009353EF" w:rsidRPr="00F95990" w14:paraId="4E8CD6BD" w14:textId="77777777" w:rsidTr="00582D01">
        <w:tc>
          <w:tcPr>
            <w:tcW w:w="377" w:type="dxa"/>
            <w:gridSpan w:val="2"/>
          </w:tcPr>
          <w:p w14:paraId="09711AF5" w14:textId="77777777" w:rsidR="009353EF" w:rsidRPr="00F95990" w:rsidRDefault="009353EF" w:rsidP="009353EF">
            <w:pPr>
              <w:jc w:val="center"/>
            </w:pPr>
          </w:p>
        </w:tc>
        <w:tc>
          <w:tcPr>
            <w:tcW w:w="983" w:type="dxa"/>
            <w:gridSpan w:val="2"/>
          </w:tcPr>
          <w:p w14:paraId="5323D151" w14:textId="77777777" w:rsidR="009353EF" w:rsidRPr="00F95990" w:rsidRDefault="009353EF" w:rsidP="009353EF">
            <w:pPr>
              <w:jc w:val="center"/>
            </w:pPr>
            <w:r w:rsidRPr="00F95990">
              <w:t>O</w:t>
            </w:r>
          </w:p>
        </w:tc>
        <w:tc>
          <w:tcPr>
            <w:tcW w:w="7552" w:type="dxa"/>
          </w:tcPr>
          <w:p w14:paraId="2021DFA1" w14:textId="77777777" w:rsidR="009353EF" w:rsidRPr="00F95990" w:rsidRDefault="009353EF" w:rsidP="009353EF">
            <w:r w:rsidRPr="00F95990">
              <w:t>Can read Time property values</w:t>
            </w:r>
          </w:p>
        </w:tc>
      </w:tr>
      <w:tr w:rsidR="009353EF" w:rsidRPr="00F95990" w14:paraId="5A4AA93E" w14:textId="77777777" w:rsidTr="00582D01">
        <w:tc>
          <w:tcPr>
            <w:tcW w:w="377" w:type="dxa"/>
            <w:gridSpan w:val="2"/>
          </w:tcPr>
          <w:p w14:paraId="0C16F3CB" w14:textId="77777777" w:rsidR="009353EF" w:rsidRPr="00F95990" w:rsidRDefault="009353EF" w:rsidP="009353EF">
            <w:pPr>
              <w:jc w:val="center"/>
            </w:pPr>
          </w:p>
        </w:tc>
        <w:tc>
          <w:tcPr>
            <w:tcW w:w="983" w:type="dxa"/>
            <w:gridSpan w:val="2"/>
          </w:tcPr>
          <w:p w14:paraId="67937222" w14:textId="77777777" w:rsidR="009353EF" w:rsidRPr="00F95990" w:rsidRDefault="009353EF" w:rsidP="009353EF">
            <w:pPr>
              <w:jc w:val="center"/>
            </w:pPr>
            <w:r w:rsidRPr="00F95990">
              <w:t>O</w:t>
            </w:r>
          </w:p>
        </w:tc>
        <w:tc>
          <w:tcPr>
            <w:tcW w:w="7552" w:type="dxa"/>
          </w:tcPr>
          <w:p w14:paraId="1E8E75D2" w14:textId="77777777" w:rsidR="009353EF" w:rsidRPr="00F95990" w:rsidRDefault="009353EF" w:rsidP="009353EF">
            <w:r w:rsidRPr="00F95990">
              <w:t>Can read Date property values</w:t>
            </w:r>
          </w:p>
        </w:tc>
      </w:tr>
      <w:tr w:rsidR="009353EF" w:rsidRPr="00F95990" w14:paraId="05CC6C1E" w14:textId="77777777" w:rsidTr="00582D01">
        <w:tc>
          <w:tcPr>
            <w:tcW w:w="377" w:type="dxa"/>
            <w:gridSpan w:val="2"/>
          </w:tcPr>
          <w:p w14:paraId="7D4B92F3" w14:textId="77777777" w:rsidR="009353EF" w:rsidRPr="00F95990" w:rsidRDefault="009353EF" w:rsidP="009353EF">
            <w:pPr>
              <w:jc w:val="center"/>
            </w:pPr>
          </w:p>
        </w:tc>
        <w:tc>
          <w:tcPr>
            <w:tcW w:w="983" w:type="dxa"/>
            <w:gridSpan w:val="2"/>
          </w:tcPr>
          <w:p w14:paraId="575175E7" w14:textId="77777777" w:rsidR="009353EF" w:rsidRPr="00F95990" w:rsidRDefault="009353EF" w:rsidP="009353EF">
            <w:pPr>
              <w:jc w:val="center"/>
            </w:pPr>
            <w:r w:rsidRPr="00F95990">
              <w:t>O</w:t>
            </w:r>
          </w:p>
        </w:tc>
        <w:tc>
          <w:tcPr>
            <w:tcW w:w="7552" w:type="dxa"/>
          </w:tcPr>
          <w:p w14:paraId="6B25020C" w14:textId="77777777" w:rsidR="009353EF" w:rsidRPr="00F95990" w:rsidRDefault="009353EF" w:rsidP="009353EF">
            <w:r w:rsidRPr="00F95990">
              <w:t>Can read Character String property values</w:t>
            </w:r>
          </w:p>
        </w:tc>
      </w:tr>
      <w:tr w:rsidR="009353EF" w:rsidRPr="00F95990" w14:paraId="2341C16A" w14:textId="77777777" w:rsidTr="00582D01">
        <w:tc>
          <w:tcPr>
            <w:tcW w:w="377" w:type="dxa"/>
            <w:gridSpan w:val="2"/>
          </w:tcPr>
          <w:p w14:paraId="0E5C61CA" w14:textId="77777777" w:rsidR="009353EF" w:rsidRPr="00F95990" w:rsidRDefault="009353EF" w:rsidP="009353EF">
            <w:pPr>
              <w:jc w:val="center"/>
            </w:pPr>
          </w:p>
        </w:tc>
        <w:tc>
          <w:tcPr>
            <w:tcW w:w="983" w:type="dxa"/>
            <w:gridSpan w:val="2"/>
          </w:tcPr>
          <w:p w14:paraId="09204047" w14:textId="77777777" w:rsidR="009353EF" w:rsidRPr="00F95990" w:rsidRDefault="009353EF" w:rsidP="009353EF">
            <w:pPr>
              <w:jc w:val="center"/>
            </w:pPr>
            <w:r w:rsidRPr="00F95990">
              <w:t>O</w:t>
            </w:r>
          </w:p>
        </w:tc>
        <w:tc>
          <w:tcPr>
            <w:tcW w:w="7552" w:type="dxa"/>
          </w:tcPr>
          <w:p w14:paraId="354E989E" w14:textId="77777777" w:rsidR="009353EF" w:rsidRPr="00F95990" w:rsidRDefault="009353EF" w:rsidP="009353EF">
            <w:r w:rsidRPr="00F95990">
              <w:t>Can read Octet String property values</w:t>
            </w:r>
          </w:p>
        </w:tc>
      </w:tr>
      <w:tr w:rsidR="009353EF" w:rsidRPr="00F95990" w14:paraId="5B4B6046" w14:textId="77777777" w:rsidTr="00582D01">
        <w:tc>
          <w:tcPr>
            <w:tcW w:w="377" w:type="dxa"/>
            <w:gridSpan w:val="2"/>
          </w:tcPr>
          <w:p w14:paraId="2CA5B515" w14:textId="77777777" w:rsidR="009353EF" w:rsidRPr="00F95990" w:rsidRDefault="009353EF" w:rsidP="009353EF">
            <w:pPr>
              <w:jc w:val="center"/>
            </w:pPr>
          </w:p>
        </w:tc>
        <w:tc>
          <w:tcPr>
            <w:tcW w:w="983" w:type="dxa"/>
            <w:gridSpan w:val="2"/>
          </w:tcPr>
          <w:p w14:paraId="6C20BB98" w14:textId="77777777" w:rsidR="009353EF" w:rsidRPr="00F95990" w:rsidRDefault="009353EF" w:rsidP="009353EF">
            <w:pPr>
              <w:jc w:val="center"/>
            </w:pPr>
            <w:r w:rsidRPr="00F95990">
              <w:t>O</w:t>
            </w:r>
          </w:p>
        </w:tc>
        <w:tc>
          <w:tcPr>
            <w:tcW w:w="7552" w:type="dxa"/>
          </w:tcPr>
          <w:p w14:paraId="3EC9B5AC" w14:textId="77777777" w:rsidR="009353EF" w:rsidRPr="00F95990" w:rsidRDefault="009353EF" w:rsidP="009353EF">
            <w:r w:rsidRPr="00F95990">
              <w:t>Can read Bit String property values</w:t>
            </w:r>
          </w:p>
        </w:tc>
      </w:tr>
      <w:tr w:rsidR="009353EF" w:rsidRPr="00F95990" w14:paraId="3C1E412A" w14:textId="77777777" w:rsidTr="00582D01">
        <w:tc>
          <w:tcPr>
            <w:tcW w:w="377" w:type="dxa"/>
            <w:gridSpan w:val="2"/>
          </w:tcPr>
          <w:p w14:paraId="75B940A2" w14:textId="77777777" w:rsidR="009353EF" w:rsidRPr="00F95990" w:rsidRDefault="009353EF" w:rsidP="009353EF">
            <w:pPr>
              <w:jc w:val="center"/>
            </w:pPr>
          </w:p>
        </w:tc>
        <w:tc>
          <w:tcPr>
            <w:tcW w:w="983" w:type="dxa"/>
            <w:gridSpan w:val="2"/>
          </w:tcPr>
          <w:p w14:paraId="5EF17392" w14:textId="77777777" w:rsidR="009353EF" w:rsidRPr="00F95990" w:rsidRDefault="009353EF" w:rsidP="009353EF">
            <w:pPr>
              <w:jc w:val="center"/>
            </w:pPr>
            <w:r w:rsidRPr="00F95990">
              <w:t>O</w:t>
            </w:r>
          </w:p>
        </w:tc>
        <w:tc>
          <w:tcPr>
            <w:tcW w:w="7552" w:type="dxa"/>
          </w:tcPr>
          <w:p w14:paraId="6FEB9774" w14:textId="77777777" w:rsidR="009353EF" w:rsidRPr="00F95990" w:rsidRDefault="009353EF" w:rsidP="009353EF">
            <w:r w:rsidRPr="00F95990">
              <w:t>Can read BACnetObjectIdentifier property values</w:t>
            </w:r>
          </w:p>
        </w:tc>
      </w:tr>
      <w:tr w:rsidR="009353EF" w:rsidRPr="00F95990" w14:paraId="4F5C1382" w14:textId="77777777" w:rsidTr="00582D01">
        <w:tc>
          <w:tcPr>
            <w:tcW w:w="377" w:type="dxa"/>
            <w:gridSpan w:val="2"/>
          </w:tcPr>
          <w:p w14:paraId="6FB6C431" w14:textId="77777777" w:rsidR="009353EF" w:rsidRPr="00F95990" w:rsidRDefault="009353EF" w:rsidP="009353EF">
            <w:pPr>
              <w:jc w:val="center"/>
            </w:pPr>
          </w:p>
        </w:tc>
        <w:tc>
          <w:tcPr>
            <w:tcW w:w="983" w:type="dxa"/>
            <w:gridSpan w:val="2"/>
          </w:tcPr>
          <w:p w14:paraId="51918722" w14:textId="77777777" w:rsidR="009353EF" w:rsidRPr="00F95990" w:rsidRDefault="009353EF" w:rsidP="009353EF">
            <w:pPr>
              <w:jc w:val="center"/>
            </w:pPr>
            <w:r w:rsidRPr="00F95990">
              <w:t>O</w:t>
            </w:r>
          </w:p>
        </w:tc>
        <w:tc>
          <w:tcPr>
            <w:tcW w:w="7552" w:type="dxa"/>
          </w:tcPr>
          <w:p w14:paraId="56F9FC97" w14:textId="77777777" w:rsidR="009353EF" w:rsidRPr="00F95990" w:rsidRDefault="009353EF" w:rsidP="009353EF">
            <w:r w:rsidRPr="00F95990">
              <w:t>Can read constructed property values</w:t>
            </w:r>
          </w:p>
        </w:tc>
      </w:tr>
      <w:tr w:rsidR="009353EF" w:rsidRPr="00F95990" w14:paraId="3DD7401E" w14:textId="77777777" w:rsidTr="00582D01">
        <w:tc>
          <w:tcPr>
            <w:tcW w:w="377" w:type="dxa"/>
            <w:gridSpan w:val="2"/>
          </w:tcPr>
          <w:p w14:paraId="1A653639" w14:textId="77777777" w:rsidR="009353EF" w:rsidRPr="00F95990" w:rsidRDefault="009353EF" w:rsidP="009353EF">
            <w:pPr>
              <w:jc w:val="center"/>
            </w:pPr>
          </w:p>
        </w:tc>
        <w:tc>
          <w:tcPr>
            <w:tcW w:w="983" w:type="dxa"/>
            <w:gridSpan w:val="2"/>
          </w:tcPr>
          <w:p w14:paraId="37DDF3F0" w14:textId="77777777" w:rsidR="009353EF" w:rsidRPr="00F95990" w:rsidRDefault="009353EF" w:rsidP="009353EF">
            <w:pPr>
              <w:jc w:val="center"/>
              <w:rPr>
                <w:vertAlign w:val="superscript"/>
              </w:rPr>
            </w:pPr>
            <w:r w:rsidRPr="00F95990">
              <w:t>O</w:t>
            </w:r>
          </w:p>
        </w:tc>
        <w:tc>
          <w:tcPr>
            <w:tcW w:w="7552" w:type="dxa"/>
          </w:tcPr>
          <w:p w14:paraId="58E3FFC0" w14:textId="77777777" w:rsidR="009353EF" w:rsidRPr="00F95990" w:rsidRDefault="009353EF" w:rsidP="009353EF">
            <w:r w:rsidRPr="00F95990">
              <w:t>Can read proprietary property values of basic data types</w:t>
            </w:r>
          </w:p>
        </w:tc>
      </w:tr>
      <w:tr w:rsidR="009353EF" w:rsidRPr="00F95990" w14:paraId="3A96AA0B" w14:textId="77777777" w:rsidTr="00582D01">
        <w:trPr>
          <w:cantSplit/>
        </w:trPr>
        <w:tc>
          <w:tcPr>
            <w:tcW w:w="8912" w:type="dxa"/>
            <w:gridSpan w:val="5"/>
          </w:tcPr>
          <w:p w14:paraId="05C390CD"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tc>
      </w:tr>
      <w:tr w:rsidR="009353EF" w:rsidRPr="00F95990" w14:paraId="2480A9CD" w14:textId="77777777" w:rsidTr="00582D01">
        <w:trPr>
          <w:cantSplit/>
        </w:trPr>
        <w:tc>
          <w:tcPr>
            <w:tcW w:w="8912" w:type="dxa"/>
            <w:gridSpan w:val="5"/>
          </w:tcPr>
          <w:p w14:paraId="410629DC" w14:textId="77777777" w:rsidR="009353EF" w:rsidRPr="00F95990" w:rsidRDefault="009353EF" w:rsidP="009353EF">
            <w:pPr>
              <w:rPr>
                <w:b/>
                <w:bCs/>
              </w:rPr>
            </w:pPr>
            <w:r w:rsidRPr="00F95990">
              <w:rPr>
                <w:b/>
                <w:bCs/>
              </w:rPr>
              <w:t xml:space="preserve">Data Sharing </w:t>
            </w:r>
            <w:r w:rsidR="00012C95">
              <w:rPr>
                <w:b/>
                <w:bCs/>
              </w:rPr>
              <w:t>-</w:t>
            </w:r>
            <w:r w:rsidRPr="00F95990">
              <w:rPr>
                <w:b/>
                <w:bCs/>
              </w:rPr>
              <w:t xml:space="preserve"> ReadProperty </w:t>
            </w:r>
            <w:r w:rsidR="00012C95">
              <w:rPr>
                <w:b/>
                <w:bCs/>
              </w:rPr>
              <w:t>-</w:t>
            </w:r>
            <w:r w:rsidRPr="00F95990">
              <w:rPr>
                <w:b/>
                <w:bCs/>
              </w:rPr>
              <w:t xml:space="preserve"> B</w:t>
            </w:r>
          </w:p>
        </w:tc>
      </w:tr>
      <w:tr w:rsidR="009353EF" w:rsidRPr="00F95990" w14:paraId="3E206E10" w14:textId="77777777" w:rsidTr="00582D01">
        <w:tc>
          <w:tcPr>
            <w:tcW w:w="377" w:type="dxa"/>
            <w:gridSpan w:val="2"/>
          </w:tcPr>
          <w:p w14:paraId="76FEDEE2" w14:textId="77777777" w:rsidR="009353EF" w:rsidRPr="00F95990" w:rsidRDefault="009353EF" w:rsidP="009353EF">
            <w:pPr>
              <w:jc w:val="center"/>
            </w:pPr>
            <w:r w:rsidRPr="00F95990">
              <w:t>X</w:t>
            </w:r>
          </w:p>
        </w:tc>
        <w:tc>
          <w:tcPr>
            <w:tcW w:w="983" w:type="dxa"/>
            <w:gridSpan w:val="2"/>
          </w:tcPr>
          <w:p w14:paraId="2AB973E5" w14:textId="77777777" w:rsidR="009353EF" w:rsidRPr="00F95990" w:rsidRDefault="009353EF" w:rsidP="00735508">
            <w:pPr>
              <w:jc w:val="center"/>
            </w:pPr>
            <w:r w:rsidRPr="00F95990">
              <w:t>R</w:t>
            </w:r>
          </w:p>
        </w:tc>
        <w:tc>
          <w:tcPr>
            <w:tcW w:w="7552" w:type="dxa"/>
          </w:tcPr>
          <w:p w14:paraId="279FF255" w14:textId="77777777" w:rsidR="009353EF" w:rsidRPr="00F95990" w:rsidRDefault="009353EF" w:rsidP="009353EF">
            <w:r w:rsidRPr="00F95990">
              <w:t>Base Requirements</w:t>
            </w:r>
          </w:p>
        </w:tc>
      </w:tr>
      <w:tr w:rsidR="00C24ED5" w:rsidRPr="00F95990" w14:paraId="2D35F21D" w14:textId="77777777" w:rsidTr="00582D01">
        <w:tc>
          <w:tcPr>
            <w:tcW w:w="377" w:type="dxa"/>
            <w:gridSpan w:val="2"/>
          </w:tcPr>
          <w:p w14:paraId="7D2B24B7" w14:textId="77777777" w:rsidR="00C24ED5" w:rsidRPr="00F95990" w:rsidRDefault="00C24ED5" w:rsidP="00255932">
            <w:pPr>
              <w:jc w:val="center"/>
            </w:pPr>
            <w:r>
              <w:t>X</w:t>
            </w:r>
          </w:p>
        </w:tc>
        <w:tc>
          <w:tcPr>
            <w:tcW w:w="983" w:type="dxa"/>
            <w:gridSpan w:val="2"/>
          </w:tcPr>
          <w:p w14:paraId="7B2C7690" w14:textId="77777777" w:rsidR="00C24ED5" w:rsidRPr="00F95990" w:rsidRDefault="00C24ED5" w:rsidP="00255932">
            <w:pPr>
              <w:jc w:val="center"/>
            </w:pPr>
            <w:r>
              <w:t>R</w:t>
            </w:r>
          </w:p>
        </w:tc>
        <w:tc>
          <w:tcPr>
            <w:tcW w:w="7552" w:type="dxa"/>
          </w:tcPr>
          <w:p w14:paraId="73CD7CB4" w14:textId="77777777" w:rsidR="00C24ED5" w:rsidRPr="00F95990" w:rsidRDefault="00C24ED5" w:rsidP="00255932">
            <w:r>
              <w:t>Contains Enumerated property values</w:t>
            </w:r>
          </w:p>
        </w:tc>
      </w:tr>
      <w:tr w:rsidR="00C24ED5" w:rsidRPr="00F95990" w14:paraId="4CA09C0E" w14:textId="77777777" w:rsidTr="00582D01">
        <w:tc>
          <w:tcPr>
            <w:tcW w:w="377" w:type="dxa"/>
            <w:gridSpan w:val="2"/>
          </w:tcPr>
          <w:p w14:paraId="09960B98" w14:textId="77777777" w:rsidR="00C24ED5" w:rsidRPr="00F95990" w:rsidRDefault="00C24ED5" w:rsidP="00255932">
            <w:pPr>
              <w:jc w:val="center"/>
            </w:pPr>
            <w:r>
              <w:t>X</w:t>
            </w:r>
          </w:p>
        </w:tc>
        <w:tc>
          <w:tcPr>
            <w:tcW w:w="983" w:type="dxa"/>
            <w:gridSpan w:val="2"/>
          </w:tcPr>
          <w:p w14:paraId="5C477D84" w14:textId="77777777" w:rsidR="00C24ED5" w:rsidRPr="00F95990" w:rsidRDefault="00C24ED5" w:rsidP="00255932">
            <w:pPr>
              <w:jc w:val="center"/>
            </w:pPr>
            <w:r>
              <w:t>R</w:t>
            </w:r>
          </w:p>
        </w:tc>
        <w:tc>
          <w:tcPr>
            <w:tcW w:w="7552" w:type="dxa"/>
          </w:tcPr>
          <w:p w14:paraId="3DA70CBE" w14:textId="77777777" w:rsidR="00C24ED5" w:rsidRPr="00F95990" w:rsidRDefault="00C24ED5" w:rsidP="00255932">
            <w:r>
              <w:t>Contains Unsigned property values</w:t>
            </w:r>
          </w:p>
        </w:tc>
      </w:tr>
      <w:tr w:rsidR="00C24ED5" w:rsidRPr="00F95990" w14:paraId="584AD281" w14:textId="77777777" w:rsidTr="00582D01">
        <w:tc>
          <w:tcPr>
            <w:tcW w:w="377" w:type="dxa"/>
            <w:gridSpan w:val="2"/>
          </w:tcPr>
          <w:p w14:paraId="488FA66B" w14:textId="77777777" w:rsidR="00C24ED5" w:rsidRPr="00F95990" w:rsidRDefault="00C24ED5" w:rsidP="00255932">
            <w:pPr>
              <w:jc w:val="center"/>
            </w:pPr>
            <w:r>
              <w:t>X</w:t>
            </w:r>
          </w:p>
        </w:tc>
        <w:tc>
          <w:tcPr>
            <w:tcW w:w="983" w:type="dxa"/>
            <w:gridSpan w:val="2"/>
          </w:tcPr>
          <w:p w14:paraId="49F02ED6" w14:textId="77777777" w:rsidR="00C24ED5" w:rsidRPr="00F95990" w:rsidRDefault="00C24ED5" w:rsidP="00255932">
            <w:pPr>
              <w:jc w:val="center"/>
            </w:pPr>
            <w:r>
              <w:t>R</w:t>
            </w:r>
          </w:p>
        </w:tc>
        <w:tc>
          <w:tcPr>
            <w:tcW w:w="7552" w:type="dxa"/>
          </w:tcPr>
          <w:p w14:paraId="1E41AB06" w14:textId="77777777" w:rsidR="00C24ED5" w:rsidRPr="00F95990" w:rsidRDefault="00C24ED5" w:rsidP="00255932">
            <w:r>
              <w:t>Contains BACnetObjectIdentifier property values</w:t>
            </w:r>
          </w:p>
        </w:tc>
      </w:tr>
      <w:tr w:rsidR="00C24ED5" w:rsidRPr="00F95990" w14:paraId="5D62E63B" w14:textId="77777777" w:rsidTr="00582D01">
        <w:tc>
          <w:tcPr>
            <w:tcW w:w="377" w:type="dxa"/>
            <w:gridSpan w:val="2"/>
          </w:tcPr>
          <w:p w14:paraId="497A8A16" w14:textId="77777777" w:rsidR="00C24ED5" w:rsidRPr="00F95990" w:rsidRDefault="00C24ED5" w:rsidP="00255932">
            <w:pPr>
              <w:jc w:val="center"/>
            </w:pPr>
            <w:r>
              <w:t>X</w:t>
            </w:r>
          </w:p>
        </w:tc>
        <w:tc>
          <w:tcPr>
            <w:tcW w:w="983" w:type="dxa"/>
            <w:gridSpan w:val="2"/>
          </w:tcPr>
          <w:p w14:paraId="7D10450E" w14:textId="77777777" w:rsidR="00C24ED5" w:rsidRPr="00F95990" w:rsidRDefault="00C24ED5" w:rsidP="00255932">
            <w:pPr>
              <w:jc w:val="center"/>
            </w:pPr>
            <w:r>
              <w:t>R</w:t>
            </w:r>
          </w:p>
        </w:tc>
        <w:tc>
          <w:tcPr>
            <w:tcW w:w="7552" w:type="dxa"/>
          </w:tcPr>
          <w:p w14:paraId="74362CD5" w14:textId="77777777" w:rsidR="00C24ED5" w:rsidRPr="00F95990" w:rsidRDefault="00C24ED5" w:rsidP="00255932">
            <w:r>
              <w:t>Contains Character String property values</w:t>
            </w:r>
          </w:p>
        </w:tc>
      </w:tr>
      <w:tr w:rsidR="00C24ED5" w:rsidRPr="00F95990" w14:paraId="6A5D7DE7" w14:textId="77777777" w:rsidTr="00582D01">
        <w:tc>
          <w:tcPr>
            <w:tcW w:w="377" w:type="dxa"/>
            <w:gridSpan w:val="2"/>
          </w:tcPr>
          <w:p w14:paraId="36275334" w14:textId="77777777" w:rsidR="00C24ED5" w:rsidRPr="00F95990" w:rsidRDefault="00C24ED5" w:rsidP="00255932">
            <w:pPr>
              <w:jc w:val="center"/>
            </w:pPr>
            <w:r>
              <w:t>X</w:t>
            </w:r>
          </w:p>
        </w:tc>
        <w:tc>
          <w:tcPr>
            <w:tcW w:w="983" w:type="dxa"/>
            <w:gridSpan w:val="2"/>
          </w:tcPr>
          <w:p w14:paraId="1DAFCFB4" w14:textId="77777777" w:rsidR="00C24ED5" w:rsidRPr="00F95990" w:rsidRDefault="00C24ED5" w:rsidP="00255932">
            <w:pPr>
              <w:jc w:val="center"/>
            </w:pPr>
            <w:r>
              <w:t>R</w:t>
            </w:r>
          </w:p>
        </w:tc>
        <w:tc>
          <w:tcPr>
            <w:tcW w:w="7552" w:type="dxa"/>
          </w:tcPr>
          <w:p w14:paraId="7CBFEFBF" w14:textId="77777777" w:rsidR="00C24ED5" w:rsidRPr="00F95990" w:rsidRDefault="00C24ED5" w:rsidP="00C24ED5">
            <w:r>
              <w:t>Contains Bit String property values</w:t>
            </w:r>
          </w:p>
        </w:tc>
      </w:tr>
      <w:tr w:rsidR="009353EF" w:rsidRPr="00F95990" w14:paraId="45914619" w14:textId="77777777" w:rsidTr="00582D01">
        <w:tc>
          <w:tcPr>
            <w:tcW w:w="377" w:type="dxa"/>
            <w:gridSpan w:val="2"/>
          </w:tcPr>
          <w:p w14:paraId="1FB3E927" w14:textId="77777777" w:rsidR="009353EF" w:rsidRPr="00F95990" w:rsidRDefault="009353EF" w:rsidP="009353EF">
            <w:pPr>
              <w:jc w:val="center"/>
            </w:pPr>
          </w:p>
        </w:tc>
        <w:tc>
          <w:tcPr>
            <w:tcW w:w="983" w:type="dxa"/>
            <w:gridSpan w:val="2"/>
          </w:tcPr>
          <w:p w14:paraId="540435AA" w14:textId="77777777" w:rsidR="009353EF" w:rsidRPr="00F95990" w:rsidRDefault="009353EF" w:rsidP="009353EF">
            <w:pPr>
              <w:jc w:val="center"/>
            </w:pPr>
            <w:r w:rsidRPr="00F95990">
              <w:t>O</w:t>
            </w:r>
          </w:p>
        </w:tc>
        <w:tc>
          <w:tcPr>
            <w:tcW w:w="7552" w:type="dxa"/>
          </w:tcPr>
          <w:p w14:paraId="408B92F3" w14:textId="77777777" w:rsidR="009353EF" w:rsidRPr="00F95990" w:rsidRDefault="009353EF" w:rsidP="009353EF">
            <w:r w:rsidRPr="00F95990">
              <w:t>Contains NULL property values</w:t>
            </w:r>
          </w:p>
        </w:tc>
      </w:tr>
      <w:tr w:rsidR="009353EF" w:rsidRPr="00F95990" w14:paraId="3FEEE274" w14:textId="77777777" w:rsidTr="00582D01">
        <w:tc>
          <w:tcPr>
            <w:tcW w:w="377" w:type="dxa"/>
            <w:gridSpan w:val="2"/>
          </w:tcPr>
          <w:p w14:paraId="713B1468" w14:textId="77777777" w:rsidR="009353EF" w:rsidRPr="00F95990" w:rsidRDefault="009353EF" w:rsidP="009353EF">
            <w:pPr>
              <w:jc w:val="center"/>
            </w:pPr>
          </w:p>
        </w:tc>
        <w:tc>
          <w:tcPr>
            <w:tcW w:w="983" w:type="dxa"/>
            <w:gridSpan w:val="2"/>
          </w:tcPr>
          <w:p w14:paraId="028AC622" w14:textId="77777777" w:rsidR="009353EF" w:rsidRPr="00F95990" w:rsidRDefault="009353EF" w:rsidP="009353EF">
            <w:pPr>
              <w:jc w:val="center"/>
            </w:pPr>
            <w:r w:rsidRPr="00F95990">
              <w:t>O</w:t>
            </w:r>
          </w:p>
        </w:tc>
        <w:tc>
          <w:tcPr>
            <w:tcW w:w="7552" w:type="dxa"/>
          </w:tcPr>
          <w:p w14:paraId="20DFACA4" w14:textId="77777777" w:rsidR="009353EF" w:rsidRPr="00F95990" w:rsidRDefault="009353EF" w:rsidP="00BC1DDA">
            <w:r w:rsidRPr="00F95990">
              <w:t xml:space="preserve">Contains </w:t>
            </w:r>
            <w:r w:rsidR="00BC1DDA">
              <w:t>BOOLEAN</w:t>
            </w:r>
            <w:r w:rsidR="00BC1DDA" w:rsidRPr="00F95990">
              <w:t xml:space="preserve"> </w:t>
            </w:r>
            <w:r w:rsidRPr="00F95990">
              <w:t>property values</w:t>
            </w:r>
          </w:p>
        </w:tc>
      </w:tr>
      <w:tr w:rsidR="009353EF" w:rsidRPr="00F95990" w14:paraId="6940DCFC" w14:textId="77777777" w:rsidTr="00582D01">
        <w:tc>
          <w:tcPr>
            <w:tcW w:w="377" w:type="dxa"/>
            <w:gridSpan w:val="2"/>
          </w:tcPr>
          <w:p w14:paraId="4A724293" w14:textId="77777777" w:rsidR="009353EF" w:rsidRPr="00F95990" w:rsidRDefault="009353EF" w:rsidP="009353EF">
            <w:pPr>
              <w:jc w:val="center"/>
            </w:pPr>
          </w:p>
        </w:tc>
        <w:tc>
          <w:tcPr>
            <w:tcW w:w="983" w:type="dxa"/>
            <w:gridSpan w:val="2"/>
          </w:tcPr>
          <w:p w14:paraId="1C70D15A" w14:textId="77777777" w:rsidR="009353EF" w:rsidRPr="00F95990" w:rsidRDefault="009353EF" w:rsidP="009353EF">
            <w:pPr>
              <w:jc w:val="center"/>
            </w:pPr>
            <w:r w:rsidRPr="00F95990">
              <w:t>O</w:t>
            </w:r>
          </w:p>
        </w:tc>
        <w:tc>
          <w:tcPr>
            <w:tcW w:w="7552" w:type="dxa"/>
          </w:tcPr>
          <w:p w14:paraId="2F1C3C45" w14:textId="77777777" w:rsidR="009353EF" w:rsidRPr="00893C2A" w:rsidRDefault="009353EF" w:rsidP="009353EF">
            <w:pPr>
              <w:pStyle w:val="Header"/>
              <w:tabs>
                <w:tab w:val="clear" w:pos="4320"/>
                <w:tab w:val="clear" w:pos="8640"/>
              </w:tabs>
              <w:rPr>
                <w:lang w:val="en-US" w:eastAsia="en-US"/>
              </w:rPr>
            </w:pPr>
            <w:r w:rsidRPr="00893C2A">
              <w:rPr>
                <w:lang w:val="en-US" w:eastAsia="en-US"/>
              </w:rPr>
              <w:t>Contains INTEGER property values</w:t>
            </w:r>
          </w:p>
        </w:tc>
      </w:tr>
      <w:tr w:rsidR="009353EF" w:rsidRPr="00F95990" w14:paraId="7D809CC7" w14:textId="77777777" w:rsidTr="00582D01">
        <w:tc>
          <w:tcPr>
            <w:tcW w:w="377" w:type="dxa"/>
            <w:gridSpan w:val="2"/>
          </w:tcPr>
          <w:p w14:paraId="786A990B" w14:textId="77777777" w:rsidR="009353EF" w:rsidRPr="00F95990" w:rsidRDefault="009353EF" w:rsidP="009353EF">
            <w:pPr>
              <w:jc w:val="center"/>
            </w:pPr>
          </w:p>
        </w:tc>
        <w:tc>
          <w:tcPr>
            <w:tcW w:w="983" w:type="dxa"/>
            <w:gridSpan w:val="2"/>
          </w:tcPr>
          <w:p w14:paraId="2C7E319C" w14:textId="77777777" w:rsidR="009353EF" w:rsidRPr="00F95990" w:rsidRDefault="009353EF" w:rsidP="009353EF">
            <w:pPr>
              <w:jc w:val="center"/>
            </w:pPr>
            <w:r w:rsidRPr="00F95990">
              <w:t>O</w:t>
            </w:r>
          </w:p>
        </w:tc>
        <w:tc>
          <w:tcPr>
            <w:tcW w:w="7552" w:type="dxa"/>
          </w:tcPr>
          <w:p w14:paraId="0041F5D5" w14:textId="77777777" w:rsidR="009353EF" w:rsidRPr="00F95990" w:rsidRDefault="009353EF" w:rsidP="009353EF">
            <w:r w:rsidRPr="00F95990">
              <w:t>Contains REAL property values</w:t>
            </w:r>
          </w:p>
        </w:tc>
      </w:tr>
      <w:tr w:rsidR="009353EF" w:rsidRPr="00F95990" w14:paraId="5ADB4442" w14:textId="77777777" w:rsidTr="00582D01">
        <w:tc>
          <w:tcPr>
            <w:tcW w:w="377" w:type="dxa"/>
            <w:gridSpan w:val="2"/>
          </w:tcPr>
          <w:p w14:paraId="4A0B8B89" w14:textId="77777777" w:rsidR="009353EF" w:rsidRPr="00F95990" w:rsidRDefault="009353EF" w:rsidP="009353EF">
            <w:pPr>
              <w:jc w:val="center"/>
            </w:pPr>
          </w:p>
        </w:tc>
        <w:tc>
          <w:tcPr>
            <w:tcW w:w="983" w:type="dxa"/>
            <w:gridSpan w:val="2"/>
          </w:tcPr>
          <w:p w14:paraId="37F4D7C5" w14:textId="77777777" w:rsidR="009353EF" w:rsidRPr="00F95990" w:rsidRDefault="009353EF" w:rsidP="009353EF">
            <w:pPr>
              <w:jc w:val="center"/>
            </w:pPr>
            <w:r w:rsidRPr="00F95990">
              <w:t>O</w:t>
            </w:r>
          </w:p>
        </w:tc>
        <w:tc>
          <w:tcPr>
            <w:tcW w:w="7552" w:type="dxa"/>
          </w:tcPr>
          <w:p w14:paraId="4706619B" w14:textId="77777777" w:rsidR="009353EF" w:rsidRPr="00F95990" w:rsidRDefault="009353EF" w:rsidP="009353EF">
            <w:r w:rsidRPr="00F95990">
              <w:t>Contains Double property values</w:t>
            </w:r>
          </w:p>
        </w:tc>
      </w:tr>
      <w:tr w:rsidR="009353EF" w:rsidRPr="00F95990" w14:paraId="5EB72541" w14:textId="77777777" w:rsidTr="00582D01">
        <w:tc>
          <w:tcPr>
            <w:tcW w:w="377" w:type="dxa"/>
            <w:gridSpan w:val="2"/>
          </w:tcPr>
          <w:p w14:paraId="28D686B9" w14:textId="77777777" w:rsidR="009353EF" w:rsidRPr="00F95990" w:rsidRDefault="009353EF" w:rsidP="009353EF">
            <w:pPr>
              <w:jc w:val="center"/>
            </w:pPr>
          </w:p>
        </w:tc>
        <w:tc>
          <w:tcPr>
            <w:tcW w:w="983" w:type="dxa"/>
            <w:gridSpan w:val="2"/>
          </w:tcPr>
          <w:p w14:paraId="48FB2C84" w14:textId="77777777" w:rsidR="009353EF" w:rsidRPr="00F95990" w:rsidRDefault="009353EF" w:rsidP="009353EF">
            <w:pPr>
              <w:jc w:val="center"/>
            </w:pPr>
            <w:r w:rsidRPr="00F95990">
              <w:t>O</w:t>
            </w:r>
          </w:p>
        </w:tc>
        <w:tc>
          <w:tcPr>
            <w:tcW w:w="7552" w:type="dxa"/>
          </w:tcPr>
          <w:p w14:paraId="66E79E77" w14:textId="77777777" w:rsidR="009353EF" w:rsidRPr="00F95990" w:rsidRDefault="009353EF" w:rsidP="009353EF">
            <w:r w:rsidRPr="00F95990">
              <w:t>Contains Time property values</w:t>
            </w:r>
          </w:p>
        </w:tc>
      </w:tr>
      <w:tr w:rsidR="009353EF" w:rsidRPr="00F95990" w14:paraId="103C7819" w14:textId="77777777" w:rsidTr="00582D01">
        <w:tc>
          <w:tcPr>
            <w:tcW w:w="377" w:type="dxa"/>
            <w:gridSpan w:val="2"/>
          </w:tcPr>
          <w:p w14:paraId="331D0947" w14:textId="77777777" w:rsidR="009353EF" w:rsidRPr="00F95990" w:rsidRDefault="009353EF" w:rsidP="009353EF">
            <w:pPr>
              <w:jc w:val="center"/>
            </w:pPr>
          </w:p>
        </w:tc>
        <w:tc>
          <w:tcPr>
            <w:tcW w:w="983" w:type="dxa"/>
            <w:gridSpan w:val="2"/>
          </w:tcPr>
          <w:p w14:paraId="7BF9BA63" w14:textId="77777777" w:rsidR="009353EF" w:rsidRPr="00F95990" w:rsidRDefault="009353EF" w:rsidP="009353EF">
            <w:pPr>
              <w:jc w:val="center"/>
            </w:pPr>
            <w:r w:rsidRPr="00F95990">
              <w:t>O</w:t>
            </w:r>
          </w:p>
        </w:tc>
        <w:tc>
          <w:tcPr>
            <w:tcW w:w="7552" w:type="dxa"/>
          </w:tcPr>
          <w:p w14:paraId="367060C0" w14:textId="77777777" w:rsidR="009353EF" w:rsidRPr="00F95990" w:rsidRDefault="009353EF" w:rsidP="009353EF">
            <w:r w:rsidRPr="00F95990">
              <w:t>Contains Date property values</w:t>
            </w:r>
          </w:p>
        </w:tc>
      </w:tr>
      <w:tr w:rsidR="009353EF" w:rsidRPr="00F95990" w14:paraId="089CF8F3" w14:textId="77777777" w:rsidTr="00582D01">
        <w:tc>
          <w:tcPr>
            <w:tcW w:w="377" w:type="dxa"/>
            <w:gridSpan w:val="2"/>
          </w:tcPr>
          <w:p w14:paraId="7AD82275" w14:textId="77777777" w:rsidR="009353EF" w:rsidRPr="00F95990" w:rsidRDefault="009353EF" w:rsidP="009353EF">
            <w:pPr>
              <w:jc w:val="center"/>
            </w:pPr>
          </w:p>
        </w:tc>
        <w:tc>
          <w:tcPr>
            <w:tcW w:w="983" w:type="dxa"/>
            <w:gridSpan w:val="2"/>
          </w:tcPr>
          <w:p w14:paraId="50AED85E" w14:textId="77777777" w:rsidR="009353EF" w:rsidRPr="00F95990" w:rsidRDefault="009353EF" w:rsidP="009353EF">
            <w:pPr>
              <w:jc w:val="center"/>
            </w:pPr>
            <w:r w:rsidRPr="00F95990">
              <w:t>O</w:t>
            </w:r>
          </w:p>
        </w:tc>
        <w:tc>
          <w:tcPr>
            <w:tcW w:w="7552" w:type="dxa"/>
          </w:tcPr>
          <w:p w14:paraId="5EAF5D59" w14:textId="77777777" w:rsidR="009353EF" w:rsidRPr="00F95990" w:rsidRDefault="009353EF" w:rsidP="009353EF">
            <w:r w:rsidRPr="00F95990">
              <w:t>Contains Octet String property values</w:t>
            </w:r>
          </w:p>
        </w:tc>
      </w:tr>
      <w:tr w:rsidR="009353EF" w:rsidRPr="00F95990" w14:paraId="1859E997" w14:textId="77777777" w:rsidTr="00582D01">
        <w:tc>
          <w:tcPr>
            <w:tcW w:w="377" w:type="dxa"/>
            <w:gridSpan w:val="2"/>
          </w:tcPr>
          <w:p w14:paraId="09073F0C" w14:textId="77777777" w:rsidR="009353EF" w:rsidRPr="00F95990" w:rsidRDefault="009353EF" w:rsidP="009353EF">
            <w:pPr>
              <w:jc w:val="center"/>
            </w:pPr>
          </w:p>
        </w:tc>
        <w:tc>
          <w:tcPr>
            <w:tcW w:w="983" w:type="dxa"/>
            <w:gridSpan w:val="2"/>
          </w:tcPr>
          <w:p w14:paraId="760A6EBF" w14:textId="77777777" w:rsidR="009353EF" w:rsidRPr="00F95990" w:rsidRDefault="009353EF" w:rsidP="009353EF">
            <w:pPr>
              <w:jc w:val="center"/>
            </w:pPr>
            <w:r w:rsidRPr="00F95990">
              <w:t>O</w:t>
            </w:r>
          </w:p>
        </w:tc>
        <w:tc>
          <w:tcPr>
            <w:tcW w:w="7552" w:type="dxa"/>
          </w:tcPr>
          <w:p w14:paraId="094788DB" w14:textId="77777777" w:rsidR="009353EF" w:rsidRPr="00F95990" w:rsidRDefault="009353EF" w:rsidP="009353EF">
            <w:r w:rsidRPr="00F95990">
              <w:t>Contains proprietary properties with basic data types</w:t>
            </w:r>
          </w:p>
        </w:tc>
      </w:tr>
      <w:tr w:rsidR="009353EF" w:rsidRPr="00F95990" w14:paraId="0E7F46F9" w14:textId="77777777" w:rsidTr="00582D01">
        <w:trPr>
          <w:cantSplit/>
        </w:trPr>
        <w:tc>
          <w:tcPr>
            <w:tcW w:w="8912" w:type="dxa"/>
            <w:gridSpan w:val="5"/>
          </w:tcPr>
          <w:p w14:paraId="4C6309E4" w14:textId="77777777" w:rsidR="009353EF" w:rsidRPr="00F95990" w:rsidRDefault="009353EF" w:rsidP="009353EF">
            <w:pPr>
              <w:pStyle w:val="OptionFootnote"/>
              <w:rPr>
                <w:b/>
                <w:bCs/>
              </w:rPr>
            </w:pPr>
          </w:p>
        </w:tc>
      </w:tr>
      <w:tr w:rsidR="009353EF" w:rsidRPr="00F95990" w14:paraId="7CD6BF11" w14:textId="77777777" w:rsidTr="00582D01">
        <w:trPr>
          <w:cantSplit/>
        </w:trPr>
        <w:tc>
          <w:tcPr>
            <w:tcW w:w="8912" w:type="dxa"/>
            <w:gridSpan w:val="5"/>
          </w:tcPr>
          <w:p w14:paraId="43D27B73" w14:textId="77777777" w:rsidR="009353EF" w:rsidRPr="00F95990" w:rsidRDefault="009353EF" w:rsidP="006744E4">
            <w:pPr>
              <w:rPr>
                <w:b/>
                <w:bCs/>
              </w:rPr>
            </w:pPr>
            <w:r w:rsidRPr="00F95990">
              <w:rPr>
                <w:b/>
                <w:bCs/>
              </w:rPr>
              <w:t xml:space="preserve">Data Sharing </w:t>
            </w:r>
            <w:r w:rsidR="00012C95">
              <w:rPr>
                <w:b/>
                <w:bCs/>
              </w:rPr>
              <w:t>-</w:t>
            </w:r>
            <w:r w:rsidRPr="00F95990">
              <w:rPr>
                <w:b/>
                <w:bCs/>
              </w:rPr>
              <w:t xml:space="preserve"> ReadPropertyMultiple </w:t>
            </w:r>
            <w:r w:rsidR="00012C95">
              <w:rPr>
                <w:b/>
                <w:bCs/>
              </w:rPr>
              <w:t>-</w:t>
            </w:r>
            <w:r w:rsidRPr="00F95990">
              <w:rPr>
                <w:b/>
                <w:bCs/>
              </w:rPr>
              <w:t xml:space="preserve"> A</w:t>
            </w:r>
          </w:p>
        </w:tc>
      </w:tr>
      <w:tr w:rsidR="009353EF" w:rsidRPr="00F95990" w14:paraId="3D082463" w14:textId="77777777" w:rsidTr="00582D01">
        <w:tc>
          <w:tcPr>
            <w:tcW w:w="377" w:type="dxa"/>
            <w:gridSpan w:val="2"/>
          </w:tcPr>
          <w:p w14:paraId="556CFCA4" w14:textId="77777777" w:rsidR="009353EF" w:rsidRPr="00F95990" w:rsidRDefault="009353EF" w:rsidP="009353EF">
            <w:pPr>
              <w:jc w:val="center"/>
            </w:pPr>
          </w:p>
        </w:tc>
        <w:tc>
          <w:tcPr>
            <w:tcW w:w="983" w:type="dxa"/>
            <w:gridSpan w:val="2"/>
          </w:tcPr>
          <w:p w14:paraId="5124F705" w14:textId="77777777" w:rsidR="009353EF" w:rsidRPr="00F95990" w:rsidRDefault="009353EF" w:rsidP="009353EF">
            <w:pPr>
              <w:jc w:val="center"/>
            </w:pPr>
            <w:r w:rsidRPr="00F95990">
              <w:t>R</w:t>
            </w:r>
          </w:p>
        </w:tc>
        <w:tc>
          <w:tcPr>
            <w:tcW w:w="7552" w:type="dxa"/>
          </w:tcPr>
          <w:p w14:paraId="122553AF" w14:textId="77777777" w:rsidR="009353EF" w:rsidRPr="00F95990" w:rsidRDefault="009353EF" w:rsidP="009353EF">
            <w:r w:rsidRPr="00F95990">
              <w:t>Base Requirements</w:t>
            </w:r>
          </w:p>
        </w:tc>
      </w:tr>
      <w:tr w:rsidR="009353EF" w:rsidRPr="00F95990" w14:paraId="19182EA0" w14:textId="77777777" w:rsidTr="00582D01">
        <w:tc>
          <w:tcPr>
            <w:tcW w:w="377" w:type="dxa"/>
            <w:gridSpan w:val="2"/>
          </w:tcPr>
          <w:p w14:paraId="7C68AC33" w14:textId="77777777" w:rsidR="009353EF" w:rsidRPr="00F95990" w:rsidRDefault="009353EF" w:rsidP="009353EF">
            <w:pPr>
              <w:jc w:val="center"/>
            </w:pPr>
          </w:p>
        </w:tc>
        <w:tc>
          <w:tcPr>
            <w:tcW w:w="983" w:type="dxa"/>
            <w:gridSpan w:val="2"/>
          </w:tcPr>
          <w:p w14:paraId="56A3103F" w14:textId="77777777" w:rsidR="009353EF" w:rsidRPr="00F95990" w:rsidRDefault="009353EF" w:rsidP="009353EF">
            <w:pPr>
              <w:jc w:val="center"/>
            </w:pPr>
            <w:r w:rsidRPr="00F95990">
              <w:t>BTL-R</w:t>
            </w:r>
          </w:p>
        </w:tc>
        <w:tc>
          <w:tcPr>
            <w:tcW w:w="7552" w:type="dxa"/>
          </w:tcPr>
          <w:p w14:paraId="48B31422" w14:textId="77777777" w:rsidR="009353EF" w:rsidRPr="00F95990" w:rsidRDefault="009353EF" w:rsidP="009353EF">
            <w:r w:rsidRPr="00F95990">
              <w:t>Supports DS-RP-A</w:t>
            </w:r>
          </w:p>
        </w:tc>
      </w:tr>
      <w:tr w:rsidR="009353EF" w:rsidRPr="00F95990" w14:paraId="34114B6F" w14:textId="77777777" w:rsidTr="00582D01">
        <w:tc>
          <w:tcPr>
            <w:tcW w:w="377" w:type="dxa"/>
            <w:gridSpan w:val="2"/>
          </w:tcPr>
          <w:p w14:paraId="4FC17489" w14:textId="77777777" w:rsidR="009353EF" w:rsidRPr="00F95990" w:rsidRDefault="009353EF" w:rsidP="009353EF">
            <w:pPr>
              <w:jc w:val="center"/>
            </w:pPr>
          </w:p>
        </w:tc>
        <w:tc>
          <w:tcPr>
            <w:tcW w:w="983" w:type="dxa"/>
            <w:gridSpan w:val="2"/>
          </w:tcPr>
          <w:p w14:paraId="4BA07F64"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6743EE13" w14:textId="77777777" w:rsidR="009353EF" w:rsidRPr="00F95990" w:rsidRDefault="009353EF" w:rsidP="009353EF">
            <w:r w:rsidRPr="00F95990">
              <w:t>Can read multiple properties from a single object</w:t>
            </w:r>
          </w:p>
        </w:tc>
      </w:tr>
      <w:tr w:rsidR="009353EF" w:rsidRPr="00F95990" w14:paraId="4D6087BC" w14:textId="77777777" w:rsidTr="00582D01">
        <w:tc>
          <w:tcPr>
            <w:tcW w:w="377" w:type="dxa"/>
            <w:gridSpan w:val="2"/>
          </w:tcPr>
          <w:p w14:paraId="1687B6D2" w14:textId="77777777" w:rsidR="009353EF" w:rsidRPr="00F95990" w:rsidRDefault="009353EF" w:rsidP="009353EF">
            <w:pPr>
              <w:jc w:val="center"/>
            </w:pPr>
          </w:p>
        </w:tc>
        <w:tc>
          <w:tcPr>
            <w:tcW w:w="983" w:type="dxa"/>
            <w:gridSpan w:val="2"/>
          </w:tcPr>
          <w:p w14:paraId="6F7D536E"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35F68531" w14:textId="77777777" w:rsidR="009353EF" w:rsidRPr="00F95990" w:rsidRDefault="009353EF" w:rsidP="009353EF">
            <w:r w:rsidRPr="00F95990">
              <w:t>Can read a single property from multiple objects</w:t>
            </w:r>
          </w:p>
        </w:tc>
      </w:tr>
      <w:tr w:rsidR="009353EF" w:rsidRPr="00F95990" w14:paraId="69E827AE" w14:textId="77777777" w:rsidTr="00582D01">
        <w:tc>
          <w:tcPr>
            <w:tcW w:w="377" w:type="dxa"/>
            <w:gridSpan w:val="2"/>
          </w:tcPr>
          <w:p w14:paraId="0B441676" w14:textId="77777777" w:rsidR="009353EF" w:rsidRPr="00F95990" w:rsidRDefault="009353EF" w:rsidP="009353EF">
            <w:pPr>
              <w:jc w:val="center"/>
            </w:pPr>
          </w:p>
        </w:tc>
        <w:tc>
          <w:tcPr>
            <w:tcW w:w="983" w:type="dxa"/>
            <w:gridSpan w:val="2"/>
          </w:tcPr>
          <w:p w14:paraId="4E1E5434" w14:textId="77777777" w:rsidR="009353EF" w:rsidRPr="00F95990" w:rsidRDefault="009353EF" w:rsidP="009353EF">
            <w:pPr>
              <w:jc w:val="center"/>
              <w:rPr>
                <w:vertAlign w:val="superscript"/>
              </w:rPr>
            </w:pPr>
            <w:r w:rsidRPr="00F95990">
              <w:t>C</w:t>
            </w:r>
            <w:r w:rsidRPr="00F95990">
              <w:rPr>
                <w:vertAlign w:val="superscript"/>
              </w:rPr>
              <w:t>1</w:t>
            </w:r>
          </w:p>
        </w:tc>
        <w:tc>
          <w:tcPr>
            <w:tcW w:w="7552" w:type="dxa"/>
          </w:tcPr>
          <w:p w14:paraId="7C913697" w14:textId="77777777" w:rsidR="009353EF" w:rsidRPr="00F95990" w:rsidRDefault="009353EF" w:rsidP="009353EF">
            <w:r w:rsidRPr="00F95990">
              <w:t>Can read multiple properties from multiple objects</w:t>
            </w:r>
          </w:p>
        </w:tc>
      </w:tr>
      <w:tr w:rsidR="009353EF" w:rsidRPr="00F95990" w14:paraId="48F4A805" w14:textId="77777777" w:rsidTr="00582D01">
        <w:tc>
          <w:tcPr>
            <w:tcW w:w="377" w:type="dxa"/>
            <w:gridSpan w:val="2"/>
          </w:tcPr>
          <w:p w14:paraId="0A471C8D" w14:textId="77777777" w:rsidR="009353EF" w:rsidRPr="00F95990" w:rsidRDefault="009353EF" w:rsidP="009353EF">
            <w:pPr>
              <w:jc w:val="center"/>
            </w:pPr>
          </w:p>
        </w:tc>
        <w:tc>
          <w:tcPr>
            <w:tcW w:w="983" w:type="dxa"/>
            <w:gridSpan w:val="2"/>
          </w:tcPr>
          <w:p w14:paraId="651EF4A2" w14:textId="77777777" w:rsidR="009353EF" w:rsidRPr="00F95990" w:rsidRDefault="009353EF" w:rsidP="009353EF">
            <w:pPr>
              <w:jc w:val="center"/>
            </w:pPr>
            <w:r w:rsidRPr="00F95990">
              <w:t>C</w:t>
            </w:r>
            <w:r w:rsidRPr="00F95990">
              <w:rPr>
                <w:vertAlign w:val="superscript"/>
              </w:rPr>
              <w:t>1</w:t>
            </w:r>
          </w:p>
        </w:tc>
        <w:tc>
          <w:tcPr>
            <w:tcW w:w="7552" w:type="dxa"/>
          </w:tcPr>
          <w:p w14:paraId="6F9BD985" w14:textId="77777777" w:rsidR="009353EF" w:rsidRPr="00F95990" w:rsidRDefault="009353EF" w:rsidP="009353EF">
            <w:r w:rsidRPr="00F95990">
              <w:t>Can read using the special ALL property identifier</w:t>
            </w:r>
          </w:p>
        </w:tc>
      </w:tr>
      <w:tr w:rsidR="009353EF" w:rsidRPr="00F95990" w14:paraId="55637099" w14:textId="77777777" w:rsidTr="00582D01">
        <w:tc>
          <w:tcPr>
            <w:tcW w:w="377" w:type="dxa"/>
            <w:gridSpan w:val="2"/>
          </w:tcPr>
          <w:p w14:paraId="6CDEA673" w14:textId="77777777" w:rsidR="009353EF" w:rsidRPr="00F95990" w:rsidRDefault="009353EF" w:rsidP="009353EF">
            <w:pPr>
              <w:jc w:val="center"/>
            </w:pPr>
          </w:p>
        </w:tc>
        <w:tc>
          <w:tcPr>
            <w:tcW w:w="983" w:type="dxa"/>
            <w:gridSpan w:val="2"/>
          </w:tcPr>
          <w:p w14:paraId="34A4736D" w14:textId="77777777" w:rsidR="009353EF" w:rsidRPr="00F95990" w:rsidRDefault="009353EF" w:rsidP="009353EF">
            <w:pPr>
              <w:jc w:val="center"/>
            </w:pPr>
            <w:r w:rsidRPr="00F95990">
              <w:t>C</w:t>
            </w:r>
            <w:r w:rsidRPr="00F95990">
              <w:rPr>
                <w:vertAlign w:val="superscript"/>
              </w:rPr>
              <w:t>1</w:t>
            </w:r>
          </w:p>
        </w:tc>
        <w:tc>
          <w:tcPr>
            <w:tcW w:w="7552" w:type="dxa"/>
          </w:tcPr>
          <w:p w14:paraId="23ECFAEF" w14:textId="77777777" w:rsidR="009353EF" w:rsidRPr="00F95990" w:rsidRDefault="009353EF" w:rsidP="009353EF">
            <w:r w:rsidRPr="00F95990">
              <w:t>Can read using the special OPTIONAL property identifier</w:t>
            </w:r>
          </w:p>
        </w:tc>
      </w:tr>
      <w:tr w:rsidR="009353EF" w:rsidRPr="00F95990" w14:paraId="0CCE0915" w14:textId="77777777" w:rsidTr="00582D01">
        <w:tc>
          <w:tcPr>
            <w:tcW w:w="377" w:type="dxa"/>
            <w:gridSpan w:val="2"/>
          </w:tcPr>
          <w:p w14:paraId="62E38C40" w14:textId="77777777" w:rsidR="009353EF" w:rsidRPr="00F95990" w:rsidRDefault="009353EF" w:rsidP="009353EF">
            <w:pPr>
              <w:jc w:val="center"/>
            </w:pPr>
          </w:p>
        </w:tc>
        <w:tc>
          <w:tcPr>
            <w:tcW w:w="983" w:type="dxa"/>
            <w:gridSpan w:val="2"/>
          </w:tcPr>
          <w:p w14:paraId="4E8857F4" w14:textId="77777777" w:rsidR="009353EF" w:rsidRPr="00F95990" w:rsidRDefault="009353EF" w:rsidP="009353EF">
            <w:pPr>
              <w:jc w:val="center"/>
            </w:pPr>
            <w:r w:rsidRPr="00F95990">
              <w:t>C</w:t>
            </w:r>
            <w:r w:rsidRPr="00F95990">
              <w:rPr>
                <w:vertAlign w:val="superscript"/>
              </w:rPr>
              <w:t>1</w:t>
            </w:r>
          </w:p>
        </w:tc>
        <w:tc>
          <w:tcPr>
            <w:tcW w:w="7552" w:type="dxa"/>
          </w:tcPr>
          <w:p w14:paraId="5FA30A46" w14:textId="77777777" w:rsidR="009353EF" w:rsidRPr="00F95990" w:rsidRDefault="009353EF" w:rsidP="009353EF">
            <w:r w:rsidRPr="00F95990">
              <w:t>Can read using the special REQUIRED property identifier</w:t>
            </w:r>
          </w:p>
        </w:tc>
      </w:tr>
      <w:tr w:rsidR="009353EF" w:rsidRPr="00F95990" w14:paraId="2D7915E4" w14:textId="77777777" w:rsidTr="00582D01">
        <w:tc>
          <w:tcPr>
            <w:tcW w:w="377" w:type="dxa"/>
            <w:gridSpan w:val="2"/>
          </w:tcPr>
          <w:p w14:paraId="573F2273" w14:textId="77777777" w:rsidR="009353EF" w:rsidRPr="00F95990" w:rsidRDefault="009353EF" w:rsidP="009353EF">
            <w:pPr>
              <w:jc w:val="center"/>
            </w:pPr>
          </w:p>
        </w:tc>
        <w:tc>
          <w:tcPr>
            <w:tcW w:w="983" w:type="dxa"/>
            <w:gridSpan w:val="2"/>
          </w:tcPr>
          <w:p w14:paraId="2C197BFB" w14:textId="77777777" w:rsidR="009353EF" w:rsidRPr="00F95990" w:rsidRDefault="009353EF" w:rsidP="009353EF">
            <w:pPr>
              <w:jc w:val="center"/>
              <w:rPr>
                <w:vertAlign w:val="superscript"/>
              </w:rPr>
            </w:pPr>
            <w:r w:rsidRPr="00F95990">
              <w:t>BTL-C</w:t>
            </w:r>
            <w:r w:rsidRPr="00F95990">
              <w:rPr>
                <w:vertAlign w:val="superscript"/>
              </w:rPr>
              <w:t>2</w:t>
            </w:r>
          </w:p>
        </w:tc>
        <w:tc>
          <w:tcPr>
            <w:tcW w:w="7552" w:type="dxa"/>
          </w:tcPr>
          <w:p w14:paraId="68B61CBB" w14:textId="77777777" w:rsidR="009353EF" w:rsidRPr="00F95990" w:rsidRDefault="009353EF" w:rsidP="008658DB">
            <w:r w:rsidRPr="00F95990">
              <w:t xml:space="preserve">Can fallback to ReadProperty based on </w:t>
            </w:r>
            <w:r w:rsidR="008658DB">
              <w:t>Protocol_Services_Supported</w:t>
            </w:r>
          </w:p>
        </w:tc>
      </w:tr>
      <w:tr w:rsidR="009353EF" w:rsidRPr="00F95990" w14:paraId="5E752829" w14:textId="77777777" w:rsidTr="00582D01">
        <w:tc>
          <w:tcPr>
            <w:tcW w:w="377" w:type="dxa"/>
            <w:gridSpan w:val="2"/>
          </w:tcPr>
          <w:p w14:paraId="19498B25" w14:textId="77777777" w:rsidR="009353EF" w:rsidRPr="00F95990" w:rsidRDefault="009353EF" w:rsidP="009353EF">
            <w:pPr>
              <w:jc w:val="center"/>
            </w:pPr>
          </w:p>
        </w:tc>
        <w:tc>
          <w:tcPr>
            <w:tcW w:w="983" w:type="dxa"/>
            <w:gridSpan w:val="2"/>
          </w:tcPr>
          <w:p w14:paraId="356BD093" w14:textId="77777777" w:rsidR="009353EF" w:rsidRPr="00F95990" w:rsidRDefault="009353EF" w:rsidP="009353EF">
            <w:pPr>
              <w:jc w:val="center"/>
            </w:pPr>
            <w:r w:rsidRPr="00F95990">
              <w:t>BTL-C</w:t>
            </w:r>
            <w:r w:rsidRPr="00F95990">
              <w:rPr>
                <w:vertAlign w:val="superscript"/>
              </w:rPr>
              <w:t>2</w:t>
            </w:r>
          </w:p>
        </w:tc>
        <w:tc>
          <w:tcPr>
            <w:tcW w:w="7552" w:type="dxa"/>
          </w:tcPr>
          <w:p w14:paraId="042D71D8" w14:textId="77777777" w:rsidR="009353EF" w:rsidRPr="00F95990" w:rsidRDefault="009353EF" w:rsidP="009353EF">
            <w:r w:rsidRPr="00F95990">
              <w:t>Can fallback to ReadProperty upon receipt of UNRECOGNIZED_SERVICE</w:t>
            </w:r>
          </w:p>
        </w:tc>
      </w:tr>
      <w:tr w:rsidR="009353EF" w:rsidRPr="00F95990" w14:paraId="13ED6AA8" w14:textId="77777777" w:rsidTr="00582D01">
        <w:tc>
          <w:tcPr>
            <w:tcW w:w="377" w:type="dxa"/>
            <w:gridSpan w:val="2"/>
          </w:tcPr>
          <w:p w14:paraId="4F928BAE" w14:textId="77777777" w:rsidR="009353EF" w:rsidRPr="00F95990" w:rsidRDefault="009353EF" w:rsidP="009353EF">
            <w:pPr>
              <w:jc w:val="center"/>
            </w:pPr>
          </w:p>
        </w:tc>
        <w:tc>
          <w:tcPr>
            <w:tcW w:w="983" w:type="dxa"/>
            <w:gridSpan w:val="2"/>
          </w:tcPr>
          <w:p w14:paraId="4405636F" w14:textId="77777777" w:rsidR="009353EF" w:rsidRPr="00F95990" w:rsidRDefault="009353EF" w:rsidP="009353EF">
            <w:pPr>
              <w:jc w:val="center"/>
              <w:rPr>
                <w:vertAlign w:val="superscript"/>
              </w:rPr>
            </w:pPr>
            <w:r w:rsidRPr="00F95990">
              <w:t>O</w:t>
            </w:r>
          </w:p>
        </w:tc>
        <w:tc>
          <w:tcPr>
            <w:tcW w:w="7552" w:type="dxa"/>
          </w:tcPr>
          <w:p w14:paraId="1DC46F45" w14:textId="77777777" w:rsidR="009353EF" w:rsidRPr="00F95990" w:rsidRDefault="009353EF" w:rsidP="009353EF">
            <w:r w:rsidRPr="00F95990">
              <w:t>Can read a single property from a single object</w:t>
            </w:r>
          </w:p>
        </w:tc>
      </w:tr>
      <w:tr w:rsidR="009353EF" w:rsidRPr="00F95990" w14:paraId="6C93D3C0" w14:textId="77777777" w:rsidTr="00582D01">
        <w:tc>
          <w:tcPr>
            <w:tcW w:w="377" w:type="dxa"/>
            <w:gridSpan w:val="2"/>
          </w:tcPr>
          <w:p w14:paraId="1621788A" w14:textId="77777777" w:rsidR="009353EF" w:rsidRPr="00F95990" w:rsidRDefault="009353EF" w:rsidP="009353EF">
            <w:pPr>
              <w:jc w:val="center"/>
            </w:pPr>
          </w:p>
        </w:tc>
        <w:tc>
          <w:tcPr>
            <w:tcW w:w="983" w:type="dxa"/>
            <w:gridSpan w:val="2"/>
          </w:tcPr>
          <w:p w14:paraId="1D1A00E1" w14:textId="77777777" w:rsidR="009353EF" w:rsidRPr="00F95990" w:rsidRDefault="009353EF" w:rsidP="009353EF">
            <w:pPr>
              <w:jc w:val="center"/>
              <w:rPr>
                <w:vertAlign w:val="superscript"/>
              </w:rPr>
            </w:pPr>
            <w:r w:rsidRPr="00F95990">
              <w:t>O</w:t>
            </w:r>
          </w:p>
        </w:tc>
        <w:tc>
          <w:tcPr>
            <w:tcW w:w="7552" w:type="dxa"/>
          </w:tcPr>
          <w:p w14:paraId="09A07ACE" w14:textId="77777777" w:rsidR="009353EF" w:rsidRPr="00F95990" w:rsidRDefault="009353EF" w:rsidP="009353EF">
            <w:r w:rsidRPr="00F95990">
              <w:t>Can read non-array properties</w:t>
            </w:r>
          </w:p>
        </w:tc>
      </w:tr>
      <w:tr w:rsidR="009353EF" w:rsidRPr="00F95990" w14:paraId="2D5D414D" w14:textId="77777777" w:rsidTr="00582D01">
        <w:tc>
          <w:tcPr>
            <w:tcW w:w="377" w:type="dxa"/>
            <w:gridSpan w:val="2"/>
          </w:tcPr>
          <w:p w14:paraId="7E2F5F50" w14:textId="77777777" w:rsidR="009353EF" w:rsidRPr="00F95990" w:rsidRDefault="009353EF" w:rsidP="009353EF">
            <w:pPr>
              <w:jc w:val="center"/>
            </w:pPr>
          </w:p>
        </w:tc>
        <w:tc>
          <w:tcPr>
            <w:tcW w:w="983" w:type="dxa"/>
            <w:gridSpan w:val="2"/>
          </w:tcPr>
          <w:p w14:paraId="7A6875EC" w14:textId="77777777" w:rsidR="009353EF" w:rsidRPr="00F95990" w:rsidRDefault="009353EF" w:rsidP="009353EF">
            <w:pPr>
              <w:jc w:val="center"/>
            </w:pPr>
            <w:r w:rsidRPr="00F95990">
              <w:t>O</w:t>
            </w:r>
          </w:p>
        </w:tc>
        <w:tc>
          <w:tcPr>
            <w:tcW w:w="7552" w:type="dxa"/>
          </w:tcPr>
          <w:p w14:paraId="1480D44D" w14:textId="77777777" w:rsidR="009353EF" w:rsidRPr="00F95990" w:rsidRDefault="009353EF" w:rsidP="009353EF">
            <w:r w:rsidRPr="00F95990">
              <w:t>Can read array elements</w:t>
            </w:r>
          </w:p>
        </w:tc>
      </w:tr>
      <w:tr w:rsidR="009353EF" w:rsidRPr="00F95990" w14:paraId="516D33B7" w14:textId="77777777" w:rsidTr="00582D01">
        <w:tc>
          <w:tcPr>
            <w:tcW w:w="377" w:type="dxa"/>
            <w:gridSpan w:val="2"/>
          </w:tcPr>
          <w:p w14:paraId="6D9EEAB5" w14:textId="77777777" w:rsidR="009353EF" w:rsidRPr="00F95990" w:rsidRDefault="009353EF" w:rsidP="009353EF">
            <w:pPr>
              <w:jc w:val="center"/>
            </w:pPr>
          </w:p>
        </w:tc>
        <w:tc>
          <w:tcPr>
            <w:tcW w:w="983" w:type="dxa"/>
            <w:gridSpan w:val="2"/>
          </w:tcPr>
          <w:p w14:paraId="049F0364" w14:textId="77777777" w:rsidR="009353EF" w:rsidRPr="00F95990" w:rsidRDefault="009353EF" w:rsidP="009353EF">
            <w:pPr>
              <w:jc w:val="center"/>
            </w:pPr>
            <w:r w:rsidRPr="00F95990">
              <w:t>O</w:t>
            </w:r>
          </w:p>
        </w:tc>
        <w:tc>
          <w:tcPr>
            <w:tcW w:w="7552" w:type="dxa"/>
          </w:tcPr>
          <w:p w14:paraId="6351BA84"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read the size of an array</w:t>
            </w:r>
          </w:p>
        </w:tc>
      </w:tr>
      <w:tr w:rsidR="009353EF" w:rsidRPr="00F95990" w14:paraId="6A916D0F" w14:textId="77777777" w:rsidTr="00582D01">
        <w:tc>
          <w:tcPr>
            <w:tcW w:w="377" w:type="dxa"/>
            <w:gridSpan w:val="2"/>
          </w:tcPr>
          <w:p w14:paraId="6565E48C" w14:textId="77777777" w:rsidR="009353EF" w:rsidRPr="00F95990" w:rsidRDefault="009353EF" w:rsidP="009353EF">
            <w:pPr>
              <w:jc w:val="center"/>
            </w:pPr>
          </w:p>
        </w:tc>
        <w:tc>
          <w:tcPr>
            <w:tcW w:w="983" w:type="dxa"/>
            <w:gridSpan w:val="2"/>
          </w:tcPr>
          <w:p w14:paraId="10FDAC60" w14:textId="77777777" w:rsidR="009353EF" w:rsidRPr="00F95990" w:rsidRDefault="009353EF" w:rsidP="009353EF">
            <w:pPr>
              <w:jc w:val="center"/>
            </w:pPr>
            <w:r w:rsidRPr="00F95990">
              <w:t>O</w:t>
            </w:r>
          </w:p>
        </w:tc>
        <w:tc>
          <w:tcPr>
            <w:tcW w:w="7552" w:type="dxa"/>
          </w:tcPr>
          <w:p w14:paraId="6ECA865C" w14:textId="77777777" w:rsidR="009353EF" w:rsidRPr="00F95990" w:rsidRDefault="009353EF" w:rsidP="009353EF">
            <w:r w:rsidRPr="00F95990">
              <w:t>Can read whole arrays</w:t>
            </w:r>
          </w:p>
        </w:tc>
      </w:tr>
      <w:tr w:rsidR="009353EF" w:rsidRPr="00F95990" w14:paraId="4C3A59B3" w14:textId="77777777" w:rsidTr="00582D01">
        <w:tc>
          <w:tcPr>
            <w:tcW w:w="377" w:type="dxa"/>
            <w:gridSpan w:val="2"/>
          </w:tcPr>
          <w:p w14:paraId="6811B92E" w14:textId="77777777" w:rsidR="009353EF" w:rsidRPr="00F95990" w:rsidRDefault="009353EF" w:rsidP="009353EF">
            <w:pPr>
              <w:jc w:val="center"/>
            </w:pPr>
          </w:p>
        </w:tc>
        <w:tc>
          <w:tcPr>
            <w:tcW w:w="983" w:type="dxa"/>
            <w:gridSpan w:val="2"/>
          </w:tcPr>
          <w:p w14:paraId="0AFA06A9" w14:textId="77777777" w:rsidR="009353EF" w:rsidRPr="00F95990" w:rsidRDefault="009353EF" w:rsidP="009353EF">
            <w:pPr>
              <w:jc w:val="center"/>
            </w:pPr>
            <w:r w:rsidRPr="00F95990">
              <w:t>O</w:t>
            </w:r>
          </w:p>
        </w:tc>
        <w:tc>
          <w:tcPr>
            <w:tcW w:w="7552" w:type="dxa"/>
          </w:tcPr>
          <w:p w14:paraId="34DE38EB" w14:textId="77777777" w:rsidR="009353EF" w:rsidRPr="00F95990" w:rsidRDefault="009353EF" w:rsidP="009353EF">
            <w:r w:rsidRPr="00F95990">
              <w:t>Can read list properties</w:t>
            </w:r>
          </w:p>
        </w:tc>
      </w:tr>
      <w:tr w:rsidR="009353EF" w:rsidRPr="00F95990" w14:paraId="52108824" w14:textId="77777777" w:rsidTr="00582D01">
        <w:tc>
          <w:tcPr>
            <w:tcW w:w="377" w:type="dxa"/>
            <w:gridSpan w:val="2"/>
          </w:tcPr>
          <w:p w14:paraId="7590090E" w14:textId="77777777" w:rsidR="009353EF" w:rsidRPr="00F95990" w:rsidRDefault="009353EF" w:rsidP="009353EF">
            <w:pPr>
              <w:jc w:val="center"/>
            </w:pPr>
          </w:p>
        </w:tc>
        <w:tc>
          <w:tcPr>
            <w:tcW w:w="983" w:type="dxa"/>
            <w:gridSpan w:val="2"/>
          </w:tcPr>
          <w:p w14:paraId="31B866E8" w14:textId="77777777" w:rsidR="009353EF" w:rsidRPr="00F95990" w:rsidRDefault="009353EF" w:rsidP="009353EF">
            <w:pPr>
              <w:jc w:val="center"/>
            </w:pPr>
            <w:r w:rsidRPr="00F95990">
              <w:t>O</w:t>
            </w:r>
          </w:p>
        </w:tc>
        <w:tc>
          <w:tcPr>
            <w:tcW w:w="7552" w:type="dxa"/>
          </w:tcPr>
          <w:p w14:paraId="0A509FD6" w14:textId="77777777" w:rsidR="009353EF" w:rsidRPr="00F95990" w:rsidRDefault="009353EF" w:rsidP="009353EF">
            <w:r w:rsidRPr="00F95990">
              <w:t>Can read NULL property values</w:t>
            </w:r>
          </w:p>
        </w:tc>
      </w:tr>
      <w:tr w:rsidR="009353EF" w:rsidRPr="00F95990" w14:paraId="2301350D" w14:textId="77777777" w:rsidTr="00582D01">
        <w:tc>
          <w:tcPr>
            <w:tcW w:w="377" w:type="dxa"/>
            <w:gridSpan w:val="2"/>
          </w:tcPr>
          <w:p w14:paraId="5F43BE25" w14:textId="77777777" w:rsidR="009353EF" w:rsidRPr="00F95990" w:rsidRDefault="009353EF" w:rsidP="009353EF">
            <w:pPr>
              <w:jc w:val="center"/>
            </w:pPr>
          </w:p>
        </w:tc>
        <w:tc>
          <w:tcPr>
            <w:tcW w:w="983" w:type="dxa"/>
            <w:gridSpan w:val="2"/>
          </w:tcPr>
          <w:p w14:paraId="44E26EF4" w14:textId="77777777" w:rsidR="009353EF" w:rsidRPr="00F95990" w:rsidRDefault="009353EF" w:rsidP="009353EF">
            <w:pPr>
              <w:jc w:val="center"/>
            </w:pPr>
            <w:r w:rsidRPr="00F95990">
              <w:t>O</w:t>
            </w:r>
          </w:p>
        </w:tc>
        <w:tc>
          <w:tcPr>
            <w:tcW w:w="7552" w:type="dxa"/>
          </w:tcPr>
          <w:p w14:paraId="3DC7547E" w14:textId="77777777" w:rsidR="009353EF" w:rsidRPr="00F95990" w:rsidRDefault="009353EF" w:rsidP="009353EF">
            <w:r w:rsidRPr="00F95990">
              <w:t>Can read BOOLEAN property values</w:t>
            </w:r>
          </w:p>
        </w:tc>
      </w:tr>
      <w:tr w:rsidR="009353EF" w:rsidRPr="00F95990" w14:paraId="087AD83A" w14:textId="77777777" w:rsidTr="00582D01">
        <w:tc>
          <w:tcPr>
            <w:tcW w:w="377" w:type="dxa"/>
            <w:gridSpan w:val="2"/>
          </w:tcPr>
          <w:p w14:paraId="005CEDF2" w14:textId="77777777" w:rsidR="009353EF" w:rsidRPr="00F95990" w:rsidRDefault="009353EF" w:rsidP="009353EF">
            <w:pPr>
              <w:jc w:val="center"/>
            </w:pPr>
          </w:p>
        </w:tc>
        <w:tc>
          <w:tcPr>
            <w:tcW w:w="983" w:type="dxa"/>
            <w:gridSpan w:val="2"/>
          </w:tcPr>
          <w:p w14:paraId="08211590" w14:textId="77777777" w:rsidR="009353EF" w:rsidRPr="00F95990" w:rsidRDefault="009353EF" w:rsidP="009353EF">
            <w:pPr>
              <w:jc w:val="center"/>
            </w:pPr>
            <w:r w:rsidRPr="00F95990">
              <w:t>O</w:t>
            </w:r>
          </w:p>
        </w:tc>
        <w:tc>
          <w:tcPr>
            <w:tcW w:w="7552" w:type="dxa"/>
          </w:tcPr>
          <w:p w14:paraId="7844F513" w14:textId="77777777" w:rsidR="009353EF" w:rsidRPr="00F95990" w:rsidRDefault="009353EF" w:rsidP="009353EF">
            <w:r w:rsidRPr="00F95990">
              <w:t>Can read Enumerated property values</w:t>
            </w:r>
          </w:p>
        </w:tc>
      </w:tr>
      <w:tr w:rsidR="009353EF" w:rsidRPr="00F95990" w14:paraId="6219DAAA" w14:textId="77777777" w:rsidTr="00582D01">
        <w:tc>
          <w:tcPr>
            <w:tcW w:w="377" w:type="dxa"/>
            <w:gridSpan w:val="2"/>
          </w:tcPr>
          <w:p w14:paraId="6BC5D6D9" w14:textId="77777777" w:rsidR="009353EF" w:rsidRPr="00F95990" w:rsidRDefault="009353EF" w:rsidP="009353EF">
            <w:pPr>
              <w:jc w:val="center"/>
            </w:pPr>
          </w:p>
        </w:tc>
        <w:tc>
          <w:tcPr>
            <w:tcW w:w="983" w:type="dxa"/>
            <w:gridSpan w:val="2"/>
          </w:tcPr>
          <w:p w14:paraId="1FD0425D" w14:textId="77777777" w:rsidR="009353EF" w:rsidRPr="00F95990" w:rsidRDefault="009353EF" w:rsidP="009353EF">
            <w:pPr>
              <w:jc w:val="center"/>
            </w:pPr>
            <w:r w:rsidRPr="00F95990">
              <w:t>O</w:t>
            </w:r>
          </w:p>
        </w:tc>
        <w:tc>
          <w:tcPr>
            <w:tcW w:w="7552" w:type="dxa"/>
          </w:tcPr>
          <w:p w14:paraId="138EA342" w14:textId="77777777" w:rsidR="009353EF" w:rsidRPr="00F95990" w:rsidRDefault="009353EF" w:rsidP="009353EF">
            <w:r w:rsidRPr="00F95990">
              <w:t>Can read INTEGER property values</w:t>
            </w:r>
          </w:p>
        </w:tc>
      </w:tr>
      <w:tr w:rsidR="009353EF" w:rsidRPr="00F95990" w14:paraId="3A5FA89F" w14:textId="77777777" w:rsidTr="00582D01">
        <w:tc>
          <w:tcPr>
            <w:tcW w:w="377" w:type="dxa"/>
            <w:gridSpan w:val="2"/>
          </w:tcPr>
          <w:p w14:paraId="14E694BC" w14:textId="77777777" w:rsidR="009353EF" w:rsidRPr="00F95990" w:rsidRDefault="009353EF" w:rsidP="009353EF">
            <w:pPr>
              <w:jc w:val="center"/>
            </w:pPr>
          </w:p>
        </w:tc>
        <w:tc>
          <w:tcPr>
            <w:tcW w:w="983" w:type="dxa"/>
            <w:gridSpan w:val="2"/>
          </w:tcPr>
          <w:p w14:paraId="6CE4B621" w14:textId="77777777" w:rsidR="009353EF" w:rsidRPr="00F95990" w:rsidRDefault="009353EF" w:rsidP="009353EF">
            <w:pPr>
              <w:jc w:val="center"/>
            </w:pPr>
            <w:r w:rsidRPr="00F95990">
              <w:t>O</w:t>
            </w:r>
          </w:p>
        </w:tc>
        <w:tc>
          <w:tcPr>
            <w:tcW w:w="7552" w:type="dxa"/>
          </w:tcPr>
          <w:p w14:paraId="1D2BF4EB" w14:textId="77777777" w:rsidR="009353EF" w:rsidRPr="00F95990" w:rsidRDefault="009353EF" w:rsidP="009353EF">
            <w:r w:rsidRPr="00F95990">
              <w:t>Can read Unsigned property values</w:t>
            </w:r>
          </w:p>
        </w:tc>
      </w:tr>
      <w:tr w:rsidR="009353EF" w:rsidRPr="00F95990" w14:paraId="4292BACC" w14:textId="77777777" w:rsidTr="00582D01">
        <w:tc>
          <w:tcPr>
            <w:tcW w:w="377" w:type="dxa"/>
            <w:gridSpan w:val="2"/>
          </w:tcPr>
          <w:p w14:paraId="02D4C005" w14:textId="77777777" w:rsidR="009353EF" w:rsidRPr="00F95990" w:rsidRDefault="009353EF" w:rsidP="009353EF">
            <w:pPr>
              <w:jc w:val="center"/>
            </w:pPr>
          </w:p>
        </w:tc>
        <w:tc>
          <w:tcPr>
            <w:tcW w:w="983" w:type="dxa"/>
            <w:gridSpan w:val="2"/>
          </w:tcPr>
          <w:p w14:paraId="36D734A4" w14:textId="77777777" w:rsidR="009353EF" w:rsidRPr="00F95990" w:rsidRDefault="009353EF" w:rsidP="009353EF">
            <w:pPr>
              <w:jc w:val="center"/>
            </w:pPr>
            <w:r w:rsidRPr="00F95990">
              <w:t>O</w:t>
            </w:r>
          </w:p>
        </w:tc>
        <w:tc>
          <w:tcPr>
            <w:tcW w:w="7552" w:type="dxa"/>
          </w:tcPr>
          <w:p w14:paraId="790B5397" w14:textId="77777777" w:rsidR="009353EF" w:rsidRPr="00F95990" w:rsidRDefault="009353EF" w:rsidP="009353EF">
            <w:r w:rsidRPr="00F95990">
              <w:t>Can read REAL property values</w:t>
            </w:r>
          </w:p>
        </w:tc>
      </w:tr>
      <w:tr w:rsidR="009353EF" w:rsidRPr="00F95990" w14:paraId="6B6B6409" w14:textId="77777777" w:rsidTr="00582D01">
        <w:tc>
          <w:tcPr>
            <w:tcW w:w="377" w:type="dxa"/>
            <w:gridSpan w:val="2"/>
          </w:tcPr>
          <w:p w14:paraId="1214F02A" w14:textId="77777777" w:rsidR="009353EF" w:rsidRPr="00F95990" w:rsidRDefault="009353EF" w:rsidP="009353EF">
            <w:pPr>
              <w:jc w:val="center"/>
            </w:pPr>
          </w:p>
        </w:tc>
        <w:tc>
          <w:tcPr>
            <w:tcW w:w="983" w:type="dxa"/>
            <w:gridSpan w:val="2"/>
          </w:tcPr>
          <w:p w14:paraId="484E3CBF" w14:textId="77777777" w:rsidR="009353EF" w:rsidRPr="00F95990" w:rsidRDefault="009353EF" w:rsidP="009353EF">
            <w:pPr>
              <w:jc w:val="center"/>
            </w:pPr>
            <w:r w:rsidRPr="00F95990">
              <w:t>O</w:t>
            </w:r>
          </w:p>
        </w:tc>
        <w:tc>
          <w:tcPr>
            <w:tcW w:w="7552" w:type="dxa"/>
          </w:tcPr>
          <w:p w14:paraId="7C7D3BC8" w14:textId="77777777" w:rsidR="009353EF" w:rsidRPr="00F95990" w:rsidRDefault="009353EF" w:rsidP="009353EF">
            <w:r w:rsidRPr="00F95990">
              <w:t>Can read Double property values</w:t>
            </w:r>
          </w:p>
        </w:tc>
      </w:tr>
      <w:tr w:rsidR="009353EF" w:rsidRPr="00F95990" w14:paraId="2F891F61" w14:textId="77777777" w:rsidTr="00582D01">
        <w:tc>
          <w:tcPr>
            <w:tcW w:w="377" w:type="dxa"/>
            <w:gridSpan w:val="2"/>
          </w:tcPr>
          <w:p w14:paraId="11E99B31" w14:textId="77777777" w:rsidR="009353EF" w:rsidRPr="00F95990" w:rsidRDefault="009353EF" w:rsidP="009353EF">
            <w:pPr>
              <w:jc w:val="center"/>
            </w:pPr>
          </w:p>
        </w:tc>
        <w:tc>
          <w:tcPr>
            <w:tcW w:w="983" w:type="dxa"/>
            <w:gridSpan w:val="2"/>
          </w:tcPr>
          <w:p w14:paraId="49F36C42" w14:textId="77777777" w:rsidR="009353EF" w:rsidRPr="00F95990" w:rsidRDefault="009353EF" w:rsidP="009353EF">
            <w:pPr>
              <w:jc w:val="center"/>
            </w:pPr>
            <w:r w:rsidRPr="00F95990">
              <w:t>O</w:t>
            </w:r>
          </w:p>
        </w:tc>
        <w:tc>
          <w:tcPr>
            <w:tcW w:w="7552" w:type="dxa"/>
          </w:tcPr>
          <w:p w14:paraId="1A8D086E" w14:textId="77777777" w:rsidR="009353EF" w:rsidRPr="00F95990" w:rsidRDefault="009353EF" w:rsidP="009353EF">
            <w:r w:rsidRPr="00F95990">
              <w:t>Can read Time property values</w:t>
            </w:r>
          </w:p>
        </w:tc>
      </w:tr>
      <w:tr w:rsidR="009353EF" w:rsidRPr="00F95990" w14:paraId="7C47AE3F" w14:textId="77777777" w:rsidTr="00582D01">
        <w:tc>
          <w:tcPr>
            <w:tcW w:w="377" w:type="dxa"/>
            <w:gridSpan w:val="2"/>
          </w:tcPr>
          <w:p w14:paraId="3A85A7A7" w14:textId="77777777" w:rsidR="009353EF" w:rsidRPr="00F95990" w:rsidRDefault="009353EF" w:rsidP="009353EF">
            <w:pPr>
              <w:jc w:val="center"/>
            </w:pPr>
          </w:p>
        </w:tc>
        <w:tc>
          <w:tcPr>
            <w:tcW w:w="983" w:type="dxa"/>
            <w:gridSpan w:val="2"/>
          </w:tcPr>
          <w:p w14:paraId="347D7C39" w14:textId="77777777" w:rsidR="009353EF" w:rsidRPr="00F95990" w:rsidRDefault="009353EF" w:rsidP="009353EF">
            <w:pPr>
              <w:jc w:val="center"/>
            </w:pPr>
            <w:r w:rsidRPr="00F95990">
              <w:t>O</w:t>
            </w:r>
          </w:p>
        </w:tc>
        <w:tc>
          <w:tcPr>
            <w:tcW w:w="7552" w:type="dxa"/>
          </w:tcPr>
          <w:p w14:paraId="4D136648" w14:textId="77777777" w:rsidR="009353EF" w:rsidRPr="00F95990" w:rsidRDefault="009353EF" w:rsidP="009353EF">
            <w:r w:rsidRPr="00F95990">
              <w:t>Can read Date property values</w:t>
            </w:r>
          </w:p>
        </w:tc>
      </w:tr>
      <w:tr w:rsidR="009353EF" w:rsidRPr="00F95990" w14:paraId="4B70286E" w14:textId="77777777" w:rsidTr="00582D01">
        <w:tc>
          <w:tcPr>
            <w:tcW w:w="377" w:type="dxa"/>
            <w:gridSpan w:val="2"/>
          </w:tcPr>
          <w:p w14:paraId="64F49BC6" w14:textId="77777777" w:rsidR="009353EF" w:rsidRPr="00F95990" w:rsidRDefault="009353EF" w:rsidP="009353EF">
            <w:pPr>
              <w:jc w:val="center"/>
            </w:pPr>
          </w:p>
        </w:tc>
        <w:tc>
          <w:tcPr>
            <w:tcW w:w="983" w:type="dxa"/>
            <w:gridSpan w:val="2"/>
          </w:tcPr>
          <w:p w14:paraId="1708E28F" w14:textId="77777777" w:rsidR="009353EF" w:rsidRPr="00F95990" w:rsidRDefault="009353EF" w:rsidP="009353EF">
            <w:pPr>
              <w:jc w:val="center"/>
            </w:pPr>
            <w:r w:rsidRPr="00F95990">
              <w:t>O</w:t>
            </w:r>
          </w:p>
        </w:tc>
        <w:tc>
          <w:tcPr>
            <w:tcW w:w="7552" w:type="dxa"/>
          </w:tcPr>
          <w:p w14:paraId="4AE84371" w14:textId="77777777" w:rsidR="009353EF" w:rsidRPr="00F95990" w:rsidRDefault="009353EF" w:rsidP="009353EF">
            <w:r w:rsidRPr="00F95990">
              <w:t>Can read Character String property values</w:t>
            </w:r>
          </w:p>
        </w:tc>
      </w:tr>
      <w:tr w:rsidR="009353EF" w:rsidRPr="00F95990" w14:paraId="15D2FBE8" w14:textId="77777777" w:rsidTr="00582D01">
        <w:tc>
          <w:tcPr>
            <w:tcW w:w="377" w:type="dxa"/>
            <w:gridSpan w:val="2"/>
          </w:tcPr>
          <w:p w14:paraId="28CBF0C2" w14:textId="77777777" w:rsidR="009353EF" w:rsidRPr="00F95990" w:rsidRDefault="009353EF" w:rsidP="009353EF">
            <w:pPr>
              <w:jc w:val="center"/>
            </w:pPr>
          </w:p>
        </w:tc>
        <w:tc>
          <w:tcPr>
            <w:tcW w:w="983" w:type="dxa"/>
            <w:gridSpan w:val="2"/>
          </w:tcPr>
          <w:p w14:paraId="32E0126D" w14:textId="77777777" w:rsidR="009353EF" w:rsidRPr="00F95990" w:rsidRDefault="009353EF" w:rsidP="009353EF">
            <w:pPr>
              <w:jc w:val="center"/>
            </w:pPr>
            <w:r w:rsidRPr="00F95990">
              <w:t>O</w:t>
            </w:r>
          </w:p>
        </w:tc>
        <w:tc>
          <w:tcPr>
            <w:tcW w:w="7552" w:type="dxa"/>
          </w:tcPr>
          <w:p w14:paraId="592FB22B" w14:textId="77777777" w:rsidR="009353EF" w:rsidRPr="00F95990" w:rsidRDefault="009353EF" w:rsidP="009353EF">
            <w:r w:rsidRPr="00F95990">
              <w:t>Can read Octet String property values</w:t>
            </w:r>
          </w:p>
        </w:tc>
      </w:tr>
      <w:tr w:rsidR="009353EF" w:rsidRPr="00F95990" w14:paraId="061987C5" w14:textId="77777777" w:rsidTr="00582D01">
        <w:tc>
          <w:tcPr>
            <w:tcW w:w="377" w:type="dxa"/>
            <w:gridSpan w:val="2"/>
          </w:tcPr>
          <w:p w14:paraId="5A16B66A" w14:textId="77777777" w:rsidR="009353EF" w:rsidRPr="00F95990" w:rsidRDefault="009353EF" w:rsidP="009353EF">
            <w:pPr>
              <w:jc w:val="center"/>
            </w:pPr>
          </w:p>
        </w:tc>
        <w:tc>
          <w:tcPr>
            <w:tcW w:w="983" w:type="dxa"/>
            <w:gridSpan w:val="2"/>
          </w:tcPr>
          <w:p w14:paraId="3460F71F" w14:textId="77777777" w:rsidR="009353EF" w:rsidRPr="00F95990" w:rsidRDefault="009353EF" w:rsidP="009353EF">
            <w:pPr>
              <w:jc w:val="center"/>
            </w:pPr>
            <w:r w:rsidRPr="00F95990">
              <w:t>O</w:t>
            </w:r>
          </w:p>
        </w:tc>
        <w:tc>
          <w:tcPr>
            <w:tcW w:w="7552" w:type="dxa"/>
          </w:tcPr>
          <w:p w14:paraId="06F52859" w14:textId="77777777" w:rsidR="009353EF" w:rsidRPr="00F95990" w:rsidRDefault="009353EF" w:rsidP="009353EF">
            <w:r w:rsidRPr="00F95990">
              <w:t>Can read Bit String property values</w:t>
            </w:r>
          </w:p>
        </w:tc>
      </w:tr>
      <w:tr w:rsidR="009353EF" w:rsidRPr="00F95990" w14:paraId="760DE63F" w14:textId="77777777" w:rsidTr="00582D01">
        <w:tc>
          <w:tcPr>
            <w:tcW w:w="377" w:type="dxa"/>
            <w:gridSpan w:val="2"/>
          </w:tcPr>
          <w:p w14:paraId="1C7A5534" w14:textId="77777777" w:rsidR="009353EF" w:rsidRPr="00F95990" w:rsidRDefault="009353EF" w:rsidP="009353EF">
            <w:pPr>
              <w:jc w:val="center"/>
            </w:pPr>
          </w:p>
        </w:tc>
        <w:tc>
          <w:tcPr>
            <w:tcW w:w="983" w:type="dxa"/>
            <w:gridSpan w:val="2"/>
          </w:tcPr>
          <w:p w14:paraId="1C236E0E" w14:textId="77777777" w:rsidR="009353EF" w:rsidRPr="00F95990" w:rsidRDefault="009353EF" w:rsidP="009353EF">
            <w:pPr>
              <w:jc w:val="center"/>
            </w:pPr>
            <w:r w:rsidRPr="00F95990">
              <w:t>O</w:t>
            </w:r>
          </w:p>
        </w:tc>
        <w:tc>
          <w:tcPr>
            <w:tcW w:w="7552" w:type="dxa"/>
          </w:tcPr>
          <w:p w14:paraId="1641D17A" w14:textId="77777777" w:rsidR="009353EF" w:rsidRPr="00F95990" w:rsidRDefault="009353EF" w:rsidP="009353EF">
            <w:r w:rsidRPr="00F95990">
              <w:t>Can read BACnetObjectIdentifier property values</w:t>
            </w:r>
          </w:p>
        </w:tc>
      </w:tr>
      <w:tr w:rsidR="009353EF" w:rsidRPr="00F95990" w14:paraId="587CD6B3" w14:textId="77777777" w:rsidTr="00582D01">
        <w:tc>
          <w:tcPr>
            <w:tcW w:w="377" w:type="dxa"/>
            <w:gridSpan w:val="2"/>
          </w:tcPr>
          <w:p w14:paraId="0E46F02F" w14:textId="77777777" w:rsidR="009353EF" w:rsidRPr="00F95990" w:rsidRDefault="009353EF" w:rsidP="009353EF">
            <w:pPr>
              <w:jc w:val="center"/>
            </w:pPr>
          </w:p>
        </w:tc>
        <w:tc>
          <w:tcPr>
            <w:tcW w:w="983" w:type="dxa"/>
            <w:gridSpan w:val="2"/>
          </w:tcPr>
          <w:p w14:paraId="5278E0C3" w14:textId="77777777" w:rsidR="009353EF" w:rsidRPr="00F95990" w:rsidRDefault="009353EF" w:rsidP="009353EF">
            <w:pPr>
              <w:jc w:val="center"/>
            </w:pPr>
            <w:r w:rsidRPr="00F95990">
              <w:t>O</w:t>
            </w:r>
          </w:p>
        </w:tc>
        <w:tc>
          <w:tcPr>
            <w:tcW w:w="7552" w:type="dxa"/>
          </w:tcPr>
          <w:p w14:paraId="025380B2" w14:textId="77777777" w:rsidR="009353EF" w:rsidRPr="00F95990" w:rsidRDefault="009353EF" w:rsidP="009353EF">
            <w:r w:rsidRPr="00F95990">
              <w:t>Can read constructed property values</w:t>
            </w:r>
          </w:p>
        </w:tc>
      </w:tr>
      <w:tr w:rsidR="009353EF" w:rsidRPr="00F95990" w14:paraId="0E3CC408" w14:textId="77777777" w:rsidTr="00582D01">
        <w:tc>
          <w:tcPr>
            <w:tcW w:w="377" w:type="dxa"/>
            <w:gridSpan w:val="2"/>
          </w:tcPr>
          <w:p w14:paraId="4845670C" w14:textId="77777777" w:rsidR="009353EF" w:rsidRPr="00F95990" w:rsidRDefault="009353EF" w:rsidP="009353EF">
            <w:pPr>
              <w:jc w:val="center"/>
            </w:pPr>
          </w:p>
        </w:tc>
        <w:tc>
          <w:tcPr>
            <w:tcW w:w="983" w:type="dxa"/>
            <w:gridSpan w:val="2"/>
          </w:tcPr>
          <w:p w14:paraId="298F15EC" w14:textId="77777777" w:rsidR="009353EF" w:rsidRPr="00F95990" w:rsidRDefault="009353EF" w:rsidP="009353EF">
            <w:pPr>
              <w:jc w:val="center"/>
            </w:pPr>
            <w:r w:rsidRPr="00F95990">
              <w:t>O</w:t>
            </w:r>
          </w:p>
        </w:tc>
        <w:tc>
          <w:tcPr>
            <w:tcW w:w="7552" w:type="dxa"/>
          </w:tcPr>
          <w:p w14:paraId="7148BB0D" w14:textId="77777777" w:rsidR="009353EF" w:rsidRPr="00F95990" w:rsidRDefault="009353EF" w:rsidP="009353EF">
            <w:r w:rsidRPr="00F95990">
              <w:t>Can read proprietary property values of basic data types</w:t>
            </w:r>
          </w:p>
        </w:tc>
      </w:tr>
      <w:tr w:rsidR="009353EF" w:rsidRPr="00F95990" w14:paraId="5C44CC53" w14:textId="77777777" w:rsidTr="00582D01">
        <w:trPr>
          <w:cantSplit/>
        </w:trPr>
        <w:tc>
          <w:tcPr>
            <w:tcW w:w="8912" w:type="dxa"/>
            <w:gridSpan w:val="5"/>
          </w:tcPr>
          <w:p w14:paraId="4C39265F"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p w14:paraId="4781DE95" w14:textId="77777777" w:rsidR="009353EF" w:rsidRPr="00F95990" w:rsidRDefault="009353EF" w:rsidP="009353EF">
            <w:pPr>
              <w:pStyle w:val="OptionFootnote"/>
            </w:pPr>
            <w:r w:rsidRPr="00F95990">
              <w:rPr>
                <w:vertAlign w:val="superscript"/>
              </w:rPr>
              <w:t xml:space="preserve">2 </w:t>
            </w:r>
            <w:r w:rsidRPr="00F95990">
              <w:t>At least one of these options is required in order to claim conformance to this BIBB.</w:t>
            </w:r>
          </w:p>
        </w:tc>
      </w:tr>
      <w:tr w:rsidR="009353EF" w:rsidRPr="00F95990" w14:paraId="2656E1BF" w14:textId="77777777" w:rsidTr="00582D01">
        <w:trPr>
          <w:cantSplit/>
        </w:trPr>
        <w:tc>
          <w:tcPr>
            <w:tcW w:w="8912" w:type="dxa"/>
            <w:gridSpan w:val="5"/>
          </w:tcPr>
          <w:p w14:paraId="565F6FF5" w14:textId="77777777" w:rsidR="009353EF" w:rsidRPr="00F95990" w:rsidRDefault="009353EF" w:rsidP="006744E4">
            <w:pPr>
              <w:rPr>
                <w:b/>
                <w:bCs/>
              </w:rPr>
            </w:pPr>
            <w:r w:rsidRPr="00F95990">
              <w:rPr>
                <w:b/>
                <w:bCs/>
              </w:rPr>
              <w:t xml:space="preserve">Data Sharing </w:t>
            </w:r>
            <w:r w:rsidR="00012C95">
              <w:rPr>
                <w:b/>
                <w:bCs/>
              </w:rPr>
              <w:t>-</w:t>
            </w:r>
            <w:r w:rsidRPr="00F95990">
              <w:rPr>
                <w:b/>
                <w:bCs/>
              </w:rPr>
              <w:t xml:space="preserve"> ReadPropertyMultiple </w:t>
            </w:r>
            <w:r w:rsidR="00012C95">
              <w:rPr>
                <w:b/>
                <w:bCs/>
              </w:rPr>
              <w:t>-</w:t>
            </w:r>
            <w:r w:rsidRPr="00F95990">
              <w:rPr>
                <w:b/>
                <w:bCs/>
              </w:rPr>
              <w:t xml:space="preserve"> B</w:t>
            </w:r>
          </w:p>
        </w:tc>
      </w:tr>
      <w:tr w:rsidR="009353EF" w:rsidRPr="00F95990" w14:paraId="505B8B94" w14:textId="77777777" w:rsidTr="00582D01">
        <w:tc>
          <w:tcPr>
            <w:tcW w:w="377" w:type="dxa"/>
            <w:gridSpan w:val="2"/>
          </w:tcPr>
          <w:p w14:paraId="6E1F2AC2" w14:textId="77777777" w:rsidR="009353EF" w:rsidRPr="00F95990" w:rsidRDefault="009353EF" w:rsidP="009353EF">
            <w:pPr>
              <w:jc w:val="center"/>
            </w:pPr>
          </w:p>
        </w:tc>
        <w:tc>
          <w:tcPr>
            <w:tcW w:w="983" w:type="dxa"/>
            <w:gridSpan w:val="2"/>
          </w:tcPr>
          <w:p w14:paraId="3CB85488" w14:textId="77777777" w:rsidR="009353EF" w:rsidRPr="00F95990" w:rsidRDefault="009353EF" w:rsidP="00107691">
            <w:pPr>
              <w:jc w:val="center"/>
            </w:pPr>
            <w:r w:rsidRPr="00F95990">
              <w:t>R</w:t>
            </w:r>
          </w:p>
        </w:tc>
        <w:tc>
          <w:tcPr>
            <w:tcW w:w="7552" w:type="dxa"/>
          </w:tcPr>
          <w:p w14:paraId="068FA938" w14:textId="77777777" w:rsidR="009353EF" w:rsidRPr="00F95990" w:rsidRDefault="009353EF" w:rsidP="009353EF">
            <w:r w:rsidRPr="00F95990">
              <w:t>Base Requirements</w:t>
            </w:r>
          </w:p>
        </w:tc>
      </w:tr>
      <w:tr w:rsidR="00C24ED5" w:rsidRPr="00F95990" w14:paraId="57436FD6" w14:textId="77777777" w:rsidTr="00582D01">
        <w:tc>
          <w:tcPr>
            <w:tcW w:w="377" w:type="dxa"/>
            <w:gridSpan w:val="2"/>
          </w:tcPr>
          <w:p w14:paraId="63069C7B" w14:textId="77777777" w:rsidR="00C24ED5" w:rsidRPr="00F95990" w:rsidRDefault="00C24ED5" w:rsidP="00255932">
            <w:pPr>
              <w:jc w:val="center"/>
            </w:pPr>
          </w:p>
        </w:tc>
        <w:tc>
          <w:tcPr>
            <w:tcW w:w="983" w:type="dxa"/>
            <w:gridSpan w:val="2"/>
          </w:tcPr>
          <w:p w14:paraId="0FAE1438" w14:textId="77777777" w:rsidR="00C24ED5" w:rsidRPr="00F95990" w:rsidRDefault="00C24ED5" w:rsidP="00255932">
            <w:pPr>
              <w:jc w:val="center"/>
            </w:pPr>
            <w:r>
              <w:t>R</w:t>
            </w:r>
          </w:p>
        </w:tc>
        <w:tc>
          <w:tcPr>
            <w:tcW w:w="7552" w:type="dxa"/>
          </w:tcPr>
          <w:p w14:paraId="244A73A6" w14:textId="77777777" w:rsidR="00C24ED5" w:rsidRPr="00F95990" w:rsidRDefault="00C24ED5" w:rsidP="00255932">
            <w:r>
              <w:t>Contains Enumerated property values</w:t>
            </w:r>
          </w:p>
        </w:tc>
      </w:tr>
      <w:tr w:rsidR="00C24ED5" w:rsidRPr="00F95990" w14:paraId="3B644AAB" w14:textId="77777777" w:rsidTr="00582D01">
        <w:tc>
          <w:tcPr>
            <w:tcW w:w="377" w:type="dxa"/>
            <w:gridSpan w:val="2"/>
          </w:tcPr>
          <w:p w14:paraId="512637FD" w14:textId="77777777" w:rsidR="00C24ED5" w:rsidRPr="00F95990" w:rsidRDefault="00C24ED5" w:rsidP="00255932">
            <w:pPr>
              <w:jc w:val="center"/>
            </w:pPr>
          </w:p>
        </w:tc>
        <w:tc>
          <w:tcPr>
            <w:tcW w:w="983" w:type="dxa"/>
            <w:gridSpan w:val="2"/>
          </w:tcPr>
          <w:p w14:paraId="423EB72E" w14:textId="77777777" w:rsidR="00C24ED5" w:rsidRPr="00F95990" w:rsidRDefault="00C24ED5" w:rsidP="00255932">
            <w:pPr>
              <w:jc w:val="center"/>
            </w:pPr>
            <w:r>
              <w:t>R</w:t>
            </w:r>
          </w:p>
        </w:tc>
        <w:tc>
          <w:tcPr>
            <w:tcW w:w="7552" w:type="dxa"/>
          </w:tcPr>
          <w:p w14:paraId="7B064A7B" w14:textId="77777777" w:rsidR="00C24ED5" w:rsidRPr="00F95990" w:rsidRDefault="00C24ED5" w:rsidP="00255932">
            <w:r>
              <w:t>Contains Unsigned property values</w:t>
            </w:r>
          </w:p>
        </w:tc>
      </w:tr>
      <w:tr w:rsidR="00C24ED5" w:rsidRPr="00F95990" w14:paraId="297FD966" w14:textId="77777777" w:rsidTr="00582D01">
        <w:tc>
          <w:tcPr>
            <w:tcW w:w="377" w:type="dxa"/>
            <w:gridSpan w:val="2"/>
          </w:tcPr>
          <w:p w14:paraId="119150E0" w14:textId="77777777" w:rsidR="00C24ED5" w:rsidRPr="00F95990" w:rsidRDefault="00C24ED5" w:rsidP="00255932">
            <w:pPr>
              <w:jc w:val="center"/>
            </w:pPr>
          </w:p>
        </w:tc>
        <w:tc>
          <w:tcPr>
            <w:tcW w:w="983" w:type="dxa"/>
            <w:gridSpan w:val="2"/>
          </w:tcPr>
          <w:p w14:paraId="0ED8512F" w14:textId="77777777" w:rsidR="00C24ED5" w:rsidRPr="00F95990" w:rsidRDefault="00C24ED5" w:rsidP="00255932">
            <w:pPr>
              <w:jc w:val="center"/>
            </w:pPr>
            <w:r>
              <w:t>R</w:t>
            </w:r>
          </w:p>
        </w:tc>
        <w:tc>
          <w:tcPr>
            <w:tcW w:w="7552" w:type="dxa"/>
          </w:tcPr>
          <w:p w14:paraId="1BAF2735" w14:textId="77777777" w:rsidR="00C24ED5" w:rsidRPr="00F95990" w:rsidRDefault="00C24ED5" w:rsidP="00255932">
            <w:r>
              <w:t>Contains BACnetObjectIdentifier property values</w:t>
            </w:r>
          </w:p>
        </w:tc>
      </w:tr>
      <w:tr w:rsidR="00C24ED5" w:rsidRPr="00F95990" w14:paraId="222DAA0B" w14:textId="77777777" w:rsidTr="00582D01">
        <w:tc>
          <w:tcPr>
            <w:tcW w:w="377" w:type="dxa"/>
            <w:gridSpan w:val="2"/>
          </w:tcPr>
          <w:p w14:paraId="28C3D9ED" w14:textId="77777777" w:rsidR="00C24ED5" w:rsidRPr="00F95990" w:rsidRDefault="00C24ED5" w:rsidP="00255932">
            <w:pPr>
              <w:jc w:val="center"/>
            </w:pPr>
          </w:p>
        </w:tc>
        <w:tc>
          <w:tcPr>
            <w:tcW w:w="983" w:type="dxa"/>
            <w:gridSpan w:val="2"/>
          </w:tcPr>
          <w:p w14:paraId="7C8C1197" w14:textId="77777777" w:rsidR="00C24ED5" w:rsidRPr="00F95990" w:rsidRDefault="00C24ED5" w:rsidP="00255932">
            <w:pPr>
              <w:jc w:val="center"/>
            </w:pPr>
            <w:r>
              <w:t>R</w:t>
            </w:r>
          </w:p>
        </w:tc>
        <w:tc>
          <w:tcPr>
            <w:tcW w:w="7552" w:type="dxa"/>
          </w:tcPr>
          <w:p w14:paraId="248BCC69" w14:textId="77777777" w:rsidR="00C24ED5" w:rsidRPr="00F95990" w:rsidRDefault="00C24ED5" w:rsidP="00255932">
            <w:r>
              <w:t>Contains Character String property values</w:t>
            </w:r>
          </w:p>
        </w:tc>
      </w:tr>
      <w:tr w:rsidR="00C24ED5" w:rsidRPr="00F95990" w14:paraId="0925D479" w14:textId="77777777" w:rsidTr="00582D01">
        <w:tc>
          <w:tcPr>
            <w:tcW w:w="377" w:type="dxa"/>
            <w:gridSpan w:val="2"/>
          </w:tcPr>
          <w:p w14:paraId="4CE12FED" w14:textId="77777777" w:rsidR="00C24ED5" w:rsidRPr="00F95990" w:rsidRDefault="00C24ED5" w:rsidP="00255932">
            <w:pPr>
              <w:jc w:val="center"/>
            </w:pPr>
          </w:p>
        </w:tc>
        <w:tc>
          <w:tcPr>
            <w:tcW w:w="983" w:type="dxa"/>
            <w:gridSpan w:val="2"/>
          </w:tcPr>
          <w:p w14:paraId="75F87F52" w14:textId="77777777" w:rsidR="00C24ED5" w:rsidRPr="00F95990" w:rsidRDefault="00C24ED5" w:rsidP="00255932">
            <w:pPr>
              <w:jc w:val="center"/>
            </w:pPr>
            <w:r>
              <w:t>R</w:t>
            </w:r>
          </w:p>
        </w:tc>
        <w:tc>
          <w:tcPr>
            <w:tcW w:w="7552" w:type="dxa"/>
          </w:tcPr>
          <w:p w14:paraId="59396007" w14:textId="77777777" w:rsidR="00C24ED5" w:rsidRPr="00F95990" w:rsidRDefault="00C24ED5" w:rsidP="006744E4">
            <w:r>
              <w:t>Contains Bit</w:t>
            </w:r>
            <w:r w:rsidR="006744E4">
              <w:t xml:space="preserve"> S</w:t>
            </w:r>
            <w:r>
              <w:t>tring property values</w:t>
            </w:r>
          </w:p>
        </w:tc>
      </w:tr>
      <w:tr w:rsidR="009353EF" w:rsidRPr="00F95990" w14:paraId="565ADC13" w14:textId="77777777" w:rsidTr="00582D01">
        <w:tc>
          <w:tcPr>
            <w:tcW w:w="377" w:type="dxa"/>
            <w:gridSpan w:val="2"/>
          </w:tcPr>
          <w:p w14:paraId="0B54D6F7" w14:textId="77777777" w:rsidR="009353EF" w:rsidRPr="00F95990" w:rsidRDefault="009353EF" w:rsidP="009353EF">
            <w:pPr>
              <w:jc w:val="center"/>
            </w:pPr>
          </w:p>
        </w:tc>
        <w:tc>
          <w:tcPr>
            <w:tcW w:w="983" w:type="dxa"/>
            <w:gridSpan w:val="2"/>
          </w:tcPr>
          <w:p w14:paraId="50C76D43" w14:textId="77777777" w:rsidR="009353EF" w:rsidRPr="00F95990" w:rsidRDefault="009353EF" w:rsidP="009353EF">
            <w:pPr>
              <w:jc w:val="center"/>
            </w:pPr>
            <w:r w:rsidRPr="00F95990">
              <w:t>O</w:t>
            </w:r>
          </w:p>
        </w:tc>
        <w:tc>
          <w:tcPr>
            <w:tcW w:w="7552" w:type="dxa"/>
          </w:tcPr>
          <w:p w14:paraId="0DB791A3" w14:textId="77777777" w:rsidR="009353EF" w:rsidRPr="00F95990" w:rsidRDefault="009353EF" w:rsidP="009353EF">
            <w:r w:rsidRPr="00F95990">
              <w:t>Contains NULL property values</w:t>
            </w:r>
          </w:p>
        </w:tc>
      </w:tr>
      <w:tr w:rsidR="009353EF" w:rsidRPr="00F95990" w14:paraId="487CD9EB" w14:textId="77777777" w:rsidTr="00582D01">
        <w:tc>
          <w:tcPr>
            <w:tcW w:w="377" w:type="dxa"/>
            <w:gridSpan w:val="2"/>
          </w:tcPr>
          <w:p w14:paraId="76B9B824" w14:textId="77777777" w:rsidR="009353EF" w:rsidRPr="00F95990" w:rsidRDefault="009353EF" w:rsidP="009353EF">
            <w:pPr>
              <w:jc w:val="center"/>
            </w:pPr>
          </w:p>
        </w:tc>
        <w:tc>
          <w:tcPr>
            <w:tcW w:w="983" w:type="dxa"/>
            <w:gridSpan w:val="2"/>
          </w:tcPr>
          <w:p w14:paraId="4DDA24DA" w14:textId="77777777" w:rsidR="009353EF" w:rsidRPr="00F95990" w:rsidRDefault="009353EF" w:rsidP="009353EF">
            <w:pPr>
              <w:jc w:val="center"/>
            </w:pPr>
            <w:r w:rsidRPr="00F95990">
              <w:t>O</w:t>
            </w:r>
          </w:p>
        </w:tc>
        <w:tc>
          <w:tcPr>
            <w:tcW w:w="7552" w:type="dxa"/>
          </w:tcPr>
          <w:p w14:paraId="44C4AF10" w14:textId="77777777" w:rsidR="009353EF" w:rsidRPr="00F95990" w:rsidRDefault="009353EF" w:rsidP="00BC1DDA">
            <w:r w:rsidRPr="00F95990">
              <w:t xml:space="preserve">Contains </w:t>
            </w:r>
            <w:r w:rsidR="00BC1DDA">
              <w:t>BOOLEAN</w:t>
            </w:r>
            <w:r w:rsidR="00BC1DDA" w:rsidRPr="00F95990">
              <w:t xml:space="preserve"> </w:t>
            </w:r>
            <w:r w:rsidRPr="00F95990">
              <w:t>property values</w:t>
            </w:r>
          </w:p>
        </w:tc>
      </w:tr>
      <w:tr w:rsidR="009353EF" w:rsidRPr="00F95990" w14:paraId="5A54D492" w14:textId="77777777" w:rsidTr="00582D01">
        <w:tc>
          <w:tcPr>
            <w:tcW w:w="377" w:type="dxa"/>
            <w:gridSpan w:val="2"/>
          </w:tcPr>
          <w:p w14:paraId="78C0F5CB" w14:textId="77777777" w:rsidR="009353EF" w:rsidRPr="00F95990" w:rsidRDefault="009353EF" w:rsidP="009353EF">
            <w:pPr>
              <w:jc w:val="center"/>
            </w:pPr>
          </w:p>
        </w:tc>
        <w:tc>
          <w:tcPr>
            <w:tcW w:w="983" w:type="dxa"/>
            <w:gridSpan w:val="2"/>
          </w:tcPr>
          <w:p w14:paraId="1DA25C64" w14:textId="77777777" w:rsidR="009353EF" w:rsidRPr="00F95990" w:rsidRDefault="009353EF" w:rsidP="009353EF">
            <w:pPr>
              <w:jc w:val="center"/>
            </w:pPr>
            <w:r w:rsidRPr="00F95990">
              <w:t>O</w:t>
            </w:r>
          </w:p>
        </w:tc>
        <w:tc>
          <w:tcPr>
            <w:tcW w:w="7552" w:type="dxa"/>
          </w:tcPr>
          <w:p w14:paraId="78BF34AD" w14:textId="77777777" w:rsidR="009353EF" w:rsidRPr="00F95990" w:rsidRDefault="009353EF" w:rsidP="009353EF">
            <w:r w:rsidRPr="00F95990">
              <w:t>Contains INTEGER property values</w:t>
            </w:r>
          </w:p>
        </w:tc>
      </w:tr>
      <w:tr w:rsidR="009353EF" w:rsidRPr="00F95990" w14:paraId="1DEF6010" w14:textId="77777777" w:rsidTr="00582D01">
        <w:tc>
          <w:tcPr>
            <w:tcW w:w="377" w:type="dxa"/>
            <w:gridSpan w:val="2"/>
          </w:tcPr>
          <w:p w14:paraId="036BCB78" w14:textId="77777777" w:rsidR="009353EF" w:rsidRPr="00F95990" w:rsidRDefault="009353EF" w:rsidP="009353EF">
            <w:pPr>
              <w:jc w:val="center"/>
            </w:pPr>
          </w:p>
        </w:tc>
        <w:tc>
          <w:tcPr>
            <w:tcW w:w="983" w:type="dxa"/>
            <w:gridSpan w:val="2"/>
          </w:tcPr>
          <w:p w14:paraId="596979AF" w14:textId="77777777" w:rsidR="009353EF" w:rsidRPr="00F95990" w:rsidRDefault="009353EF" w:rsidP="009353EF">
            <w:pPr>
              <w:jc w:val="center"/>
            </w:pPr>
            <w:r w:rsidRPr="00F95990">
              <w:t>O</w:t>
            </w:r>
          </w:p>
        </w:tc>
        <w:tc>
          <w:tcPr>
            <w:tcW w:w="7552" w:type="dxa"/>
          </w:tcPr>
          <w:p w14:paraId="3E6E062A" w14:textId="77777777" w:rsidR="009353EF" w:rsidRPr="00F95990" w:rsidRDefault="009353EF" w:rsidP="009353EF">
            <w:r w:rsidRPr="00F95990">
              <w:t>Contains REAL property values</w:t>
            </w:r>
          </w:p>
        </w:tc>
      </w:tr>
      <w:tr w:rsidR="009353EF" w:rsidRPr="00F95990" w14:paraId="1D77D6F1" w14:textId="77777777" w:rsidTr="00582D01">
        <w:tc>
          <w:tcPr>
            <w:tcW w:w="377" w:type="dxa"/>
            <w:gridSpan w:val="2"/>
          </w:tcPr>
          <w:p w14:paraId="03450162" w14:textId="77777777" w:rsidR="009353EF" w:rsidRPr="00F95990" w:rsidRDefault="009353EF" w:rsidP="009353EF">
            <w:pPr>
              <w:jc w:val="center"/>
            </w:pPr>
          </w:p>
        </w:tc>
        <w:tc>
          <w:tcPr>
            <w:tcW w:w="983" w:type="dxa"/>
            <w:gridSpan w:val="2"/>
          </w:tcPr>
          <w:p w14:paraId="0952CF97" w14:textId="77777777" w:rsidR="009353EF" w:rsidRPr="00F95990" w:rsidRDefault="009353EF" w:rsidP="009353EF">
            <w:pPr>
              <w:jc w:val="center"/>
            </w:pPr>
            <w:r w:rsidRPr="00F95990">
              <w:t>O</w:t>
            </w:r>
          </w:p>
        </w:tc>
        <w:tc>
          <w:tcPr>
            <w:tcW w:w="7552" w:type="dxa"/>
          </w:tcPr>
          <w:p w14:paraId="48F2962B" w14:textId="77777777" w:rsidR="009353EF" w:rsidRPr="00F95990" w:rsidRDefault="009353EF" w:rsidP="009353EF">
            <w:r w:rsidRPr="00F95990">
              <w:t>Contains Double property values</w:t>
            </w:r>
          </w:p>
        </w:tc>
      </w:tr>
      <w:tr w:rsidR="009353EF" w:rsidRPr="00F95990" w14:paraId="31F4F775" w14:textId="77777777" w:rsidTr="00582D01">
        <w:tc>
          <w:tcPr>
            <w:tcW w:w="377" w:type="dxa"/>
            <w:gridSpan w:val="2"/>
          </w:tcPr>
          <w:p w14:paraId="197D9240" w14:textId="77777777" w:rsidR="009353EF" w:rsidRPr="00F95990" w:rsidRDefault="009353EF" w:rsidP="009353EF">
            <w:pPr>
              <w:jc w:val="center"/>
            </w:pPr>
          </w:p>
        </w:tc>
        <w:tc>
          <w:tcPr>
            <w:tcW w:w="983" w:type="dxa"/>
            <w:gridSpan w:val="2"/>
          </w:tcPr>
          <w:p w14:paraId="01606BA8" w14:textId="77777777" w:rsidR="009353EF" w:rsidRPr="00F95990" w:rsidRDefault="009353EF" w:rsidP="009353EF">
            <w:pPr>
              <w:jc w:val="center"/>
            </w:pPr>
            <w:r w:rsidRPr="00F95990">
              <w:t>O</w:t>
            </w:r>
          </w:p>
        </w:tc>
        <w:tc>
          <w:tcPr>
            <w:tcW w:w="7552" w:type="dxa"/>
          </w:tcPr>
          <w:p w14:paraId="6B0ECDAB" w14:textId="77777777" w:rsidR="009353EF" w:rsidRPr="00F95990" w:rsidRDefault="009353EF" w:rsidP="009353EF">
            <w:r w:rsidRPr="00F95990">
              <w:t>Contains Time property values</w:t>
            </w:r>
          </w:p>
        </w:tc>
      </w:tr>
      <w:tr w:rsidR="009353EF" w:rsidRPr="00F95990" w14:paraId="6DB6AD1A" w14:textId="77777777" w:rsidTr="00582D01">
        <w:tc>
          <w:tcPr>
            <w:tcW w:w="377" w:type="dxa"/>
            <w:gridSpan w:val="2"/>
          </w:tcPr>
          <w:p w14:paraId="1DC61CE5" w14:textId="77777777" w:rsidR="009353EF" w:rsidRPr="00F95990" w:rsidRDefault="009353EF" w:rsidP="009353EF">
            <w:pPr>
              <w:jc w:val="center"/>
            </w:pPr>
          </w:p>
        </w:tc>
        <w:tc>
          <w:tcPr>
            <w:tcW w:w="983" w:type="dxa"/>
            <w:gridSpan w:val="2"/>
          </w:tcPr>
          <w:p w14:paraId="544F4B6A" w14:textId="77777777" w:rsidR="009353EF" w:rsidRPr="00F95990" w:rsidRDefault="009353EF" w:rsidP="009353EF">
            <w:pPr>
              <w:jc w:val="center"/>
            </w:pPr>
            <w:r w:rsidRPr="00F95990">
              <w:t>O</w:t>
            </w:r>
          </w:p>
        </w:tc>
        <w:tc>
          <w:tcPr>
            <w:tcW w:w="7552" w:type="dxa"/>
          </w:tcPr>
          <w:p w14:paraId="010D13A1" w14:textId="77777777" w:rsidR="009353EF" w:rsidRPr="00F95990" w:rsidRDefault="009353EF" w:rsidP="009353EF">
            <w:r w:rsidRPr="00F95990">
              <w:t>Contains Date property values</w:t>
            </w:r>
          </w:p>
        </w:tc>
      </w:tr>
      <w:tr w:rsidR="009353EF" w:rsidRPr="00F95990" w14:paraId="3482CD24" w14:textId="77777777" w:rsidTr="00582D01">
        <w:tc>
          <w:tcPr>
            <w:tcW w:w="377" w:type="dxa"/>
            <w:gridSpan w:val="2"/>
          </w:tcPr>
          <w:p w14:paraId="141B9F55" w14:textId="77777777" w:rsidR="009353EF" w:rsidRPr="00F95990" w:rsidRDefault="009353EF" w:rsidP="009353EF">
            <w:pPr>
              <w:jc w:val="center"/>
            </w:pPr>
          </w:p>
        </w:tc>
        <w:tc>
          <w:tcPr>
            <w:tcW w:w="983" w:type="dxa"/>
            <w:gridSpan w:val="2"/>
          </w:tcPr>
          <w:p w14:paraId="02BC39A7" w14:textId="77777777" w:rsidR="009353EF" w:rsidRPr="00F95990" w:rsidRDefault="009353EF" w:rsidP="009353EF">
            <w:pPr>
              <w:jc w:val="center"/>
            </w:pPr>
            <w:r w:rsidRPr="00F95990">
              <w:t>O</w:t>
            </w:r>
          </w:p>
        </w:tc>
        <w:tc>
          <w:tcPr>
            <w:tcW w:w="7552" w:type="dxa"/>
          </w:tcPr>
          <w:p w14:paraId="09FC70DF" w14:textId="77777777" w:rsidR="009353EF" w:rsidRPr="00F95990" w:rsidRDefault="009353EF" w:rsidP="009353EF">
            <w:r w:rsidRPr="00F95990">
              <w:t>Contains Octet String property values</w:t>
            </w:r>
          </w:p>
        </w:tc>
      </w:tr>
      <w:tr w:rsidR="009353EF" w:rsidRPr="00F95990" w14:paraId="20E77A88" w14:textId="77777777" w:rsidTr="00582D01">
        <w:tc>
          <w:tcPr>
            <w:tcW w:w="377" w:type="dxa"/>
            <w:gridSpan w:val="2"/>
          </w:tcPr>
          <w:p w14:paraId="1904BC68" w14:textId="77777777" w:rsidR="009353EF" w:rsidRPr="00F95990" w:rsidRDefault="009353EF" w:rsidP="009353EF">
            <w:pPr>
              <w:jc w:val="center"/>
            </w:pPr>
          </w:p>
        </w:tc>
        <w:tc>
          <w:tcPr>
            <w:tcW w:w="983" w:type="dxa"/>
            <w:gridSpan w:val="2"/>
          </w:tcPr>
          <w:p w14:paraId="65BCA04F" w14:textId="77777777" w:rsidR="009353EF" w:rsidRPr="00F95990" w:rsidRDefault="009353EF" w:rsidP="009353EF">
            <w:pPr>
              <w:jc w:val="center"/>
            </w:pPr>
            <w:r w:rsidRPr="00F95990">
              <w:t>O</w:t>
            </w:r>
          </w:p>
        </w:tc>
        <w:tc>
          <w:tcPr>
            <w:tcW w:w="7552" w:type="dxa"/>
          </w:tcPr>
          <w:p w14:paraId="105ED393" w14:textId="77777777" w:rsidR="009353EF" w:rsidRPr="00F95990" w:rsidRDefault="009353EF" w:rsidP="009353EF">
            <w:r w:rsidRPr="00F95990">
              <w:t>Contains proprietary properties with basic data types</w:t>
            </w:r>
          </w:p>
        </w:tc>
      </w:tr>
      <w:tr w:rsidR="009353EF" w:rsidRPr="00F95990" w14:paraId="23209990" w14:textId="77777777" w:rsidTr="00582D01">
        <w:trPr>
          <w:cantSplit/>
        </w:trPr>
        <w:tc>
          <w:tcPr>
            <w:tcW w:w="8912" w:type="dxa"/>
            <w:gridSpan w:val="5"/>
          </w:tcPr>
          <w:p w14:paraId="6B547BDC" w14:textId="77777777" w:rsidR="009353EF" w:rsidRPr="00F95990" w:rsidRDefault="009353EF" w:rsidP="009353EF">
            <w:pPr>
              <w:pStyle w:val="OptionFootnote"/>
              <w:rPr>
                <w:b/>
                <w:bCs/>
              </w:rPr>
            </w:pPr>
          </w:p>
        </w:tc>
      </w:tr>
      <w:tr w:rsidR="009353EF" w:rsidRPr="00F95990" w14:paraId="5EF74687" w14:textId="77777777" w:rsidTr="00582D01">
        <w:trPr>
          <w:cantSplit/>
        </w:trPr>
        <w:tc>
          <w:tcPr>
            <w:tcW w:w="8912" w:type="dxa"/>
            <w:gridSpan w:val="5"/>
          </w:tcPr>
          <w:p w14:paraId="34AFFFDB" w14:textId="77777777" w:rsidR="009353EF" w:rsidRPr="00F95990" w:rsidRDefault="009353EF" w:rsidP="009353EF">
            <w:pPr>
              <w:rPr>
                <w:b/>
                <w:bCs/>
              </w:rPr>
            </w:pPr>
            <w:r w:rsidRPr="00F95990">
              <w:rPr>
                <w:b/>
                <w:bCs/>
              </w:rPr>
              <w:t xml:space="preserve">Data Sharing </w:t>
            </w:r>
            <w:r w:rsidR="00012C95">
              <w:rPr>
                <w:b/>
                <w:bCs/>
              </w:rPr>
              <w:t>-</w:t>
            </w:r>
            <w:r w:rsidRPr="00F95990">
              <w:rPr>
                <w:b/>
                <w:bCs/>
              </w:rPr>
              <w:t xml:space="preserve"> WriteProperty </w:t>
            </w:r>
            <w:r w:rsidR="00012C95">
              <w:rPr>
                <w:b/>
                <w:bCs/>
              </w:rPr>
              <w:t>-</w:t>
            </w:r>
            <w:r w:rsidRPr="00F95990">
              <w:rPr>
                <w:b/>
                <w:bCs/>
              </w:rPr>
              <w:t xml:space="preserve"> A</w:t>
            </w:r>
          </w:p>
        </w:tc>
      </w:tr>
      <w:tr w:rsidR="009353EF" w:rsidRPr="00F95990" w14:paraId="008E043B" w14:textId="77777777" w:rsidTr="00582D01">
        <w:tc>
          <w:tcPr>
            <w:tcW w:w="377" w:type="dxa"/>
            <w:gridSpan w:val="2"/>
          </w:tcPr>
          <w:p w14:paraId="4F599E4E" w14:textId="77777777" w:rsidR="009353EF" w:rsidRPr="00F95990" w:rsidRDefault="009353EF" w:rsidP="009353EF">
            <w:pPr>
              <w:jc w:val="center"/>
            </w:pPr>
          </w:p>
        </w:tc>
        <w:tc>
          <w:tcPr>
            <w:tcW w:w="983" w:type="dxa"/>
            <w:gridSpan w:val="2"/>
          </w:tcPr>
          <w:p w14:paraId="3C1AFA71" w14:textId="77777777" w:rsidR="009353EF" w:rsidRPr="00F95990" w:rsidRDefault="009353EF" w:rsidP="009353EF">
            <w:pPr>
              <w:jc w:val="center"/>
            </w:pPr>
            <w:r w:rsidRPr="00F95990">
              <w:t>R</w:t>
            </w:r>
          </w:p>
        </w:tc>
        <w:tc>
          <w:tcPr>
            <w:tcW w:w="7552" w:type="dxa"/>
          </w:tcPr>
          <w:p w14:paraId="72068E4D" w14:textId="77777777" w:rsidR="009353EF" w:rsidRPr="00F95990" w:rsidRDefault="009353EF" w:rsidP="009353EF">
            <w:r w:rsidRPr="00F95990">
              <w:t>Base Requirements</w:t>
            </w:r>
          </w:p>
        </w:tc>
      </w:tr>
      <w:tr w:rsidR="009353EF" w:rsidRPr="00F95990" w14:paraId="77654E6B" w14:textId="77777777" w:rsidTr="00582D01">
        <w:tc>
          <w:tcPr>
            <w:tcW w:w="377" w:type="dxa"/>
            <w:gridSpan w:val="2"/>
          </w:tcPr>
          <w:p w14:paraId="63450068" w14:textId="77777777" w:rsidR="009353EF" w:rsidRPr="00F95990" w:rsidRDefault="009353EF" w:rsidP="009353EF">
            <w:pPr>
              <w:jc w:val="center"/>
            </w:pPr>
          </w:p>
        </w:tc>
        <w:tc>
          <w:tcPr>
            <w:tcW w:w="983" w:type="dxa"/>
            <w:gridSpan w:val="2"/>
          </w:tcPr>
          <w:p w14:paraId="692D7FBB" w14:textId="77777777" w:rsidR="009353EF" w:rsidRPr="00F95990" w:rsidRDefault="009353EF" w:rsidP="009353EF">
            <w:pPr>
              <w:jc w:val="center"/>
            </w:pPr>
            <w:r w:rsidRPr="00F95990">
              <w:t>C</w:t>
            </w:r>
            <w:r w:rsidRPr="00F95990">
              <w:rPr>
                <w:vertAlign w:val="superscript"/>
              </w:rPr>
              <w:t>1</w:t>
            </w:r>
          </w:p>
        </w:tc>
        <w:tc>
          <w:tcPr>
            <w:tcW w:w="7552" w:type="dxa"/>
          </w:tcPr>
          <w:p w14:paraId="118A0818" w14:textId="77777777" w:rsidR="009353EF" w:rsidRPr="00F95990" w:rsidRDefault="009353EF" w:rsidP="009353EF">
            <w:r w:rsidRPr="00F95990">
              <w:t>Can write non-array properties</w:t>
            </w:r>
          </w:p>
        </w:tc>
      </w:tr>
      <w:tr w:rsidR="009353EF" w:rsidRPr="00F95990" w14:paraId="311A7CD1" w14:textId="77777777" w:rsidTr="00582D01">
        <w:tc>
          <w:tcPr>
            <w:tcW w:w="377" w:type="dxa"/>
            <w:gridSpan w:val="2"/>
          </w:tcPr>
          <w:p w14:paraId="047E4693" w14:textId="77777777" w:rsidR="009353EF" w:rsidRPr="00F95990" w:rsidRDefault="009353EF" w:rsidP="009353EF">
            <w:pPr>
              <w:jc w:val="center"/>
            </w:pPr>
          </w:p>
        </w:tc>
        <w:tc>
          <w:tcPr>
            <w:tcW w:w="983" w:type="dxa"/>
            <w:gridSpan w:val="2"/>
          </w:tcPr>
          <w:p w14:paraId="7B6637DC" w14:textId="77777777" w:rsidR="009353EF" w:rsidRPr="00F95990" w:rsidRDefault="009353EF" w:rsidP="009353EF">
            <w:pPr>
              <w:jc w:val="center"/>
            </w:pPr>
            <w:r w:rsidRPr="00F95990">
              <w:t>C</w:t>
            </w:r>
            <w:r w:rsidRPr="00F95990">
              <w:rPr>
                <w:vertAlign w:val="superscript"/>
              </w:rPr>
              <w:t>1</w:t>
            </w:r>
          </w:p>
        </w:tc>
        <w:tc>
          <w:tcPr>
            <w:tcW w:w="7552" w:type="dxa"/>
          </w:tcPr>
          <w:p w14:paraId="1B79F78C" w14:textId="77777777" w:rsidR="009353EF" w:rsidRPr="00F95990" w:rsidRDefault="009353EF" w:rsidP="009353EF">
            <w:r w:rsidRPr="00F95990">
              <w:t>Can write array elements</w:t>
            </w:r>
          </w:p>
        </w:tc>
      </w:tr>
      <w:tr w:rsidR="009353EF" w:rsidRPr="00F95990" w14:paraId="7860A3D8" w14:textId="77777777" w:rsidTr="00582D01">
        <w:tc>
          <w:tcPr>
            <w:tcW w:w="377" w:type="dxa"/>
            <w:gridSpan w:val="2"/>
          </w:tcPr>
          <w:p w14:paraId="6033384A" w14:textId="77777777" w:rsidR="009353EF" w:rsidRPr="00F95990" w:rsidRDefault="009353EF" w:rsidP="009353EF">
            <w:pPr>
              <w:jc w:val="center"/>
            </w:pPr>
          </w:p>
        </w:tc>
        <w:tc>
          <w:tcPr>
            <w:tcW w:w="983" w:type="dxa"/>
            <w:gridSpan w:val="2"/>
          </w:tcPr>
          <w:p w14:paraId="28034AF9" w14:textId="77777777" w:rsidR="009353EF" w:rsidRPr="00F95990" w:rsidRDefault="009353EF" w:rsidP="009353EF">
            <w:pPr>
              <w:jc w:val="center"/>
            </w:pPr>
            <w:r w:rsidRPr="00F95990">
              <w:t>C</w:t>
            </w:r>
            <w:r w:rsidRPr="00F95990">
              <w:rPr>
                <w:vertAlign w:val="superscript"/>
              </w:rPr>
              <w:t>1</w:t>
            </w:r>
          </w:p>
        </w:tc>
        <w:tc>
          <w:tcPr>
            <w:tcW w:w="7552" w:type="dxa"/>
          </w:tcPr>
          <w:p w14:paraId="215FEF00" w14:textId="77777777" w:rsidR="009353EF" w:rsidRPr="00F95990" w:rsidRDefault="009353EF" w:rsidP="009353EF">
            <w:r w:rsidRPr="00F95990">
              <w:t>Can write whole arrays</w:t>
            </w:r>
          </w:p>
        </w:tc>
      </w:tr>
      <w:tr w:rsidR="009353EF" w:rsidRPr="00F95990" w14:paraId="3C53CABA" w14:textId="77777777" w:rsidTr="00582D01">
        <w:tc>
          <w:tcPr>
            <w:tcW w:w="377" w:type="dxa"/>
            <w:gridSpan w:val="2"/>
          </w:tcPr>
          <w:p w14:paraId="2E7A954C" w14:textId="77777777" w:rsidR="009353EF" w:rsidRPr="00F95990" w:rsidRDefault="009353EF" w:rsidP="009353EF">
            <w:pPr>
              <w:jc w:val="center"/>
            </w:pPr>
          </w:p>
        </w:tc>
        <w:tc>
          <w:tcPr>
            <w:tcW w:w="983" w:type="dxa"/>
            <w:gridSpan w:val="2"/>
          </w:tcPr>
          <w:p w14:paraId="2FBE59F4" w14:textId="77777777" w:rsidR="009353EF" w:rsidRPr="00F95990" w:rsidRDefault="009353EF" w:rsidP="009353EF">
            <w:pPr>
              <w:jc w:val="center"/>
            </w:pPr>
            <w:r w:rsidRPr="00F95990">
              <w:t>BTL-C</w:t>
            </w:r>
            <w:r w:rsidRPr="00F95990">
              <w:rPr>
                <w:vertAlign w:val="superscript"/>
              </w:rPr>
              <w:t>2</w:t>
            </w:r>
          </w:p>
        </w:tc>
        <w:tc>
          <w:tcPr>
            <w:tcW w:w="7552" w:type="dxa"/>
          </w:tcPr>
          <w:p w14:paraId="348DBB36"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write whole lists</w:t>
            </w:r>
          </w:p>
        </w:tc>
      </w:tr>
      <w:tr w:rsidR="009353EF" w:rsidRPr="00F95990" w14:paraId="5F0C8827" w14:textId="77777777" w:rsidTr="00582D01">
        <w:tc>
          <w:tcPr>
            <w:tcW w:w="377" w:type="dxa"/>
            <w:gridSpan w:val="2"/>
          </w:tcPr>
          <w:p w14:paraId="75951FAD" w14:textId="77777777" w:rsidR="009353EF" w:rsidRPr="00F95990" w:rsidRDefault="009353EF" w:rsidP="009353EF">
            <w:pPr>
              <w:jc w:val="center"/>
            </w:pPr>
          </w:p>
        </w:tc>
        <w:tc>
          <w:tcPr>
            <w:tcW w:w="983" w:type="dxa"/>
            <w:gridSpan w:val="2"/>
          </w:tcPr>
          <w:p w14:paraId="74ED3571" w14:textId="77777777" w:rsidR="009353EF" w:rsidRPr="00F95990" w:rsidRDefault="009353EF" w:rsidP="009353EF">
            <w:pPr>
              <w:jc w:val="center"/>
            </w:pPr>
            <w:r w:rsidRPr="00F95990">
              <w:t>BTL-C</w:t>
            </w:r>
            <w:r w:rsidRPr="00F95990">
              <w:rPr>
                <w:vertAlign w:val="superscript"/>
              </w:rPr>
              <w:t>3</w:t>
            </w:r>
          </w:p>
        </w:tc>
        <w:tc>
          <w:tcPr>
            <w:tcW w:w="7552" w:type="dxa"/>
          </w:tcPr>
          <w:p w14:paraId="4B282B28" w14:textId="77777777" w:rsidR="009353EF" w:rsidRPr="00893C2A" w:rsidRDefault="009353EF" w:rsidP="007E6F9C">
            <w:pPr>
              <w:pStyle w:val="Header"/>
              <w:tabs>
                <w:tab w:val="clear" w:pos="4320"/>
                <w:tab w:val="clear" w:pos="8640"/>
              </w:tabs>
              <w:rPr>
                <w:lang w:val="en-US" w:eastAsia="en-US"/>
              </w:rPr>
            </w:pPr>
            <w:r w:rsidRPr="00893C2A">
              <w:rPr>
                <w:lang w:val="en-US" w:eastAsia="en-US"/>
              </w:rPr>
              <w:t xml:space="preserve">Can </w:t>
            </w:r>
            <w:r w:rsidR="007E6F9C" w:rsidRPr="00893C2A">
              <w:rPr>
                <w:lang w:val="en-US" w:eastAsia="en-US"/>
              </w:rPr>
              <w:t>command and relinquish</w:t>
            </w:r>
            <w:r w:rsidRPr="00893C2A">
              <w:rPr>
                <w:lang w:val="en-US" w:eastAsia="en-US"/>
              </w:rPr>
              <w:t xml:space="preserve"> with a priority</w:t>
            </w:r>
          </w:p>
        </w:tc>
      </w:tr>
      <w:tr w:rsidR="009353EF" w:rsidRPr="00F95990" w14:paraId="0DA84EC9" w14:textId="77777777" w:rsidTr="00582D01">
        <w:tc>
          <w:tcPr>
            <w:tcW w:w="377" w:type="dxa"/>
            <w:gridSpan w:val="2"/>
          </w:tcPr>
          <w:p w14:paraId="7ED02C36" w14:textId="77777777" w:rsidR="009353EF" w:rsidRPr="00F95990" w:rsidRDefault="009353EF" w:rsidP="009353EF">
            <w:pPr>
              <w:jc w:val="center"/>
            </w:pPr>
          </w:p>
        </w:tc>
        <w:tc>
          <w:tcPr>
            <w:tcW w:w="983" w:type="dxa"/>
            <w:gridSpan w:val="2"/>
          </w:tcPr>
          <w:p w14:paraId="133D10FA" w14:textId="77777777" w:rsidR="009353EF" w:rsidRPr="00F95990" w:rsidRDefault="00B73463" w:rsidP="009353EF">
            <w:pPr>
              <w:jc w:val="center"/>
            </w:pPr>
            <w:r>
              <w:t>O</w:t>
            </w:r>
          </w:p>
        </w:tc>
        <w:tc>
          <w:tcPr>
            <w:tcW w:w="7552" w:type="dxa"/>
          </w:tcPr>
          <w:p w14:paraId="28C0F5F4" w14:textId="77777777" w:rsidR="009353EF" w:rsidRPr="00F95990" w:rsidRDefault="009353EF" w:rsidP="00DC2E3C">
            <w:r w:rsidRPr="00F95990">
              <w:t>Can write NULL property values</w:t>
            </w:r>
            <w:r w:rsidR="007E6F9C">
              <w:t xml:space="preserve"> </w:t>
            </w:r>
            <w:r w:rsidR="00DC2E3C">
              <w:t>to</w:t>
            </w:r>
            <w:r w:rsidR="00DC2E3C" w:rsidRPr="00DC2E3C">
              <w:t xml:space="preserve"> non-commandable properties</w:t>
            </w:r>
          </w:p>
        </w:tc>
      </w:tr>
      <w:tr w:rsidR="009353EF" w:rsidRPr="00F95990" w14:paraId="545054CB" w14:textId="77777777" w:rsidTr="00582D01">
        <w:tc>
          <w:tcPr>
            <w:tcW w:w="377" w:type="dxa"/>
            <w:gridSpan w:val="2"/>
          </w:tcPr>
          <w:p w14:paraId="0CE330E4" w14:textId="77777777" w:rsidR="009353EF" w:rsidRPr="00F95990" w:rsidRDefault="009353EF" w:rsidP="009353EF">
            <w:pPr>
              <w:jc w:val="center"/>
            </w:pPr>
          </w:p>
        </w:tc>
        <w:tc>
          <w:tcPr>
            <w:tcW w:w="983" w:type="dxa"/>
            <w:gridSpan w:val="2"/>
          </w:tcPr>
          <w:p w14:paraId="02D75354" w14:textId="77777777" w:rsidR="009353EF" w:rsidRPr="00F95990" w:rsidRDefault="009353EF" w:rsidP="009353EF">
            <w:pPr>
              <w:jc w:val="center"/>
            </w:pPr>
            <w:r w:rsidRPr="00F95990">
              <w:t>O</w:t>
            </w:r>
          </w:p>
        </w:tc>
        <w:tc>
          <w:tcPr>
            <w:tcW w:w="7552" w:type="dxa"/>
          </w:tcPr>
          <w:p w14:paraId="19A46F58" w14:textId="77777777" w:rsidR="009353EF" w:rsidRPr="00F95990" w:rsidRDefault="009353EF" w:rsidP="00437B8D">
            <w:r w:rsidRPr="00F95990">
              <w:t>Can write</w:t>
            </w:r>
            <w:r w:rsidR="00437B8D">
              <w:t xml:space="preserve"> the size of an</w:t>
            </w:r>
            <w:r w:rsidRPr="00F95990">
              <w:t xml:space="preserve"> array</w:t>
            </w:r>
          </w:p>
        </w:tc>
      </w:tr>
      <w:tr w:rsidR="009353EF" w:rsidRPr="00F95990" w14:paraId="63F18675" w14:textId="77777777" w:rsidTr="00582D01">
        <w:tc>
          <w:tcPr>
            <w:tcW w:w="377" w:type="dxa"/>
            <w:gridSpan w:val="2"/>
          </w:tcPr>
          <w:p w14:paraId="28D1C7B7" w14:textId="77777777" w:rsidR="009353EF" w:rsidRPr="00F95990" w:rsidRDefault="009353EF" w:rsidP="009353EF">
            <w:pPr>
              <w:jc w:val="center"/>
            </w:pPr>
          </w:p>
        </w:tc>
        <w:tc>
          <w:tcPr>
            <w:tcW w:w="983" w:type="dxa"/>
            <w:gridSpan w:val="2"/>
          </w:tcPr>
          <w:p w14:paraId="12E77466" w14:textId="77777777" w:rsidR="009353EF" w:rsidRPr="00F95990" w:rsidRDefault="009353EF" w:rsidP="009353EF">
            <w:pPr>
              <w:jc w:val="center"/>
            </w:pPr>
            <w:r w:rsidRPr="00F95990">
              <w:t>O</w:t>
            </w:r>
          </w:p>
        </w:tc>
        <w:tc>
          <w:tcPr>
            <w:tcW w:w="7552" w:type="dxa"/>
          </w:tcPr>
          <w:p w14:paraId="54693A61" w14:textId="77777777" w:rsidR="009353EF" w:rsidRPr="00F95990" w:rsidRDefault="009353EF" w:rsidP="009353EF">
            <w:r w:rsidRPr="00F95990">
              <w:t>Can write BOOLEAN property values</w:t>
            </w:r>
          </w:p>
        </w:tc>
      </w:tr>
      <w:tr w:rsidR="009353EF" w:rsidRPr="00F95990" w14:paraId="6CD31DA1" w14:textId="77777777" w:rsidTr="00582D01">
        <w:tc>
          <w:tcPr>
            <w:tcW w:w="377" w:type="dxa"/>
            <w:gridSpan w:val="2"/>
          </w:tcPr>
          <w:p w14:paraId="43C033EF" w14:textId="77777777" w:rsidR="009353EF" w:rsidRPr="00F95990" w:rsidRDefault="009353EF" w:rsidP="009353EF">
            <w:pPr>
              <w:jc w:val="center"/>
            </w:pPr>
          </w:p>
        </w:tc>
        <w:tc>
          <w:tcPr>
            <w:tcW w:w="983" w:type="dxa"/>
            <w:gridSpan w:val="2"/>
          </w:tcPr>
          <w:p w14:paraId="3F953436" w14:textId="77777777" w:rsidR="009353EF" w:rsidRPr="00F95990" w:rsidRDefault="009353EF" w:rsidP="009353EF">
            <w:pPr>
              <w:jc w:val="center"/>
            </w:pPr>
            <w:r w:rsidRPr="00F95990">
              <w:t>O</w:t>
            </w:r>
          </w:p>
        </w:tc>
        <w:tc>
          <w:tcPr>
            <w:tcW w:w="7552" w:type="dxa"/>
          </w:tcPr>
          <w:p w14:paraId="5A00D408" w14:textId="77777777" w:rsidR="009353EF" w:rsidRPr="00F95990" w:rsidRDefault="009353EF" w:rsidP="009353EF">
            <w:r w:rsidRPr="00F95990">
              <w:t>Can write Enumerated property values</w:t>
            </w:r>
          </w:p>
        </w:tc>
      </w:tr>
      <w:tr w:rsidR="009353EF" w:rsidRPr="00F95990" w14:paraId="14623AD4" w14:textId="77777777" w:rsidTr="00582D01">
        <w:tc>
          <w:tcPr>
            <w:tcW w:w="377" w:type="dxa"/>
            <w:gridSpan w:val="2"/>
          </w:tcPr>
          <w:p w14:paraId="7A24AAD0" w14:textId="77777777" w:rsidR="009353EF" w:rsidRPr="00F95990" w:rsidRDefault="009353EF" w:rsidP="009353EF">
            <w:pPr>
              <w:jc w:val="center"/>
            </w:pPr>
          </w:p>
        </w:tc>
        <w:tc>
          <w:tcPr>
            <w:tcW w:w="983" w:type="dxa"/>
            <w:gridSpan w:val="2"/>
          </w:tcPr>
          <w:p w14:paraId="6BB9DB2E" w14:textId="77777777" w:rsidR="009353EF" w:rsidRPr="00F95990" w:rsidRDefault="009353EF" w:rsidP="009353EF">
            <w:pPr>
              <w:jc w:val="center"/>
            </w:pPr>
            <w:r w:rsidRPr="00F95990">
              <w:t>O</w:t>
            </w:r>
          </w:p>
        </w:tc>
        <w:tc>
          <w:tcPr>
            <w:tcW w:w="7552" w:type="dxa"/>
          </w:tcPr>
          <w:p w14:paraId="541A6A06" w14:textId="77777777" w:rsidR="009353EF" w:rsidRPr="00F95990" w:rsidRDefault="009353EF" w:rsidP="009353EF">
            <w:r w:rsidRPr="00F95990">
              <w:t>Can write INTEGER property values</w:t>
            </w:r>
          </w:p>
        </w:tc>
      </w:tr>
      <w:tr w:rsidR="009353EF" w:rsidRPr="00F95990" w14:paraId="0BEB745C" w14:textId="77777777" w:rsidTr="00582D01">
        <w:tc>
          <w:tcPr>
            <w:tcW w:w="377" w:type="dxa"/>
            <w:gridSpan w:val="2"/>
          </w:tcPr>
          <w:p w14:paraId="177797E8" w14:textId="77777777" w:rsidR="009353EF" w:rsidRPr="00F95990" w:rsidRDefault="009353EF" w:rsidP="009353EF">
            <w:pPr>
              <w:jc w:val="center"/>
            </w:pPr>
          </w:p>
        </w:tc>
        <w:tc>
          <w:tcPr>
            <w:tcW w:w="983" w:type="dxa"/>
            <w:gridSpan w:val="2"/>
          </w:tcPr>
          <w:p w14:paraId="620B5E4B" w14:textId="77777777" w:rsidR="009353EF" w:rsidRPr="00F95990" w:rsidRDefault="009353EF" w:rsidP="009353EF">
            <w:pPr>
              <w:jc w:val="center"/>
            </w:pPr>
            <w:r w:rsidRPr="00F95990">
              <w:t>O</w:t>
            </w:r>
          </w:p>
        </w:tc>
        <w:tc>
          <w:tcPr>
            <w:tcW w:w="7552" w:type="dxa"/>
          </w:tcPr>
          <w:p w14:paraId="692D5A3B" w14:textId="77777777" w:rsidR="009353EF" w:rsidRPr="00F95990" w:rsidRDefault="009353EF" w:rsidP="009353EF">
            <w:r w:rsidRPr="00F95990">
              <w:t>Can write Unsigned property values</w:t>
            </w:r>
          </w:p>
        </w:tc>
      </w:tr>
      <w:tr w:rsidR="009353EF" w:rsidRPr="00F95990" w14:paraId="137154FB" w14:textId="77777777" w:rsidTr="00582D01">
        <w:tc>
          <w:tcPr>
            <w:tcW w:w="377" w:type="dxa"/>
            <w:gridSpan w:val="2"/>
          </w:tcPr>
          <w:p w14:paraId="62DBA89D" w14:textId="77777777" w:rsidR="009353EF" w:rsidRPr="00F95990" w:rsidRDefault="009353EF" w:rsidP="009353EF">
            <w:pPr>
              <w:jc w:val="center"/>
            </w:pPr>
          </w:p>
        </w:tc>
        <w:tc>
          <w:tcPr>
            <w:tcW w:w="983" w:type="dxa"/>
            <w:gridSpan w:val="2"/>
          </w:tcPr>
          <w:p w14:paraId="1FE07BE9" w14:textId="77777777" w:rsidR="009353EF" w:rsidRPr="00F95990" w:rsidRDefault="009353EF" w:rsidP="009353EF">
            <w:pPr>
              <w:jc w:val="center"/>
            </w:pPr>
            <w:r w:rsidRPr="00F95990">
              <w:t>O</w:t>
            </w:r>
          </w:p>
        </w:tc>
        <w:tc>
          <w:tcPr>
            <w:tcW w:w="7552" w:type="dxa"/>
          </w:tcPr>
          <w:p w14:paraId="01FE4A34" w14:textId="77777777" w:rsidR="009353EF" w:rsidRPr="00F95990" w:rsidRDefault="009353EF" w:rsidP="009353EF">
            <w:r w:rsidRPr="00F95990">
              <w:t>Can write REAL property values</w:t>
            </w:r>
          </w:p>
        </w:tc>
      </w:tr>
      <w:tr w:rsidR="009353EF" w:rsidRPr="00F95990" w14:paraId="775AE9C8" w14:textId="77777777" w:rsidTr="00582D01">
        <w:tc>
          <w:tcPr>
            <w:tcW w:w="377" w:type="dxa"/>
            <w:gridSpan w:val="2"/>
          </w:tcPr>
          <w:p w14:paraId="7DD5DB7A" w14:textId="77777777" w:rsidR="009353EF" w:rsidRPr="00F95990" w:rsidRDefault="009353EF" w:rsidP="009353EF">
            <w:pPr>
              <w:jc w:val="center"/>
            </w:pPr>
          </w:p>
        </w:tc>
        <w:tc>
          <w:tcPr>
            <w:tcW w:w="983" w:type="dxa"/>
            <w:gridSpan w:val="2"/>
          </w:tcPr>
          <w:p w14:paraId="1051D44E" w14:textId="77777777" w:rsidR="009353EF" w:rsidRPr="00F95990" w:rsidRDefault="009353EF" w:rsidP="009353EF">
            <w:pPr>
              <w:jc w:val="center"/>
            </w:pPr>
            <w:r w:rsidRPr="00F95990">
              <w:t>O</w:t>
            </w:r>
          </w:p>
        </w:tc>
        <w:tc>
          <w:tcPr>
            <w:tcW w:w="7552" w:type="dxa"/>
          </w:tcPr>
          <w:p w14:paraId="2E4A66EA" w14:textId="77777777" w:rsidR="009353EF" w:rsidRPr="00F95990" w:rsidRDefault="009353EF" w:rsidP="009353EF">
            <w:r w:rsidRPr="00F95990">
              <w:t>Can write Double property values</w:t>
            </w:r>
          </w:p>
        </w:tc>
      </w:tr>
      <w:tr w:rsidR="009353EF" w:rsidRPr="00F95990" w14:paraId="4558F774" w14:textId="77777777" w:rsidTr="00582D01">
        <w:tc>
          <w:tcPr>
            <w:tcW w:w="377" w:type="dxa"/>
            <w:gridSpan w:val="2"/>
          </w:tcPr>
          <w:p w14:paraId="75C7A87F" w14:textId="77777777" w:rsidR="009353EF" w:rsidRPr="00F95990" w:rsidRDefault="009353EF" w:rsidP="009353EF">
            <w:pPr>
              <w:jc w:val="center"/>
            </w:pPr>
          </w:p>
        </w:tc>
        <w:tc>
          <w:tcPr>
            <w:tcW w:w="983" w:type="dxa"/>
            <w:gridSpan w:val="2"/>
          </w:tcPr>
          <w:p w14:paraId="0798004F" w14:textId="77777777" w:rsidR="009353EF" w:rsidRPr="00F95990" w:rsidRDefault="009353EF" w:rsidP="009353EF">
            <w:pPr>
              <w:jc w:val="center"/>
            </w:pPr>
            <w:r w:rsidRPr="00F95990">
              <w:t>O</w:t>
            </w:r>
          </w:p>
        </w:tc>
        <w:tc>
          <w:tcPr>
            <w:tcW w:w="7552" w:type="dxa"/>
          </w:tcPr>
          <w:p w14:paraId="6D508707" w14:textId="77777777" w:rsidR="009353EF" w:rsidRPr="00F95990" w:rsidRDefault="009353EF" w:rsidP="009353EF">
            <w:r w:rsidRPr="00F95990">
              <w:t>Can write Time property values</w:t>
            </w:r>
          </w:p>
        </w:tc>
      </w:tr>
      <w:tr w:rsidR="009353EF" w:rsidRPr="00F95990" w14:paraId="2D33FE0F" w14:textId="77777777" w:rsidTr="00582D01">
        <w:tc>
          <w:tcPr>
            <w:tcW w:w="377" w:type="dxa"/>
            <w:gridSpan w:val="2"/>
          </w:tcPr>
          <w:p w14:paraId="0119E3CD" w14:textId="77777777" w:rsidR="009353EF" w:rsidRPr="00F95990" w:rsidRDefault="009353EF" w:rsidP="009353EF">
            <w:pPr>
              <w:jc w:val="center"/>
            </w:pPr>
          </w:p>
        </w:tc>
        <w:tc>
          <w:tcPr>
            <w:tcW w:w="983" w:type="dxa"/>
            <w:gridSpan w:val="2"/>
          </w:tcPr>
          <w:p w14:paraId="5944EDF6" w14:textId="77777777" w:rsidR="009353EF" w:rsidRPr="00F95990" w:rsidRDefault="009353EF" w:rsidP="009353EF">
            <w:pPr>
              <w:jc w:val="center"/>
            </w:pPr>
            <w:r w:rsidRPr="00F95990">
              <w:t>O</w:t>
            </w:r>
          </w:p>
        </w:tc>
        <w:tc>
          <w:tcPr>
            <w:tcW w:w="7552" w:type="dxa"/>
          </w:tcPr>
          <w:p w14:paraId="4469E2F1" w14:textId="77777777" w:rsidR="009353EF" w:rsidRPr="00F95990" w:rsidRDefault="009353EF" w:rsidP="009353EF">
            <w:r w:rsidRPr="00F95990">
              <w:t>Can write Date property values</w:t>
            </w:r>
          </w:p>
        </w:tc>
      </w:tr>
      <w:tr w:rsidR="009353EF" w:rsidRPr="00F95990" w14:paraId="0B3CB024" w14:textId="77777777" w:rsidTr="00582D01">
        <w:tc>
          <w:tcPr>
            <w:tcW w:w="377" w:type="dxa"/>
            <w:gridSpan w:val="2"/>
          </w:tcPr>
          <w:p w14:paraId="3EA65C5E" w14:textId="77777777" w:rsidR="009353EF" w:rsidRPr="00F95990" w:rsidRDefault="009353EF" w:rsidP="009353EF">
            <w:pPr>
              <w:jc w:val="center"/>
            </w:pPr>
          </w:p>
        </w:tc>
        <w:tc>
          <w:tcPr>
            <w:tcW w:w="983" w:type="dxa"/>
            <w:gridSpan w:val="2"/>
          </w:tcPr>
          <w:p w14:paraId="0F32509A" w14:textId="77777777" w:rsidR="009353EF" w:rsidRPr="00F95990" w:rsidRDefault="009353EF" w:rsidP="009353EF">
            <w:pPr>
              <w:jc w:val="center"/>
            </w:pPr>
            <w:r w:rsidRPr="00F95990">
              <w:t>O</w:t>
            </w:r>
          </w:p>
        </w:tc>
        <w:tc>
          <w:tcPr>
            <w:tcW w:w="7552" w:type="dxa"/>
          </w:tcPr>
          <w:p w14:paraId="184ADE3E" w14:textId="77777777" w:rsidR="009353EF" w:rsidRPr="00F95990" w:rsidRDefault="009353EF" w:rsidP="009353EF">
            <w:r w:rsidRPr="00F95990">
              <w:t>Can write Character String property values</w:t>
            </w:r>
          </w:p>
        </w:tc>
      </w:tr>
      <w:tr w:rsidR="009353EF" w:rsidRPr="00F95990" w14:paraId="649A7C79" w14:textId="77777777" w:rsidTr="00582D01">
        <w:tc>
          <w:tcPr>
            <w:tcW w:w="377" w:type="dxa"/>
            <w:gridSpan w:val="2"/>
          </w:tcPr>
          <w:p w14:paraId="323E10B9" w14:textId="77777777" w:rsidR="009353EF" w:rsidRPr="00F95990" w:rsidRDefault="009353EF" w:rsidP="009353EF">
            <w:pPr>
              <w:jc w:val="center"/>
            </w:pPr>
          </w:p>
        </w:tc>
        <w:tc>
          <w:tcPr>
            <w:tcW w:w="983" w:type="dxa"/>
            <w:gridSpan w:val="2"/>
          </w:tcPr>
          <w:p w14:paraId="1214532A" w14:textId="77777777" w:rsidR="009353EF" w:rsidRPr="00F95990" w:rsidRDefault="009353EF" w:rsidP="009353EF">
            <w:pPr>
              <w:jc w:val="center"/>
            </w:pPr>
            <w:r w:rsidRPr="00F95990">
              <w:t>O</w:t>
            </w:r>
          </w:p>
        </w:tc>
        <w:tc>
          <w:tcPr>
            <w:tcW w:w="7552" w:type="dxa"/>
          </w:tcPr>
          <w:p w14:paraId="30C73073" w14:textId="77777777" w:rsidR="009353EF" w:rsidRPr="00F95990" w:rsidRDefault="009353EF" w:rsidP="009353EF">
            <w:r w:rsidRPr="00F95990">
              <w:t>Can write Octet String property values</w:t>
            </w:r>
          </w:p>
        </w:tc>
      </w:tr>
      <w:tr w:rsidR="009353EF" w:rsidRPr="00F95990" w14:paraId="185753AD" w14:textId="77777777" w:rsidTr="00582D01">
        <w:tc>
          <w:tcPr>
            <w:tcW w:w="377" w:type="dxa"/>
            <w:gridSpan w:val="2"/>
          </w:tcPr>
          <w:p w14:paraId="15A61FDA" w14:textId="77777777" w:rsidR="009353EF" w:rsidRPr="00F95990" w:rsidRDefault="009353EF" w:rsidP="009353EF">
            <w:pPr>
              <w:jc w:val="center"/>
            </w:pPr>
          </w:p>
        </w:tc>
        <w:tc>
          <w:tcPr>
            <w:tcW w:w="983" w:type="dxa"/>
            <w:gridSpan w:val="2"/>
          </w:tcPr>
          <w:p w14:paraId="2120A545" w14:textId="77777777" w:rsidR="009353EF" w:rsidRPr="00F95990" w:rsidRDefault="009353EF" w:rsidP="009353EF">
            <w:pPr>
              <w:jc w:val="center"/>
            </w:pPr>
            <w:r w:rsidRPr="00F95990">
              <w:t>O</w:t>
            </w:r>
          </w:p>
        </w:tc>
        <w:tc>
          <w:tcPr>
            <w:tcW w:w="7552" w:type="dxa"/>
          </w:tcPr>
          <w:p w14:paraId="7C710EF2" w14:textId="77777777" w:rsidR="009353EF" w:rsidRPr="00F95990" w:rsidRDefault="009353EF" w:rsidP="009353EF">
            <w:r w:rsidRPr="00F95990">
              <w:t>Can write Bit String property values</w:t>
            </w:r>
          </w:p>
        </w:tc>
      </w:tr>
      <w:tr w:rsidR="009353EF" w:rsidRPr="00F95990" w14:paraId="10EAE9AA" w14:textId="77777777" w:rsidTr="00582D01">
        <w:tc>
          <w:tcPr>
            <w:tcW w:w="377" w:type="dxa"/>
            <w:gridSpan w:val="2"/>
          </w:tcPr>
          <w:p w14:paraId="6931CDC4" w14:textId="77777777" w:rsidR="009353EF" w:rsidRPr="00F95990" w:rsidRDefault="009353EF" w:rsidP="009353EF">
            <w:pPr>
              <w:jc w:val="center"/>
            </w:pPr>
          </w:p>
        </w:tc>
        <w:tc>
          <w:tcPr>
            <w:tcW w:w="983" w:type="dxa"/>
            <w:gridSpan w:val="2"/>
          </w:tcPr>
          <w:p w14:paraId="36AFC1B4" w14:textId="77777777" w:rsidR="009353EF" w:rsidRPr="00F95990" w:rsidRDefault="009353EF" w:rsidP="009353EF">
            <w:pPr>
              <w:jc w:val="center"/>
            </w:pPr>
            <w:r w:rsidRPr="00F95990">
              <w:t>O</w:t>
            </w:r>
          </w:p>
        </w:tc>
        <w:tc>
          <w:tcPr>
            <w:tcW w:w="7552" w:type="dxa"/>
          </w:tcPr>
          <w:p w14:paraId="0FA6E6A4" w14:textId="77777777" w:rsidR="009353EF" w:rsidRPr="00F95990" w:rsidRDefault="009353EF" w:rsidP="009353EF">
            <w:r w:rsidRPr="00F95990">
              <w:t>Can write BACnetObjectIdentifier property values</w:t>
            </w:r>
          </w:p>
        </w:tc>
      </w:tr>
      <w:tr w:rsidR="009353EF" w:rsidRPr="00F95990" w14:paraId="034C3B9B" w14:textId="77777777" w:rsidTr="00582D01">
        <w:tc>
          <w:tcPr>
            <w:tcW w:w="377" w:type="dxa"/>
            <w:gridSpan w:val="2"/>
          </w:tcPr>
          <w:p w14:paraId="1F12C832" w14:textId="77777777" w:rsidR="009353EF" w:rsidRPr="00F95990" w:rsidRDefault="009353EF" w:rsidP="009353EF">
            <w:pPr>
              <w:jc w:val="center"/>
            </w:pPr>
          </w:p>
        </w:tc>
        <w:tc>
          <w:tcPr>
            <w:tcW w:w="983" w:type="dxa"/>
            <w:gridSpan w:val="2"/>
          </w:tcPr>
          <w:p w14:paraId="2E96EACD" w14:textId="77777777" w:rsidR="009353EF" w:rsidRPr="00F95990" w:rsidRDefault="009353EF" w:rsidP="009353EF">
            <w:pPr>
              <w:jc w:val="center"/>
            </w:pPr>
            <w:r w:rsidRPr="00F95990">
              <w:t>O</w:t>
            </w:r>
          </w:p>
        </w:tc>
        <w:tc>
          <w:tcPr>
            <w:tcW w:w="7552" w:type="dxa"/>
          </w:tcPr>
          <w:p w14:paraId="6EBA7CA2" w14:textId="77777777" w:rsidR="009353EF" w:rsidRPr="00F95990" w:rsidRDefault="009353EF" w:rsidP="009353EF">
            <w:r w:rsidRPr="00F95990">
              <w:t>Can write constructed property values</w:t>
            </w:r>
          </w:p>
        </w:tc>
      </w:tr>
      <w:tr w:rsidR="009353EF" w:rsidRPr="00F95990" w14:paraId="2F328556" w14:textId="77777777" w:rsidTr="00582D01">
        <w:tc>
          <w:tcPr>
            <w:tcW w:w="377" w:type="dxa"/>
            <w:gridSpan w:val="2"/>
          </w:tcPr>
          <w:p w14:paraId="1E975A64" w14:textId="77777777" w:rsidR="009353EF" w:rsidRPr="00F95990" w:rsidRDefault="009353EF" w:rsidP="009353EF">
            <w:pPr>
              <w:jc w:val="center"/>
            </w:pPr>
          </w:p>
        </w:tc>
        <w:tc>
          <w:tcPr>
            <w:tcW w:w="983" w:type="dxa"/>
            <w:gridSpan w:val="2"/>
          </w:tcPr>
          <w:p w14:paraId="2F7360D5" w14:textId="77777777" w:rsidR="009353EF" w:rsidRPr="00F95990" w:rsidRDefault="009353EF" w:rsidP="009353EF">
            <w:pPr>
              <w:jc w:val="center"/>
            </w:pPr>
            <w:r w:rsidRPr="00F95990">
              <w:t>O</w:t>
            </w:r>
          </w:p>
        </w:tc>
        <w:tc>
          <w:tcPr>
            <w:tcW w:w="7552" w:type="dxa"/>
          </w:tcPr>
          <w:p w14:paraId="7856A630" w14:textId="77777777" w:rsidR="009353EF" w:rsidRPr="00F95990" w:rsidRDefault="009353EF" w:rsidP="009353EF">
            <w:r w:rsidRPr="00F95990">
              <w:t>Can write proprietary property values of basic data types</w:t>
            </w:r>
          </w:p>
        </w:tc>
      </w:tr>
      <w:tr w:rsidR="009353EF" w:rsidRPr="00F95990" w14:paraId="1B75BFD6" w14:textId="77777777" w:rsidTr="00582D01">
        <w:trPr>
          <w:cantSplit/>
        </w:trPr>
        <w:tc>
          <w:tcPr>
            <w:tcW w:w="8912" w:type="dxa"/>
            <w:gridSpan w:val="5"/>
          </w:tcPr>
          <w:p w14:paraId="4031FE7F" w14:textId="77777777" w:rsidR="009353EF" w:rsidRPr="00F95990" w:rsidRDefault="009353EF" w:rsidP="009353EF">
            <w:pPr>
              <w:ind w:left="720"/>
            </w:pPr>
            <w:r w:rsidRPr="00F95990">
              <w:rPr>
                <w:vertAlign w:val="superscript"/>
              </w:rPr>
              <w:t xml:space="preserve">1 </w:t>
            </w:r>
            <w:r w:rsidRPr="00F95990">
              <w:t>At least one of these options is required in order to claim conformance to this BIBB.</w:t>
            </w:r>
          </w:p>
          <w:p w14:paraId="58FD2833" w14:textId="77777777" w:rsidR="009353EF" w:rsidRPr="00F95990" w:rsidRDefault="009353EF" w:rsidP="009353EF">
            <w:pPr>
              <w:ind w:left="720"/>
            </w:pPr>
            <w:r w:rsidRPr="00F95990">
              <w:rPr>
                <w:vertAlign w:val="superscript"/>
              </w:rPr>
              <w:t>2</w:t>
            </w:r>
            <w:r w:rsidRPr="00F95990">
              <w:t xml:space="preserve"> This option shall be supported if the device is able to initiate AddListElement or RemoveListElement.</w:t>
            </w:r>
          </w:p>
          <w:p w14:paraId="02FC131C" w14:textId="77777777" w:rsidR="009353EF" w:rsidRPr="00F95990" w:rsidRDefault="009353EF" w:rsidP="009353EF">
            <w:pPr>
              <w:ind w:left="720"/>
            </w:pPr>
            <w:r w:rsidRPr="00F95990">
              <w:rPr>
                <w:vertAlign w:val="superscript"/>
              </w:rPr>
              <w:t xml:space="preserve">3 </w:t>
            </w:r>
            <w:r w:rsidRPr="00F95990">
              <w:t>This is required if the device can be configured to write to a property that may be commandable (e.g., analog-value, present-value).</w:t>
            </w:r>
          </w:p>
        </w:tc>
      </w:tr>
      <w:tr w:rsidR="009353EF" w:rsidRPr="00F95990" w14:paraId="223A24E9" w14:textId="77777777" w:rsidTr="00582D01">
        <w:trPr>
          <w:cantSplit/>
        </w:trPr>
        <w:tc>
          <w:tcPr>
            <w:tcW w:w="8912" w:type="dxa"/>
            <w:gridSpan w:val="5"/>
          </w:tcPr>
          <w:p w14:paraId="0F4D4419" w14:textId="77777777" w:rsidR="009353EF" w:rsidRPr="00F95990" w:rsidRDefault="009353EF" w:rsidP="0088380A">
            <w:pPr>
              <w:rPr>
                <w:b/>
                <w:bCs/>
              </w:rPr>
            </w:pPr>
            <w:r w:rsidRPr="00F95990">
              <w:rPr>
                <w:b/>
                <w:bCs/>
              </w:rPr>
              <w:t xml:space="preserve">Data Sharing </w:t>
            </w:r>
            <w:r w:rsidR="00012C95">
              <w:rPr>
                <w:b/>
                <w:bCs/>
              </w:rPr>
              <w:t>-</w:t>
            </w:r>
            <w:r w:rsidRPr="00F95990">
              <w:rPr>
                <w:b/>
                <w:bCs/>
              </w:rPr>
              <w:t xml:space="preserve"> WriteProperty </w:t>
            </w:r>
            <w:r w:rsidR="00012C95">
              <w:rPr>
                <w:b/>
                <w:bCs/>
              </w:rPr>
              <w:t>-</w:t>
            </w:r>
            <w:r w:rsidRPr="00F95990">
              <w:rPr>
                <w:b/>
                <w:bCs/>
              </w:rPr>
              <w:t xml:space="preserve"> B</w:t>
            </w:r>
          </w:p>
        </w:tc>
      </w:tr>
      <w:tr w:rsidR="009353EF" w:rsidRPr="00F95990" w14:paraId="66DED053" w14:textId="77777777" w:rsidTr="00582D01">
        <w:tc>
          <w:tcPr>
            <w:tcW w:w="377" w:type="dxa"/>
            <w:gridSpan w:val="2"/>
          </w:tcPr>
          <w:p w14:paraId="2BA6D078" w14:textId="77777777" w:rsidR="009353EF" w:rsidRPr="00F95990" w:rsidRDefault="009353EF" w:rsidP="009353EF">
            <w:pPr>
              <w:jc w:val="center"/>
            </w:pPr>
          </w:p>
        </w:tc>
        <w:tc>
          <w:tcPr>
            <w:tcW w:w="983" w:type="dxa"/>
            <w:gridSpan w:val="2"/>
          </w:tcPr>
          <w:p w14:paraId="39984C8F" w14:textId="77777777" w:rsidR="009353EF" w:rsidRPr="00F95990" w:rsidRDefault="009353EF" w:rsidP="009353EF">
            <w:pPr>
              <w:jc w:val="center"/>
            </w:pPr>
            <w:r w:rsidRPr="00F95990">
              <w:t>R</w:t>
            </w:r>
          </w:p>
        </w:tc>
        <w:tc>
          <w:tcPr>
            <w:tcW w:w="7552" w:type="dxa"/>
          </w:tcPr>
          <w:p w14:paraId="22BDCFEF" w14:textId="77777777" w:rsidR="009353EF" w:rsidRPr="00F95990" w:rsidRDefault="009353EF" w:rsidP="009353EF">
            <w:r w:rsidRPr="00F95990">
              <w:t>Base Requirements</w:t>
            </w:r>
          </w:p>
        </w:tc>
      </w:tr>
      <w:tr w:rsidR="009353EF" w:rsidRPr="00F95990" w14:paraId="25E0ECCF" w14:textId="77777777" w:rsidTr="00582D01">
        <w:tc>
          <w:tcPr>
            <w:tcW w:w="377" w:type="dxa"/>
            <w:gridSpan w:val="2"/>
          </w:tcPr>
          <w:p w14:paraId="0CEAEB74" w14:textId="77777777" w:rsidR="009353EF" w:rsidRPr="00F95990" w:rsidRDefault="009353EF" w:rsidP="009353EF">
            <w:pPr>
              <w:jc w:val="center"/>
            </w:pPr>
          </w:p>
        </w:tc>
        <w:tc>
          <w:tcPr>
            <w:tcW w:w="983" w:type="dxa"/>
            <w:gridSpan w:val="2"/>
          </w:tcPr>
          <w:p w14:paraId="2B5778D0" w14:textId="77777777" w:rsidR="009353EF" w:rsidRPr="00F95990" w:rsidRDefault="009353EF" w:rsidP="009353EF">
            <w:pPr>
              <w:jc w:val="center"/>
            </w:pPr>
            <w:r w:rsidRPr="00F95990">
              <w:t>C</w:t>
            </w:r>
            <w:r w:rsidRPr="00F95990">
              <w:rPr>
                <w:vertAlign w:val="superscript"/>
              </w:rPr>
              <w:t>1</w:t>
            </w:r>
          </w:p>
        </w:tc>
        <w:tc>
          <w:tcPr>
            <w:tcW w:w="7552" w:type="dxa"/>
          </w:tcPr>
          <w:p w14:paraId="55C29BD4" w14:textId="77777777" w:rsidR="009353EF" w:rsidRPr="00F95990" w:rsidRDefault="009353EF" w:rsidP="009353EF">
            <w:r w:rsidRPr="00F95990">
              <w:t>Contains writable non-array properties</w:t>
            </w:r>
          </w:p>
        </w:tc>
      </w:tr>
      <w:tr w:rsidR="009353EF" w:rsidRPr="00F95990" w14:paraId="60BDD453" w14:textId="77777777" w:rsidTr="00582D01">
        <w:tc>
          <w:tcPr>
            <w:tcW w:w="377" w:type="dxa"/>
            <w:gridSpan w:val="2"/>
          </w:tcPr>
          <w:p w14:paraId="40E97E0B" w14:textId="77777777" w:rsidR="009353EF" w:rsidRPr="00F95990" w:rsidRDefault="009353EF" w:rsidP="009353EF">
            <w:pPr>
              <w:jc w:val="center"/>
            </w:pPr>
          </w:p>
        </w:tc>
        <w:tc>
          <w:tcPr>
            <w:tcW w:w="983" w:type="dxa"/>
            <w:gridSpan w:val="2"/>
          </w:tcPr>
          <w:p w14:paraId="5895325A" w14:textId="77777777" w:rsidR="009353EF" w:rsidRPr="00F95990" w:rsidRDefault="009353EF" w:rsidP="009353EF">
            <w:pPr>
              <w:jc w:val="center"/>
            </w:pPr>
            <w:r w:rsidRPr="00F95990">
              <w:t>C</w:t>
            </w:r>
            <w:r w:rsidRPr="00F95990">
              <w:rPr>
                <w:vertAlign w:val="superscript"/>
              </w:rPr>
              <w:t>1</w:t>
            </w:r>
          </w:p>
        </w:tc>
        <w:tc>
          <w:tcPr>
            <w:tcW w:w="7552" w:type="dxa"/>
          </w:tcPr>
          <w:p w14:paraId="6EB99609"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Contains writable array properties</w:t>
            </w:r>
          </w:p>
        </w:tc>
      </w:tr>
      <w:tr w:rsidR="009353EF" w:rsidRPr="00F95990" w14:paraId="6D8BE243" w14:textId="77777777" w:rsidTr="00582D01">
        <w:tc>
          <w:tcPr>
            <w:tcW w:w="377" w:type="dxa"/>
            <w:gridSpan w:val="2"/>
          </w:tcPr>
          <w:p w14:paraId="6D875422" w14:textId="77777777" w:rsidR="009353EF" w:rsidRPr="00F95990" w:rsidRDefault="009353EF" w:rsidP="009353EF">
            <w:pPr>
              <w:jc w:val="center"/>
            </w:pPr>
          </w:p>
        </w:tc>
        <w:tc>
          <w:tcPr>
            <w:tcW w:w="983" w:type="dxa"/>
            <w:gridSpan w:val="2"/>
          </w:tcPr>
          <w:p w14:paraId="7BB39056" w14:textId="77777777" w:rsidR="009353EF" w:rsidRPr="00F95990" w:rsidRDefault="009353EF" w:rsidP="009353EF">
            <w:pPr>
              <w:jc w:val="center"/>
            </w:pPr>
            <w:r w:rsidRPr="00F95990">
              <w:t>O</w:t>
            </w:r>
          </w:p>
        </w:tc>
        <w:tc>
          <w:tcPr>
            <w:tcW w:w="7552" w:type="dxa"/>
          </w:tcPr>
          <w:p w14:paraId="32B53A57" w14:textId="77777777" w:rsidR="009353EF" w:rsidRPr="00F95990" w:rsidRDefault="009353EF" w:rsidP="009353EF">
            <w:r w:rsidRPr="00F95990">
              <w:t>Contains resizable array properties</w:t>
            </w:r>
          </w:p>
        </w:tc>
      </w:tr>
      <w:tr w:rsidR="009353EF" w:rsidRPr="00F95990" w14:paraId="324E0416" w14:textId="77777777" w:rsidTr="00582D01">
        <w:tc>
          <w:tcPr>
            <w:tcW w:w="377" w:type="dxa"/>
            <w:gridSpan w:val="2"/>
          </w:tcPr>
          <w:p w14:paraId="2A740932" w14:textId="77777777" w:rsidR="009353EF" w:rsidRPr="00F95990" w:rsidRDefault="009353EF" w:rsidP="009353EF">
            <w:pPr>
              <w:jc w:val="center"/>
            </w:pPr>
          </w:p>
        </w:tc>
        <w:tc>
          <w:tcPr>
            <w:tcW w:w="983" w:type="dxa"/>
            <w:gridSpan w:val="2"/>
          </w:tcPr>
          <w:p w14:paraId="40918986" w14:textId="5D9C3332" w:rsidR="009353EF" w:rsidRPr="00F95990" w:rsidRDefault="009353EF" w:rsidP="009353EF">
            <w:pPr>
              <w:jc w:val="center"/>
            </w:pPr>
            <w:r w:rsidRPr="00F95990">
              <w:t>C</w:t>
            </w:r>
            <w:r w:rsidRPr="00F95990">
              <w:rPr>
                <w:vertAlign w:val="superscript"/>
              </w:rPr>
              <w:t>3</w:t>
            </w:r>
          </w:p>
        </w:tc>
        <w:tc>
          <w:tcPr>
            <w:tcW w:w="7552" w:type="dxa"/>
          </w:tcPr>
          <w:p w14:paraId="2A55A2A9" w14:textId="77777777" w:rsidR="009353EF" w:rsidRPr="00F95990" w:rsidRDefault="009353EF" w:rsidP="009353EF">
            <w:r w:rsidRPr="00F95990">
              <w:t>Contains writable list properties</w:t>
            </w:r>
          </w:p>
        </w:tc>
      </w:tr>
      <w:tr w:rsidR="009353EF" w:rsidRPr="00F95990" w14:paraId="2610E50F" w14:textId="77777777" w:rsidTr="00582D01">
        <w:tc>
          <w:tcPr>
            <w:tcW w:w="377" w:type="dxa"/>
            <w:gridSpan w:val="2"/>
          </w:tcPr>
          <w:p w14:paraId="75FF9FE6" w14:textId="77777777" w:rsidR="009353EF" w:rsidRPr="00F95990" w:rsidRDefault="009353EF" w:rsidP="009353EF">
            <w:pPr>
              <w:jc w:val="center"/>
            </w:pPr>
          </w:p>
        </w:tc>
        <w:tc>
          <w:tcPr>
            <w:tcW w:w="983" w:type="dxa"/>
            <w:gridSpan w:val="2"/>
          </w:tcPr>
          <w:p w14:paraId="6AA62793" w14:textId="77777777" w:rsidR="009353EF" w:rsidRPr="00F95990" w:rsidRDefault="009353EF" w:rsidP="009353EF">
            <w:pPr>
              <w:jc w:val="center"/>
            </w:pPr>
            <w:r w:rsidRPr="00F95990">
              <w:t>O</w:t>
            </w:r>
          </w:p>
        </w:tc>
        <w:tc>
          <w:tcPr>
            <w:tcW w:w="7552" w:type="dxa"/>
          </w:tcPr>
          <w:p w14:paraId="03491756" w14:textId="77777777" w:rsidR="009353EF" w:rsidRPr="00893C2A" w:rsidRDefault="009353EF" w:rsidP="009353EF">
            <w:pPr>
              <w:pStyle w:val="Header"/>
              <w:tabs>
                <w:tab w:val="clear" w:pos="4320"/>
                <w:tab w:val="clear" w:pos="8640"/>
              </w:tabs>
              <w:rPr>
                <w:lang w:val="en-US" w:eastAsia="en-US"/>
              </w:rPr>
            </w:pPr>
            <w:r w:rsidRPr="00893C2A">
              <w:rPr>
                <w:lang w:val="en-US" w:eastAsia="en-US"/>
              </w:rPr>
              <w:t>Contains commandable properties</w:t>
            </w:r>
          </w:p>
        </w:tc>
      </w:tr>
      <w:tr w:rsidR="009353EF" w:rsidRPr="00F95990" w14:paraId="36B05CDD" w14:textId="77777777" w:rsidTr="00582D01">
        <w:tc>
          <w:tcPr>
            <w:tcW w:w="377" w:type="dxa"/>
            <w:gridSpan w:val="2"/>
          </w:tcPr>
          <w:p w14:paraId="7130275F" w14:textId="77777777" w:rsidR="009353EF" w:rsidRPr="00F95990" w:rsidRDefault="009353EF" w:rsidP="009353EF">
            <w:pPr>
              <w:jc w:val="center"/>
            </w:pPr>
          </w:p>
        </w:tc>
        <w:tc>
          <w:tcPr>
            <w:tcW w:w="983" w:type="dxa"/>
            <w:gridSpan w:val="2"/>
          </w:tcPr>
          <w:p w14:paraId="5F635DD2" w14:textId="55D46F23" w:rsidR="009353EF" w:rsidRPr="00F95990" w:rsidRDefault="007D6AC1" w:rsidP="009353EF">
            <w:pPr>
              <w:jc w:val="center"/>
            </w:pPr>
            <w:r>
              <w:t>O</w:t>
            </w:r>
          </w:p>
        </w:tc>
        <w:tc>
          <w:tcPr>
            <w:tcW w:w="7552" w:type="dxa"/>
          </w:tcPr>
          <w:p w14:paraId="02133A4D" w14:textId="77777777" w:rsidR="009353EF" w:rsidRPr="00893C2A" w:rsidRDefault="009353EF" w:rsidP="00973481">
            <w:pPr>
              <w:pStyle w:val="Header"/>
              <w:tabs>
                <w:tab w:val="clear" w:pos="4320"/>
                <w:tab w:val="clear" w:pos="8640"/>
              </w:tabs>
              <w:rPr>
                <w:lang w:val="en-US" w:eastAsia="en-US"/>
              </w:rPr>
            </w:pPr>
            <w:r w:rsidRPr="00893C2A">
              <w:rPr>
                <w:lang w:val="en-US" w:eastAsia="en-US"/>
              </w:rPr>
              <w:t xml:space="preserve">Contains </w:t>
            </w:r>
            <w:r w:rsidR="00973481" w:rsidRPr="00893C2A">
              <w:rPr>
                <w:lang w:val="en-US" w:eastAsia="en-US"/>
              </w:rPr>
              <w:t xml:space="preserve">non-commandable properties which accept a </w:t>
            </w:r>
            <w:r w:rsidRPr="00893C2A">
              <w:rPr>
                <w:lang w:val="en-US" w:eastAsia="en-US"/>
              </w:rPr>
              <w:t>writ</w:t>
            </w:r>
            <w:r w:rsidR="00973481" w:rsidRPr="00893C2A">
              <w:rPr>
                <w:lang w:val="en-US" w:eastAsia="en-US"/>
              </w:rPr>
              <w:t>ten</w:t>
            </w:r>
            <w:r w:rsidRPr="00893C2A">
              <w:rPr>
                <w:lang w:val="en-US" w:eastAsia="en-US"/>
              </w:rPr>
              <w:t xml:space="preserve"> NULL </w:t>
            </w:r>
            <w:r w:rsidR="00973481" w:rsidRPr="00893C2A">
              <w:rPr>
                <w:lang w:val="en-US" w:eastAsia="en-US"/>
              </w:rPr>
              <w:t>value</w:t>
            </w:r>
          </w:p>
        </w:tc>
      </w:tr>
      <w:tr w:rsidR="009353EF" w:rsidRPr="00F95990" w14:paraId="07040412" w14:textId="77777777" w:rsidTr="00582D01">
        <w:tc>
          <w:tcPr>
            <w:tcW w:w="377" w:type="dxa"/>
            <w:gridSpan w:val="2"/>
          </w:tcPr>
          <w:p w14:paraId="26E7494E" w14:textId="77777777" w:rsidR="009353EF" w:rsidRPr="00F95990" w:rsidRDefault="009353EF" w:rsidP="009353EF">
            <w:pPr>
              <w:jc w:val="center"/>
            </w:pPr>
          </w:p>
        </w:tc>
        <w:tc>
          <w:tcPr>
            <w:tcW w:w="983" w:type="dxa"/>
            <w:gridSpan w:val="2"/>
          </w:tcPr>
          <w:p w14:paraId="11F3F69A" w14:textId="77777777" w:rsidR="009353EF" w:rsidRPr="00F95990" w:rsidRDefault="009353EF" w:rsidP="009353EF">
            <w:pPr>
              <w:jc w:val="center"/>
            </w:pPr>
            <w:r w:rsidRPr="00F95990">
              <w:t>C</w:t>
            </w:r>
            <w:r w:rsidRPr="00F95990">
              <w:rPr>
                <w:vertAlign w:val="superscript"/>
              </w:rPr>
              <w:t>2</w:t>
            </w:r>
          </w:p>
        </w:tc>
        <w:tc>
          <w:tcPr>
            <w:tcW w:w="7552" w:type="dxa"/>
          </w:tcPr>
          <w:p w14:paraId="57482D70" w14:textId="77777777" w:rsidR="009353EF" w:rsidRPr="00F95990" w:rsidRDefault="009353EF" w:rsidP="00BC1DDA">
            <w:r w:rsidRPr="00F95990">
              <w:t xml:space="preserve">Contains writable </w:t>
            </w:r>
            <w:r w:rsidR="00BC1DDA">
              <w:t>BOOLEAN</w:t>
            </w:r>
            <w:r w:rsidR="00BC1DDA" w:rsidRPr="00F95990">
              <w:t xml:space="preserve"> </w:t>
            </w:r>
            <w:r w:rsidRPr="00F95990">
              <w:t>properties</w:t>
            </w:r>
          </w:p>
        </w:tc>
      </w:tr>
      <w:tr w:rsidR="009353EF" w:rsidRPr="00F95990" w14:paraId="44C7E0FA" w14:textId="77777777" w:rsidTr="00582D01">
        <w:tc>
          <w:tcPr>
            <w:tcW w:w="377" w:type="dxa"/>
            <w:gridSpan w:val="2"/>
          </w:tcPr>
          <w:p w14:paraId="401CECF9" w14:textId="77777777" w:rsidR="009353EF" w:rsidRPr="00F95990" w:rsidRDefault="009353EF" w:rsidP="009353EF">
            <w:pPr>
              <w:jc w:val="center"/>
            </w:pPr>
          </w:p>
        </w:tc>
        <w:tc>
          <w:tcPr>
            <w:tcW w:w="983" w:type="dxa"/>
            <w:gridSpan w:val="2"/>
          </w:tcPr>
          <w:p w14:paraId="30BBDC68" w14:textId="77777777" w:rsidR="009353EF" w:rsidRPr="00F95990" w:rsidRDefault="009353EF" w:rsidP="009353EF">
            <w:pPr>
              <w:jc w:val="center"/>
            </w:pPr>
            <w:r w:rsidRPr="00F95990">
              <w:t>C</w:t>
            </w:r>
            <w:r w:rsidRPr="00F95990">
              <w:rPr>
                <w:vertAlign w:val="superscript"/>
              </w:rPr>
              <w:t>2</w:t>
            </w:r>
          </w:p>
        </w:tc>
        <w:tc>
          <w:tcPr>
            <w:tcW w:w="7552" w:type="dxa"/>
          </w:tcPr>
          <w:p w14:paraId="3203545A" w14:textId="77777777" w:rsidR="009353EF" w:rsidRPr="00F95990" w:rsidRDefault="009353EF" w:rsidP="009353EF">
            <w:r w:rsidRPr="00F95990">
              <w:t>Contains writable Enumerated properties</w:t>
            </w:r>
          </w:p>
        </w:tc>
      </w:tr>
      <w:tr w:rsidR="009353EF" w:rsidRPr="00F95990" w14:paraId="58133147" w14:textId="77777777" w:rsidTr="00582D01">
        <w:tc>
          <w:tcPr>
            <w:tcW w:w="377" w:type="dxa"/>
            <w:gridSpan w:val="2"/>
          </w:tcPr>
          <w:p w14:paraId="430EC052" w14:textId="77777777" w:rsidR="009353EF" w:rsidRPr="00F95990" w:rsidRDefault="009353EF" w:rsidP="009353EF">
            <w:pPr>
              <w:jc w:val="center"/>
            </w:pPr>
          </w:p>
        </w:tc>
        <w:tc>
          <w:tcPr>
            <w:tcW w:w="983" w:type="dxa"/>
            <w:gridSpan w:val="2"/>
          </w:tcPr>
          <w:p w14:paraId="27F4DA0A" w14:textId="77777777" w:rsidR="009353EF" w:rsidRPr="00F95990" w:rsidRDefault="009353EF" w:rsidP="009353EF">
            <w:pPr>
              <w:jc w:val="center"/>
            </w:pPr>
            <w:r w:rsidRPr="00F95990">
              <w:t>C</w:t>
            </w:r>
            <w:r w:rsidRPr="00F95990">
              <w:rPr>
                <w:vertAlign w:val="superscript"/>
              </w:rPr>
              <w:t>2</w:t>
            </w:r>
          </w:p>
        </w:tc>
        <w:tc>
          <w:tcPr>
            <w:tcW w:w="7552" w:type="dxa"/>
          </w:tcPr>
          <w:p w14:paraId="775D79B6" w14:textId="77777777" w:rsidR="009353EF" w:rsidRPr="00F95990" w:rsidRDefault="009353EF" w:rsidP="00BC1DDA">
            <w:r w:rsidRPr="00F95990">
              <w:t xml:space="preserve">Contains writable </w:t>
            </w:r>
            <w:r w:rsidR="00BC1DDA">
              <w:t>INTEGER</w:t>
            </w:r>
            <w:r w:rsidR="00BC1DDA" w:rsidRPr="00F95990">
              <w:t xml:space="preserve"> </w:t>
            </w:r>
            <w:r w:rsidRPr="00F95990">
              <w:t>properties</w:t>
            </w:r>
          </w:p>
        </w:tc>
      </w:tr>
      <w:tr w:rsidR="009353EF" w:rsidRPr="00F95990" w14:paraId="13414F67" w14:textId="77777777" w:rsidTr="00582D01">
        <w:tc>
          <w:tcPr>
            <w:tcW w:w="377" w:type="dxa"/>
            <w:gridSpan w:val="2"/>
          </w:tcPr>
          <w:p w14:paraId="73565BDD" w14:textId="77777777" w:rsidR="009353EF" w:rsidRPr="00F95990" w:rsidRDefault="009353EF" w:rsidP="009353EF">
            <w:pPr>
              <w:jc w:val="center"/>
            </w:pPr>
          </w:p>
        </w:tc>
        <w:tc>
          <w:tcPr>
            <w:tcW w:w="983" w:type="dxa"/>
            <w:gridSpan w:val="2"/>
          </w:tcPr>
          <w:p w14:paraId="530F1CC7" w14:textId="77777777" w:rsidR="009353EF" w:rsidRPr="00F95990" w:rsidRDefault="009353EF" w:rsidP="009353EF">
            <w:pPr>
              <w:jc w:val="center"/>
            </w:pPr>
            <w:r w:rsidRPr="00F95990">
              <w:t>C</w:t>
            </w:r>
            <w:r w:rsidRPr="00F95990">
              <w:rPr>
                <w:vertAlign w:val="superscript"/>
              </w:rPr>
              <w:t>2</w:t>
            </w:r>
          </w:p>
        </w:tc>
        <w:tc>
          <w:tcPr>
            <w:tcW w:w="7552" w:type="dxa"/>
          </w:tcPr>
          <w:p w14:paraId="05CFE2ED" w14:textId="77777777" w:rsidR="009353EF" w:rsidRPr="00F95990" w:rsidRDefault="009353EF" w:rsidP="009353EF">
            <w:r w:rsidRPr="00F95990">
              <w:t>Contains writable Unsigned properties</w:t>
            </w:r>
          </w:p>
        </w:tc>
      </w:tr>
      <w:tr w:rsidR="009353EF" w:rsidRPr="00F95990" w14:paraId="2421A716" w14:textId="77777777" w:rsidTr="00582D01">
        <w:tc>
          <w:tcPr>
            <w:tcW w:w="377" w:type="dxa"/>
            <w:gridSpan w:val="2"/>
          </w:tcPr>
          <w:p w14:paraId="4B8FE9D3" w14:textId="77777777" w:rsidR="009353EF" w:rsidRPr="00F95990" w:rsidRDefault="009353EF" w:rsidP="009353EF">
            <w:pPr>
              <w:jc w:val="center"/>
            </w:pPr>
          </w:p>
        </w:tc>
        <w:tc>
          <w:tcPr>
            <w:tcW w:w="983" w:type="dxa"/>
            <w:gridSpan w:val="2"/>
          </w:tcPr>
          <w:p w14:paraId="6B0A2176" w14:textId="77777777" w:rsidR="009353EF" w:rsidRPr="00F95990" w:rsidRDefault="009353EF" w:rsidP="009353EF">
            <w:pPr>
              <w:jc w:val="center"/>
            </w:pPr>
            <w:r w:rsidRPr="00F95990">
              <w:t>C</w:t>
            </w:r>
            <w:r w:rsidRPr="00F95990">
              <w:rPr>
                <w:vertAlign w:val="superscript"/>
              </w:rPr>
              <w:t>2</w:t>
            </w:r>
          </w:p>
        </w:tc>
        <w:tc>
          <w:tcPr>
            <w:tcW w:w="7552" w:type="dxa"/>
          </w:tcPr>
          <w:p w14:paraId="7EB29596" w14:textId="77777777" w:rsidR="009353EF" w:rsidRPr="00F95990" w:rsidRDefault="009353EF" w:rsidP="009353EF">
            <w:r w:rsidRPr="00F95990">
              <w:t>Contains writable REAL properties</w:t>
            </w:r>
          </w:p>
        </w:tc>
      </w:tr>
      <w:tr w:rsidR="009353EF" w:rsidRPr="00F95990" w14:paraId="17753950" w14:textId="77777777" w:rsidTr="00582D01">
        <w:tc>
          <w:tcPr>
            <w:tcW w:w="377" w:type="dxa"/>
            <w:gridSpan w:val="2"/>
          </w:tcPr>
          <w:p w14:paraId="3A13B9C1" w14:textId="77777777" w:rsidR="009353EF" w:rsidRPr="00F95990" w:rsidRDefault="009353EF" w:rsidP="009353EF">
            <w:pPr>
              <w:jc w:val="center"/>
            </w:pPr>
          </w:p>
        </w:tc>
        <w:tc>
          <w:tcPr>
            <w:tcW w:w="983" w:type="dxa"/>
            <w:gridSpan w:val="2"/>
          </w:tcPr>
          <w:p w14:paraId="21C9F4E3" w14:textId="77777777" w:rsidR="009353EF" w:rsidRPr="00F95990" w:rsidRDefault="009353EF" w:rsidP="009353EF">
            <w:pPr>
              <w:jc w:val="center"/>
            </w:pPr>
            <w:r w:rsidRPr="00F95990">
              <w:t>C</w:t>
            </w:r>
            <w:r w:rsidRPr="00F95990">
              <w:rPr>
                <w:vertAlign w:val="superscript"/>
              </w:rPr>
              <w:t>2</w:t>
            </w:r>
          </w:p>
        </w:tc>
        <w:tc>
          <w:tcPr>
            <w:tcW w:w="7552" w:type="dxa"/>
          </w:tcPr>
          <w:p w14:paraId="5BC45EC9" w14:textId="77777777" w:rsidR="009353EF" w:rsidRPr="00F95990" w:rsidRDefault="009353EF" w:rsidP="009353EF">
            <w:r w:rsidRPr="00F95990">
              <w:t>Contains writable Double properties</w:t>
            </w:r>
          </w:p>
        </w:tc>
      </w:tr>
      <w:tr w:rsidR="009353EF" w:rsidRPr="00F95990" w14:paraId="73A5FD8F" w14:textId="77777777" w:rsidTr="00582D01">
        <w:tc>
          <w:tcPr>
            <w:tcW w:w="377" w:type="dxa"/>
            <w:gridSpan w:val="2"/>
          </w:tcPr>
          <w:p w14:paraId="072461F2" w14:textId="77777777" w:rsidR="009353EF" w:rsidRPr="00F95990" w:rsidRDefault="009353EF" w:rsidP="009353EF">
            <w:pPr>
              <w:jc w:val="center"/>
            </w:pPr>
          </w:p>
        </w:tc>
        <w:tc>
          <w:tcPr>
            <w:tcW w:w="983" w:type="dxa"/>
            <w:gridSpan w:val="2"/>
          </w:tcPr>
          <w:p w14:paraId="19CE3704" w14:textId="77777777" w:rsidR="009353EF" w:rsidRPr="00F95990" w:rsidRDefault="009353EF" w:rsidP="009353EF">
            <w:pPr>
              <w:jc w:val="center"/>
            </w:pPr>
            <w:r w:rsidRPr="00F95990">
              <w:t>C</w:t>
            </w:r>
            <w:r w:rsidRPr="00F95990">
              <w:rPr>
                <w:vertAlign w:val="superscript"/>
              </w:rPr>
              <w:t>2</w:t>
            </w:r>
          </w:p>
        </w:tc>
        <w:tc>
          <w:tcPr>
            <w:tcW w:w="7552" w:type="dxa"/>
          </w:tcPr>
          <w:p w14:paraId="17214D7A" w14:textId="77777777" w:rsidR="009353EF" w:rsidRPr="00F95990" w:rsidRDefault="009353EF" w:rsidP="009353EF">
            <w:r w:rsidRPr="00F95990">
              <w:t>Contains writable Time properties</w:t>
            </w:r>
          </w:p>
        </w:tc>
      </w:tr>
      <w:tr w:rsidR="009353EF" w:rsidRPr="00F95990" w14:paraId="6598154E" w14:textId="77777777" w:rsidTr="00582D01">
        <w:tc>
          <w:tcPr>
            <w:tcW w:w="377" w:type="dxa"/>
            <w:gridSpan w:val="2"/>
          </w:tcPr>
          <w:p w14:paraId="41FD58A6" w14:textId="77777777" w:rsidR="009353EF" w:rsidRPr="00F95990" w:rsidRDefault="009353EF" w:rsidP="009353EF">
            <w:pPr>
              <w:jc w:val="center"/>
            </w:pPr>
          </w:p>
        </w:tc>
        <w:tc>
          <w:tcPr>
            <w:tcW w:w="983" w:type="dxa"/>
            <w:gridSpan w:val="2"/>
          </w:tcPr>
          <w:p w14:paraId="2F3EC254" w14:textId="77777777" w:rsidR="009353EF" w:rsidRPr="00F95990" w:rsidRDefault="009353EF" w:rsidP="009353EF">
            <w:pPr>
              <w:jc w:val="center"/>
            </w:pPr>
            <w:r w:rsidRPr="00F95990">
              <w:t>C</w:t>
            </w:r>
            <w:r w:rsidRPr="00F95990">
              <w:rPr>
                <w:vertAlign w:val="superscript"/>
              </w:rPr>
              <w:t>2</w:t>
            </w:r>
          </w:p>
        </w:tc>
        <w:tc>
          <w:tcPr>
            <w:tcW w:w="7552" w:type="dxa"/>
          </w:tcPr>
          <w:p w14:paraId="15B1EB2F" w14:textId="77777777" w:rsidR="009353EF" w:rsidRPr="00F95990" w:rsidRDefault="009353EF" w:rsidP="009353EF">
            <w:r w:rsidRPr="00F95990">
              <w:t>Contains writable Date properties</w:t>
            </w:r>
          </w:p>
        </w:tc>
      </w:tr>
      <w:tr w:rsidR="009353EF" w:rsidRPr="00F95990" w14:paraId="1C6B9F39" w14:textId="77777777" w:rsidTr="00582D01">
        <w:tc>
          <w:tcPr>
            <w:tcW w:w="377" w:type="dxa"/>
            <w:gridSpan w:val="2"/>
          </w:tcPr>
          <w:p w14:paraId="16764A20" w14:textId="77777777" w:rsidR="009353EF" w:rsidRPr="00F95990" w:rsidRDefault="009353EF" w:rsidP="009353EF">
            <w:pPr>
              <w:jc w:val="center"/>
            </w:pPr>
          </w:p>
        </w:tc>
        <w:tc>
          <w:tcPr>
            <w:tcW w:w="983" w:type="dxa"/>
            <w:gridSpan w:val="2"/>
          </w:tcPr>
          <w:p w14:paraId="5306599B" w14:textId="77777777" w:rsidR="009353EF" w:rsidRPr="00F95990" w:rsidRDefault="009353EF" w:rsidP="009353EF">
            <w:pPr>
              <w:jc w:val="center"/>
            </w:pPr>
            <w:r w:rsidRPr="00F95990">
              <w:t>C</w:t>
            </w:r>
            <w:r w:rsidRPr="00F95990">
              <w:rPr>
                <w:vertAlign w:val="superscript"/>
              </w:rPr>
              <w:t>2</w:t>
            </w:r>
          </w:p>
        </w:tc>
        <w:tc>
          <w:tcPr>
            <w:tcW w:w="7552" w:type="dxa"/>
          </w:tcPr>
          <w:p w14:paraId="35A8810D" w14:textId="77777777" w:rsidR="009353EF" w:rsidRPr="00F95990" w:rsidRDefault="009353EF" w:rsidP="009353EF">
            <w:r w:rsidRPr="00F95990">
              <w:t>Contains writable Character String properties</w:t>
            </w:r>
          </w:p>
        </w:tc>
      </w:tr>
      <w:tr w:rsidR="00C24ED5" w:rsidRPr="00F95990" w14:paraId="0CBE9458" w14:textId="77777777" w:rsidTr="00582D01">
        <w:tc>
          <w:tcPr>
            <w:tcW w:w="377" w:type="dxa"/>
            <w:gridSpan w:val="2"/>
          </w:tcPr>
          <w:p w14:paraId="67C81CD4" w14:textId="77777777" w:rsidR="00C24ED5" w:rsidRPr="00F95990" w:rsidRDefault="00C24ED5" w:rsidP="009353EF">
            <w:pPr>
              <w:jc w:val="center"/>
            </w:pPr>
          </w:p>
        </w:tc>
        <w:tc>
          <w:tcPr>
            <w:tcW w:w="983" w:type="dxa"/>
            <w:gridSpan w:val="2"/>
          </w:tcPr>
          <w:p w14:paraId="0306EA07" w14:textId="77777777" w:rsidR="00C24ED5" w:rsidRPr="00F95990" w:rsidRDefault="00C24ED5" w:rsidP="009353EF">
            <w:pPr>
              <w:jc w:val="center"/>
            </w:pPr>
            <w:r w:rsidRPr="00F95990">
              <w:t>C</w:t>
            </w:r>
            <w:r w:rsidRPr="00F95990">
              <w:rPr>
                <w:vertAlign w:val="superscript"/>
              </w:rPr>
              <w:t>2</w:t>
            </w:r>
          </w:p>
        </w:tc>
        <w:tc>
          <w:tcPr>
            <w:tcW w:w="7552" w:type="dxa"/>
          </w:tcPr>
          <w:p w14:paraId="3B4CCF6E" w14:textId="77777777" w:rsidR="00C24ED5" w:rsidRPr="00F95990" w:rsidRDefault="00C24ED5" w:rsidP="00C24ED5">
            <w:r w:rsidRPr="00F95990">
              <w:t xml:space="preserve">Contains writable </w:t>
            </w:r>
            <w:r>
              <w:t>Octe</w:t>
            </w:r>
            <w:r w:rsidRPr="00F95990">
              <w:t xml:space="preserve">t </w:t>
            </w:r>
            <w:r>
              <w:t>S</w:t>
            </w:r>
            <w:r w:rsidRPr="00F95990">
              <w:t>tring properties</w:t>
            </w:r>
          </w:p>
        </w:tc>
      </w:tr>
      <w:tr w:rsidR="009353EF" w:rsidRPr="00F95990" w14:paraId="5A523636" w14:textId="77777777" w:rsidTr="00582D01">
        <w:tc>
          <w:tcPr>
            <w:tcW w:w="377" w:type="dxa"/>
            <w:gridSpan w:val="2"/>
          </w:tcPr>
          <w:p w14:paraId="064DB53C" w14:textId="77777777" w:rsidR="009353EF" w:rsidRPr="00F95990" w:rsidRDefault="009353EF" w:rsidP="009353EF">
            <w:pPr>
              <w:jc w:val="center"/>
            </w:pPr>
          </w:p>
        </w:tc>
        <w:tc>
          <w:tcPr>
            <w:tcW w:w="983" w:type="dxa"/>
            <w:gridSpan w:val="2"/>
          </w:tcPr>
          <w:p w14:paraId="6E2E7A4A" w14:textId="77777777" w:rsidR="009353EF" w:rsidRPr="00F95990" w:rsidRDefault="009353EF" w:rsidP="009353EF">
            <w:pPr>
              <w:jc w:val="center"/>
            </w:pPr>
            <w:r w:rsidRPr="00F95990">
              <w:t>C</w:t>
            </w:r>
            <w:r w:rsidRPr="00F95990">
              <w:rPr>
                <w:vertAlign w:val="superscript"/>
              </w:rPr>
              <w:t>2</w:t>
            </w:r>
          </w:p>
        </w:tc>
        <w:tc>
          <w:tcPr>
            <w:tcW w:w="7552" w:type="dxa"/>
          </w:tcPr>
          <w:p w14:paraId="08164B44" w14:textId="77777777" w:rsidR="009353EF" w:rsidRPr="00F95990" w:rsidRDefault="009353EF" w:rsidP="00BC1DDA">
            <w:r w:rsidRPr="00F95990">
              <w:t xml:space="preserve">Contains writable </w:t>
            </w:r>
            <w:r w:rsidR="00BC1DDA">
              <w:t>B</w:t>
            </w:r>
            <w:r w:rsidR="00BC1DDA" w:rsidRPr="00F95990">
              <w:t xml:space="preserve">it </w:t>
            </w:r>
            <w:r w:rsidR="00BC1DDA">
              <w:t>S</w:t>
            </w:r>
            <w:r w:rsidR="00BC1DDA" w:rsidRPr="00F95990">
              <w:t xml:space="preserve">tring </w:t>
            </w:r>
            <w:r w:rsidRPr="00F95990">
              <w:t>properties</w:t>
            </w:r>
          </w:p>
        </w:tc>
      </w:tr>
      <w:tr w:rsidR="009353EF" w:rsidRPr="00F95990" w14:paraId="49E03921" w14:textId="77777777" w:rsidTr="00582D01">
        <w:tc>
          <w:tcPr>
            <w:tcW w:w="377" w:type="dxa"/>
            <w:gridSpan w:val="2"/>
          </w:tcPr>
          <w:p w14:paraId="1EF68C89" w14:textId="77777777" w:rsidR="009353EF" w:rsidRPr="00F95990" w:rsidRDefault="009353EF" w:rsidP="009353EF">
            <w:pPr>
              <w:jc w:val="center"/>
            </w:pPr>
          </w:p>
        </w:tc>
        <w:tc>
          <w:tcPr>
            <w:tcW w:w="983" w:type="dxa"/>
            <w:gridSpan w:val="2"/>
          </w:tcPr>
          <w:p w14:paraId="737A3237" w14:textId="77777777" w:rsidR="009353EF" w:rsidRPr="00F95990" w:rsidRDefault="009353EF" w:rsidP="009353EF">
            <w:pPr>
              <w:jc w:val="center"/>
            </w:pPr>
            <w:r w:rsidRPr="00F95990">
              <w:t>C</w:t>
            </w:r>
            <w:r w:rsidRPr="00F95990">
              <w:rPr>
                <w:vertAlign w:val="superscript"/>
              </w:rPr>
              <w:t>2</w:t>
            </w:r>
          </w:p>
        </w:tc>
        <w:tc>
          <w:tcPr>
            <w:tcW w:w="7552" w:type="dxa"/>
          </w:tcPr>
          <w:p w14:paraId="31E56F01" w14:textId="77777777" w:rsidR="009353EF" w:rsidRPr="00F95990" w:rsidRDefault="009353EF" w:rsidP="009353EF">
            <w:r w:rsidRPr="00F95990">
              <w:t>Contains writable BACnetObjectIdentifier properties</w:t>
            </w:r>
          </w:p>
        </w:tc>
      </w:tr>
      <w:tr w:rsidR="009353EF" w:rsidRPr="00F95990" w14:paraId="0FCD63BE" w14:textId="77777777" w:rsidTr="00582D01">
        <w:tc>
          <w:tcPr>
            <w:tcW w:w="377" w:type="dxa"/>
            <w:gridSpan w:val="2"/>
          </w:tcPr>
          <w:p w14:paraId="39FC7092" w14:textId="77777777" w:rsidR="009353EF" w:rsidRPr="00F95990" w:rsidRDefault="009353EF" w:rsidP="009353EF">
            <w:pPr>
              <w:jc w:val="center"/>
            </w:pPr>
          </w:p>
        </w:tc>
        <w:tc>
          <w:tcPr>
            <w:tcW w:w="983" w:type="dxa"/>
            <w:gridSpan w:val="2"/>
          </w:tcPr>
          <w:p w14:paraId="247752C1" w14:textId="77777777" w:rsidR="009353EF" w:rsidRPr="00F95990" w:rsidRDefault="009353EF" w:rsidP="009353EF">
            <w:pPr>
              <w:jc w:val="center"/>
            </w:pPr>
            <w:r w:rsidRPr="00F95990">
              <w:t>C</w:t>
            </w:r>
            <w:r w:rsidRPr="00F95990">
              <w:rPr>
                <w:vertAlign w:val="superscript"/>
              </w:rPr>
              <w:t>2</w:t>
            </w:r>
          </w:p>
        </w:tc>
        <w:tc>
          <w:tcPr>
            <w:tcW w:w="7552" w:type="dxa"/>
          </w:tcPr>
          <w:p w14:paraId="10AE750E" w14:textId="77777777" w:rsidR="009353EF" w:rsidRPr="00F95990" w:rsidRDefault="009353EF" w:rsidP="009353EF">
            <w:r w:rsidRPr="00F95990">
              <w:t>Contains writable properties with non-basic data types</w:t>
            </w:r>
          </w:p>
        </w:tc>
      </w:tr>
      <w:tr w:rsidR="009353EF" w:rsidRPr="00F95990" w14:paraId="451E967C" w14:textId="77777777" w:rsidTr="00582D01">
        <w:tc>
          <w:tcPr>
            <w:tcW w:w="377" w:type="dxa"/>
            <w:gridSpan w:val="2"/>
          </w:tcPr>
          <w:p w14:paraId="557838B4" w14:textId="77777777" w:rsidR="009353EF" w:rsidRPr="00F95990" w:rsidRDefault="009353EF" w:rsidP="009353EF">
            <w:pPr>
              <w:jc w:val="center"/>
            </w:pPr>
          </w:p>
        </w:tc>
        <w:tc>
          <w:tcPr>
            <w:tcW w:w="983" w:type="dxa"/>
            <w:gridSpan w:val="2"/>
          </w:tcPr>
          <w:p w14:paraId="00243294" w14:textId="77777777" w:rsidR="009353EF" w:rsidRPr="00F95990" w:rsidRDefault="009353EF" w:rsidP="009353EF">
            <w:pPr>
              <w:jc w:val="center"/>
            </w:pPr>
            <w:r w:rsidRPr="00F95990">
              <w:t>C</w:t>
            </w:r>
            <w:r w:rsidRPr="00F95990">
              <w:rPr>
                <w:vertAlign w:val="superscript"/>
              </w:rPr>
              <w:t>2</w:t>
            </w:r>
          </w:p>
        </w:tc>
        <w:tc>
          <w:tcPr>
            <w:tcW w:w="7552" w:type="dxa"/>
          </w:tcPr>
          <w:p w14:paraId="07B4FB6F" w14:textId="77777777" w:rsidR="009353EF" w:rsidRPr="00F95990" w:rsidRDefault="009353EF" w:rsidP="009353EF">
            <w:r w:rsidRPr="00F95990">
              <w:t>Contains writable proprietary properties with basic data types</w:t>
            </w:r>
          </w:p>
        </w:tc>
      </w:tr>
      <w:tr w:rsidR="009353EF" w:rsidRPr="00F95990" w14:paraId="298BF558" w14:textId="77777777" w:rsidTr="00582D01">
        <w:trPr>
          <w:cantSplit/>
        </w:trPr>
        <w:tc>
          <w:tcPr>
            <w:tcW w:w="8912" w:type="dxa"/>
            <w:gridSpan w:val="5"/>
          </w:tcPr>
          <w:p w14:paraId="417FEE00"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p w14:paraId="63DA542F" w14:textId="77777777" w:rsidR="009353EF" w:rsidRPr="00F95990" w:rsidRDefault="009353EF" w:rsidP="009353EF">
            <w:pPr>
              <w:pStyle w:val="OptionFootnote"/>
            </w:pPr>
            <w:r w:rsidRPr="00F95990">
              <w:rPr>
                <w:vertAlign w:val="superscript"/>
              </w:rPr>
              <w:t xml:space="preserve">2 </w:t>
            </w:r>
            <w:r w:rsidRPr="00F95990">
              <w:t>At least one of these options is required in order to claim conformance to this BIBB.</w:t>
            </w:r>
          </w:p>
          <w:p w14:paraId="49DC7547" w14:textId="77777777" w:rsidR="009353EF" w:rsidRPr="00F95990" w:rsidRDefault="009353EF" w:rsidP="009353EF">
            <w:pPr>
              <w:pStyle w:val="OptionFootnote"/>
            </w:pPr>
            <w:r w:rsidRPr="00F95990">
              <w:rPr>
                <w:vertAlign w:val="superscript"/>
              </w:rPr>
              <w:t xml:space="preserve">3 </w:t>
            </w:r>
            <w:r w:rsidRPr="00F95990">
              <w:t>Required if the device contains properties modifiable via AddListElement/RemoveListElement.</w:t>
            </w:r>
          </w:p>
        </w:tc>
      </w:tr>
      <w:tr w:rsidR="009353EF" w:rsidRPr="00F95990" w14:paraId="0A7FC9A1"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794FEE8E" w14:textId="77777777" w:rsidR="009353EF" w:rsidRPr="00F95990" w:rsidRDefault="009353EF" w:rsidP="00414AE4">
            <w:pPr>
              <w:rPr>
                <w:b/>
                <w:bCs/>
              </w:rPr>
            </w:pPr>
            <w:r w:rsidRPr="00F95990">
              <w:rPr>
                <w:b/>
                <w:bCs/>
              </w:rPr>
              <w:t xml:space="preserve">Data Sharing </w:t>
            </w:r>
            <w:r w:rsidR="00012C95">
              <w:rPr>
                <w:b/>
                <w:bCs/>
              </w:rPr>
              <w:t>-</w:t>
            </w:r>
            <w:r w:rsidRPr="00F95990">
              <w:rPr>
                <w:b/>
                <w:bCs/>
              </w:rPr>
              <w:t xml:space="preserve"> WritePropertyMultiple </w:t>
            </w:r>
            <w:r w:rsidR="00012C95">
              <w:rPr>
                <w:b/>
                <w:bCs/>
              </w:rPr>
              <w:t>-</w:t>
            </w:r>
            <w:r w:rsidRPr="00F95990">
              <w:rPr>
                <w:b/>
                <w:bCs/>
              </w:rPr>
              <w:t xml:space="preserve"> A</w:t>
            </w:r>
          </w:p>
        </w:tc>
      </w:tr>
      <w:tr w:rsidR="009353EF" w:rsidRPr="00F95990" w14:paraId="40CBC331" w14:textId="77777777" w:rsidTr="00582D01">
        <w:tc>
          <w:tcPr>
            <w:tcW w:w="377" w:type="dxa"/>
            <w:gridSpan w:val="2"/>
          </w:tcPr>
          <w:p w14:paraId="6366EBB2" w14:textId="77777777" w:rsidR="009353EF" w:rsidRPr="00F95990" w:rsidRDefault="009353EF" w:rsidP="009353EF">
            <w:pPr>
              <w:jc w:val="center"/>
            </w:pPr>
          </w:p>
        </w:tc>
        <w:tc>
          <w:tcPr>
            <w:tcW w:w="983" w:type="dxa"/>
            <w:gridSpan w:val="2"/>
          </w:tcPr>
          <w:p w14:paraId="7E6CED11" w14:textId="77777777" w:rsidR="009353EF" w:rsidRPr="00F95990" w:rsidRDefault="009353EF" w:rsidP="009353EF">
            <w:pPr>
              <w:jc w:val="center"/>
            </w:pPr>
            <w:r w:rsidRPr="00F95990">
              <w:t>R</w:t>
            </w:r>
          </w:p>
        </w:tc>
        <w:tc>
          <w:tcPr>
            <w:tcW w:w="7552" w:type="dxa"/>
          </w:tcPr>
          <w:p w14:paraId="33CFAA79" w14:textId="77777777" w:rsidR="009353EF" w:rsidRPr="00F95990" w:rsidRDefault="009353EF" w:rsidP="009353EF">
            <w:r w:rsidRPr="00F95990">
              <w:t>Base Requirements</w:t>
            </w:r>
          </w:p>
        </w:tc>
      </w:tr>
      <w:tr w:rsidR="009353EF" w:rsidRPr="00F95990" w14:paraId="1CC3E8D1" w14:textId="77777777" w:rsidTr="00582D01">
        <w:tc>
          <w:tcPr>
            <w:tcW w:w="377" w:type="dxa"/>
            <w:gridSpan w:val="2"/>
          </w:tcPr>
          <w:p w14:paraId="640C0378" w14:textId="77777777" w:rsidR="009353EF" w:rsidRPr="00F95990" w:rsidRDefault="009353EF" w:rsidP="009353EF">
            <w:pPr>
              <w:jc w:val="center"/>
            </w:pPr>
          </w:p>
        </w:tc>
        <w:tc>
          <w:tcPr>
            <w:tcW w:w="983" w:type="dxa"/>
            <w:gridSpan w:val="2"/>
          </w:tcPr>
          <w:p w14:paraId="3BEDF62D" w14:textId="77777777" w:rsidR="009353EF" w:rsidRPr="00F95990" w:rsidRDefault="009353EF" w:rsidP="009353EF">
            <w:pPr>
              <w:jc w:val="center"/>
            </w:pPr>
            <w:r w:rsidRPr="00F95990">
              <w:t>BTL-R</w:t>
            </w:r>
          </w:p>
        </w:tc>
        <w:tc>
          <w:tcPr>
            <w:tcW w:w="7552" w:type="dxa"/>
          </w:tcPr>
          <w:p w14:paraId="3309DF2F" w14:textId="77777777" w:rsidR="009353EF" w:rsidRPr="00F95990" w:rsidRDefault="009353EF" w:rsidP="009353EF">
            <w:r w:rsidRPr="00F95990">
              <w:t>Supports DS-WP-A</w:t>
            </w:r>
          </w:p>
        </w:tc>
      </w:tr>
      <w:tr w:rsidR="009353EF" w:rsidRPr="00F95990" w14:paraId="205DE32B" w14:textId="77777777" w:rsidTr="00582D01">
        <w:tc>
          <w:tcPr>
            <w:tcW w:w="377" w:type="dxa"/>
            <w:gridSpan w:val="2"/>
          </w:tcPr>
          <w:p w14:paraId="22C74C21" w14:textId="77777777" w:rsidR="009353EF" w:rsidRPr="00F95990" w:rsidRDefault="009353EF" w:rsidP="009353EF">
            <w:pPr>
              <w:jc w:val="center"/>
            </w:pPr>
          </w:p>
        </w:tc>
        <w:tc>
          <w:tcPr>
            <w:tcW w:w="983" w:type="dxa"/>
            <w:gridSpan w:val="2"/>
          </w:tcPr>
          <w:p w14:paraId="52C05C4A" w14:textId="77777777" w:rsidR="009353EF" w:rsidRPr="00F95990" w:rsidRDefault="009353EF" w:rsidP="009353EF">
            <w:pPr>
              <w:jc w:val="center"/>
            </w:pPr>
            <w:r w:rsidRPr="00F95990">
              <w:t>C</w:t>
            </w:r>
            <w:r w:rsidRPr="00F95990">
              <w:rPr>
                <w:vertAlign w:val="superscript"/>
              </w:rPr>
              <w:t>1</w:t>
            </w:r>
          </w:p>
        </w:tc>
        <w:tc>
          <w:tcPr>
            <w:tcW w:w="7552" w:type="dxa"/>
          </w:tcPr>
          <w:p w14:paraId="38A1559B" w14:textId="77777777" w:rsidR="009353EF" w:rsidRPr="00F95990" w:rsidRDefault="009353EF" w:rsidP="009353EF">
            <w:r w:rsidRPr="00F95990">
              <w:t>Can write multiple properties to a single object</w:t>
            </w:r>
          </w:p>
        </w:tc>
      </w:tr>
      <w:tr w:rsidR="009353EF" w:rsidRPr="00F95990" w14:paraId="6BA1D429" w14:textId="77777777" w:rsidTr="00582D01">
        <w:tc>
          <w:tcPr>
            <w:tcW w:w="377" w:type="dxa"/>
            <w:gridSpan w:val="2"/>
          </w:tcPr>
          <w:p w14:paraId="4CE0A384" w14:textId="77777777" w:rsidR="009353EF" w:rsidRPr="00F95990" w:rsidRDefault="009353EF" w:rsidP="009353EF">
            <w:pPr>
              <w:jc w:val="center"/>
            </w:pPr>
          </w:p>
        </w:tc>
        <w:tc>
          <w:tcPr>
            <w:tcW w:w="983" w:type="dxa"/>
            <w:gridSpan w:val="2"/>
          </w:tcPr>
          <w:p w14:paraId="60EDCFF3" w14:textId="77777777" w:rsidR="009353EF" w:rsidRPr="00F95990" w:rsidRDefault="009353EF" w:rsidP="009353EF">
            <w:pPr>
              <w:jc w:val="center"/>
            </w:pPr>
            <w:r w:rsidRPr="00F95990">
              <w:t>C</w:t>
            </w:r>
            <w:r w:rsidRPr="00F95990">
              <w:rPr>
                <w:vertAlign w:val="superscript"/>
              </w:rPr>
              <w:t>1</w:t>
            </w:r>
          </w:p>
        </w:tc>
        <w:tc>
          <w:tcPr>
            <w:tcW w:w="7552" w:type="dxa"/>
          </w:tcPr>
          <w:p w14:paraId="1E4F84AE" w14:textId="77777777" w:rsidR="009353EF" w:rsidRPr="00F95990" w:rsidRDefault="009353EF" w:rsidP="009353EF">
            <w:r w:rsidRPr="00F95990">
              <w:t>Can write a single property to multiple objects</w:t>
            </w:r>
          </w:p>
        </w:tc>
      </w:tr>
      <w:tr w:rsidR="009353EF" w:rsidRPr="00F95990" w14:paraId="69A565C6" w14:textId="77777777" w:rsidTr="00582D01">
        <w:tc>
          <w:tcPr>
            <w:tcW w:w="377" w:type="dxa"/>
            <w:gridSpan w:val="2"/>
          </w:tcPr>
          <w:p w14:paraId="3A5517A4" w14:textId="77777777" w:rsidR="009353EF" w:rsidRPr="00F95990" w:rsidRDefault="009353EF" w:rsidP="009353EF">
            <w:pPr>
              <w:jc w:val="center"/>
            </w:pPr>
          </w:p>
        </w:tc>
        <w:tc>
          <w:tcPr>
            <w:tcW w:w="983" w:type="dxa"/>
            <w:gridSpan w:val="2"/>
          </w:tcPr>
          <w:p w14:paraId="6D78B409" w14:textId="77777777" w:rsidR="009353EF" w:rsidRPr="00F95990" w:rsidRDefault="009353EF" w:rsidP="009353EF">
            <w:pPr>
              <w:jc w:val="center"/>
            </w:pPr>
            <w:r w:rsidRPr="00F95990">
              <w:t>C</w:t>
            </w:r>
            <w:r w:rsidRPr="00F95990">
              <w:rPr>
                <w:vertAlign w:val="superscript"/>
              </w:rPr>
              <w:t>1</w:t>
            </w:r>
          </w:p>
        </w:tc>
        <w:tc>
          <w:tcPr>
            <w:tcW w:w="7552" w:type="dxa"/>
          </w:tcPr>
          <w:p w14:paraId="4A9FA5B8" w14:textId="77777777" w:rsidR="009353EF" w:rsidRPr="00F95990" w:rsidRDefault="009353EF" w:rsidP="009353EF">
            <w:r w:rsidRPr="00F95990">
              <w:t>Can write multiple properties to multiple objects</w:t>
            </w:r>
          </w:p>
        </w:tc>
      </w:tr>
      <w:tr w:rsidR="009353EF" w:rsidRPr="00F95990" w14:paraId="2A420F6C" w14:textId="77777777" w:rsidTr="00582D01">
        <w:tc>
          <w:tcPr>
            <w:tcW w:w="377" w:type="dxa"/>
            <w:gridSpan w:val="2"/>
          </w:tcPr>
          <w:p w14:paraId="093E4648" w14:textId="77777777" w:rsidR="009353EF" w:rsidRPr="00F95990" w:rsidRDefault="009353EF" w:rsidP="009353EF">
            <w:pPr>
              <w:jc w:val="center"/>
            </w:pPr>
          </w:p>
        </w:tc>
        <w:tc>
          <w:tcPr>
            <w:tcW w:w="983" w:type="dxa"/>
            <w:gridSpan w:val="2"/>
          </w:tcPr>
          <w:p w14:paraId="351AFA78" w14:textId="77777777" w:rsidR="009353EF" w:rsidRPr="00F95990" w:rsidRDefault="009353EF" w:rsidP="009353EF">
            <w:pPr>
              <w:jc w:val="center"/>
              <w:rPr>
                <w:vertAlign w:val="superscript"/>
              </w:rPr>
            </w:pPr>
            <w:r w:rsidRPr="00F95990">
              <w:t>O</w:t>
            </w:r>
          </w:p>
        </w:tc>
        <w:tc>
          <w:tcPr>
            <w:tcW w:w="7552" w:type="dxa"/>
          </w:tcPr>
          <w:p w14:paraId="67079DEA" w14:textId="77777777" w:rsidR="009353EF" w:rsidRPr="00F95990" w:rsidRDefault="009353EF" w:rsidP="009353EF">
            <w:r w:rsidRPr="00F95990">
              <w:t>Can write a single property to a single object</w:t>
            </w:r>
          </w:p>
        </w:tc>
      </w:tr>
      <w:tr w:rsidR="009353EF" w:rsidRPr="00F95990" w14:paraId="701E49A5" w14:textId="77777777" w:rsidTr="00582D01">
        <w:tc>
          <w:tcPr>
            <w:tcW w:w="377" w:type="dxa"/>
            <w:gridSpan w:val="2"/>
          </w:tcPr>
          <w:p w14:paraId="43566DE9" w14:textId="77777777" w:rsidR="009353EF" w:rsidRPr="00F95990" w:rsidRDefault="009353EF" w:rsidP="009353EF">
            <w:pPr>
              <w:jc w:val="center"/>
            </w:pPr>
          </w:p>
        </w:tc>
        <w:tc>
          <w:tcPr>
            <w:tcW w:w="983" w:type="dxa"/>
            <w:gridSpan w:val="2"/>
          </w:tcPr>
          <w:p w14:paraId="65C36F04" w14:textId="77777777" w:rsidR="009353EF" w:rsidRPr="00F95990" w:rsidRDefault="009353EF" w:rsidP="009353EF">
            <w:pPr>
              <w:jc w:val="center"/>
            </w:pPr>
            <w:r w:rsidRPr="00F95990">
              <w:t>O</w:t>
            </w:r>
          </w:p>
        </w:tc>
        <w:tc>
          <w:tcPr>
            <w:tcW w:w="7552" w:type="dxa"/>
          </w:tcPr>
          <w:p w14:paraId="1586D176" w14:textId="77777777" w:rsidR="009353EF" w:rsidRPr="00F95990" w:rsidRDefault="009353EF" w:rsidP="009353EF">
            <w:r w:rsidRPr="00F95990">
              <w:t>Can write non-array properties</w:t>
            </w:r>
          </w:p>
        </w:tc>
      </w:tr>
      <w:tr w:rsidR="009353EF" w:rsidRPr="00F95990" w14:paraId="16CC616F" w14:textId="77777777" w:rsidTr="00582D01">
        <w:tc>
          <w:tcPr>
            <w:tcW w:w="377" w:type="dxa"/>
            <w:gridSpan w:val="2"/>
          </w:tcPr>
          <w:p w14:paraId="54FC3E78" w14:textId="77777777" w:rsidR="009353EF" w:rsidRPr="00F95990" w:rsidRDefault="009353EF" w:rsidP="009353EF">
            <w:pPr>
              <w:jc w:val="center"/>
            </w:pPr>
          </w:p>
        </w:tc>
        <w:tc>
          <w:tcPr>
            <w:tcW w:w="983" w:type="dxa"/>
            <w:gridSpan w:val="2"/>
          </w:tcPr>
          <w:p w14:paraId="6BF5616D" w14:textId="77777777" w:rsidR="009353EF" w:rsidRPr="00F95990" w:rsidRDefault="009353EF" w:rsidP="009353EF">
            <w:pPr>
              <w:jc w:val="center"/>
            </w:pPr>
            <w:r w:rsidRPr="00F95990">
              <w:t>O</w:t>
            </w:r>
          </w:p>
        </w:tc>
        <w:tc>
          <w:tcPr>
            <w:tcW w:w="7552" w:type="dxa"/>
          </w:tcPr>
          <w:p w14:paraId="3FA778A6" w14:textId="77777777" w:rsidR="009353EF" w:rsidRPr="00F95990" w:rsidRDefault="009353EF" w:rsidP="009353EF">
            <w:r w:rsidRPr="00F95990">
              <w:t>Can write array elements</w:t>
            </w:r>
          </w:p>
        </w:tc>
      </w:tr>
      <w:tr w:rsidR="009353EF" w:rsidRPr="00F95990" w14:paraId="097BE12F" w14:textId="77777777" w:rsidTr="00582D01">
        <w:tc>
          <w:tcPr>
            <w:tcW w:w="377" w:type="dxa"/>
            <w:gridSpan w:val="2"/>
          </w:tcPr>
          <w:p w14:paraId="39C28CBB" w14:textId="77777777" w:rsidR="009353EF" w:rsidRPr="00F95990" w:rsidRDefault="009353EF" w:rsidP="009353EF">
            <w:pPr>
              <w:jc w:val="center"/>
            </w:pPr>
          </w:p>
        </w:tc>
        <w:tc>
          <w:tcPr>
            <w:tcW w:w="983" w:type="dxa"/>
            <w:gridSpan w:val="2"/>
          </w:tcPr>
          <w:p w14:paraId="779DBE9E" w14:textId="77777777" w:rsidR="009353EF" w:rsidRPr="00F95990" w:rsidRDefault="009353EF" w:rsidP="009353EF">
            <w:pPr>
              <w:jc w:val="center"/>
            </w:pPr>
            <w:r w:rsidRPr="00F95990">
              <w:t>O</w:t>
            </w:r>
          </w:p>
        </w:tc>
        <w:tc>
          <w:tcPr>
            <w:tcW w:w="7552" w:type="dxa"/>
          </w:tcPr>
          <w:p w14:paraId="79A6A7AF" w14:textId="77777777" w:rsidR="009353EF" w:rsidRPr="00F95990" w:rsidRDefault="009353EF" w:rsidP="009353EF">
            <w:r w:rsidRPr="00F95990">
              <w:t>Can write the size of an array</w:t>
            </w:r>
          </w:p>
        </w:tc>
      </w:tr>
      <w:tr w:rsidR="009353EF" w:rsidRPr="00F95990" w14:paraId="210FD466" w14:textId="77777777" w:rsidTr="00582D01">
        <w:tc>
          <w:tcPr>
            <w:tcW w:w="377" w:type="dxa"/>
            <w:gridSpan w:val="2"/>
          </w:tcPr>
          <w:p w14:paraId="707A7E3F" w14:textId="77777777" w:rsidR="009353EF" w:rsidRPr="00F95990" w:rsidRDefault="009353EF" w:rsidP="009353EF">
            <w:pPr>
              <w:jc w:val="center"/>
            </w:pPr>
          </w:p>
        </w:tc>
        <w:tc>
          <w:tcPr>
            <w:tcW w:w="983" w:type="dxa"/>
            <w:gridSpan w:val="2"/>
          </w:tcPr>
          <w:p w14:paraId="264A1D3E" w14:textId="77777777" w:rsidR="009353EF" w:rsidRPr="00F95990" w:rsidRDefault="009353EF" w:rsidP="009353EF">
            <w:pPr>
              <w:jc w:val="center"/>
            </w:pPr>
            <w:r w:rsidRPr="00F95990">
              <w:t>O</w:t>
            </w:r>
          </w:p>
        </w:tc>
        <w:tc>
          <w:tcPr>
            <w:tcW w:w="7552" w:type="dxa"/>
          </w:tcPr>
          <w:p w14:paraId="04508BCC" w14:textId="77777777" w:rsidR="009353EF" w:rsidRPr="00F95990" w:rsidRDefault="009353EF" w:rsidP="009353EF">
            <w:r w:rsidRPr="00F95990">
              <w:t>Can write whole arrays</w:t>
            </w:r>
          </w:p>
        </w:tc>
      </w:tr>
      <w:tr w:rsidR="009353EF" w:rsidRPr="00F95990" w14:paraId="5A9DAA17" w14:textId="77777777" w:rsidTr="00582D01">
        <w:tc>
          <w:tcPr>
            <w:tcW w:w="377" w:type="dxa"/>
            <w:gridSpan w:val="2"/>
          </w:tcPr>
          <w:p w14:paraId="775404E0" w14:textId="77777777" w:rsidR="009353EF" w:rsidRPr="00F95990" w:rsidRDefault="009353EF" w:rsidP="009353EF">
            <w:pPr>
              <w:jc w:val="center"/>
            </w:pPr>
          </w:p>
        </w:tc>
        <w:tc>
          <w:tcPr>
            <w:tcW w:w="983" w:type="dxa"/>
            <w:gridSpan w:val="2"/>
          </w:tcPr>
          <w:p w14:paraId="6D4BEB93" w14:textId="77777777" w:rsidR="009353EF" w:rsidRPr="00F95990" w:rsidRDefault="009353EF" w:rsidP="009353EF">
            <w:pPr>
              <w:jc w:val="center"/>
            </w:pPr>
            <w:r w:rsidRPr="00F95990">
              <w:t>O</w:t>
            </w:r>
          </w:p>
        </w:tc>
        <w:tc>
          <w:tcPr>
            <w:tcW w:w="7552" w:type="dxa"/>
          </w:tcPr>
          <w:p w14:paraId="14995D51" w14:textId="77777777" w:rsidR="009353EF" w:rsidRPr="00893C2A" w:rsidRDefault="009353EF" w:rsidP="009353EF">
            <w:pPr>
              <w:pStyle w:val="Header"/>
              <w:tabs>
                <w:tab w:val="clear" w:pos="4320"/>
                <w:tab w:val="clear" w:pos="8640"/>
              </w:tabs>
              <w:rPr>
                <w:lang w:val="en-US" w:eastAsia="en-US"/>
              </w:rPr>
            </w:pPr>
            <w:r w:rsidRPr="00893C2A">
              <w:rPr>
                <w:lang w:val="en-US" w:eastAsia="en-US"/>
              </w:rPr>
              <w:t>Can write whole lists</w:t>
            </w:r>
          </w:p>
        </w:tc>
      </w:tr>
      <w:tr w:rsidR="009353EF" w:rsidRPr="00F95990" w14:paraId="242F1558" w14:textId="77777777" w:rsidTr="00582D01">
        <w:tc>
          <w:tcPr>
            <w:tcW w:w="377" w:type="dxa"/>
            <w:gridSpan w:val="2"/>
          </w:tcPr>
          <w:p w14:paraId="6D932100" w14:textId="77777777" w:rsidR="009353EF" w:rsidRPr="00F95990" w:rsidRDefault="009353EF" w:rsidP="009353EF">
            <w:pPr>
              <w:jc w:val="center"/>
            </w:pPr>
          </w:p>
        </w:tc>
        <w:tc>
          <w:tcPr>
            <w:tcW w:w="983" w:type="dxa"/>
            <w:gridSpan w:val="2"/>
          </w:tcPr>
          <w:p w14:paraId="4065E560" w14:textId="77777777" w:rsidR="009353EF" w:rsidRPr="00F95990" w:rsidRDefault="009353EF" w:rsidP="009353EF">
            <w:pPr>
              <w:jc w:val="center"/>
              <w:rPr>
                <w:vertAlign w:val="superscript"/>
              </w:rPr>
            </w:pPr>
            <w:r w:rsidRPr="00F95990">
              <w:t>O</w:t>
            </w:r>
          </w:p>
        </w:tc>
        <w:tc>
          <w:tcPr>
            <w:tcW w:w="7552" w:type="dxa"/>
          </w:tcPr>
          <w:p w14:paraId="201D6EC4" w14:textId="77777777" w:rsidR="009353EF" w:rsidRPr="00893C2A" w:rsidRDefault="009353EF" w:rsidP="007E6F9C">
            <w:pPr>
              <w:pStyle w:val="Header"/>
              <w:tabs>
                <w:tab w:val="clear" w:pos="4320"/>
                <w:tab w:val="clear" w:pos="8640"/>
              </w:tabs>
              <w:rPr>
                <w:lang w:val="en-US" w:eastAsia="en-US"/>
              </w:rPr>
            </w:pPr>
            <w:r w:rsidRPr="00893C2A">
              <w:rPr>
                <w:lang w:val="en-US" w:eastAsia="en-US"/>
              </w:rPr>
              <w:t xml:space="preserve">Can </w:t>
            </w:r>
            <w:r w:rsidR="007E6F9C" w:rsidRPr="00893C2A">
              <w:rPr>
                <w:lang w:val="en-US" w:eastAsia="en-US"/>
              </w:rPr>
              <w:t xml:space="preserve">command and relinquish </w:t>
            </w:r>
            <w:r w:rsidRPr="00893C2A">
              <w:rPr>
                <w:lang w:val="en-US" w:eastAsia="en-US"/>
              </w:rPr>
              <w:t>with a priority</w:t>
            </w:r>
          </w:p>
        </w:tc>
      </w:tr>
      <w:tr w:rsidR="009353EF" w:rsidRPr="00F95990" w14:paraId="3426941D" w14:textId="77777777" w:rsidTr="00582D01">
        <w:tc>
          <w:tcPr>
            <w:tcW w:w="377" w:type="dxa"/>
            <w:gridSpan w:val="2"/>
          </w:tcPr>
          <w:p w14:paraId="3D529707" w14:textId="77777777" w:rsidR="009353EF" w:rsidRPr="00F95990" w:rsidRDefault="009353EF" w:rsidP="009353EF">
            <w:pPr>
              <w:jc w:val="center"/>
            </w:pPr>
          </w:p>
        </w:tc>
        <w:tc>
          <w:tcPr>
            <w:tcW w:w="983" w:type="dxa"/>
            <w:gridSpan w:val="2"/>
          </w:tcPr>
          <w:p w14:paraId="2478BB04" w14:textId="77777777" w:rsidR="009353EF" w:rsidRPr="00F95990" w:rsidRDefault="009353EF" w:rsidP="009353EF">
            <w:pPr>
              <w:jc w:val="center"/>
            </w:pPr>
            <w:r w:rsidRPr="00F95990">
              <w:t>O</w:t>
            </w:r>
          </w:p>
        </w:tc>
        <w:tc>
          <w:tcPr>
            <w:tcW w:w="7552" w:type="dxa"/>
          </w:tcPr>
          <w:p w14:paraId="46AB4944" w14:textId="77777777" w:rsidR="009353EF" w:rsidRPr="00F95990" w:rsidRDefault="009353EF" w:rsidP="00DC2E3C">
            <w:r w:rsidRPr="00F95990">
              <w:t>Can write NULL property values</w:t>
            </w:r>
            <w:r w:rsidR="007E6F9C">
              <w:t xml:space="preserve"> </w:t>
            </w:r>
            <w:r w:rsidR="00DC2E3C">
              <w:t>to</w:t>
            </w:r>
            <w:r w:rsidR="00DC2E3C" w:rsidRPr="00DC2E3C">
              <w:t xml:space="preserve"> non-commandable properties</w:t>
            </w:r>
          </w:p>
        </w:tc>
      </w:tr>
      <w:tr w:rsidR="009353EF" w:rsidRPr="00F95990" w14:paraId="0AC3BDB1" w14:textId="77777777" w:rsidTr="00582D01">
        <w:tc>
          <w:tcPr>
            <w:tcW w:w="377" w:type="dxa"/>
            <w:gridSpan w:val="2"/>
          </w:tcPr>
          <w:p w14:paraId="470CF147" w14:textId="77777777" w:rsidR="009353EF" w:rsidRPr="00F95990" w:rsidRDefault="009353EF" w:rsidP="009353EF">
            <w:pPr>
              <w:jc w:val="center"/>
            </w:pPr>
          </w:p>
        </w:tc>
        <w:tc>
          <w:tcPr>
            <w:tcW w:w="983" w:type="dxa"/>
            <w:gridSpan w:val="2"/>
          </w:tcPr>
          <w:p w14:paraId="56911B57" w14:textId="77777777" w:rsidR="009353EF" w:rsidRPr="00F95990" w:rsidRDefault="009353EF" w:rsidP="009353EF">
            <w:pPr>
              <w:jc w:val="center"/>
            </w:pPr>
            <w:r w:rsidRPr="00F95990">
              <w:t>O</w:t>
            </w:r>
          </w:p>
        </w:tc>
        <w:tc>
          <w:tcPr>
            <w:tcW w:w="7552" w:type="dxa"/>
          </w:tcPr>
          <w:p w14:paraId="17D2BDB0" w14:textId="77777777" w:rsidR="009353EF" w:rsidRPr="00F95990" w:rsidRDefault="009353EF" w:rsidP="009353EF">
            <w:r w:rsidRPr="00F95990">
              <w:t>Can write BOOLEAN property values</w:t>
            </w:r>
          </w:p>
        </w:tc>
      </w:tr>
      <w:tr w:rsidR="009353EF" w:rsidRPr="00F95990" w14:paraId="4DDE1482" w14:textId="77777777" w:rsidTr="00582D01">
        <w:tc>
          <w:tcPr>
            <w:tcW w:w="377" w:type="dxa"/>
            <w:gridSpan w:val="2"/>
          </w:tcPr>
          <w:p w14:paraId="1250DDFC" w14:textId="77777777" w:rsidR="009353EF" w:rsidRPr="00F95990" w:rsidRDefault="009353EF" w:rsidP="009353EF">
            <w:pPr>
              <w:jc w:val="center"/>
            </w:pPr>
          </w:p>
        </w:tc>
        <w:tc>
          <w:tcPr>
            <w:tcW w:w="983" w:type="dxa"/>
            <w:gridSpan w:val="2"/>
          </w:tcPr>
          <w:p w14:paraId="4360C63E" w14:textId="77777777" w:rsidR="009353EF" w:rsidRPr="00F95990" w:rsidRDefault="009353EF" w:rsidP="009353EF">
            <w:pPr>
              <w:jc w:val="center"/>
            </w:pPr>
            <w:r w:rsidRPr="00F95990">
              <w:t>O</w:t>
            </w:r>
          </w:p>
        </w:tc>
        <w:tc>
          <w:tcPr>
            <w:tcW w:w="7552" w:type="dxa"/>
          </w:tcPr>
          <w:p w14:paraId="72A20D1D" w14:textId="77777777" w:rsidR="009353EF" w:rsidRPr="00F95990" w:rsidRDefault="009353EF" w:rsidP="009353EF">
            <w:r w:rsidRPr="00F95990">
              <w:t>Can write Enumerated property values</w:t>
            </w:r>
          </w:p>
        </w:tc>
      </w:tr>
      <w:tr w:rsidR="009353EF" w:rsidRPr="00F95990" w14:paraId="4F22F5A7" w14:textId="77777777" w:rsidTr="00582D01">
        <w:tc>
          <w:tcPr>
            <w:tcW w:w="377" w:type="dxa"/>
            <w:gridSpan w:val="2"/>
          </w:tcPr>
          <w:p w14:paraId="5BC5AC8C" w14:textId="77777777" w:rsidR="009353EF" w:rsidRPr="00F95990" w:rsidRDefault="009353EF" w:rsidP="009353EF">
            <w:pPr>
              <w:jc w:val="center"/>
            </w:pPr>
          </w:p>
        </w:tc>
        <w:tc>
          <w:tcPr>
            <w:tcW w:w="983" w:type="dxa"/>
            <w:gridSpan w:val="2"/>
          </w:tcPr>
          <w:p w14:paraId="49795139" w14:textId="77777777" w:rsidR="009353EF" w:rsidRPr="00F95990" w:rsidRDefault="009353EF" w:rsidP="009353EF">
            <w:pPr>
              <w:jc w:val="center"/>
            </w:pPr>
            <w:r w:rsidRPr="00F95990">
              <w:t>O</w:t>
            </w:r>
          </w:p>
        </w:tc>
        <w:tc>
          <w:tcPr>
            <w:tcW w:w="7552" w:type="dxa"/>
          </w:tcPr>
          <w:p w14:paraId="4E2DD3CB" w14:textId="77777777" w:rsidR="009353EF" w:rsidRPr="00F95990" w:rsidRDefault="009353EF" w:rsidP="009353EF">
            <w:r w:rsidRPr="00F95990">
              <w:t>Can write INTEGER property values</w:t>
            </w:r>
          </w:p>
        </w:tc>
      </w:tr>
      <w:tr w:rsidR="009353EF" w:rsidRPr="00F95990" w14:paraId="58CD9ACE" w14:textId="77777777" w:rsidTr="00582D01">
        <w:tc>
          <w:tcPr>
            <w:tcW w:w="377" w:type="dxa"/>
            <w:gridSpan w:val="2"/>
          </w:tcPr>
          <w:p w14:paraId="0B36D885" w14:textId="77777777" w:rsidR="009353EF" w:rsidRPr="00F95990" w:rsidRDefault="009353EF" w:rsidP="009353EF">
            <w:pPr>
              <w:jc w:val="center"/>
            </w:pPr>
          </w:p>
        </w:tc>
        <w:tc>
          <w:tcPr>
            <w:tcW w:w="983" w:type="dxa"/>
            <w:gridSpan w:val="2"/>
          </w:tcPr>
          <w:p w14:paraId="521D196B" w14:textId="77777777" w:rsidR="009353EF" w:rsidRPr="00F95990" w:rsidRDefault="009353EF" w:rsidP="009353EF">
            <w:pPr>
              <w:jc w:val="center"/>
            </w:pPr>
            <w:r w:rsidRPr="00F95990">
              <w:t>O</w:t>
            </w:r>
          </w:p>
        </w:tc>
        <w:tc>
          <w:tcPr>
            <w:tcW w:w="7552" w:type="dxa"/>
          </w:tcPr>
          <w:p w14:paraId="4164F311" w14:textId="77777777" w:rsidR="009353EF" w:rsidRPr="00F95990" w:rsidRDefault="009353EF" w:rsidP="009353EF">
            <w:r w:rsidRPr="00F95990">
              <w:t>Can write Unsigned property values</w:t>
            </w:r>
          </w:p>
        </w:tc>
      </w:tr>
      <w:tr w:rsidR="009353EF" w:rsidRPr="00F95990" w14:paraId="18AEBC4D" w14:textId="77777777" w:rsidTr="00582D01">
        <w:tc>
          <w:tcPr>
            <w:tcW w:w="377" w:type="dxa"/>
            <w:gridSpan w:val="2"/>
          </w:tcPr>
          <w:p w14:paraId="62B8C38D" w14:textId="77777777" w:rsidR="009353EF" w:rsidRPr="00F95990" w:rsidRDefault="009353EF" w:rsidP="009353EF">
            <w:pPr>
              <w:jc w:val="center"/>
            </w:pPr>
          </w:p>
        </w:tc>
        <w:tc>
          <w:tcPr>
            <w:tcW w:w="983" w:type="dxa"/>
            <w:gridSpan w:val="2"/>
          </w:tcPr>
          <w:p w14:paraId="6532D595" w14:textId="77777777" w:rsidR="009353EF" w:rsidRPr="00F95990" w:rsidRDefault="009353EF" w:rsidP="009353EF">
            <w:pPr>
              <w:jc w:val="center"/>
            </w:pPr>
            <w:r w:rsidRPr="00F95990">
              <w:t>O</w:t>
            </w:r>
          </w:p>
        </w:tc>
        <w:tc>
          <w:tcPr>
            <w:tcW w:w="7552" w:type="dxa"/>
          </w:tcPr>
          <w:p w14:paraId="6A389B67" w14:textId="77777777" w:rsidR="009353EF" w:rsidRPr="00F95990" w:rsidRDefault="009353EF" w:rsidP="009353EF">
            <w:r w:rsidRPr="00F95990">
              <w:t>Can write REAL property values</w:t>
            </w:r>
          </w:p>
        </w:tc>
      </w:tr>
      <w:tr w:rsidR="009353EF" w:rsidRPr="00F95990" w14:paraId="5395EA12" w14:textId="77777777" w:rsidTr="00582D01">
        <w:tc>
          <w:tcPr>
            <w:tcW w:w="377" w:type="dxa"/>
            <w:gridSpan w:val="2"/>
          </w:tcPr>
          <w:p w14:paraId="027A8F72" w14:textId="77777777" w:rsidR="009353EF" w:rsidRPr="00F95990" w:rsidRDefault="009353EF" w:rsidP="009353EF">
            <w:pPr>
              <w:jc w:val="center"/>
            </w:pPr>
          </w:p>
        </w:tc>
        <w:tc>
          <w:tcPr>
            <w:tcW w:w="983" w:type="dxa"/>
            <w:gridSpan w:val="2"/>
          </w:tcPr>
          <w:p w14:paraId="32DDC81B" w14:textId="77777777" w:rsidR="009353EF" w:rsidRPr="00F95990" w:rsidRDefault="009353EF" w:rsidP="009353EF">
            <w:pPr>
              <w:jc w:val="center"/>
            </w:pPr>
            <w:r w:rsidRPr="00F95990">
              <w:t>O</w:t>
            </w:r>
          </w:p>
        </w:tc>
        <w:tc>
          <w:tcPr>
            <w:tcW w:w="7552" w:type="dxa"/>
          </w:tcPr>
          <w:p w14:paraId="0152766D" w14:textId="77777777" w:rsidR="009353EF" w:rsidRPr="00F95990" w:rsidRDefault="009353EF" w:rsidP="009353EF">
            <w:r w:rsidRPr="00F95990">
              <w:t>Can write Double property values</w:t>
            </w:r>
          </w:p>
        </w:tc>
      </w:tr>
      <w:tr w:rsidR="009353EF" w:rsidRPr="00F95990" w14:paraId="52C58A3D" w14:textId="77777777" w:rsidTr="00582D01">
        <w:tc>
          <w:tcPr>
            <w:tcW w:w="377" w:type="dxa"/>
            <w:gridSpan w:val="2"/>
          </w:tcPr>
          <w:p w14:paraId="39419067" w14:textId="77777777" w:rsidR="009353EF" w:rsidRPr="00F95990" w:rsidRDefault="009353EF" w:rsidP="009353EF">
            <w:pPr>
              <w:jc w:val="center"/>
            </w:pPr>
          </w:p>
        </w:tc>
        <w:tc>
          <w:tcPr>
            <w:tcW w:w="983" w:type="dxa"/>
            <w:gridSpan w:val="2"/>
          </w:tcPr>
          <w:p w14:paraId="234D98E2" w14:textId="77777777" w:rsidR="009353EF" w:rsidRPr="00F95990" w:rsidRDefault="009353EF" w:rsidP="009353EF">
            <w:pPr>
              <w:jc w:val="center"/>
            </w:pPr>
            <w:r w:rsidRPr="00F95990">
              <w:t>O</w:t>
            </w:r>
          </w:p>
        </w:tc>
        <w:tc>
          <w:tcPr>
            <w:tcW w:w="7552" w:type="dxa"/>
          </w:tcPr>
          <w:p w14:paraId="72EEEB4B" w14:textId="77777777" w:rsidR="009353EF" w:rsidRPr="00F95990" w:rsidRDefault="009353EF" w:rsidP="009353EF">
            <w:r w:rsidRPr="00F95990">
              <w:t>Can write Time property values</w:t>
            </w:r>
          </w:p>
        </w:tc>
      </w:tr>
      <w:tr w:rsidR="009353EF" w:rsidRPr="00F95990" w14:paraId="7AD49EA8" w14:textId="77777777" w:rsidTr="00582D01">
        <w:tc>
          <w:tcPr>
            <w:tcW w:w="377" w:type="dxa"/>
            <w:gridSpan w:val="2"/>
          </w:tcPr>
          <w:p w14:paraId="7F5538DF" w14:textId="77777777" w:rsidR="009353EF" w:rsidRPr="00F95990" w:rsidRDefault="009353EF" w:rsidP="009353EF">
            <w:pPr>
              <w:jc w:val="center"/>
            </w:pPr>
          </w:p>
        </w:tc>
        <w:tc>
          <w:tcPr>
            <w:tcW w:w="983" w:type="dxa"/>
            <w:gridSpan w:val="2"/>
          </w:tcPr>
          <w:p w14:paraId="0373C6BD" w14:textId="77777777" w:rsidR="009353EF" w:rsidRPr="00F95990" w:rsidRDefault="009353EF" w:rsidP="009353EF">
            <w:pPr>
              <w:jc w:val="center"/>
            </w:pPr>
            <w:r w:rsidRPr="00F95990">
              <w:t>O</w:t>
            </w:r>
          </w:p>
        </w:tc>
        <w:tc>
          <w:tcPr>
            <w:tcW w:w="7552" w:type="dxa"/>
          </w:tcPr>
          <w:p w14:paraId="0B9C00BA" w14:textId="77777777" w:rsidR="009353EF" w:rsidRPr="00F95990" w:rsidRDefault="009353EF" w:rsidP="009353EF">
            <w:r w:rsidRPr="00F95990">
              <w:t>Can write Date property values</w:t>
            </w:r>
          </w:p>
        </w:tc>
      </w:tr>
      <w:tr w:rsidR="009353EF" w:rsidRPr="00F95990" w14:paraId="6832FF94" w14:textId="77777777" w:rsidTr="00582D01">
        <w:tc>
          <w:tcPr>
            <w:tcW w:w="377" w:type="dxa"/>
            <w:gridSpan w:val="2"/>
          </w:tcPr>
          <w:p w14:paraId="49D790FC" w14:textId="77777777" w:rsidR="009353EF" w:rsidRPr="00F95990" w:rsidRDefault="009353EF" w:rsidP="009353EF">
            <w:pPr>
              <w:jc w:val="center"/>
            </w:pPr>
          </w:p>
        </w:tc>
        <w:tc>
          <w:tcPr>
            <w:tcW w:w="983" w:type="dxa"/>
            <w:gridSpan w:val="2"/>
          </w:tcPr>
          <w:p w14:paraId="6DE1FA6C" w14:textId="77777777" w:rsidR="009353EF" w:rsidRPr="00F95990" w:rsidRDefault="009353EF" w:rsidP="009353EF">
            <w:pPr>
              <w:jc w:val="center"/>
            </w:pPr>
            <w:r w:rsidRPr="00F95990">
              <w:t>O</w:t>
            </w:r>
          </w:p>
        </w:tc>
        <w:tc>
          <w:tcPr>
            <w:tcW w:w="7552" w:type="dxa"/>
          </w:tcPr>
          <w:p w14:paraId="1150EA23" w14:textId="77777777" w:rsidR="009353EF" w:rsidRPr="00F95990" w:rsidRDefault="009353EF" w:rsidP="009353EF">
            <w:r w:rsidRPr="00F95990">
              <w:t>Can write Character String property values</w:t>
            </w:r>
          </w:p>
        </w:tc>
      </w:tr>
      <w:tr w:rsidR="009353EF" w:rsidRPr="00F95990" w14:paraId="584D41CA" w14:textId="77777777" w:rsidTr="00582D01">
        <w:tc>
          <w:tcPr>
            <w:tcW w:w="377" w:type="dxa"/>
            <w:gridSpan w:val="2"/>
          </w:tcPr>
          <w:p w14:paraId="0783B9D2" w14:textId="77777777" w:rsidR="009353EF" w:rsidRPr="00F95990" w:rsidRDefault="009353EF" w:rsidP="009353EF">
            <w:pPr>
              <w:jc w:val="center"/>
            </w:pPr>
          </w:p>
        </w:tc>
        <w:tc>
          <w:tcPr>
            <w:tcW w:w="983" w:type="dxa"/>
            <w:gridSpan w:val="2"/>
          </w:tcPr>
          <w:p w14:paraId="637C53BA" w14:textId="77777777" w:rsidR="009353EF" w:rsidRPr="00F95990" w:rsidRDefault="009353EF" w:rsidP="009353EF">
            <w:pPr>
              <w:jc w:val="center"/>
            </w:pPr>
            <w:r w:rsidRPr="00F95990">
              <w:t>O</w:t>
            </w:r>
          </w:p>
        </w:tc>
        <w:tc>
          <w:tcPr>
            <w:tcW w:w="7552" w:type="dxa"/>
          </w:tcPr>
          <w:p w14:paraId="33A4E761" w14:textId="77777777" w:rsidR="009353EF" w:rsidRPr="00F95990" w:rsidRDefault="009353EF" w:rsidP="009353EF">
            <w:r w:rsidRPr="00F95990">
              <w:t>Can write Octet String property values</w:t>
            </w:r>
          </w:p>
        </w:tc>
      </w:tr>
      <w:tr w:rsidR="009353EF" w:rsidRPr="00F95990" w14:paraId="3F512083" w14:textId="77777777" w:rsidTr="00582D01">
        <w:tc>
          <w:tcPr>
            <w:tcW w:w="377" w:type="dxa"/>
            <w:gridSpan w:val="2"/>
          </w:tcPr>
          <w:p w14:paraId="26E1BC26" w14:textId="77777777" w:rsidR="009353EF" w:rsidRPr="00F95990" w:rsidRDefault="009353EF" w:rsidP="009353EF">
            <w:pPr>
              <w:jc w:val="center"/>
            </w:pPr>
          </w:p>
        </w:tc>
        <w:tc>
          <w:tcPr>
            <w:tcW w:w="983" w:type="dxa"/>
            <w:gridSpan w:val="2"/>
          </w:tcPr>
          <w:p w14:paraId="3CFBC882" w14:textId="77777777" w:rsidR="009353EF" w:rsidRPr="00F95990" w:rsidRDefault="009353EF" w:rsidP="009353EF">
            <w:pPr>
              <w:jc w:val="center"/>
            </w:pPr>
            <w:r w:rsidRPr="00F95990">
              <w:t>O</w:t>
            </w:r>
          </w:p>
        </w:tc>
        <w:tc>
          <w:tcPr>
            <w:tcW w:w="7552" w:type="dxa"/>
          </w:tcPr>
          <w:p w14:paraId="224800BD" w14:textId="77777777" w:rsidR="009353EF" w:rsidRPr="00F95990" w:rsidRDefault="009353EF" w:rsidP="009353EF">
            <w:r w:rsidRPr="00F95990">
              <w:t>Can write Bit String property values</w:t>
            </w:r>
          </w:p>
        </w:tc>
      </w:tr>
      <w:tr w:rsidR="009353EF" w:rsidRPr="00F95990" w14:paraId="25FA8829" w14:textId="77777777" w:rsidTr="00582D01">
        <w:tc>
          <w:tcPr>
            <w:tcW w:w="377" w:type="dxa"/>
            <w:gridSpan w:val="2"/>
          </w:tcPr>
          <w:p w14:paraId="265910DE" w14:textId="77777777" w:rsidR="009353EF" w:rsidRPr="00F95990" w:rsidRDefault="009353EF" w:rsidP="009353EF">
            <w:pPr>
              <w:jc w:val="center"/>
            </w:pPr>
          </w:p>
        </w:tc>
        <w:tc>
          <w:tcPr>
            <w:tcW w:w="983" w:type="dxa"/>
            <w:gridSpan w:val="2"/>
          </w:tcPr>
          <w:p w14:paraId="41E8CEDE" w14:textId="77777777" w:rsidR="009353EF" w:rsidRPr="00F95990" w:rsidRDefault="009353EF" w:rsidP="009353EF">
            <w:pPr>
              <w:jc w:val="center"/>
            </w:pPr>
            <w:r w:rsidRPr="00F95990">
              <w:t>O</w:t>
            </w:r>
          </w:p>
        </w:tc>
        <w:tc>
          <w:tcPr>
            <w:tcW w:w="7552" w:type="dxa"/>
          </w:tcPr>
          <w:p w14:paraId="1B54F9A9" w14:textId="77777777" w:rsidR="009353EF" w:rsidRPr="00F95990" w:rsidRDefault="009353EF" w:rsidP="009353EF">
            <w:r w:rsidRPr="00F95990">
              <w:t>Can write BACnetObjectIdentifier property values</w:t>
            </w:r>
          </w:p>
        </w:tc>
      </w:tr>
      <w:tr w:rsidR="009353EF" w:rsidRPr="00F95990" w14:paraId="7C142145" w14:textId="77777777" w:rsidTr="00582D01">
        <w:tc>
          <w:tcPr>
            <w:tcW w:w="377" w:type="dxa"/>
            <w:gridSpan w:val="2"/>
          </w:tcPr>
          <w:p w14:paraId="1746567A" w14:textId="77777777" w:rsidR="009353EF" w:rsidRPr="00F95990" w:rsidRDefault="009353EF" w:rsidP="009353EF">
            <w:pPr>
              <w:jc w:val="center"/>
            </w:pPr>
          </w:p>
        </w:tc>
        <w:tc>
          <w:tcPr>
            <w:tcW w:w="983" w:type="dxa"/>
            <w:gridSpan w:val="2"/>
          </w:tcPr>
          <w:p w14:paraId="00704809" w14:textId="77777777" w:rsidR="009353EF" w:rsidRPr="00F95990" w:rsidRDefault="009353EF" w:rsidP="009353EF">
            <w:pPr>
              <w:jc w:val="center"/>
            </w:pPr>
            <w:r w:rsidRPr="00F95990">
              <w:t>O</w:t>
            </w:r>
          </w:p>
        </w:tc>
        <w:tc>
          <w:tcPr>
            <w:tcW w:w="7552" w:type="dxa"/>
          </w:tcPr>
          <w:p w14:paraId="6E884035" w14:textId="77777777" w:rsidR="009353EF" w:rsidRPr="00F95990" w:rsidRDefault="009353EF" w:rsidP="009353EF">
            <w:r w:rsidRPr="00F95990">
              <w:t>Can write constructed property values</w:t>
            </w:r>
          </w:p>
        </w:tc>
      </w:tr>
      <w:tr w:rsidR="009353EF" w:rsidRPr="00F95990" w14:paraId="439C03D5" w14:textId="77777777" w:rsidTr="00582D01">
        <w:tc>
          <w:tcPr>
            <w:tcW w:w="377" w:type="dxa"/>
            <w:gridSpan w:val="2"/>
          </w:tcPr>
          <w:p w14:paraId="2B4D4EBA" w14:textId="77777777" w:rsidR="009353EF" w:rsidRPr="00F95990" w:rsidRDefault="009353EF" w:rsidP="009353EF">
            <w:pPr>
              <w:jc w:val="center"/>
            </w:pPr>
          </w:p>
        </w:tc>
        <w:tc>
          <w:tcPr>
            <w:tcW w:w="983" w:type="dxa"/>
            <w:gridSpan w:val="2"/>
          </w:tcPr>
          <w:p w14:paraId="4FD1F662" w14:textId="77777777" w:rsidR="009353EF" w:rsidRPr="00F95990" w:rsidRDefault="009353EF" w:rsidP="009353EF">
            <w:pPr>
              <w:jc w:val="center"/>
            </w:pPr>
            <w:r w:rsidRPr="00F95990">
              <w:t>O</w:t>
            </w:r>
          </w:p>
        </w:tc>
        <w:tc>
          <w:tcPr>
            <w:tcW w:w="7552" w:type="dxa"/>
          </w:tcPr>
          <w:p w14:paraId="44E5EC03" w14:textId="77777777" w:rsidR="009353EF" w:rsidRPr="00F95990" w:rsidRDefault="009353EF" w:rsidP="009353EF">
            <w:r w:rsidRPr="00F95990">
              <w:t>Can write proprietary property values of basic data types</w:t>
            </w:r>
          </w:p>
        </w:tc>
      </w:tr>
      <w:tr w:rsidR="009353EF" w:rsidRPr="00F95990" w14:paraId="22CD252E" w14:textId="77777777" w:rsidTr="00582D01">
        <w:trPr>
          <w:cantSplit/>
        </w:trPr>
        <w:tc>
          <w:tcPr>
            <w:tcW w:w="8912" w:type="dxa"/>
            <w:gridSpan w:val="5"/>
          </w:tcPr>
          <w:p w14:paraId="534BECED"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tc>
      </w:tr>
      <w:tr w:rsidR="009353EF" w:rsidRPr="00F95990" w14:paraId="3C5625E9" w14:textId="77777777" w:rsidTr="00582D01">
        <w:trPr>
          <w:cantSplit/>
        </w:trPr>
        <w:tc>
          <w:tcPr>
            <w:tcW w:w="8912" w:type="dxa"/>
            <w:gridSpan w:val="5"/>
          </w:tcPr>
          <w:p w14:paraId="33180A76" w14:textId="77777777" w:rsidR="009353EF" w:rsidRPr="00F95990" w:rsidRDefault="009353EF" w:rsidP="00414AE4">
            <w:pPr>
              <w:rPr>
                <w:b/>
                <w:bCs/>
              </w:rPr>
            </w:pPr>
            <w:r w:rsidRPr="00F95990">
              <w:rPr>
                <w:b/>
                <w:bCs/>
              </w:rPr>
              <w:t xml:space="preserve">Data Sharing </w:t>
            </w:r>
            <w:r w:rsidR="00012C95">
              <w:rPr>
                <w:b/>
                <w:bCs/>
              </w:rPr>
              <w:t>-</w:t>
            </w:r>
            <w:r w:rsidRPr="00F95990">
              <w:rPr>
                <w:b/>
                <w:bCs/>
              </w:rPr>
              <w:t xml:space="preserve"> WritePropertyMultiple </w:t>
            </w:r>
            <w:r w:rsidR="00012C95">
              <w:rPr>
                <w:b/>
                <w:bCs/>
              </w:rPr>
              <w:t>-</w:t>
            </w:r>
            <w:r w:rsidRPr="00F95990">
              <w:rPr>
                <w:b/>
                <w:bCs/>
              </w:rPr>
              <w:t xml:space="preserve"> B</w:t>
            </w:r>
          </w:p>
        </w:tc>
      </w:tr>
      <w:tr w:rsidR="009353EF" w:rsidRPr="00F95990" w14:paraId="0EC627DB" w14:textId="77777777" w:rsidTr="00582D01">
        <w:tc>
          <w:tcPr>
            <w:tcW w:w="377" w:type="dxa"/>
            <w:gridSpan w:val="2"/>
          </w:tcPr>
          <w:p w14:paraId="4FF93BB4" w14:textId="77777777" w:rsidR="009353EF" w:rsidRPr="00F95990" w:rsidRDefault="009353EF" w:rsidP="009353EF">
            <w:pPr>
              <w:jc w:val="center"/>
            </w:pPr>
          </w:p>
        </w:tc>
        <w:tc>
          <w:tcPr>
            <w:tcW w:w="983" w:type="dxa"/>
            <w:gridSpan w:val="2"/>
          </w:tcPr>
          <w:p w14:paraId="27743CFD" w14:textId="77777777" w:rsidR="009353EF" w:rsidRPr="00F95990" w:rsidRDefault="009353EF" w:rsidP="009353EF">
            <w:pPr>
              <w:jc w:val="center"/>
            </w:pPr>
            <w:r w:rsidRPr="00F95990">
              <w:t>R</w:t>
            </w:r>
          </w:p>
        </w:tc>
        <w:tc>
          <w:tcPr>
            <w:tcW w:w="7552" w:type="dxa"/>
          </w:tcPr>
          <w:p w14:paraId="31546C29" w14:textId="77777777" w:rsidR="009353EF" w:rsidRPr="00F95990" w:rsidRDefault="009353EF" w:rsidP="009353EF">
            <w:r w:rsidRPr="00F95990">
              <w:t>Base Requirements</w:t>
            </w:r>
          </w:p>
        </w:tc>
      </w:tr>
      <w:tr w:rsidR="009353EF" w:rsidRPr="00F95990" w14:paraId="40F7E532" w14:textId="77777777" w:rsidTr="00582D01">
        <w:tc>
          <w:tcPr>
            <w:tcW w:w="377" w:type="dxa"/>
            <w:gridSpan w:val="2"/>
          </w:tcPr>
          <w:p w14:paraId="62F3B08F" w14:textId="77777777" w:rsidR="009353EF" w:rsidRPr="00F95990" w:rsidRDefault="009353EF" w:rsidP="009353EF">
            <w:pPr>
              <w:jc w:val="center"/>
            </w:pPr>
          </w:p>
        </w:tc>
        <w:tc>
          <w:tcPr>
            <w:tcW w:w="983" w:type="dxa"/>
            <w:gridSpan w:val="2"/>
          </w:tcPr>
          <w:p w14:paraId="39C93A09" w14:textId="77777777" w:rsidR="009353EF" w:rsidRPr="00F95990" w:rsidRDefault="009353EF" w:rsidP="009353EF">
            <w:pPr>
              <w:jc w:val="center"/>
            </w:pPr>
            <w:r w:rsidRPr="00F95990">
              <w:t>C</w:t>
            </w:r>
            <w:r w:rsidRPr="00F95990">
              <w:rPr>
                <w:vertAlign w:val="superscript"/>
              </w:rPr>
              <w:t>1</w:t>
            </w:r>
          </w:p>
        </w:tc>
        <w:tc>
          <w:tcPr>
            <w:tcW w:w="7552" w:type="dxa"/>
          </w:tcPr>
          <w:p w14:paraId="77C44E2C" w14:textId="77777777" w:rsidR="009353EF" w:rsidRPr="00F95990" w:rsidRDefault="009353EF" w:rsidP="009353EF">
            <w:r w:rsidRPr="00F95990">
              <w:t>Contains multiple objects with writable properties</w:t>
            </w:r>
          </w:p>
        </w:tc>
      </w:tr>
      <w:tr w:rsidR="009353EF" w:rsidRPr="00F95990" w14:paraId="317A7B46" w14:textId="77777777" w:rsidTr="00582D01">
        <w:tc>
          <w:tcPr>
            <w:tcW w:w="377" w:type="dxa"/>
            <w:gridSpan w:val="2"/>
          </w:tcPr>
          <w:p w14:paraId="012088B5" w14:textId="77777777" w:rsidR="009353EF" w:rsidRPr="00F95990" w:rsidRDefault="009353EF" w:rsidP="009353EF">
            <w:pPr>
              <w:jc w:val="center"/>
            </w:pPr>
          </w:p>
        </w:tc>
        <w:tc>
          <w:tcPr>
            <w:tcW w:w="983" w:type="dxa"/>
            <w:gridSpan w:val="2"/>
          </w:tcPr>
          <w:p w14:paraId="58293D8D" w14:textId="77777777" w:rsidR="009353EF" w:rsidRPr="00F95990" w:rsidRDefault="009353EF" w:rsidP="009353EF">
            <w:pPr>
              <w:jc w:val="center"/>
            </w:pPr>
            <w:r w:rsidRPr="00F95990">
              <w:t>C</w:t>
            </w:r>
            <w:r w:rsidRPr="00F95990">
              <w:rPr>
                <w:vertAlign w:val="superscript"/>
              </w:rPr>
              <w:t>1</w:t>
            </w:r>
          </w:p>
        </w:tc>
        <w:tc>
          <w:tcPr>
            <w:tcW w:w="7552" w:type="dxa"/>
          </w:tcPr>
          <w:p w14:paraId="412B3419" w14:textId="77777777" w:rsidR="009353EF" w:rsidRPr="00F95990" w:rsidRDefault="009353EF" w:rsidP="009353EF">
            <w:r w:rsidRPr="00F95990">
              <w:t>Contains objects with multiple writable properties</w:t>
            </w:r>
          </w:p>
        </w:tc>
      </w:tr>
      <w:tr w:rsidR="009353EF" w:rsidRPr="00F95990" w14:paraId="6F44BD66" w14:textId="77777777" w:rsidTr="00582D01">
        <w:tc>
          <w:tcPr>
            <w:tcW w:w="377" w:type="dxa"/>
            <w:gridSpan w:val="2"/>
          </w:tcPr>
          <w:p w14:paraId="42D7FE40" w14:textId="77777777" w:rsidR="009353EF" w:rsidRPr="00F95990" w:rsidRDefault="009353EF" w:rsidP="009353EF">
            <w:pPr>
              <w:jc w:val="center"/>
            </w:pPr>
          </w:p>
        </w:tc>
        <w:tc>
          <w:tcPr>
            <w:tcW w:w="983" w:type="dxa"/>
            <w:gridSpan w:val="2"/>
          </w:tcPr>
          <w:p w14:paraId="7341C493" w14:textId="77777777" w:rsidR="009353EF" w:rsidRPr="00F95990" w:rsidRDefault="009353EF" w:rsidP="009353EF">
            <w:pPr>
              <w:jc w:val="center"/>
            </w:pPr>
            <w:r w:rsidRPr="00F95990">
              <w:t>O</w:t>
            </w:r>
          </w:p>
        </w:tc>
        <w:tc>
          <w:tcPr>
            <w:tcW w:w="7552" w:type="dxa"/>
          </w:tcPr>
          <w:p w14:paraId="3D1F27C0" w14:textId="77777777" w:rsidR="009353EF" w:rsidRPr="00F95990" w:rsidRDefault="009353EF" w:rsidP="009353EF">
            <w:r w:rsidRPr="00F95990">
              <w:t>Contains multiple objects with multiple writable properties</w:t>
            </w:r>
          </w:p>
        </w:tc>
      </w:tr>
      <w:tr w:rsidR="009353EF" w:rsidRPr="00F95990" w14:paraId="395937D0" w14:textId="77777777" w:rsidTr="00582D01">
        <w:tc>
          <w:tcPr>
            <w:tcW w:w="377" w:type="dxa"/>
            <w:gridSpan w:val="2"/>
          </w:tcPr>
          <w:p w14:paraId="3B22EB4A" w14:textId="77777777" w:rsidR="009353EF" w:rsidRPr="00F95990" w:rsidRDefault="009353EF" w:rsidP="009353EF">
            <w:pPr>
              <w:jc w:val="center"/>
            </w:pPr>
          </w:p>
        </w:tc>
        <w:tc>
          <w:tcPr>
            <w:tcW w:w="983" w:type="dxa"/>
            <w:gridSpan w:val="2"/>
          </w:tcPr>
          <w:p w14:paraId="45A94BD3" w14:textId="77777777" w:rsidR="009353EF" w:rsidRPr="00F95990" w:rsidRDefault="009353EF" w:rsidP="009353EF">
            <w:pPr>
              <w:jc w:val="center"/>
            </w:pPr>
            <w:r w:rsidRPr="00F95990">
              <w:t>O</w:t>
            </w:r>
          </w:p>
        </w:tc>
        <w:tc>
          <w:tcPr>
            <w:tcW w:w="7552" w:type="dxa"/>
          </w:tcPr>
          <w:p w14:paraId="0ACEC49B" w14:textId="77777777" w:rsidR="009353EF" w:rsidRPr="00F95990" w:rsidRDefault="009353EF" w:rsidP="009353EF">
            <w:r w:rsidRPr="00F95990">
              <w:t>Contains writable non-array properties</w:t>
            </w:r>
          </w:p>
        </w:tc>
      </w:tr>
      <w:tr w:rsidR="009353EF" w:rsidRPr="00F95990" w14:paraId="6108196E" w14:textId="77777777" w:rsidTr="00582D01">
        <w:tc>
          <w:tcPr>
            <w:tcW w:w="377" w:type="dxa"/>
            <w:gridSpan w:val="2"/>
          </w:tcPr>
          <w:p w14:paraId="2EBF07AC" w14:textId="77777777" w:rsidR="009353EF" w:rsidRPr="00F95990" w:rsidRDefault="009353EF" w:rsidP="009353EF">
            <w:pPr>
              <w:jc w:val="center"/>
            </w:pPr>
          </w:p>
        </w:tc>
        <w:tc>
          <w:tcPr>
            <w:tcW w:w="983" w:type="dxa"/>
            <w:gridSpan w:val="2"/>
          </w:tcPr>
          <w:p w14:paraId="7196148B" w14:textId="77777777" w:rsidR="009353EF" w:rsidRPr="00F95990" w:rsidRDefault="009353EF" w:rsidP="009353EF">
            <w:pPr>
              <w:jc w:val="center"/>
            </w:pPr>
            <w:r w:rsidRPr="00F95990">
              <w:t>O</w:t>
            </w:r>
          </w:p>
        </w:tc>
        <w:tc>
          <w:tcPr>
            <w:tcW w:w="7552" w:type="dxa"/>
          </w:tcPr>
          <w:p w14:paraId="259F0824"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Contains writable array properties</w:t>
            </w:r>
          </w:p>
        </w:tc>
      </w:tr>
      <w:tr w:rsidR="009353EF" w:rsidRPr="00F95990" w14:paraId="516D3322" w14:textId="77777777" w:rsidTr="00582D01">
        <w:tc>
          <w:tcPr>
            <w:tcW w:w="377" w:type="dxa"/>
            <w:gridSpan w:val="2"/>
          </w:tcPr>
          <w:p w14:paraId="0EC46E53" w14:textId="77777777" w:rsidR="009353EF" w:rsidRPr="00F95990" w:rsidRDefault="009353EF" w:rsidP="009353EF">
            <w:pPr>
              <w:jc w:val="center"/>
            </w:pPr>
          </w:p>
        </w:tc>
        <w:tc>
          <w:tcPr>
            <w:tcW w:w="983" w:type="dxa"/>
            <w:gridSpan w:val="2"/>
          </w:tcPr>
          <w:p w14:paraId="20C92612" w14:textId="77777777" w:rsidR="009353EF" w:rsidRPr="00F95990" w:rsidRDefault="009353EF" w:rsidP="009353EF">
            <w:pPr>
              <w:jc w:val="center"/>
            </w:pPr>
            <w:r w:rsidRPr="00F95990">
              <w:t>O</w:t>
            </w:r>
          </w:p>
        </w:tc>
        <w:tc>
          <w:tcPr>
            <w:tcW w:w="7552" w:type="dxa"/>
          </w:tcPr>
          <w:p w14:paraId="5FC631B1" w14:textId="77777777" w:rsidR="009353EF" w:rsidRPr="00F95990" w:rsidRDefault="009353EF" w:rsidP="009353EF">
            <w:r w:rsidRPr="00F95990">
              <w:t>Contains resizable array properties</w:t>
            </w:r>
          </w:p>
        </w:tc>
      </w:tr>
      <w:tr w:rsidR="009353EF" w:rsidRPr="00F95990" w14:paraId="3062F29C" w14:textId="77777777" w:rsidTr="00582D01">
        <w:tc>
          <w:tcPr>
            <w:tcW w:w="377" w:type="dxa"/>
            <w:gridSpan w:val="2"/>
          </w:tcPr>
          <w:p w14:paraId="654F8567" w14:textId="77777777" w:rsidR="009353EF" w:rsidRPr="00F95990" w:rsidRDefault="009353EF" w:rsidP="009353EF">
            <w:pPr>
              <w:jc w:val="center"/>
            </w:pPr>
          </w:p>
        </w:tc>
        <w:tc>
          <w:tcPr>
            <w:tcW w:w="983" w:type="dxa"/>
            <w:gridSpan w:val="2"/>
          </w:tcPr>
          <w:p w14:paraId="36BDA965" w14:textId="77777777" w:rsidR="009353EF" w:rsidRPr="00F95990" w:rsidRDefault="009353EF" w:rsidP="009353EF">
            <w:pPr>
              <w:jc w:val="center"/>
            </w:pPr>
            <w:r w:rsidRPr="00F95990">
              <w:t>C</w:t>
            </w:r>
            <w:r w:rsidRPr="00F95990">
              <w:rPr>
                <w:vertAlign w:val="superscript"/>
              </w:rPr>
              <w:t>2</w:t>
            </w:r>
          </w:p>
        </w:tc>
        <w:tc>
          <w:tcPr>
            <w:tcW w:w="7552" w:type="dxa"/>
          </w:tcPr>
          <w:p w14:paraId="25184D87" w14:textId="77777777" w:rsidR="009353EF" w:rsidRPr="00F95990" w:rsidRDefault="009353EF" w:rsidP="009353EF">
            <w:r w:rsidRPr="00F95990">
              <w:t>Contains writable list properties</w:t>
            </w:r>
          </w:p>
        </w:tc>
      </w:tr>
      <w:tr w:rsidR="009353EF" w:rsidRPr="00F95990" w14:paraId="6C5657E4" w14:textId="77777777" w:rsidTr="00582D01">
        <w:tc>
          <w:tcPr>
            <w:tcW w:w="377" w:type="dxa"/>
            <w:gridSpan w:val="2"/>
          </w:tcPr>
          <w:p w14:paraId="5F0217D9" w14:textId="77777777" w:rsidR="009353EF" w:rsidRPr="00F95990" w:rsidRDefault="009353EF" w:rsidP="009353EF">
            <w:pPr>
              <w:jc w:val="center"/>
            </w:pPr>
          </w:p>
        </w:tc>
        <w:tc>
          <w:tcPr>
            <w:tcW w:w="983" w:type="dxa"/>
            <w:gridSpan w:val="2"/>
          </w:tcPr>
          <w:p w14:paraId="6E59BD1E" w14:textId="77777777" w:rsidR="009353EF" w:rsidRPr="00F95990" w:rsidRDefault="009353EF" w:rsidP="009353EF">
            <w:pPr>
              <w:jc w:val="center"/>
            </w:pPr>
            <w:r w:rsidRPr="00F95990">
              <w:t>O</w:t>
            </w:r>
          </w:p>
        </w:tc>
        <w:tc>
          <w:tcPr>
            <w:tcW w:w="7552" w:type="dxa"/>
          </w:tcPr>
          <w:p w14:paraId="03B90736" w14:textId="77777777" w:rsidR="009353EF" w:rsidRPr="00F95990" w:rsidRDefault="009353EF" w:rsidP="009353EF">
            <w:r w:rsidRPr="00F95990">
              <w:t>Contains commandable properties</w:t>
            </w:r>
          </w:p>
        </w:tc>
      </w:tr>
      <w:tr w:rsidR="009353EF" w:rsidRPr="00F95990" w14:paraId="5A1544ED" w14:textId="77777777" w:rsidTr="00582D01">
        <w:tc>
          <w:tcPr>
            <w:tcW w:w="377" w:type="dxa"/>
            <w:gridSpan w:val="2"/>
          </w:tcPr>
          <w:p w14:paraId="4776A549" w14:textId="77777777" w:rsidR="009353EF" w:rsidRPr="00F95990" w:rsidRDefault="009353EF" w:rsidP="009353EF">
            <w:pPr>
              <w:jc w:val="center"/>
            </w:pPr>
          </w:p>
        </w:tc>
        <w:tc>
          <w:tcPr>
            <w:tcW w:w="983" w:type="dxa"/>
            <w:gridSpan w:val="2"/>
          </w:tcPr>
          <w:p w14:paraId="2DAFCB3F" w14:textId="77777777" w:rsidR="009353EF" w:rsidRPr="00F95990" w:rsidRDefault="009353EF" w:rsidP="009353EF">
            <w:pPr>
              <w:jc w:val="center"/>
            </w:pPr>
            <w:r w:rsidRPr="00F95990">
              <w:t>O</w:t>
            </w:r>
          </w:p>
        </w:tc>
        <w:tc>
          <w:tcPr>
            <w:tcW w:w="7552" w:type="dxa"/>
          </w:tcPr>
          <w:p w14:paraId="4C14EEAD" w14:textId="77777777" w:rsidR="009353EF" w:rsidRPr="00893C2A" w:rsidRDefault="009353EF" w:rsidP="00973481">
            <w:pPr>
              <w:pStyle w:val="Header"/>
              <w:tabs>
                <w:tab w:val="clear" w:pos="4320"/>
                <w:tab w:val="clear" w:pos="8640"/>
              </w:tabs>
              <w:rPr>
                <w:lang w:val="en-US" w:eastAsia="en-US"/>
              </w:rPr>
            </w:pPr>
            <w:r w:rsidRPr="00893C2A">
              <w:rPr>
                <w:lang w:val="en-US" w:eastAsia="en-US"/>
              </w:rPr>
              <w:t xml:space="preserve">Contains </w:t>
            </w:r>
            <w:r w:rsidR="00973481" w:rsidRPr="00893C2A">
              <w:rPr>
                <w:lang w:val="en-US" w:eastAsia="en-US"/>
              </w:rPr>
              <w:t xml:space="preserve">non-commandable properties which accept a </w:t>
            </w:r>
            <w:r w:rsidRPr="00893C2A">
              <w:rPr>
                <w:lang w:val="en-US" w:eastAsia="en-US"/>
              </w:rPr>
              <w:t>writ</w:t>
            </w:r>
            <w:r w:rsidR="00973481" w:rsidRPr="00893C2A">
              <w:rPr>
                <w:lang w:val="en-US" w:eastAsia="en-US"/>
              </w:rPr>
              <w:t>ten</w:t>
            </w:r>
            <w:r w:rsidRPr="00893C2A">
              <w:rPr>
                <w:lang w:val="en-US" w:eastAsia="en-US"/>
              </w:rPr>
              <w:t xml:space="preserve"> NULL</w:t>
            </w:r>
            <w:r w:rsidR="00973481" w:rsidRPr="00893C2A">
              <w:rPr>
                <w:lang w:val="en-US" w:eastAsia="en-US"/>
              </w:rPr>
              <w:t xml:space="preserve"> value</w:t>
            </w:r>
          </w:p>
        </w:tc>
      </w:tr>
      <w:tr w:rsidR="009353EF" w:rsidRPr="00F95990" w14:paraId="7E3514D8" w14:textId="77777777" w:rsidTr="00582D01">
        <w:tc>
          <w:tcPr>
            <w:tcW w:w="377" w:type="dxa"/>
            <w:gridSpan w:val="2"/>
          </w:tcPr>
          <w:p w14:paraId="7D022F61" w14:textId="77777777" w:rsidR="009353EF" w:rsidRPr="00F95990" w:rsidRDefault="009353EF" w:rsidP="009353EF">
            <w:pPr>
              <w:jc w:val="center"/>
            </w:pPr>
          </w:p>
        </w:tc>
        <w:tc>
          <w:tcPr>
            <w:tcW w:w="983" w:type="dxa"/>
            <w:gridSpan w:val="2"/>
          </w:tcPr>
          <w:p w14:paraId="57E0A308" w14:textId="51B86F99" w:rsidR="009353EF" w:rsidRPr="00F95990" w:rsidRDefault="007D6AC1" w:rsidP="009353EF">
            <w:pPr>
              <w:jc w:val="center"/>
            </w:pPr>
            <w:r>
              <w:t>C</w:t>
            </w:r>
            <w:r w:rsidRPr="007D6AC1">
              <w:rPr>
                <w:vertAlign w:val="superscript"/>
              </w:rPr>
              <w:t>3</w:t>
            </w:r>
          </w:p>
        </w:tc>
        <w:tc>
          <w:tcPr>
            <w:tcW w:w="7552" w:type="dxa"/>
          </w:tcPr>
          <w:p w14:paraId="5FDB616A" w14:textId="77777777" w:rsidR="009353EF" w:rsidRPr="00F95990" w:rsidRDefault="009353EF" w:rsidP="00BC1DDA">
            <w:r w:rsidRPr="00F95990">
              <w:t xml:space="preserve">Contains writable </w:t>
            </w:r>
            <w:r w:rsidR="00BC1DDA">
              <w:t>BOOLEAN</w:t>
            </w:r>
            <w:r w:rsidR="00BC1DDA" w:rsidRPr="00F95990">
              <w:t xml:space="preserve"> </w:t>
            </w:r>
            <w:r w:rsidRPr="00F95990">
              <w:t>properties</w:t>
            </w:r>
          </w:p>
        </w:tc>
      </w:tr>
      <w:tr w:rsidR="009353EF" w:rsidRPr="00F95990" w14:paraId="1861D9AC" w14:textId="77777777" w:rsidTr="00582D01">
        <w:tc>
          <w:tcPr>
            <w:tcW w:w="377" w:type="dxa"/>
            <w:gridSpan w:val="2"/>
          </w:tcPr>
          <w:p w14:paraId="556D8D8A" w14:textId="77777777" w:rsidR="009353EF" w:rsidRPr="00F95990" w:rsidRDefault="009353EF" w:rsidP="009353EF">
            <w:pPr>
              <w:jc w:val="center"/>
            </w:pPr>
          </w:p>
        </w:tc>
        <w:tc>
          <w:tcPr>
            <w:tcW w:w="983" w:type="dxa"/>
            <w:gridSpan w:val="2"/>
          </w:tcPr>
          <w:p w14:paraId="66DBD6B3" w14:textId="2B9E3147" w:rsidR="009353EF" w:rsidRPr="00F95990" w:rsidRDefault="007D6AC1" w:rsidP="009353EF">
            <w:pPr>
              <w:jc w:val="center"/>
            </w:pPr>
            <w:r>
              <w:t>C</w:t>
            </w:r>
            <w:r w:rsidRPr="007D6AC1">
              <w:rPr>
                <w:vertAlign w:val="superscript"/>
              </w:rPr>
              <w:t>3</w:t>
            </w:r>
          </w:p>
        </w:tc>
        <w:tc>
          <w:tcPr>
            <w:tcW w:w="7552" w:type="dxa"/>
          </w:tcPr>
          <w:p w14:paraId="1AC87CA1" w14:textId="77777777" w:rsidR="009353EF" w:rsidRPr="00F95990" w:rsidRDefault="009353EF" w:rsidP="009353EF">
            <w:r w:rsidRPr="00F95990">
              <w:t>Contains writable Enumerated properties</w:t>
            </w:r>
          </w:p>
        </w:tc>
      </w:tr>
      <w:tr w:rsidR="009353EF" w:rsidRPr="00F95990" w14:paraId="5EF4BD4C" w14:textId="77777777" w:rsidTr="00582D01">
        <w:tc>
          <w:tcPr>
            <w:tcW w:w="377" w:type="dxa"/>
            <w:gridSpan w:val="2"/>
          </w:tcPr>
          <w:p w14:paraId="7CE86343" w14:textId="77777777" w:rsidR="009353EF" w:rsidRPr="00F95990" w:rsidRDefault="009353EF" w:rsidP="009353EF">
            <w:pPr>
              <w:jc w:val="center"/>
            </w:pPr>
          </w:p>
        </w:tc>
        <w:tc>
          <w:tcPr>
            <w:tcW w:w="983" w:type="dxa"/>
            <w:gridSpan w:val="2"/>
          </w:tcPr>
          <w:p w14:paraId="7A3501FD" w14:textId="6ED52B76" w:rsidR="009353EF" w:rsidRPr="00F95990" w:rsidRDefault="007D6AC1" w:rsidP="009353EF">
            <w:pPr>
              <w:jc w:val="center"/>
            </w:pPr>
            <w:r>
              <w:t>C</w:t>
            </w:r>
            <w:r w:rsidRPr="007D6AC1">
              <w:rPr>
                <w:vertAlign w:val="superscript"/>
              </w:rPr>
              <w:t>3</w:t>
            </w:r>
          </w:p>
        </w:tc>
        <w:tc>
          <w:tcPr>
            <w:tcW w:w="7552" w:type="dxa"/>
          </w:tcPr>
          <w:p w14:paraId="5E9A4277" w14:textId="77777777" w:rsidR="009353EF" w:rsidRPr="00F95990" w:rsidRDefault="009353EF" w:rsidP="009353EF">
            <w:r w:rsidRPr="00F95990">
              <w:t>Contains writable INTEGER properties</w:t>
            </w:r>
          </w:p>
        </w:tc>
      </w:tr>
      <w:tr w:rsidR="009353EF" w:rsidRPr="00F95990" w14:paraId="6EFE99E4" w14:textId="77777777" w:rsidTr="00582D01">
        <w:tc>
          <w:tcPr>
            <w:tcW w:w="377" w:type="dxa"/>
            <w:gridSpan w:val="2"/>
          </w:tcPr>
          <w:p w14:paraId="6E0F064A" w14:textId="77777777" w:rsidR="009353EF" w:rsidRPr="00F95990" w:rsidRDefault="009353EF" w:rsidP="009353EF">
            <w:pPr>
              <w:jc w:val="center"/>
            </w:pPr>
          </w:p>
        </w:tc>
        <w:tc>
          <w:tcPr>
            <w:tcW w:w="983" w:type="dxa"/>
            <w:gridSpan w:val="2"/>
          </w:tcPr>
          <w:p w14:paraId="5171447C" w14:textId="02F13054" w:rsidR="009353EF" w:rsidRPr="00F95990" w:rsidRDefault="007D6AC1" w:rsidP="009353EF">
            <w:pPr>
              <w:jc w:val="center"/>
            </w:pPr>
            <w:r>
              <w:t>C</w:t>
            </w:r>
            <w:r w:rsidRPr="007D6AC1">
              <w:rPr>
                <w:vertAlign w:val="superscript"/>
              </w:rPr>
              <w:t>3</w:t>
            </w:r>
          </w:p>
        </w:tc>
        <w:tc>
          <w:tcPr>
            <w:tcW w:w="7552" w:type="dxa"/>
          </w:tcPr>
          <w:p w14:paraId="015D2FC7" w14:textId="77777777" w:rsidR="009353EF" w:rsidRPr="00F95990" w:rsidRDefault="009353EF" w:rsidP="009353EF">
            <w:r w:rsidRPr="00F95990">
              <w:t>Contains writable Unsigned properties</w:t>
            </w:r>
          </w:p>
        </w:tc>
      </w:tr>
      <w:tr w:rsidR="009353EF" w:rsidRPr="00F95990" w14:paraId="48D5061E" w14:textId="77777777" w:rsidTr="00582D01">
        <w:tc>
          <w:tcPr>
            <w:tcW w:w="377" w:type="dxa"/>
            <w:gridSpan w:val="2"/>
          </w:tcPr>
          <w:p w14:paraId="3862AD4D" w14:textId="77777777" w:rsidR="009353EF" w:rsidRPr="00F95990" w:rsidRDefault="009353EF" w:rsidP="009353EF">
            <w:pPr>
              <w:jc w:val="center"/>
            </w:pPr>
          </w:p>
        </w:tc>
        <w:tc>
          <w:tcPr>
            <w:tcW w:w="983" w:type="dxa"/>
            <w:gridSpan w:val="2"/>
          </w:tcPr>
          <w:p w14:paraId="3C9F3086" w14:textId="79D7ADB3" w:rsidR="009353EF" w:rsidRPr="00F95990" w:rsidRDefault="007D6AC1" w:rsidP="009353EF">
            <w:pPr>
              <w:jc w:val="center"/>
            </w:pPr>
            <w:r>
              <w:t>C</w:t>
            </w:r>
            <w:r w:rsidRPr="007D6AC1">
              <w:rPr>
                <w:vertAlign w:val="superscript"/>
              </w:rPr>
              <w:t>3</w:t>
            </w:r>
          </w:p>
        </w:tc>
        <w:tc>
          <w:tcPr>
            <w:tcW w:w="7552" w:type="dxa"/>
          </w:tcPr>
          <w:p w14:paraId="42155E72" w14:textId="77777777" w:rsidR="009353EF" w:rsidRPr="00F95990" w:rsidRDefault="009353EF" w:rsidP="009353EF">
            <w:r w:rsidRPr="00F95990">
              <w:t>Contains writable REAL properties</w:t>
            </w:r>
          </w:p>
        </w:tc>
      </w:tr>
      <w:tr w:rsidR="009353EF" w:rsidRPr="00F95990" w14:paraId="778DDF60" w14:textId="77777777" w:rsidTr="00582D01">
        <w:tc>
          <w:tcPr>
            <w:tcW w:w="377" w:type="dxa"/>
            <w:gridSpan w:val="2"/>
          </w:tcPr>
          <w:p w14:paraId="2F588A69" w14:textId="77777777" w:rsidR="009353EF" w:rsidRPr="00F95990" w:rsidRDefault="009353EF" w:rsidP="009353EF">
            <w:pPr>
              <w:jc w:val="center"/>
            </w:pPr>
          </w:p>
        </w:tc>
        <w:tc>
          <w:tcPr>
            <w:tcW w:w="983" w:type="dxa"/>
            <w:gridSpan w:val="2"/>
          </w:tcPr>
          <w:p w14:paraId="72C2ABFE" w14:textId="622FAC28" w:rsidR="009353EF" w:rsidRPr="00F95990" w:rsidRDefault="007D6AC1" w:rsidP="009353EF">
            <w:pPr>
              <w:jc w:val="center"/>
            </w:pPr>
            <w:r>
              <w:t>C</w:t>
            </w:r>
            <w:r w:rsidRPr="007D6AC1">
              <w:rPr>
                <w:vertAlign w:val="superscript"/>
              </w:rPr>
              <w:t>3</w:t>
            </w:r>
          </w:p>
        </w:tc>
        <w:tc>
          <w:tcPr>
            <w:tcW w:w="7552" w:type="dxa"/>
          </w:tcPr>
          <w:p w14:paraId="314D24E9" w14:textId="77777777" w:rsidR="009353EF" w:rsidRPr="00F95990" w:rsidRDefault="009353EF" w:rsidP="009353EF">
            <w:r w:rsidRPr="00F95990">
              <w:t>Contains writable Double properties</w:t>
            </w:r>
          </w:p>
        </w:tc>
      </w:tr>
      <w:tr w:rsidR="009353EF" w:rsidRPr="00F95990" w14:paraId="791629CF" w14:textId="77777777" w:rsidTr="00582D01">
        <w:tc>
          <w:tcPr>
            <w:tcW w:w="377" w:type="dxa"/>
            <w:gridSpan w:val="2"/>
          </w:tcPr>
          <w:p w14:paraId="18BF52D3" w14:textId="77777777" w:rsidR="009353EF" w:rsidRPr="00F95990" w:rsidRDefault="009353EF" w:rsidP="009353EF">
            <w:pPr>
              <w:jc w:val="center"/>
            </w:pPr>
          </w:p>
        </w:tc>
        <w:tc>
          <w:tcPr>
            <w:tcW w:w="983" w:type="dxa"/>
            <w:gridSpan w:val="2"/>
          </w:tcPr>
          <w:p w14:paraId="7ED92052" w14:textId="59EC5C50" w:rsidR="009353EF" w:rsidRPr="00F95990" w:rsidRDefault="007D6AC1" w:rsidP="009353EF">
            <w:pPr>
              <w:jc w:val="center"/>
            </w:pPr>
            <w:r>
              <w:t>C</w:t>
            </w:r>
            <w:r w:rsidRPr="007D6AC1">
              <w:rPr>
                <w:vertAlign w:val="superscript"/>
              </w:rPr>
              <w:t>3</w:t>
            </w:r>
          </w:p>
        </w:tc>
        <w:tc>
          <w:tcPr>
            <w:tcW w:w="7552" w:type="dxa"/>
          </w:tcPr>
          <w:p w14:paraId="6AB9E86A" w14:textId="77777777" w:rsidR="009353EF" w:rsidRPr="00F95990" w:rsidRDefault="009353EF" w:rsidP="009353EF">
            <w:r w:rsidRPr="00F95990">
              <w:t>Contains writable Time properties</w:t>
            </w:r>
          </w:p>
        </w:tc>
      </w:tr>
      <w:tr w:rsidR="009353EF" w:rsidRPr="00F95990" w14:paraId="355F22A3" w14:textId="77777777" w:rsidTr="00582D01">
        <w:tc>
          <w:tcPr>
            <w:tcW w:w="377" w:type="dxa"/>
            <w:gridSpan w:val="2"/>
          </w:tcPr>
          <w:p w14:paraId="624EDB57" w14:textId="77777777" w:rsidR="009353EF" w:rsidRPr="00F95990" w:rsidRDefault="009353EF" w:rsidP="009353EF">
            <w:pPr>
              <w:jc w:val="center"/>
            </w:pPr>
          </w:p>
        </w:tc>
        <w:tc>
          <w:tcPr>
            <w:tcW w:w="983" w:type="dxa"/>
            <w:gridSpan w:val="2"/>
          </w:tcPr>
          <w:p w14:paraId="06417D3D" w14:textId="5B9E4479" w:rsidR="009353EF" w:rsidRPr="00F95990" w:rsidRDefault="007D6AC1" w:rsidP="009353EF">
            <w:pPr>
              <w:jc w:val="center"/>
            </w:pPr>
            <w:r>
              <w:t>C</w:t>
            </w:r>
            <w:r w:rsidRPr="007D6AC1">
              <w:rPr>
                <w:vertAlign w:val="superscript"/>
              </w:rPr>
              <w:t>3</w:t>
            </w:r>
          </w:p>
        </w:tc>
        <w:tc>
          <w:tcPr>
            <w:tcW w:w="7552" w:type="dxa"/>
          </w:tcPr>
          <w:p w14:paraId="196E3E77" w14:textId="77777777" w:rsidR="009353EF" w:rsidRPr="00F95990" w:rsidRDefault="009353EF" w:rsidP="009353EF">
            <w:r w:rsidRPr="00F95990">
              <w:t>Contains writable Date properties</w:t>
            </w:r>
          </w:p>
        </w:tc>
      </w:tr>
      <w:tr w:rsidR="009353EF" w:rsidRPr="00F95990" w14:paraId="7E19EB9E" w14:textId="77777777" w:rsidTr="00582D01">
        <w:tc>
          <w:tcPr>
            <w:tcW w:w="377" w:type="dxa"/>
            <w:gridSpan w:val="2"/>
          </w:tcPr>
          <w:p w14:paraId="1DC0A507" w14:textId="77777777" w:rsidR="009353EF" w:rsidRPr="00F95990" w:rsidRDefault="009353EF" w:rsidP="009353EF">
            <w:pPr>
              <w:jc w:val="center"/>
            </w:pPr>
          </w:p>
        </w:tc>
        <w:tc>
          <w:tcPr>
            <w:tcW w:w="983" w:type="dxa"/>
            <w:gridSpan w:val="2"/>
          </w:tcPr>
          <w:p w14:paraId="0287C0E8" w14:textId="61B5C6DF" w:rsidR="009353EF" w:rsidRPr="00F95990" w:rsidRDefault="007D6AC1" w:rsidP="009353EF">
            <w:pPr>
              <w:jc w:val="center"/>
            </w:pPr>
            <w:r>
              <w:t>C</w:t>
            </w:r>
            <w:r w:rsidRPr="007D6AC1">
              <w:rPr>
                <w:vertAlign w:val="superscript"/>
              </w:rPr>
              <w:t>3</w:t>
            </w:r>
          </w:p>
        </w:tc>
        <w:tc>
          <w:tcPr>
            <w:tcW w:w="7552" w:type="dxa"/>
          </w:tcPr>
          <w:p w14:paraId="2D004313" w14:textId="77777777" w:rsidR="009353EF" w:rsidRPr="00F95990" w:rsidRDefault="009353EF" w:rsidP="009353EF">
            <w:r w:rsidRPr="00F95990">
              <w:t>Contains writable Character String properties</w:t>
            </w:r>
          </w:p>
        </w:tc>
      </w:tr>
      <w:tr w:rsidR="00C24ED5" w:rsidRPr="00F95990" w14:paraId="6E7A1A9E" w14:textId="77777777" w:rsidTr="00582D01">
        <w:tc>
          <w:tcPr>
            <w:tcW w:w="377" w:type="dxa"/>
            <w:gridSpan w:val="2"/>
          </w:tcPr>
          <w:p w14:paraId="43711AB0" w14:textId="77777777" w:rsidR="00C24ED5" w:rsidRPr="00F95990" w:rsidRDefault="00C24ED5" w:rsidP="009353EF">
            <w:pPr>
              <w:jc w:val="center"/>
            </w:pPr>
          </w:p>
        </w:tc>
        <w:tc>
          <w:tcPr>
            <w:tcW w:w="983" w:type="dxa"/>
            <w:gridSpan w:val="2"/>
          </w:tcPr>
          <w:p w14:paraId="6519A960" w14:textId="159B4EF4" w:rsidR="00C24ED5" w:rsidRPr="00F95990" w:rsidRDefault="007D6AC1" w:rsidP="009353EF">
            <w:pPr>
              <w:jc w:val="center"/>
            </w:pPr>
            <w:r>
              <w:t>C</w:t>
            </w:r>
            <w:r w:rsidRPr="007D6AC1">
              <w:rPr>
                <w:vertAlign w:val="superscript"/>
              </w:rPr>
              <w:t>3</w:t>
            </w:r>
          </w:p>
        </w:tc>
        <w:tc>
          <w:tcPr>
            <w:tcW w:w="7552" w:type="dxa"/>
          </w:tcPr>
          <w:p w14:paraId="2483C71B" w14:textId="77777777" w:rsidR="00C24ED5" w:rsidRPr="00F95990" w:rsidRDefault="00C24ED5" w:rsidP="00C24ED5">
            <w:r w:rsidRPr="00F95990">
              <w:t xml:space="preserve">Contains writable </w:t>
            </w:r>
            <w:r>
              <w:t>Octe</w:t>
            </w:r>
            <w:r w:rsidRPr="00F95990">
              <w:t xml:space="preserve">t </w:t>
            </w:r>
            <w:r>
              <w:t>S</w:t>
            </w:r>
            <w:r w:rsidRPr="00F95990">
              <w:t>tring properties</w:t>
            </w:r>
          </w:p>
        </w:tc>
      </w:tr>
      <w:tr w:rsidR="00C24ED5" w:rsidRPr="00F95990" w14:paraId="56B179BC" w14:textId="77777777" w:rsidTr="00582D01">
        <w:tc>
          <w:tcPr>
            <w:tcW w:w="377" w:type="dxa"/>
            <w:gridSpan w:val="2"/>
          </w:tcPr>
          <w:p w14:paraId="5D5C07FF" w14:textId="77777777" w:rsidR="00C24ED5" w:rsidRPr="00F95990" w:rsidRDefault="00C24ED5" w:rsidP="009353EF">
            <w:pPr>
              <w:jc w:val="center"/>
            </w:pPr>
          </w:p>
        </w:tc>
        <w:tc>
          <w:tcPr>
            <w:tcW w:w="983" w:type="dxa"/>
            <w:gridSpan w:val="2"/>
          </w:tcPr>
          <w:p w14:paraId="2EABB15B" w14:textId="02309660" w:rsidR="00C24ED5" w:rsidRPr="00F95990" w:rsidRDefault="007D6AC1" w:rsidP="009353EF">
            <w:pPr>
              <w:jc w:val="center"/>
            </w:pPr>
            <w:r>
              <w:t>C</w:t>
            </w:r>
            <w:r w:rsidRPr="007D6AC1">
              <w:rPr>
                <w:vertAlign w:val="superscript"/>
              </w:rPr>
              <w:t>3</w:t>
            </w:r>
          </w:p>
        </w:tc>
        <w:tc>
          <w:tcPr>
            <w:tcW w:w="7552" w:type="dxa"/>
          </w:tcPr>
          <w:p w14:paraId="0BBFC33C" w14:textId="77777777" w:rsidR="00C24ED5" w:rsidRPr="00F95990" w:rsidRDefault="00C24ED5" w:rsidP="00BC1DDA">
            <w:r w:rsidRPr="00F95990">
              <w:t xml:space="preserve">Contains writable </w:t>
            </w:r>
            <w:r>
              <w:t>B</w:t>
            </w:r>
            <w:r w:rsidRPr="00F95990">
              <w:t xml:space="preserve">it </w:t>
            </w:r>
            <w:r>
              <w:t>S</w:t>
            </w:r>
            <w:r w:rsidRPr="00F95990">
              <w:t>tring properties</w:t>
            </w:r>
          </w:p>
        </w:tc>
      </w:tr>
      <w:tr w:rsidR="00C24ED5" w:rsidRPr="00F95990" w14:paraId="0AF86436" w14:textId="77777777" w:rsidTr="00582D01">
        <w:tc>
          <w:tcPr>
            <w:tcW w:w="377" w:type="dxa"/>
            <w:gridSpan w:val="2"/>
          </w:tcPr>
          <w:p w14:paraId="71981030" w14:textId="77777777" w:rsidR="00C24ED5" w:rsidRPr="00F95990" w:rsidRDefault="00C24ED5" w:rsidP="009353EF">
            <w:pPr>
              <w:jc w:val="center"/>
            </w:pPr>
          </w:p>
        </w:tc>
        <w:tc>
          <w:tcPr>
            <w:tcW w:w="983" w:type="dxa"/>
            <w:gridSpan w:val="2"/>
          </w:tcPr>
          <w:p w14:paraId="71B1FB0B" w14:textId="1D05890A" w:rsidR="00C24ED5" w:rsidRPr="00F95990" w:rsidRDefault="007D6AC1" w:rsidP="009353EF">
            <w:pPr>
              <w:jc w:val="center"/>
            </w:pPr>
            <w:r>
              <w:t>C</w:t>
            </w:r>
            <w:r w:rsidRPr="007D6AC1">
              <w:rPr>
                <w:vertAlign w:val="superscript"/>
              </w:rPr>
              <w:t>3</w:t>
            </w:r>
          </w:p>
        </w:tc>
        <w:tc>
          <w:tcPr>
            <w:tcW w:w="7552" w:type="dxa"/>
          </w:tcPr>
          <w:p w14:paraId="53F8CDB4" w14:textId="77777777" w:rsidR="00C24ED5" w:rsidRPr="00F95990" w:rsidRDefault="00C24ED5" w:rsidP="009353EF">
            <w:r w:rsidRPr="00F95990">
              <w:t>Contains writable BACnetObjectIdentifier properties</w:t>
            </w:r>
          </w:p>
        </w:tc>
      </w:tr>
      <w:tr w:rsidR="00C24ED5" w:rsidRPr="00F95990" w14:paraId="71A65DD0" w14:textId="77777777" w:rsidTr="00582D01">
        <w:tc>
          <w:tcPr>
            <w:tcW w:w="377" w:type="dxa"/>
            <w:gridSpan w:val="2"/>
          </w:tcPr>
          <w:p w14:paraId="76291BB8" w14:textId="77777777" w:rsidR="00C24ED5" w:rsidRPr="00F95990" w:rsidRDefault="00C24ED5" w:rsidP="009353EF">
            <w:pPr>
              <w:jc w:val="center"/>
            </w:pPr>
          </w:p>
        </w:tc>
        <w:tc>
          <w:tcPr>
            <w:tcW w:w="983" w:type="dxa"/>
            <w:gridSpan w:val="2"/>
          </w:tcPr>
          <w:p w14:paraId="22195336" w14:textId="786705E5" w:rsidR="00C24ED5" w:rsidRPr="00F95990" w:rsidRDefault="007D6AC1" w:rsidP="009353EF">
            <w:pPr>
              <w:jc w:val="center"/>
            </w:pPr>
            <w:r>
              <w:t>C</w:t>
            </w:r>
            <w:r w:rsidRPr="007D6AC1">
              <w:rPr>
                <w:vertAlign w:val="superscript"/>
              </w:rPr>
              <w:t>3</w:t>
            </w:r>
          </w:p>
        </w:tc>
        <w:tc>
          <w:tcPr>
            <w:tcW w:w="7552" w:type="dxa"/>
          </w:tcPr>
          <w:p w14:paraId="409A11B7" w14:textId="77777777" w:rsidR="00C24ED5" w:rsidRPr="00F95990" w:rsidRDefault="00C24ED5" w:rsidP="009353EF">
            <w:r w:rsidRPr="00F95990">
              <w:t>Contains writable properties with non-basic data types</w:t>
            </w:r>
          </w:p>
        </w:tc>
      </w:tr>
      <w:tr w:rsidR="00C24ED5" w:rsidRPr="00F95990" w14:paraId="24D369C9" w14:textId="77777777" w:rsidTr="00582D01">
        <w:tc>
          <w:tcPr>
            <w:tcW w:w="377" w:type="dxa"/>
            <w:gridSpan w:val="2"/>
          </w:tcPr>
          <w:p w14:paraId="1669E795" w14:textId="77777777" w:rsidR="00C24ED5" w:rsidRPr="00F95990" w:rsidRDefault="00C24ED5" w:rsidP="009353EF">
            <w:pPr>
              <w:jc w:val="center"/>
            </w:pPr>
          </w:p>
        </w:tc>
        <w:tc>
          <w:tcPr>
            <w:tcW w:w="983" w:type="dxa"/>
            <w:gridSpan w:val="2"/>
          </w:tcPr>
          <w:p w14:paraId="77E5EBB5" w14:textId="235A1B0E" w:rsidR="00C24ED5" w:rsidRPr="00F95990" w:rsidRDefault="007D6AC1" w:rsidP="009353EF">
            <w:pPr>
              <w:jc w:val="center"/>
            </w:pPr>
            <w:r>
              <w:t>C</w:t>
            </w:r>
            <w:r w:rsidRPr="007D6AC1">
              <w:rPr>
                <w:vertAlign w:val="superscript"/>
              </w:rPr>
              <w:t>3</w:t>
            </w:r>
          </w:p>
        </w:tc>
        <w:tc>
          <w:tcPr>
            <w:tcW w:w="7552" w:type="dxa"/>
          </w:tcPr>
          <w:p w14:paraId="4A9081E1" w14:textId="77777777" w:rsidR="00C24ED5" w:rsidRPr="00F95990" w:rsidRDefault="00C24ED5" w:rsidP="009353EF">
            <w:r w:rsidRPr="00F95990">
              <w:t>Contains writable proprietary properties with basic data types</w:t>
            </w:r>
          </w:p>
        </w:tc>
      </w:tr>
      <w:tr w:rsidR="00C24ED5" w:rsidRPr="00F95990" w14:paraId="7D99F783" w14:textId="77777777" w:rsidTr="00582D01">
        <w:trPr>
          <w:cantSplit/>
        </w:trPr>
        <w:tc>
          <w:tcPr>
            <w:tcW w:w="8912" w:type="dxa"/>
            <w:gridSpan w:val="5"/>
          </w:tcPr>
          <w:p w14:paraId="5D8DFDB6" w14:textId="77777777" w:rsidR="00C24ED5" w:rsidRPr="00F95990" w:rsidRDefault="00C24ED5" w:rsidP="009353EF">
            <w:pPr>
              <w:pStyle w:val="OptionFootnote"/>
            </w:pPr>
            <w:r w:rsidRPr="00F95990">
              <w:rPr>
                <w:vertAlign w:val="superscript"/>
              </w:rPr>
              <w:lastRenderedPageBreak/>
              <w:t xml:space="preserve">1 </w:t>
            </w:r>
            <w:r w:rsidRPr="00F95990">
              <w:t>At least one of these options is required in order to claim conformance to this BIBB.</w:t>
            </w:r>
          </w:p>
          <w:p w14:paraId="78E3E497" w14:textId="77777777" w:rsidR="00C24ED5" w:rsidRDefault="00C24ED5" w:rsidP="009353EF">
            <w:pPr>
              <w:pStyle w:val="OptionFootnote"/>
            </w:pPr>
            <w:r w:rsidRPr="00F95990">
              <w:rPr>
                <w:vertAlign w:val="superscript"/>
              </w:rPr>
              <w:t xml:space="preserve">2 </w:t>
            </w:r>
            <w:r w:rsidRPr="00F95990">
              <w:t>Required if the device contains properties modifiable via AddListElement/RemoveListElement.</w:t>
            </w:r>
          </w:p>
          <w:p w14:paraId="2B4B2A13" w14:textId="16AAB1CD" w:rsidR="007D6AC1" w:rsidRPr="00F95990" w:rsidRDefault="007D6AC1" w:rsidP="009353EF">
            <w:pPr>
              <w:pStyle w:val="OptionFootnote"/>
            </w:pPr>
            <w:r w:rsidRPr="007D6AC1">
              <w:rPr>
                <w:vertAlign w:val="superscript"/>
              </w:rPr>
              <w:t>3</w:t>
            </w:r>
            <w:r>
              <w:t xml:space="preserve"> At least one of these options is required in order to claim conformance to this BIBB.</w:t>
            </w:r>
          </w:p>
        </w:tc>
      </w:tr>
      <w:tr w:rsidR="00C24ED5" w:rsidRPr="00F95990" w14:paraId="5D554A15" w14:textId="77777777" w:rsidTr="00582D01">
        <w:trPr>
          <w:cantSplit/>
        </w:trPr>
        <w:tc>
          <w:tcPr>
            <w:tcW w:w="8912" w:type="dxa"/>
            <w:gridSpan w:val="5"/>
          </w:tcPr>
          <w:p w14:paraId="16B949EA" w14:textId="77777777" w:rsidR="00C24ED5" w:rsidRPr="00F95990" w:rsidRDefault="00C24ED5" w:rsidP="002849B8">
            <w:pPr>
              <w:rPr>
                <w:b/>
                <w:bCs/>
              </w:rPr>
            </w:pPr>
            <w:r w:rsidRPr="00F95990">
              <w:rPr>
                <w:b/>
                <w:bCs/>
              </w:rPr>
              <w:t xml:space="preserve">Data Sharing </w:t>
            </w:r>
            <w:r w:rsidR="00012C95">
              <w:rPr>
                <w:b/>
                <w:bCs/>
              </w:rPr>
              <w:t>-</w:t>
            </w:r>
            <w:r w:rsidRPr="00F95990">
              <w:rPr>
                <w:b/>
                <w:bCs/>
              </w:rPr>
              <w:t xml:space="preserve"> </w:t>
            </w:r>
            <w:r w:rsidR="002849B8">
              <w:rPr>
                <w:b/>
                <w:bCs/>
              </w:rPr>
              <w:t>Change Of Value</w:t>
            </w:r>
            <w:r w:rsidR="002849B8" w:rsidRPr="00F95990">
              <w:rPr>
                <w:b/>
                <w:bCs/>
              </w:rPr>
              <w:t xml:space="preserve"> </w:t>
            </w:r>
            <w:r w:rsidR="00012C95">
              <w:rPr>
                <w:b/>
                <w:bCs/>
              </w:rPr>
              <w:t>-</w:t>
            </w:r>
            <w:r w:rsidRPr="00F95990">
              <w:rPr>
                <w:b/>
                <w:bCs/>
              </w:rPr>
              <w:t xml:space="preserve"> A</w:t>
            </w:r>
          </w:p>
        </w:tc>
      </w:tr>
      <w:tr w:rsidR="00C24ED5" w:rsidRPr="00F95990" w14:paraId="660CEBE2" w14:textId="77777777" w:rsidTr="00582D01">
        <w:tc>
          <w:tcPr>
            <w:tcW w:w="377" w:type="dxa"/>
            <w:gridSpan w:val="2"/>
          </w:tcPr>
          <w:p w14:paraId="2C07EAB0" w14:textId="77777777" w:rsidR="00C24ED5" w:rsidRPr="00F95990" w:rsidRDefault="00C24ED5" w:rsidP="009353EF">
            <w:pPr>
              <w:jc w:val="center"/>
            </w:pPr>
          </w:p>
        </w:tc>
        <w:tc>
          <w:tcPr>
            <w:tcW w:w="983" w:type="dxa"/>
            <w:gridSpan w:val="2"/>
          </w:tcPr>
          <w:p w14:paraId="46C31A5C" w14:textId="77777777" w:rsidR="00C24ED5" w:rsidRPr="00F95990" w:rsidRDefault="00C24ED5" w:rsidP="009353EF">
            <w:pPr>
              <w:jc w:val="center"/>
            </w:pPr>
            <w:r w:rsidRPr="00F95990">
              <w:t>R</w:t>
            </w:r>
          </w:p>
        </w:tc>
        <w:tc>
          <w:tcPr>
            <w:tcW w:w="7552" w:type="dxa"/>
          </w:tcPr>
          <w:p w14:paraId="45D70CA5" w14:textId="77777777" w:rsidR="00C24ED5" w:rsidRPr="00F95990" w:rsidRDefault="00C24ED5" w:rsidP="009353EF">
            <w:r w:rsidRPr="00F95990">
              <w:t>Base Requirements</w:t>
            </w:r>
          </w:p>
        </w:tc>
      </w:tr>
      <w:tr w:rsidR="00C24ED5" w:rsidRPr="00F95990" w14:paraId="69B1C9CA" w14:textId="77777777" w:rsidTr="00582D01">
        <w:tc>
          <w:tcPr>
            <w:tcW w:w="377" w:type="dxa"/>
            <w:gridSpan w:val="2"/>
          </w:tcPr>
          <w:p w14:paraId="18C2240E" w14:textId="77777777" w:rsidR="00C24ED5" w:rsidRPr="00F95990" w:rsidRDefault="00C24ED5" w:rsidP="009353EF">
            <w:pPr>
              <w:jc w:val="center"/>
            </w:pPr>
          </w:p>
        </w:tc>
        <w:tc>
          <w:tcPr>
            <w:tcW w:w="983" w:type="dxa"/>
            <w:gridSpan w:val="2"/>
          </w:tcPr>
          <w:p w14:paraId="6AEDF697" w14:textId="77777777" w:rsidR="00C24ED5" w:rsidRPr="00F95990" w:rsidRDefault="00C24ED5" w:rsidP="009353EF">
            <w:pPr>
              <w:jc w:val="center"/>
            </w:pPr>
            <w:r w:rsidRPr="00F95990">
              <w:t>R</w:t>
            </w:r>
          </w:p>
        </w:tc>
        <w:tc>
          <w:tcPr>
            <w:tcW w:w="7552" w:type="dxa"/>
          </w:tcPr>
          <w:p w14:paraId="4619DFF6" w14:textId="77777777" w:rsidR="00C24ED5" w:rsidRPr="00F95990" w:rsidRDefault="00C24ED5" w:rsidP="009353EF">
            <w:r w:rsidRPr="00F95990">
              <w:t>Subscribes with lifetimes up to 8 hours in duration</w:t>
            </w:r>
          </w:p>
        </w:tc>
      </w:tr>
      <w:tr w:rsidR="00C24ED5" w:rsidRPr="00F95990" w14:paraId="2827A3B8" w14:textId="77777777" w:rsidTr="00582D01">
        <w:tc>
          <w:tcPr>
            <w:tcW w:w="377" w:type="dxa"/>
            <w:gridSpan w:val="2"/>
          </w:tcPr>
          <w:p w14:paraId="64973A06" w14:textId="77777777" w:rsidR="00C24ED5" w:rsidRPr="00F95990" w:rsidRDefault="00C24ED5" w:rsidP="009353EF">
            <w:pPr>
              <w:jc w:val="center"/>
            </w:pPr>
          </w:p>
        </w:tc>
        <w:tc>
          <w:tcPr>
            <w:tcW w:w="983" w:type="dxa"/>
            <w:gridSpan w:val="2"/>
          </w:tcPr>
          <w:p w14:paraId="1899EABF" w14:textId="77777777" w:rsidR="00C24ED5" w:rsidRPr="00F95990" w:rsidRDefault="00C24ED5" w:rsidP="009353EF">
            <w:pPr>
              <w:jc w:val="center"/>
            </w:pPr>
            <w:r w:rsidRPr="00F95990">
              <w:t>C</w:t>
            </w:r>
            <w:r w:rsidRPr="00F95990">
              <w:rPr>
                <w:vertAlign w:val="superscript"/>
              </w:rPr>
              <w:t>1</w:t>
            </w:r>
          </w:p>
        </w:tc>
        <w:tc>
          <w:tcPr>
            <w:tcW w:w="7552" w:type="dxa"/>
          </w:tcPr>
          <w:p w14:paraId="63CF70CF" w14:textId="77777777" w:rsidR="00C24ED5" w:rsidRPr="00F95990" w:rsidRDefault="00C24ED5" w:rsidP="009353EF">
            <w:r w:rsidRPr="00F95990">
              <w:t>Can subscribe for confirmed notifications</w:t>
            </w:r>
          </w:p>
        </w:tc>
      </w:tr>
      <w:tr w:rsidR="00C24ED5" w:rsidRPr="00F95990" w14:paraId="4ED54DB4" w14:textId="77777777" w:rsidTr="00582D01">
        <w:tc>
          <w:tcPr>
            <w:tcW w:w="377" w:type="dxa"/>
            <w:gridSpan w:val="2"/>
          </w:tcPr>
          <w:p w14:paraId="13C0A09D" w14:textId="77777777" w:rsidR="00C24ED5" w:rsidRPr="00F95990" w:rsidRDefault="00C24ED5" w:rsidP="009353EF">
            <w:pPr>
              <w:jc w:val="center"/>
            </w:pPr>
          </w:p>
        </w:tc>
        <w:tc>
          <w:tcPr>
            <w:tcW w:w="983" w:type="dxa"/>
            <w:gridSpan w:val="2"/>
          </w:tcPr>
          <w:p w14:paraId="5FDE678C" w14:textId="77777777" w:rsidR="00C24ED5" w:rsidRPr="00F95990" w:rsidRDefault="00C24ED5" w:rsidP="009353EF">
            <w:pPr>
              <w:jc w:val="center"/>
            </w:pPr>
            <w:r w:rsidRPr="00F95990">
              <w:t>C</w:t>
            </w:r>
            <w:r w:rsidRPr="00F95990">
              <w:rPr>
                <w:vertAlign w:val="superscript"/>
              </w:rPr>
              <w:t>1</w:t>
            </w:r>
          </w:p>
        </w:tc>
        <w:tc>
          <w:tcPr>
            <w:tcW w:w="7552" w:type="dxa"/>
          </w:tcPr>
          <w:p w14:paraId="72374EC2" w14:textId="77777777" w:rsidR="00C24ED5" w:rsidRPr="00F95990" w:rsidRDefault="00C24ED5" w:rsidP="009353EF">
            <w:r w:rsidRPr="00F95990">
              <w:t>Can subscribe for unconfirmed notifications</w:t>
            </w:r>
          </w:p>
        </w:tc>
      </w:tr>
      <w:tr w:rsidR="00900772" w:rsidRPr="00F95990" w14:paraId="478A3A1E" w14:textId="77777777" w:rsidTr="00582D01">
        <w:tc>
          <w:tcPr>
            <w:tcW w:w="377" w:type="dxa"/>
            <w:gridSpan w:val="2"/>
          </w:tcPr>
          <w:p w14:paraId="6812DB83" w14:textId="77777777" w:rsidR="00900772" w:rsidRPr="00F95990" w:rsidRDefault="00900772" w:rsidP="009353EF">
            <w:pPr>
              <w:jc w:val="center"/>
            </w:pPr>
          </w:p>
        </w:tc>
        <w:tc>
          <w:tcPr>
            <w:tcW w:w="983" w:type="dxa"/>
            <w:gridSpan w:val="2"/>
          </w:tcPr>
          <w:p w14:paraId="367C2AB9" w14:textId="77777777" w:rsidR="00900772" w:rsidRPr="00F95990" w:rsidRDefault="00900772" w:rsidP="009353EF">
            <w:pPr>
              <w:jc w:val="center"/>
              <w:rPr>
                <w:vertAlign w:val="superscript"/>
              </w:rPr>
            </w:pPr>
            <w:r w:rsidRPr="00F95990">
              <w:t>C</w:t>
            </w:r>
            <w:r w:rsidRPr="00F95990">
              <w:rPr>
                <w:vertAlign w:val="superscript"/>
              </w:rPr>
              <w:t>2</w:t>
            </w:r>
          </w:p>
        </w:tc>
        <w:tc>
          <w:tcPr>
            <w:tcW w:w="7552" w:type="dxa"/>
          </w:tcPr>
          <w:p w14:paraId="547FD7E4" w14:textId="77777777" w:rsidR="00900772" w:rsidRPr="00F95990" w:rsidRDefault="00900772" w:rsidP="009353EF">
            <w:r w:rsidRPr="00F95990">
              <w:t>Can subscribe for COV from Analog objects</w:t>
            </w:r>
          </w:p>
        </w:tc>
      </w:tr>
      <w:tr w:rsidR="00900772" w:rsidRPr="00F95990" w14:paraId="117EEF90" w14:textId="77777777" w:rsidTr="00582D01">
        <w:tc>
          <w:tcPr>
            <w:tcW w:w="377" w:type="dxa"/>
            <w:gridSpan w:val="2"/>
          </w:tcPr>
          <w:p w14:paraId="1CE46725" w14:textId="77777777" w:rsidR="00900772" w:rsidRPr="00F95990" w:rsidRDefault="00900772" w:rsidP="009353EF">
            <w:pPr>
              <w:jc w:val="center"/>
            </w:pPr>
          </w:p>
        </w:tc>
        <w:tc>
          <w:tcPr>
            <w:tcW w:w="983" w:type="dxa"/>
            <w:gridSpan w:val="2"/>
          </w:tcPr>
          <w:p w14:paraId="0155AC8B" w14:textId="77777777" w:rsidR="00900772" w:rsidRPr="00F95990" w:rsidRDefault="00900772" w:rsidP="009353EF">
            <w:pPr>
              <w:jc w:val="center"/>
            </w:pPr>
            <w:r w:rsidRPr="00F95990">
              <w:t>C</w:t>
            </w:r>
            <w:r w:rsidRPr="00F95990">
              <w:rPr>
                <w:vertAlign w:val="superscript"/>
              </w:rPr>
              <w:t>2</w:t>
            </w:r>
          </w:p>
        </w:tc>
        <w:tc>
          <w:tcPr>
            <w:tcW w:w="7552" w:type="dxa"/>
          </w:tcPr>
          <w:p w14:paraId="4EC90984" w14:textId="77777777" w:rsidR="00900772" w:rsidRPr="00F95990" w:rsidRDefault="00900772" w:rsidP="009353EF">
            <w:r w:rsidRPr="00F95990">
              <w:t>Can subscribe for COV from Binary objects</w:t>
            </w:r>
          </w:p>
        </w:tc>
      </w:tr>
      <w:tr w:rsidR="00900772" w:rsidRPr="00F95990" w14:paraId="3EC8C4A0" w14:textId="77777777" w:rsidTr="00582D01">
        <w:tc>
          <w:tcPr>
            <w:tcW w:w="377" w:type="dxa"/>
            <w:gridSpan w:val="2"/>
          </w:tcPr>
          <w:p w14:paraId="4DB927C0" w14:textId="77777777" w:rsidR="00900772" w:rsidRPr="00F95990" w:rsidRDefault="00900772" w:rsidP="009353EF">
            <w:pPr>
              <w:jc w:val="center"/>
            </w:pPr>
          </w:p>
        </w:tc>
        <w:tc>
          <w:tcPr>
            <w:tcW w:w="983" w:type="dxa"/>
            <w:gridSpan w:val="2"/>
          </w:tcPr>
          <w:p w14:paraId="5336D2AE" w14:textId="77777777" w:rsidR="00900772" w:rsidRPr="00F95990" w:rsidRDefault="00900772" w:rsidP="009353EF">
            <w:pPr>
              <w:jc w:val="center"/>
            </w:pPr>
            <w:r w:rsidRPr="00F95990">
              <w:t>C</w:t>
            </w:r>
            <w:r w:rsidRPr="00F95990">
              <w:rPr>
                <w:vertAlign w:val="superscript"/>
              </w:rPr>
              <w:t>2</w:t>
            </w:r>
          </w:p>
        </w:tc>
        <w:tc>
          <w:tcPr>
            <w:tcW w:w="7552" w:type="dxa"/>
          </w:tcPr>
          <w:p w14:paraId="793D468F" w14:textId="77777777" w:rsidR="00900772" w:rsidRPr="00F95990" w:rsidRDefault="00900772" w:rsidP="009353EF">
            <w:r w:rsidRPr="00F95990">
              <w:t>Can subscribe for COV from Life Safety objects</w:t>
            </w:r>
          </w:p>
        </w:tc>
      </w:tr>
      <w:tr w:rsidR="00900772" w:rsidRPr="00F95990" w14:paraId="5547E1E0" w14:textId="77777777" w:rsidTr="00582D01">
        <w:tc>
          <w:tcPr>
            <w:tcW w:w="377" w:type="dxa"/>
            <w:gridSpan w:val="2"/>
          </w:tcPr>
          <w:p w14:paraId="372BFE86" w14:textId="77777777" w:rsidR="00900772" w:rsidRPr="00F95990" w:rsidRDefault="00900772" w:rsidP="009353EF">
            <w:pPr>
              <w:jc w:val="center"/>
            </w:pPr>
          </w:p>
        </w:tc>
        <w:tc>
          <w:tcPr>
            <w:tcW w:w="983" w:type="dxa"/>
            <w:gridSpan w:val="2"/>
          </w:tcPr>
          <w:p w14:paraId="2DD030B3" w14:textId="77777777" w:rsidR="00900772" w:rsidRPr="00F95990" w:rsidRDefault="00900772" w:rsidP="009353EF">
            <w:pPr>
              <w:jc w:val="center"/>
            </w:pPr>
            <w:r w:rsidRPr="00F95990">
              <w:t>C</w:t>
            </w:r>
            <w:r w:rsidRPr="00F95990">
              <w:rPr>
                <w:vertAlign w:val="superscript"/>
              </w:rPr>
              <w:t>2</w:t>
            </w:r>
          </w:p>
        </w:tc>
        <w:tc>
          <w:tcPr>
            <w:tcW w:w="7552" w:type="dxa"/>
          </w:tcPr>
          <w:p w14:paraId="26E90A96" w14:textId="77777777" w:rsidR="00900772" w:rsidRPr="00F95990" w:rsidRDefault="00900772" w:rsidP="009353EF">
            <w:r w:rsidRPr="00F95990">
              <w:t>Can subscribe for COV from Loop objects</w:t>
            </w:r>
          </w:p>
        </w:tc>
      </w:tr>
      <w:tr w:rsidR="00900772" w:rsidRPr="00F95990" w14:paraId="0FCAF15C" w14:textId="77777777" w:rsidTr="00582D01">
        <w:tc>
          <w:tcPr>
            <w:tcW w:w="377" w:type="dxa"/>
            <w:gridSpan w:val="2"/>
          </w:tcPr>
          <w:p w14:paraId="41B12FDB" w14:textId="77777777" w:rsidR="00900772" w:rsidRPr="00F95990" w:rsidRDefault="00900772" w:rsidP="009353EF">
            <w:pPr>
              <w:jc w:val="center"/>
            </w:pPr>
          </w:p>
        </w:tc>
        <w:tc>
          <w:tcPr>
            <w:tcW w:w="983" w:type="dxa"/>
            <w:gridSpan w:val="2"/>
          </w:tcPr>
          <w:p w14:paraId="4585CA76" w14:textId="77777777" w:rsidR="00900772" w:rsidRPr="00F95990" w:rsidRDefault="00900772" w:rsidP="009353EF">
            <w:pPr>
              <w:jc w:val="center"/>
            </w:pPr>
            <w:r w:rsidRPr="00F95990">
              <w:t>C</w:t>
            </w:r>
            <w:r w:rsidRPr="00F95990">
              <w:rPr>
                <w:vertAlign w:val="superscript"/>
              </w:rPr>
              <w:t>2</w:t>
            </w:r>
          </w:p>
        </w:tc>
        <w:tc>
          <w:tcPr>
            <w:tcW w:w="7552" w:type="dxa"/>
          </w:tcPr>
          <w:p w14:paraId="38B4EBE8" w14:textId="77777777" w:rsidR="00900772" w:rsidRPr="00F95990" w:rsidRDefault="00900772" w:rsidP="009353EF">
            <w:r w:rsidRPr="00F95990">
              <w:t>Can subscribe for COV from Multi-state objects</w:t>
            </w:r>
          </w:p>
        </w:tc>
      </w:tr>
      <w:tr w:rsidR="00DE34D8" w:rsidRPr="00B528CD" w14:paraId="3BA0592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79A143C"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6D073C61"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49A4355F" w14:textId="77777777" w:rsidR="00DE34D8" w:rsidRPr="00B528CD" w:rsidRDefault="00DE34D8" w:rsidP="00070FE8">
            <w:pPr>
              <w:rPr>
                <w:lang w:val="en-CA"/>
              </w:rPr>
            </w:pPr>
            <w:r w:rsidRPr="00B528CD">
              <w:rPr>
                <w:lang w:val="en-CA"/>
              </w:rPr>
              <w:t>Can subscribe for COV from CharacterString objects</w:t>
            </w:r>
          </w:p>
        </w:tc>
      </w:tr>
      <w:tr w:rsidR="00DE34D8" w:rsidRPr="00B528CD" w14:paraId="78B5060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188E644"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4BF681EA"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4AE2C539" w14:textId="77777777" w:rsidR="00DE34D8" w:rsidRPr="00B528CD" w:rsidRDefault="00DE34D8" w:rsidP="00070FE8">
            <w:pPr>
              <w:rPr>
                <w:lang w:val="en-CA"/>
              </w:rPr>
            </w:pPr>
            <w:r w:rsidRPr="00B528CD">
              <w:rPr>
                <w:lang w:val="en-CA"/>
              </w:rPr>
              <w:t>Can subscribe for COV from Date objects</w:t>
            </w:r>
          </w:p>
        </w:tc>
      </w:tr>
      <w:tr w:rsidR="00DE34D8" w:rsidRPr="00B528CD" w14:paraId="212202F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3B53114"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6928B3E4"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598A13AF" w14:textId="77777777" w:rsidR="00DE34D8" w:rsidRPr="00B528CD" w:rsidRDefault="00DE34D8" w:rsidP="00070FE8">
            <w:pPr>
              <w:rPr>
                <w:lang w:val="en-CA"/>
              </w:rPr>
            </w:pPr>
            <w:r w:rsidRPr="00B528CD">
              <w:rPr>
                <w:lang w:val="en-CA"/>
              </w:rPr>
              <w:t>Can subscribe for COV from DateTime objects</w:t>
            </w:r>
          </w:p>
        </w:tc>
      </w:tr>
      <w:tr w:rsidR="00DE34D8" w:rsidRPr="00B528CD" w14:paraId="3EB24D7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D83770"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1D393A2"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5CD3A6C9" w14:textId="77777777" w:rsidR="00DE34D8" w:rsidRPr="00B528CD" w:rsidRDefault="00DE34D8" w:rsidP="00070FE8">
            <w:pPr>
              <w:rPr>
                <w:lang w:val="en-CA"/>
              </w:rPr>
            </w:pPr>
            <w:r w:rsidRPr="00B528CD">
              <w:rPr>
                <w:lang w:val="en-CA"/>
              </w:rPr>
              <w:t>Can subscribe for COV from Integer objects</w:t>
            </w:r>
          </w:p>
        </w:tc>
      </w:tr>
      <w:tr w:rsidR="00DE34D8" w:rsidRPr="00B528CD" w14:paraId="3B2CB4C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9522C36"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407701FD"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30940FBE" w14:textId="77777777" w:rsidR="00DE34D8" w:rsidRPr="00B528CD" w:rsidRDefault="00DE34D8" w:rsidP="00070FE8">
            <w:pPr>
              <w:rPr>
                <w:lang w:val="en-CA"/>
              </w:rPr>
            </w:pPr>
            <w:r w:rsidRPr="00B528CD">
              <w:rPr>
                <w:lang w:val="en-CA"/>
              </w:rPr>
              <w:t>Can subscribe for COV from Large Analog objects</w:t>
            </w:r>
          </w:p>
        </w:tc>
      </w:tr>
      <w:tr w:rsidR="00DE34D8" w:rsidRPr="00B528CD" w14:paraId="6E5DF2F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D201E72"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43CC153"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79D152AF" w14:textId="77777777" w:rsidR="00DE34D8" w:rsidRPr="00B528CD" w:rsidRDefault="00DE34D8" w:rsidP="00070FE8">
            <w:pPr>
              <w:rPr>
                <w:lang w:val="en-CA"/>
              </w:rPr>
            </w:pPr>
            <w:r w:rsidRPr="00B528CD">
              <w:rPr>
                <w:lang w:val="en-CA"/>
              </w:rPr>
              <w:t>Can subscribe for COV from OctetString objects</w:t>
            </w:r>
          </w:p>
        </w:tc>
      </w:tr>
      <w:tr w:rsidR="00DE34D8" w:rsidRPr="00B528CD" w14:paraId="37D0BC9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53FD803"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D4EA78F"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6D7EE2D3" w14:textId="77777777" w:rsidR="00DE34D8" w:rsidRPr="00B528CD" w:rsidRDefault="00DE34D8" w:rsidP="00070FE8">
            <w:pPr>
              <w:rPr>
                <w:lang w:val="en-CA"/>
              </w:rPr>
            </w:pPr>
            <w:r w:rsidRPr="00B528CD">
              <w:rPr>
                <w:lang w:val="en-CA"/>
              </w:rPr>
              <w:t>Can subscribe for COV from Positive Integer objects</w:t>
            </w:r>
          </w:p>
        </w:tc>
      </w:tr>
      <w:tr w:rsidR="00DE34D8" w:rsidRPr="00B528CD" w14:paraId="0BB1B73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DE034D6"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D57EE39" w14:textId="77777777" w:rsidR="00DE34D8" w:rsidRPr="00B528CD" w:rsidRDefault="00DE34D8" w:rsidP="00070FE8">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315B03E8" w14:textId="77777777" w:rsidR="00DE34D8" w:rsidRPr="00B528CD" w:rsidRDefault="00DE34D8" w:rsidP="00070FE8">
            <w:pPr>
              <w:rPr>
                <w:lang w:val="en-CA"/>
              </w:rPr>
            </w:pPr>
            <w:r w:rsidRPr="00B528CD">
              <w:rPr>
                <w:lang w:val="en-CA"/>
              </w:rPr>
              <w:t>Can subscribe for COV from Time objects</w:t>
            </w:r>
          </w:p>
        </w:tc>
      </w:tr>
      <w:tr w:rsidR="00B2207F" w:rsidRPr="00B528CD" w14:paraId="0140345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BCEB450"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03E83A28"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7F0BC2E1" w14:textId="77777777" w:rsidR="00B2207F" w:rsidRPr="00B528CD" w:rsidRDefault="00B2207F" w:rsidP="00B2207F">
            <w:pPr>
              <w:rPr>
                <w:lang w:val="en-CA"/>
              </w:rPr>
            </w:pPr>
            <w:r w:rsidRPr="00B528CD">
              <w:rPr>
                <w:lang w:val="en-CA"/>
              </w:rPr>
              <w:t xml:space="preserve">Can subscribe for COV from </w:t>
            </w:r>
            <w:r>
              <w:rPr>
                <w:lang w:val="en-CA"/>
              </w:rPr>
              <w:t>Pulse Converter</w:t>
            </w:r>
            <w:r w:rsidRPr="00B528CD">
              <w:rPr>
                <w:lang w:val="en-CA"/>
              </w:rPr>
              <w:t xml:space="preserve"> objects</w:t>
            </w:r>
          </w:p>
        </w:tc>
      </w:tr>
      <w:tr w:rsidR="00B2207F" w:rsidRPr="00B528CD" w14:paraId="219583B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724B829"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6B9CC77"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50E5F930" w14:textId="77777777" w:rsidR="00B2207F" w:rsidRPr="00B528CD" w:rsidRDefault="00B2207F" w:rsidP="00B2207F">
            <w:pPr>
              <w:rPr>
                <w:lang w:val="en-CA"/>
              </w:rPr>
            </w:pPr>
            <w:r w:rsidRPr="00B528CD">
              <w:rPr>
                <w:lang w:val="en-CA"/>
              </w:rPr>
              <w:t xml:space="preserve">Can subscribe for COV from </w:t>
            </w:r>
            <w:r>
              <w:rPr>
                <w:lang w:val="en-CA"/>
              </w:rPr>
              <w:t>Access Door</w:t>
            </w:r>
            <w:r w:rsidRPr="00B528CD">
              <w:rPr>
                <w:lang w:val="en-CA"/>
              </w:rPr>
              <w:t xml:space="preserve"> objects</w:t>
            </w:r>
          </w:p>
        </w:tc>
      </w:tr>
      <w:tr w:rsidR="00B2207F" w:rsidRPr="00B528CD" w14:paraId="37482C9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FEB2F83"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C8AB696" w14:textId="77777777" w:rsidR="00B2207F" w:rsidRPr="00B528CD" w:rsidRDefault="00B2207F" w:rsidP="00B2207F">
            <w:pPr>
              <w:jc w:val="center"/>
              <w:rPr>
                <w:lang w:val="en-CA"/>
              </w:rPr>
            </w:pPr>
            <w:r w:rsidRPr="00B528CD">
              <w:rPr>
                <w:lang w:val="en-CA"/>
              </w:rPr>
              <w:t>C</w:t>
            </w:r>
            <w:r w:rsidRPr="00EB4C12">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708B9E63" w14:textId="77777777" w:rsidR="00B2207F" w:rsidRPr="00B528CD" w:rsidRDefault="00B2207F" w:rsidP="00B2207F">
            <w:pPr>
              <w:rPr>
                <w:lang w:val="en-CA"/>
              </w:rPr>
            </w:pPr>
            <w:r w:rsidRPr="00B528CD">
              <w:rPr>
                <w:lang w:val="en-CA"/>
              </w:rPr>
              <w:t xml:space="preserve">Can subscribe for COV from </w:t>
            </w:r>
            <w:r>
              <w:rPr>
                <w:lang w:val="en-CA"/>
              </w:rPr>
              <w:t>Load Control</w:t>
            </w:r>
            <w:r w:rsidRPr="00B528CD">
              <w:rPr>
                <w:lang w:val="en-CA"/>
              </w:rPr>
              <w:t xml:space="preserve"> objects</w:t>
            </w:r>
          </w:p>
        </w:tc>
      </w:tr>
      <w:tr w:rsidR="00B2207F" w:rsidRPr="00B528CD" w14:paraId="16000E4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6E32A44"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33D96040" w14:textId="77777777" w:rsidR="00B2207F" w:rsidRPr="00B528CD" w:rsidRDefault="00B2207F" w:rsidP="00B2207F">
            <w:pPr>
              <w:jc w:val="center"/>
              <w:rPr>
                <w:lang w:val="en-CA"/>
              </w:rPr>
            </w:pPr>
            <w:r w:rsidRPr="00B528CD">
              <w:rPr>
                <w:lang w:val="en-CA"/>
              </w:rPr>
              <w:t>C</w:t>
            </w:r>
            <w:r w:rsidRPr="005A1F01">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354E4028" w14:textId="77777777" w:rsidR="00B2207F" w:rsidRPr="00B528CD" w:rsidRDefault="00B2207F" w:rsidP="00B2207F">
            <w:pPr>
              <w:rPr>
                <w:lang w:val="en-CA"/>
              </w:rPr>
            </w:pPr>
            <w:r w:rsidRPr="00B528CD">
              <w:rPr>
                <w:lang w:val="en-CA"/>
              </w:rPr>
              <w:t xml:space="preserve">Can subscribe for COV from </w:t>
            </w:r>
            <w:r>
              <w:rPr>
                <w:lang w:val="en-CA"/>
              </w:rPr>
              <w:t>Access Point</w:t>
            </w:r>
            <w:r w:rsidRPr="00B528CD">
              <w:rPr>
                <w:lang w:val="en-CA"/>
              </w:rPr>
              <w:t xml:space="preserve"> objects</w:t>
            </w:r>
          </w:p>
        </w:tc>
      </w:tr>
      <w:tr w:rsidR="00B2207F" w:rsidRPr="00B528CD" w14:paraId="44C4DA7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B2FB7A5"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0A4FB3A" w14:textId="77777777" w:rsidR="00B2207F" w:rsidRPr="00B528CD" w:rsidRDefault="00B2207F" w:rsidP="00B2207F">
            <w:pPr>
              <w:jc w:val="center"/>
              <w:rPr>
                <w:lang w:val="en-CA"/>
              </w:rPr>
            </w:pPr>
            <w:r w:rsidRPr="00B528CD">
              <w:rPr>
                <w:lang w:val="en-CA"/>
              </w:rPr>
              <w:t>C</w:t>
            </w:r>
            <w:r w:rsidRPr="00EB4C12">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2446A216" w14:textId="77777777" w:rsidR="00B2207F" w:rsidRPr="00B528CD" w:rsidRDefault="00B2207F" w:rsidP="00B2207F">
            <w:pPr>
              <w:rPr>
                <w:lang w:val="en-CA"/>
              </w:rPr>
            </w:pPr>
            <w:r w:rsidRPr="00B528CD">
              <w:rPr>
                <w:lang w:val="en-CA"/>
              </w:rPr>
              <w:t xml:space="preserve">Can subscribe for COV from </w:t>
            </w:r>
            <w:r>
              <w:rPr>
                <w:lang w:val="en-CA"/>
              </w:rPr>
              <w:t>Credential Data Input</w:t>
            </w:r>
            <w:r w:rsidRPr="00B528CD">
              <w:rPr>
                <w:lang w:val="en-CA"/>
              </w:rPr>
              <w:t xml:space="preserve"> objects</w:t>
            </w:r>
          </w:p>
        </w:tc>
      </w:tr>
      <w:tr w:rsidR="00B2207F" w:rsidRPr="00B528CD" w14:paraId="79B4117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EFD0095"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5B0C44AB" w14:textId="77777777" w:rsidR="00B2207F" w:rsidRPr="00B528CD" w:rsidRDefault="00B2207F" w:rsidP="00B2207F">
            <w:pPr>
              <w:jc w:val="center"/>
              <w:rPr>
                <w:lang w:val="en-CA"/>
              </w:rPr>
            </w:pPr>
            <w:r w:rsidRPr="00B528CD">
              <w:rPr>
                <w:lang w:val="en-CA"/>
              </w:rPr>
              <w:t>C</w:t>
            </w:r>
            <w:r w:rsidRPr="005A1F01">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00B34D96" w14:textId="77777777" w:rsidR="00B2207F" w:rsidRPr="00B528CD" w:rsidRDefault="00B2207F" w:rsidP="00B2207F">
            <w:pPr>
              <w:rPr>
                <w:lang w:val="en-CA"/>
              </w:rPr>
            </w:pPr>
            <w:r w:rsidRPr="00B528CD">
              <w:rPr>
                <w:lang w:val="en-CA"/>
              </w:rPr>
              <w:t xml:space="preserve">Can subscribe for COV from </w:t>
            </w:r>
            <w:r>
              <w:rPr>
                <w:lang w:val="en-CA"/>
              </w:rPr>
              <w:t>Lighting Output</w:t>
            </w:r>
            <w:r w:rsidRPr="00B528CD">
              <w:rPr>
                <w:lang w:val="en-CA"/>
              </w:rPr>
              <w:t xml:space="preserve"> objects</w:t>
            </w:r>
          </w:p>
        </w:tc>
      </w:tr>
      <w:tr w:rsidR="00B2207F" w:rsidRPr="00B528CD" w14:paraId="6966915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C0ECEE3"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2F239296" w14:textId="77777777" w:rsidR="00B2207F" w:rsidRPr="00B528CD" w:rsidRDefault="00B2207F" w:rsidP="00F163A9">
            <w:pPr>
              <w:jc w:val="center"/>
              <w:rPr>
                <w:lang w:val="en-CA"/>
              </w:rPr>
            </w:pPr>
            <w:r w:rsidRPr="00B528CD">
              <w:rPr>
                <w:lang w:val="en-CA"/>
              </w:rPr>
              <w:t>C</w:t>
            </w:r>
            <w:r>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02BB6035" w14:textId="77777777" w:rsidR="00B2207F" w:rsidRPr="00B528CD" w:rsidRDefault="00B2207F" w:rsidP="00B2207F">
            <w:pPr>
              <w:rPr>
                <w:lang w:val="en-CA"/>
              </w:rPr>
            </w:pPr>
            <w:r w:rsidRPr="00B528CD">
              <w:rPr>
                <w:lang w:val="en-CA"/>
              </w:rPr>
              <w:t xml:space="preserve">Can subscribe for COV from </w:t>
            </w:r>
            <w:r>
              <w:rPr>
                <w:lang w:val="en-CA"/>
              </w:rPr>
              <w:t>Binary Lighting Output</w:t>
            </w:r>
            <w:r w:rsidRPr="00B528CD">
              <w:rPr>
                <w:lang w:val="en-CA"/>
              </w:rPr>
              <w:t xml:space="preserve"> objects</w:t>
            </w:r>
          </w:p>
        </w:tc>
      </w:tr>
      <w:tr w:rsidR="002657A4" w:rsidRPr="00B528CD" w14:paraId="014C3AC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EE1B5E2" w14:textId="77777777" w:rsidR="002657A4" w:rsidRPr="00B528CD" w:rsidRDefault="002657A4" w:rsidP="00D96853">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540B6755" w14:textId="7FD01238" w:rsidR="002657A4" w:rsidRPr="00B528CD" w:rsidRDefault="002657A4" w:rsidP="00D96853">
            <w:pPr>
              <w:jc w:val="center"/>
              <w:rPr>
                <w:lang w:val="en-CA"/>
              </w:rPr>
            </w:pPr>
            <w:r w:rsidRPr="00B528CD">
              <w:rPr>
                <w:lang w:val="en-CA"/>
              </w:rPr>
              <w:t>C</w:t>
            </w:r>
            <w:r>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5488059D" w14:textId="77777777" w:rsidR="002657A4" w:rsidRPr="00B528CD" w:rsidRDefault="002657A4" w:rsidP="00D96853">
            <w:pPr>
              <w:rPr>
                <w:lang w:val="en-CA"/>
              </w:rPr>
            </w:pPr>
            <w:r w:rsidRPr="00B528CD">
              <w:rPr>
                <w:lang w:val="en-CA"/>
              </w:rPr>
              <w:t xml:space="preserve">Can subscribe for COV from </w:t>
            </w:r>
            <w:r>
              <w:rPr>
                <w:lang w:val="en-CA"/>
              </w:rPr>
              <w:t>Staging</w:t>
            </w:r>
            <w:r w:rsidRPr="00B528CD">
              <w:rPr>
                <w:lang w:val="en-CA"/>
              </w:rPr>
              <w:t xml:space="preserve"> objects</w:t>
            </w:r>
          </w:p>
        </w:tc>
      </w:tr>
      <w:tr w:rsidR="0099029E" w:rsidRPr="00B528CD" w14:paraId="466E44F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1C97905" w14:textId="77777777" w:rsidR="0099029E" w:rsidRPr="00B528CD" w:rsidRDefault="0099029E" w:rsidP="00D96853">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5934AF3F" w14:textId="17EF9013" w:rsidR="0099029E" w:rsidRPr="00B528CD" w:rsidRDefault="0099029E" w:rsidP="00D96853">
            <w:pPr>
              <w:jc w:val="center"/>
              <w:rPr>
                <w:lang w:val="en-CA"/>
              </w:rPr>
            </w:pPr>
            <w:r>
              <w:rPr>
                <w:lang w:val="en-CA"/>
              </w:rPr>
              <w:t>C</w:t>
            </w:r>
            <w:r w:rsidRPr="0099029E">
              <w:rPr>
                <w:vertAlign w:val="superscript"/>
                <w:lang w:val="en-CA"/>
              </w:rPr>
              <w:t>2</w:t>
            </w:r>
          </w:p>
        </w:tc>
        <w:tc>
          <w:tcPr>
            <w:tcW w:w="7552" w:type="dxa"/>
            <w:tcBorders>
              <w:top w:val="single" w:sz="4" w:space="0" w:color="auto"/>
              <w:left w:val="single" w:sz="4" w:space="0" w:color="auto"/>
              <w:bottom w:val="single" w:sz="4" w:space="0" w:color="auto"/>
              <w:right w:val="single" w:sz="4" w:space="0" w:color="auto"/>
            </w:tcBorders>
          </w:tcPr>
          <w:p w14:paraId="5533FC98" w14:textId="247E4F77" w:rsidR="0099029E" w:rsidRPr="00B528CD" w:rsidRDefault="0099029E" w:rsidP="00D96853">
            <w:pPr>
              <w:rPr>
                <w:lang w:val="en-CA"/>
              </w:rPr>
            </w:pPr>
            <w:r>
              <w:rPr>
                <w:lang w:val="en-CA"/>
              </w:rPr>
              <w:t>Can subscribe for COV from other standard object types</w:t>
            </w:r>
          </w:p>
        </w:tc>
      </w:tr>
      <w:tr w:rsidR="00900772" w:rsidRPr="00F95990" w14:paraId="1A160FB3" w14:textId="77777777" w:rsidTr="00582D01">
        <w:tc>
          <w:tcPr>
            <w:tcW w:w="377" w:type="dxa"/>
            <w:gridSpan w:val="2"/>
          </w:tcPr>
          <w:p w14:paraId="647840A8" w14:textId="77777777" w:rsidR="00900772" w:rsidRPr="00F95990" w:rsidRDefault="00900772" w:rsidP="009353EF">
            <w:pPr>
              <w:jc w:val="center"/>
            </w:pPr>
          </w:p>
        </w:tc>
        <w:tc>
          <w:tcPr>
            <w:tcW w:w="983" w:type="dxa"/>
            <w:gridSpan w:val="2"/>
          </w:tcPr>
          <w:p w14:paraId="74554EBC" w14:textId="77777777" w:rsidR="00900772" w:rsidRPr="00F95990" w:rsidRDefault="00900772" w:rsidP="009353EF">
            <w:pPr>
              <w:jc w:val="center"/>
            </w:pPr>
            <w:r w:rsidRPr="00F95990">
              <w:t>BTL-C</w:t>
            </w:r>
            <w:r w:rsidRPr="00F95990">
              <w:rPr>
                <w:vertAlign w:val="superscript"/>
              </w:rPr>
              <w:t>3</w:t>
            </w:r>
          </w:p>
        </w:tc>
        <w:tc>
          <w:tcPr>
            <w:tcW w:w="7552" w:type="dxa"/>
          </w:tcPr>
          <w:p w14:paraId="07BA8892" w14:textId="77777777" w:rsidR="00900772" w:rsidRPr="00F95990" w:rsidRDefault="00900772" w:rsidP="009353EF">
            <w:r w:rsidRPr="00F95990">
              <w:t>Can cancel subscriptions</w:t>
            </w:r>
          </w:p>
        </w:tc>
      </w:tr>
      <w:tr w:rsidR="00900772" w:rsidRPr="00F95990" w14:paraId="1837F0EE" w14:textId="77777777" w:rsidTr="00582D01">
        <w:tc>
          <w:tcPr>
            <w:tcW w:w="377" w:type="dxa"/>
            <w:gridSpan w:val="2"/>
          </w:tcPr>
          <w:p w14:paraId="5B650484" w14:textId="77777777" w:rsidR="00900772" w:rsidRPr="00F95990" w:rsidRDefault="00900772" w:rsidP="009353EF">
            <w:pPr>
              <w:jc w:val="center"/>
            </w:pPr>
          </w:p>
        </w:tc>
        <w:tc>
          <w:tcPr>
            <w:tcW w:w="983" w:type="dxa"/>
            <w:gridSpan w:val="2"/>
          </w:tcPr>
          <w:p w14:paraId="4D6B2886" w14:textId="77777777" w:rsidR="00900772" w:rsidRPr="00F95990" w:rsidRDefault="00900772" w:rsidP="009353EF">
            <w:pPr>
              <w:jc w:val="center"/>
            </w:pPr>
            <w:r w:rsidRPr="00F95990">
              <w:t>O</w:t>
            </w:r>
          </w:p>
        </w:tc>
        <w:tc>
          <w:tcPr>
            <w:tcW w:w="7552" w:type="dxa"/>
          </w:tcPr>
          <w:p w14:paraId="22FE7E17" w14:textId="77777777" w:rsidR="00900772" w:rsidRPr="00F95990" w:rsidRDefault="00900772" w:rsidP="009353EF">
            <w:r w:rsidRPr="00F95990">
              <w:t>Can subscribe for COV from proprietary objects</w:t>
            </w:r>
          </w:p>
        </w:tc>
      </w:tr>
      <w:tr w:rsidR="00900772" w:rsidRPr="00F95990" w14:paraId="05B7BFB0" w14:textId="77777777" w:rsidTr="00582D01">
        <w:tc>
          <w:tcPr>
            <w:tcW w:w="377" w:type="dxa"/>
            <w:gridSpan w:val="2"/>
          </w:tcPr>
          <w:p w14:paraId="35229342" w14:textId="77777777" w:rsidR="00900772" w:rsidRPr="00F95990" w:rsidRDefault="00900772" w:rsidP="009353EF">
            <w:pPr>
              <w:jc w:val="center"/>
            </w:pPr>
          </w:p>
        </w:tc>
        <w:tc>
          <w:tcPr>
            <w:tcW w:w="983" w:type="dxa"/>
            <w:gridSpan w:val="2"/>
          </w:tcPr>
          <w:p w14:paraId="0A7818AE" w14:textId="77777777" w:rsidR="00900772" w:rsidRPr="00F95990" w:rsidRDefault="00900772" w:rsidP="009353EF">
            <w:pPr>
              <w:jc w:val="center"/>
            </w:pPr>
            <w:r w:rsidRPr="00F95990">
              <w:t>N</w:t>
            </w:r>
          </w:p>
        </w:tc>
        <w:tc>
          <w:tcPr>
            <w:tcW w:w="7552" w:type="dxa"/>
          </w:tcPr>
          <w:p w14:paraId="3C578C8D" w14:textId="77777777" w:rsidR="00900772" w:rsidRPr="00F95990" w:rsidRDefault="00900772" w:rsidP="009353EF">
            <w:r w:rsidRPr="00F95990">
              <w:t>Can request infinite subscriptions</w:t>
            </w:r>
          </w:p>
        </w:tc>
      </w:tr>
      <w:tr w:rsidR="00900772" w:rsidRPr="00F95990" w14:paraId="051C92B7" w14:textId="77777777" w:rsidTr="00582D01">
        <w:trPr>
          <w:cantSplit/>
        </w:trPr>
        <w:tc>
          <w:tcPr>
            <w:tcW w:w="8912" w:type="dxa"/>
            <w:gridSpan w:val="5"/>
          </w:tcPr>
          <w:p w14:paraId="75417AD5" w14:textId="77777777" w:rsidR="00900772" w:rsidRPr="00F95990" w:rsidRDefault="00900772" w:rsidP="009353EF">
            <w:pPr>
              <w:ind w:left="720"/>
            </w:pPr>
            <w:r w:rsidRPr="00F95990">
              <w:rPr>
                <w:vertAlign w:val="superscript"/>
              </w:rPr>
              <w:t xml:space="preserve">1 </w:t>
            </w:r>
            <w:r w:rsidRPr="00F95990">
              <w:t>At least one of these options is required in order to claim conformance to this BIBB.</w:t>
            </w:r>
          </w:p>
          <w:p w14:paraId="6C122A8C" w14:textId="77777777" w:rsidR="00900772" w:rsidRPr="00F95990" w:rsidRDefault="00900772" w:rsidP="009353EF">
            <w:pPr>
              <w:ind w:left="720"/>
            </w:pPr>
            <w:r w:rsidRPr="00F95990">
              <w:rPr>
                <w:vertAlign w:val="superscript"/>
              </w:rPr>
              <w:t xml:space="preserve">2 </w:t>
            </w:r>
            <w:r w:rsidRPr="00F95990">
              <w:t>At least one of these options is required in order to claim conformance to this BIBB.</w:t>
            </w:r>
          </w:p>
          <w:p w14:paraId="19058DC6" w14:textId="767F2B15" w:rsidR="002657A4" w:rsidRPr="00F95990" w:rsidRDefault="00900772" w:rsidP="00B2207F">
            <w:pPr>
              <w:ind w:left="720"/>
            </w:pPr>
            <w:r w:rsidRPr="00F95990">
              <w:rPr>
                <w:vertAlign w:val="superscript"/>
              </w:rPr>
              <w:t xml:space="preserve">3 </w:t>
            </w:r>
            <w:r w:rsidRPr="00F95990">
              <w:t>Support for this option is suggested except in the case where the device is able to generate infinite subscriptions in which case it is required.</w:t>
            </w:r>
          </w:p>
        </w:tc>
      </w:tr>
      <w:tr w:rsidR="00900772" w:rsidRPr="00F95990" w14:paraId="767D8ED6" w14:textId="77777777" w:rsidTr="00582D01">
        <w:trPr>
          <w:cantSplit/>
        </w:trPr>
        <w:tc>
          <w:tcPr>
            <w:tcW w:w="8912" w:type="dxa"/>
            <w:gridSpan w:val="5"/>
          </w:tcPr>
          <w:p w14:paraId="34352948" w14:textId="77777777" w:rsidR="00900772" w:rsidRPr="00F95990" w:rsidRDefault="00900772" w:rsidP="002849B8">
            <w:pPr>
              <w:rPr>
                <w:b/>
                <w:bCs/>
              </w:rPr>
            </w:pPr>
            <w:r w:rsidRPr="00F95990">
              <w:rPr>
                <w:b/>
                <w:bCs/>
              </w:rPr>
              <w:t xml:space="preserve">Data Sharing </w:t>
            </w:r>
            <w:r w:rsidR="00012C95">
              <w:rPr>
                <w:b/>
                <w:bCs/>
              </w:rPr>
              <w:t>-</w:t>
            </w:r>
            <w:r w:rsidRPr="00F95990">
              <w:rPr>
                <w:b/>
                <w:bCs/>
              </w:rPr>
              <w:t xml:space="preserve"> </w:t>
            </w:r>
            <w:r w:rsidR="002849B8">
              <w:rPr>
                <w:b/>
                <w:bCs/>
              </w:rPr>
              <w:t>Change Of Value</w:t>
            </w:r>
            <w:r w:rsidR="002849B8" w:rsidRPr="00F95990">
              <w:rPr>
                <w:b/>
                <w:bCs/>
              </w:rPr>
              <w:t xml:space="preserve"> </w:t>
            </w:r>
            <w:r w:rsidR="00012C95">
              <w:rPr>
                <w:b/>
                <w:bCs/>
              </w:rPr>
              <w:t>-</w:t>
            </w:r>
            <w:r w:rsidRPr="00F95990">
              <w:rPr>
                <w:b/>
                <w:bCs/>
              </w:rPr>
              <w:t xml:space="preserve"> B</w:t>
            </w:r>
          </w:p>
        </w:tc>
      </w:tr>
      <w:tr w:rsidR="00900772" w:rsidRPr="00F95990" w14:paraId="6B515EA9" w14:textId="77777777" w:rsidTr="00582D01">
        <w:tc>
          <w:tcPr>
            <w:tcW w:w="377" w:type="dxa"/>
            <w:gridSpan w:val="2"/>
          </w:tcPr>
          <w:p w14:paraId="49DDA639" w14:textId="77777777" w:rsidR="00900772" w:rsidRPr="00F95990" w:rsidRDefault="00900772" w:rsidP="009353EF">
            <w:pPr>
              <w:jc w:val="center"/>
            </w:pPr>
          </w:p>
        </w:tc>
        <w:tc>
          <w:tcPr>
            <w:tcW w:w="983" w:type="dxa"/>
            <w:gridSpan w:val="2"/>
          </w:tcPr>
          <w:p w14:paraId="573EA38F" w14:textId="77777777" w:rsidR="00900772" w:rsidRPr="00F95990" w:rsidRDefault="00900772" w:rsidP="009353EF">
            <w:pPr>
              <w:jc w:val="center"/>
            </w:pPr>
            <w:r w:rsidRPr="00F95990">
              <w:t>R</w:t>
            </w:r>
          </w:p>
        </w:tc>
        <w:tc>
          <w:tcPr>
            <w:tcW w:w="7552" w:type="dxa"/>
          </w:tcPr>
          <w:p w14:paraId="19159066" w14:textId="77777777" w:rsidR="00900772" w:rsidRPr="00F95990" w:rsidRDefault="00900772" w:rsidP="009353EF">
            <w:r w:rsidRPr="00F95990">
              <w:t>Base Requirements</w:t>
            </w:r>
          </w:p>
        </w:tc>
      </w:tr>
      <w:tr w:rsidR="00900772" w:rsidRPr="00F95990" w14:paraId="4C8A1907" w14:textId="77777777" w:rsidTr="00582D01">
        <w:tc>
          <w:tcPr>
            <w:tcW w:w="377" w:type="dxa"/>
            <w:gridSpan w:val="2"/>
          </w:tcPr>
          <w:p w14:paraId="2BA96FC8" w14:textId="77777777" w:rsidR="00900772" w:rsidRPr="00F95990" w:rsidRDefault="00900772" w:rsidP="009353EF">
            <w:pPr>
              <w:jc w:val="center"/>
            </w:pPr>
          </w:p>
        </w:tc>
        <w:tc>
          <w:tcPr>
            <w:tcW w:w="983" w:type="dxa"/>
            <w:gridSpan w:val="2"/>
          </w:tcPr>
          <w:p w14:paraId="1E322533" w14:textId="77777777" w:rsidR="00900772" w:rsidRPr="00F95990" w:rsidRDefault="00900772" w:rsidP="009353EF">
            <w:pPr>
              <w:jc w:val="center"/>
            </w:pPr>
            <w:r w:rsidRPr="00F95990">
              <w:t>R</w:t>
            </w:r>
          </w:p>
        </w:tc>
        <w:tc>
          <w:tcPr>
            <w:tcW w:w="7552" w:type="dxa"/>
          </w:tcPr>
          <w:p w14:paraId="04C9CB54" w14:textId="77777777" w:rsidR="00900772" w:rsidRPr="00F95990" w:rsidRDefault="00900772" w:rsidP="009353EF">
            <w:r w:rsidRPr="00F95990">
              <w:t>Supports Lifetimes up to 8 hours in duration</w:t>
            </w:r>
          </w:p>
        </w:tc>
      </w:tr>
      <w:tr w:rsidR="00900772" w:rsidRPr="00F95990" w14:paraId="1FD7E108" w14:textId="77777777" w:rsidTr="00582D01">
        <w:tc>
          <w:tcPr>
            <w:tcW w:w="377" w:type="dxa"/>
            <w:gridSpan w:val="2"/>
          </w:tcPr>
          <w:p w14:paraId="68EEEE44" w14:textId="77777777" w:rsidR="00900772" w:rsidRPr="00F95990" w:rsidRDefault="00900772" w:rsidP="009353EF">
            <w:pPr>
              <w:jc w:val="center"/>
            </w:pPr>
          </w:p>
        </w:tc>
        <w:tc>
          <w:tcPr>
            <w:tcW w:w="983" w:type="dxa"/>
            <w:gridSpan w:val="2"/>
          </w:tcPr>
          <w:p w14:paraId="3137A6E8" w14:textId="552EA793" w:rsidR="00900772" w:rsidRPr="00F95990" w:rsidRDefault="00900772" w:rsidP="009353EF">
            <w:pPr>
              <w:jc w:val="center"/>
            </w:pPr>
            <w:r w:rsidRPr="00F95990">
              <w:t>R</w:t>
            </w:r>
            <w:r w:rsidR="00512CB8">
              <w:rPr>
                <w:vertAlign w:val="superscript"/>
              </w:rPr>
              <w:t>2</w:t>
            </w:r>
          </w:p>
        </w:tc>
        <w:tc>
          <w:tcPr>
            <w:tcW w:w="7552" w:type="dxa"/>
          </w:tcPr>
          <w:p w14:paraId="3F0AE3F4" w14:textId="77777777" w:rsidR="00900772" w:rsidRPr="00F95990" w:rsidRDefault="00900772" w:rsidP="009353EF">
            <w:r w:rsidRPr="00F95990">
              <w:t>Supports 5 concurrent COV subscribers</w:t>
            </w:r>
          </w:p>
        </w:tc>
      </w:tr>
      <w:tr w:rsidR="00900772" w:rsidRPr="00F95990" w14:paraId="4866D4E7" w14:textId="77777777" w:rsidTr="00582D01">
        <w:tc>
          <w:tcPr>
            <w:tcW w:w="377" w:type="dxa"/>
            <w:gridSpan w:val="2"/>
          </w:tcPr>
          <w:p w14:paraId="37E0BE22" w14:textId="77777777" w:rsidR="00900772" w:rsidRPr="00F95990" w:rsidRDefault="00900772" w:rsidP="009353EF">
            <w:pPr>
              <w:jc w:val="center"/>
            </w:pPr>
          </w:p>
        </w:tc>
        <w:tc>
          <w:tcPr>
            <w:tcW w:w="983" w:type="dxa"/>
            <w:gridSpan w:val="2"/>
          </w:tcPr>
          <w:p w14:paraId="43EAEA1B"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2623D9CA" w14:textId="77777777" w:rsidR="00900772" w:rsidRPr="00F95990" w:rsidRDefault="00900772" w:rsidP="009353EF">
            <w:r w:rsidRPr="00F95990">
              <w:t>Supports COV for Analog Input objects</w:t>
            </w:r>
          </w:p>
        </w:tc>
      </w:tr>
      <w:tr w:rsidR="00900772" w:rsidRPr="00F95990" w14:paraId="51A4F824" w14:textId="77777777" w:rsidTr="00582D01">
        <w:tc>
          <w:tcPr>
            <w:tcW w:w="377" w:type="dxa"/>
            <w:gridSpan w:val="2"/>
          </w:tcPr>
          <w:p w14:paraId="2C027670" w14:textId="77777777" w:rsidR="00900772" w:rsidRPr="00F95990" w:rsidRDefault="00900772" w:rsidP="009353EF">
            <w:pPr>
              <w:jc w:val="center"/>
            </w:pPr>
          </w:p>
        </w:tc>
        <w:tc>
          <w:tcPr>
            <w:tcW w:w="983" w:type="dxa"/>
            <w:gridSpan w:val="2"/>
          </w:tcPr>
          <w:p w14:paraId="75867C54"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435C93F5" w14:textId="77777777" w:rsidR="00900772" w:rsidRPr="00F95990" w:rsidRDefault="00900772" w:rsidP="009353EF">
            <w:r w:rsidRPr="00F95990">
              <w:t>Supports COV for Analog Output objects</w:t>
            </w:r>
          </w:p>
        </w:tc>
      </w:tr>
      <w:tr w:rsidR="00900772" w:rsidRPr="00F95990" w14:paraId="693DEB84" w14:textId="77777777" w:rsidTr="00582D01">
        <w:tc>
          <w:tcPr>
            <w:tcW w:w="377" w:type="dxa"/>
            <w:gridSpan w:val="2"/>
          </w:tcPr>
          <w:p w14:paraId="40D06AA0" w14:textId="77777777" w:rsidR="00900772" w:rsidRPr="00F95990" w:rsidRDefault="00900772" w:rsidP="009353EF">
            <w:pPr>
              <w:jc w:val="center"/>
            </w:pPr>
          </w:p>
        </w:tc>
        <w:tc>
          <w:tcPr>
            <w:tcW w:w="983" w:type="dxa"/>
            <w:gridSpan w:val="2"/>
          </w:tcPr>
          <w:p w14:paraId="16974508"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444013A1" w14:textId="77777777" w:rsidR="00900772" w:rsidRPr="00F95990" w:rsidRDefault="00900772" w:rsidP="009353EF">
            <w:r w:rsidRPr="00F95990">
              <w:t>Supports COV for Analog Value objects</w:t>
            </w:r>
          </w:p>
        </w:tc>
      </w:tr>
      <w:tr w:rsidR="00900772" w:rsidRPr="00F95990" w14:paraId="2B747A76" w14:textId="77777777" w:rsidTr="00582D01">
        <w:tc>
          <w:tcPr>
            <w:tcW w:w="377" w:type="dxa"/>
            <w:gridSpan w:val="2"/>
          </w:tcPr>
          <w:p w14:paraId="0781139A" w14:textId="77777777" w:rsidR="00900772" w:rsidRPr="00F95990" w:rsidRDefault="00900772" w:rsidP="009353EF">
            <w:pPr>
              <w:jc w:val="center"/>
            </w:pPr>
          </w:p>
        </w:tc>
        <w:tc>
          <w:tcPr>
            <w:tcW w:w="983" w:type="dxa"/>
            <w:gridSpan w:val="2"/>
          </w:tcPr>
          <w:p w14:paraId="7DD9BCF4"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2532DDD2" w14:textId="77777777" w:rsidR="00900772" w:rsidRPr="00F95990" w:rsidRDefault="00900772" w:rsidP="009353EF">
            <w:r w:rsidRPr="00F95990">
              <w:t>Supports COV for Binary Input objects</w:t>
            </w:r>
          </w:p>
        </w:tc>
      </w:tr>
      <w:tr w:rsidR="00900772" w:rsidRPr="00F95990" w14:paraId="47A26EC2" w14:textId="77777777" w:rsidTr="00582D01">
        <w:tc>
          <w:tcPr>
            <w:tcW w:w="377" w:type="dxa"/>
            <w:gridSpan w:val="2"/>
          </w:tcPr>
          <w:p w14:paraId="2E8ACB0C" w14:textId="77777777" w:rsidR="00900772" w:rsidRPr="00F95990" w:rsidRDefault="00900772" w:rsidP="009353EF">
            <w:pPr>
              <w:jc w:val="center"/>
            </w:pPr>
          </w:p>
        </w:tc>
        <w:tc>
          <w:tcPr>
            <w:tcW w:w="983" w:type="dxa"/>
            <w:gridSpan w:val="2"/>
          </w:tcPr>
          <w:p w14:paraId="1D9C5E75"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12E072D7" w14:textId="77777777" w:rsidR="00900772" w:rsidRPr="00F95990" w:rsidRDefault="00900772" w:rsidP="009353EF">
            <w:r w:rsidRPr="00F95990">
              <w:t>Supports COV for Binary Output objects</w:t>
            </w:r>
          </w:p>
        </w:tc>
      </w:tr>
      <w:tr w:rsidR="00900772" w:rsidRPr="00F95990" w14:paraId="1485CC54" w14:textId="77777777" w:rsidTr="00582D01">
        <w:tc>
          <w:tcPr>
            <w:tcW w:w="377" w:type="dxa"/>
            <w:gridSpan w:val="2"/>
          </w:tcPr>
          <w:p w14:paraId="3D7FDB59" w14:textId="77777777" w:rsidR="00900772" w:rsidRPr="00F95990" w:rsidRDefault="00900772" w:rsidP="009353EF">
            <w:pPr>
              <w:jc w:val="center"/>
            </w:pPr>
          </w:p>
        </w:tc>
        <w:tc>
          <w:tcPr>
            <w:tcW w:w="983" w:type="dxa"/>
            <w:gridSpan w:val="2"/>
          </w:tcPr>
          <w:p w14:paraId="6D0EBB1F"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692D93A3" w14:textId="77777777" w:rsidR="00900772" w:rsidRPr="00F95990" w:rsidRDefault="00900772" w:rsidP="009353EF">
            <w:r w:rsidRPr="00F95990">
              <w:t>Supports COV for Binary Value objects</w:t>
            </w:r>
          </w:p>
        </w:tc>
      </w:tr>
      <w:tr w:rsidR="00900772" w:rsidRPr="00F95990" w14:paraId="3915CB13" w14:textId="77777777" w:rsidTr="00582D01">
        <w:tc>
          <w:tcPr>
            <w:tcW w:w="377" w:type="dxa"/>
            <w:gridSpan w:val="2"/>
          </w:tcPr>
          <w:p w14:paraId="6BFC6C82" w14:textId="77777777" w:rsidR="00900772" w:rsidRPr="00F95990" w:rsidRDefault="00900772" w:rsidP="009353EF">
            <w:pPr>
              <w:jc w:val="center"/>
            </w:pPr>
          </w:p>
        </w:tc>
        <w:tc>
          <w:tcPr>
            <w:tcW w:w="983" w:type="dxa"/>
            <w:gridSpan w:val="2"/>
          </w:tcPr>
          <w:p w14:paraId="4DDBA7B2"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7EBD23DD" w14:textId="77777777" w:rsidR="00900772" w:rsidRPr="00F95990" w:rsidRDefault="00900772" w:rsidP="009353EF">
            <w:r w:rsidRPr="00F95990">
              <w:t>Supports COV for Life Safety Point objects</w:t>
            </w:r>
          </w:p>
        </w:tc>
      </w:tr>
      <w:tr w:rsidR="00900772" w:rsidRPr="00F95990" w14:paraId="10D7F476" w14:textId="77777777" w:rsidTr="00582D01">
        <w:tc>
          <w:tcPr>
            <w:tcW w:w="377" w:type="dxa"/>
            <w:gridSpan w:val="2"/>
          </w:tcPr>
          <w:p w14:paraId="141C6010" w14:textId="77777777" w:rsidR="00900772" w:rsidRPr="00F95990" w:rsidRDefault="00900772" w:rsidP="009353EF">
            <w:pPr>
              <w:jc w:val="center"/>
            </w:pPr>
          </w:p>
        </w:tc>
        <w:tc>
          <w:tcPr>
            <w:tcW w:w="983" w:type="dxa"/>
            <w:gridSpan w:val="2"/>
          </w:tcPr>
          <w:p w14:paraId="1F9DF638"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09FB82DC" w14:textId="77777777" w:rsidR="00900772" w:rsidRPr="00F95990" w:rsidRDefault="00900772" w:rsidP="009353EF">
            <w:r w:rsidRPr="00F95990">
              <w:t>Supports COV for Life Safety Zone objects</w:t>
            </w:r>
          </w:p>
        </w:tc>
      </w:tr>
      <w:tr w:rsidR="00900772" w:rsidRPr="00F95990" w14:paraId="61EBBA23" w14:textId="77777777" w:rsidTr="00582D01">
        <w:tc>
          <w:tcPr>
            <w:tcW w:w="377" w:type="dxa"/>
            <w:gridSpan w:val="2"/>
          </w:tcPr>
          <w:p w14:paraId="47CA11BB" w14:textId="77777777" w:rsidR="00900772" w:rsidRPr="00F95990" w:rsidRDefault="00900772" w:rsidP="009353EF">
            <w:pPr>
              <w:jc w:val="center"/>
            </w:pPr>
          </w:p>
        </w:tc>
        <w:tc>
          <w:tcPr>
            <w:tcW w:w="983" w:type="dxa"/>
            <w:gridSpan w:val="2"/>
          </w:tcPr>
          <w:p w14:paraId="2E171BFC"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47995F59" w14:textId="77777777" w:rsidR="00900772" w:rsidRPr="00F95990" w:rsidRDefault="00900772" w:rsidP="009353EF">
            <w:r w:rsidRPr="00F95990">
              <w:t>Supports COV for Loop objects</w:t>
            </w:r>
          </w:p>
        </w:tc>
      </w:tr>
      <w:tr w:rsidR="00900772" w:rsidRPr="00F95990" w14:paraId="6AC686EF" w14:textId="77777777" w:rsidTr="00582D01">
        <w:tc>
          <w:tcPr>
            <w:tcW w:w="377" w:type="dxa"/>
            <w:gridSpan w:val="2"/>
          </w:tcPr>
          <w:p w14:paraId="2B50C4A1" w14:textId="77777777" w:rsidR="00900772" w:rsidRPr="00F95990" w:rsidRDefault="00900772" w:rsidP="009353EF">
            <w:pPr>
              <w:jc w:val="center"/>
            </w:pPr>
          </w:p>
        </w:tc>
        <w:tc>
          <w:tcPr>
            <w:tcW w:w="983" w:type="dxa"/>
            <w:gridSpan w:val="2"/>
          </w:tcPr>
          <w:p w14:paraId="54942E40"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53BF3E51" w14:textId="77777777" w:rsidR="00900772" w:rsidRPr="00F95990" w:rsidRDefault="00900772" w:rsidP="009353EF">
            <w:r w:rsidRPr="00F95990">
              <w:t>Supports COV for Multi-state Input objects</w:t>
            </w:r>
          </w:p>
        </w:tc>
      </w:tr>
      <w:tr w:rsidR="00900772" w:rsidRPr="00F95990" w14:paraId="48C5782F" w14:textId="77777777" w:rsidTr="00582D01">
        <w:tc>
          <w:tcPr>
            <w:tcW w:w="377" w:type="dxa"/>
            <w:gridSpan w:val="2"/>
          </w:tcPr>
          <w:p w14:paraId="5D337309" w14:textId="77777777" w:rsidR="00900772" w:rsidRPr="00F95990" w:rsidRDefault="00900772" w:rsidP="009353EF">
            <w:pPr>
              <w:jc w:val="center"/>
            </w:pPr>
          </w:p>
        </w:tc>
        <w:tc>
          <w:tcPr>
            <w:tcW w:w="983" w:type="dxa"/>
            <w:gridSpan w:val="2"/>
          </w:tcPr>
          <w:p w14:paraId="19D115FC"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054525BD" w14:textId="77777777" w:rsidR="00900772" w:rsidRPr="00F95990" w:rsidRDefault="00900772" w:rsidP="009353EF">
            <w:r w:rsidRPr="00F95990">
              <w:t>Supports COV for Multi-state Output objects</w:t>
            </w:r>
          </w:p>
        </w:tc>
      </w:tr>
      <w:tr w:rsidR="00900772" w:rsidRPr="00F95990" w14:paraId="17256E71" w14:textId="77777777" w:rsidTr="00582D01">
        <w:tc>
          <w:tcPr>
            <w:tcW w:w="377" w:type="dxa"/>
            <w:gridSpan w:val="2"/>
          </w:tcPr>
          <w:p w14:paraId="5AA08993" w14:textId="77777777" w:rsidR="00900772" w:rsidRPr="00F95990" w:rsidRDefault="00900772" w:rsidP="009353EF">
            <w:pPr>
              <w:jc w:val="center"/>
            </w:pPr>
          </w:p>
        </w:tc>
        <w:tc>
          <w:tcPr>
            <w:tcW w:w="983" w:type="dxa"/>
            <w:gridSpan w:val="2"/>
          </w:tcPr>
          <w:p w14:paraId="5BCAB8D2" w14:textId="77777777" w:rsidR="00900772" w:rsidRPr="00F95990" w:rsidRDefault="00900772" w:rsidP="009353EF">
            <w:pPr>
              <w:jc w:val="center"/>
              <w:rPr>
                <w:vertAlign w:val="superscript"/>
              </w:rPr>
            </w:pPr>
            <w:r w:rsidRPr="00F95990">
              <w:t>C</w:t>
            </w:r>
            <w:r w:rsidRPr="00F95990">
              <w:rPr>
                <w:vertAlign w:val="superscript"/>
              </w:rPr>
              <w:t>1</w:t>
            </w:r>
          </w:p>
        </w:tc>
        <w:tc>
          <w:tcPr>
            <w:tcW w:w="7552" w:type="dxa"/>
          </w:tcPr>
          <w:p w14:paraId="0B214A20" w14:textId="77777777" w:rsidR="00900772" w:rsidRPr="00F95990" w:rsidRDefault="00900772" w:rsidP="009353EF">
            <w:r w:rsidRPr="00F95990">
              <w:t>Supports COV for Multi-state Value objects</w:t>
            </w:r>
          </w:p>
        </w:tc>
      </w:tr>
      <w:tr w:rsidR="00DE34D8" w:rsidRPr="00B528CD" w14:paraId="4BFFCA9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20A9D1A"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3C399CD4"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09423534" w14:textId="77777777" w:rsidR="00DE34D8" w:rsidRPr="00B528CD" w:rsidRDefault="00DE34D8" w:rsidP="00070FE8">
            <w:pPr>
              <w:rPr>
                <w:lang w:val="en-CA"/>
              </w:rPr>
            </w:pPr>
            <w:r w:rsidRPr="00B528CD">
              <w:rPr>
                <w:lang w:val="en-CA"/>
              </w:rPr>
              <w:t>Supports COV for CharacterString Value objects</w:t>
            </w:r>
          </w:p>
        </w:tc>
      </w:tr>
      <w:tr w:rsidR="00DE34D8" w:rsidRPr="00B528CD" w14:paraId="5F1C8DC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F0C776C"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0C4E3F48"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30DE66DA" w14:textId="77777777" w:rsidR="00DE34D8" w:rsidRPr="00B528CD" w:rsidRDefault="00DE34D8" w:rsidP="00070FE8">
            <w:pPr>
              <w:rPr>
                <w:lang w:val="en-CA"/>
              </w:rPr>
            </w:pPr>
            <w:r w:rsidRPr="00B528CD">
              <w:rPr>
                <w:lang w:val="en-CA"/>
              </w:rPr>
              <w:t>Supports COV for Date Value objects</w:t>
            </w:r>
          </w:p>
        </w:tc>
      </w:tr>
      <w:tr w:rsidR="00DE34D8" w:rsidRPr="00B528CD" w14:paraId="3376143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5785AFE"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5547AF98"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3A283495" w14:textId="77777777" w:rsidR="00DE34D8" w:rsidRPr="00B528CD" w:rsidRDefault="00DE34D8" w:rsidP="00070FE8">
            <w:pPr>
              <w:rPr>
                <w:lang w:val="en-CA"/>
              </w:rPr>
            </w:pPr>
            <w:r w:rsidRPr="00B528CD">
              <w:rPr>
                <w:lang w:val="en-CA"/>
              </w:rPr>
              <w:t>Supports COV for Date Pattern Value objects</w:t>
            </w:r>
          </w:p>
        </w:tc>
      </w:tr>
      <w:tr w:rsidR="00DE34D8" w:rsidRPr="00B528CD" w14:paraId="66CCFF3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3F264E3"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5152951"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67DEBB86" w14:textId="77777777" w:rsidR="00DE34D8" w:rsidRPr="00B528CD" w:rsidRDefault="00DE34D8" w:rsidP="00070FE8">
            <w:pPr>
              <w:rPr>
                <w:lang w:val="en-CA"/>
              </w:rPr>
            </w:pPr>
            <w:r w:rsidRPr="00B528CD">
              <w:rPr>
                <w:lang w:val="en-CA"/>
              </w:rPr>
              <w:t>Supports COV for DateTime Value objects</w:t>
            </w:r>
          </w:p>
        </w:tc>
      </w:tr>
      <w:tr w:rsidR="00DE34D8" w:rsidRPr="00B528CD" w14:paraId="0C903F5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1688ECA"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033ACE1A"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02017272" w14:textId="77777777" w:rsidR="00DE34D8" w:rsidRPr="00B528CD" w:rsidRDefault="00DE34D8" w:rsidP="00070FE8">
            <w:pPr>
              <w:rPr>
                <w:lang w:val="en-CA"/>
              </w:rPr>
            </w:pPr>
            <w:r w:rsidRPr="00B528CD">
              <w:rPr>
                <w:lang w:val="en-CA"/>
              </w:rPr>
              <w:t>Supports COV for DateTime Pattern Value objects</w:t>
            </w:r>
          </w:p>
        </w:tc>
      </w:tr>
      <w:tr w:rsidR="00DE34D8" w:rsidRPr="00B528CD" w14:paraId="74870DF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4DA6808"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9D5CA0D"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39B51F85" w14:textId="77777777" w:rsidR="00DE34D8" w:rsidRPr="00B528CD" w:rsidRDefault="00DE34D8" w:rsidP="00070FE8">
            <w:pPr>
              <w:rPr>
                <w:lang w:val="en-CA"/>
              </w:rPr>
            </w:pPr>
            <w:r w:rsidRPr="00B528CD">
              <w:rPr>
                <w:lang w:val="en-CA"/>
              </w:rPr>
              <w:t>Supports COV for Integer Value objects</w:t>
            </w:r>
          </w:p>
        </w:tc>
      </w:tr>
      <w:tr w:rsidR="00DE34D8" w:rsidRPr="00B528CD" w14:paraId="43B5787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C2EE25D"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2DAF07E4"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2ECE8448" w14:textId="77777777" w:rsidR="00DE34D8" w:rsidRPr="00B528CD" w:rsidRDefault="00DE34D8" w:rsidP="00070FE8">
            <w:pPr>
              <w:rPr>
                <w:lang w:val="en-CA"/>
              </w:rPr>
            </w:pPr>
            <w:r w:rsidRPr="00B528CD">
              <w:rPr>
                <w:lang w:val="en-CA"/>
              </w:rPr>
              <w:t>Supports COV for Large Analog Value objects</w:t>
            </w:r>
          </w:p>
        </w:tc>
      </w:tr>
      <w:tr w:rsidR="00DE34D8" w:rsidRPr="00B528CD" w14:paraId="789AD08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3DAB9C2"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915031F"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56258637" w14:textId="77777777" w:rsidR="00DE34D8" w:rsidRPr="00B528CD" w:rsidRDefault="00DE34D8" w:rsidP="00070FE8">
            <w:pPr>
              <w:rPr>
                <w:lang w:val="en-CA"/>
              </w:rPr>
            </w:pPr>
            <w:r w:rsidRPr="00B528CD">
              <w:rPr>
                <w:lang w:val="en-CA"/>
              </w:rPr>
              <w:t>Supports COV for Positive Integer Value objects</w:t>
            </w:r>
          </w:p>
        </w:tc>
      </w:tr>
      <w:tr w:rsidR="00DE34D8" w:rsidRPr="00B528CD" w14:paraId="51A604C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63EE877"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6690F33"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5778D591" w14:textId="77777777" w:rsidR="00DE34D8" w:rsidRPr="00B528CD" w:rsidRDefault="00DE34D8" w:rsidP="00070FE8">
            <w:pPr>
              <w:rPr>
                <w:lang w:val="en-CA"/>
              </w:rPr>
            </w:pPr>
            <w:r w:rsidRPr="00B528CD">
              <w:rPr>
                <w:lang w:val="en-CA"/>
              </w:rPr>
              <w:t>Supports COV for Time Value objects</w:t>
            </w:r>
          </w:p>
        </w:tc>
      </w:tr>
      <w:tr w:rsidR="00DE34D8" w:rsidRPr="00B528CD" w14:paraId="29457AB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913003E"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18FD2736" w14:textId="77777777" w:rsidR="00DE34D8" w:rsidRPr="00B528CD" w:rsidRDefault="00DE34D8" w:rsidP="00070FE8">
            <w:pPr>
              <w:jc w:val="center"/>
              <w:rPr>
                <w:lang w:val="en-CA"/>
              </w:rPr>
            </w:pPr>
            <w:r w:rsidRPr="00B528CD">
              <w:rPr>
                <w:lang w:val="en-CA"/>
              </w:rPr>
              <w:t>C</w:t>
            </w:r>
            <w:r w:rsidRPr="00B528CD">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42D6108B" w14:textId="77777777" w:rsidR="00DE34D8" w:rsidRPr="00B528CD" w:rsidRDefault="00DE34D8" w:rsidP="00070FE8">
            <w:pPr>
              <w:rPr>
                <w:lang w:val="en-CA"/>
              </w:rPr>
            </w:pPr>
            <w:r w:rsidRPr="00B528CD">
              <w:rPr>
                <w:lang w:val="en-CA"/>
              </w:rPr>
              <w:t>Supports COV for Time Pattern Value objects</w:t>
            </w:r>
          </w:p>
        </w:tc>
      </w:tr>
      <w:tr w:rsidR="00DE34D8" w:rsidRPr="00B528CD" w14:paraId="0F7CAB3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982811F" w14:textId="77777777" w:rsidR="00DE34D8" w:rsidRPr="00B528CD" w:rsidRDefault="00DE34D8" w:rsidP="00070FE8">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4EA061A5" w14:textId="77777777" w:rsidR="00DE34D8" w:rsidRPr="00B528CD" w:rsidRDefault="00DE34D8" w:rsidP="00070FE8">
            <w:pPr>
              <w:jc w:val="center"/>
              <w:rPr>
                <w:lang w:val="en-CA"/>
              </w:rPr>
            </w:pPr>
            <w:r>
              <w:rPr>
                <w:lang w:val="en-CA"/>
              </w:rPr>
              <w:t>C</w:t>
            </w:r>
            <w:r w:rsidRPr="00DE34D8">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79CED98B" w14:textId="77777777" w:rsidR="00DE34D8" w:rsidRPr="00B528CD" w:rsidRDefault="00DE34D8" w:rsidP="00070FE8">
            <w:pPr>
              <w:rPr>
                <w:lang w:val="en-CA"/>
              </w:rPr>
            </w:pPr>
            <w:r>
              <w:rPr>
                <w:lang w:val="en-CA"/>
              </w:rPr>
              <w:t>Supports COV for OctetString Value objects</w:t>
            </w:r>
          </w:p>
        </w:tc>
      </w:tr>
      <w:tr w:rsidR="00B2207F" w:rsidRPr="00B528CD" w14:paraId="4D1F026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CC08730"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410F171A" w14:textId="77777777" w:rsidR="00B2207F" w:rsidRPr="00B528CD" w:rsidRDefault="00B2207F" w:rsidP="00B2207F">
            <w:pPr>
              <w:jc w:val="center"/>
              <w:rPr>
                <w:lang w:val="en-CA"/>
              </w:rPr>
            </w:pPr>
            <w:r>
              <w:rPr>
                <w:lang w:val="en-CA"/>
              </w:rPr>
              <w:t>C</w:t>
            </w:r>
            <w:r w:rsidRPr="005A1F01">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7AF6120A" w14:textId="77777777" w:rsidR="00B2207F" w:rsidRPr="00B528CD" w:rsidRDefault="00B2207F" w:rsidP="00B2207F">
            <w:pPr>
              <w:rPr>
                <w:lang w:val="en-CA"/>
              </w:rPr>
            </w:pPr>
            <w:r>
              <w:rPr>
                <w:lang w:val="en-CA"/>
              </w:rPr>
              <w:t>Supports COV for Pulse Converter objects</w:t>
            </w:r>
          </w:p>
        </w:tc>
      </w:tr>
      <w:tr w:rsidR="00B2207F" w:rsidRPr="00B528CD" w14:paraId="392D26E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9AC9538"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2CE550B9" w14:textId="77777777" w:rsidR="00B2207F" w:rsidRPr="00B528CD" w:rsidRDefault="00B2207F" w:rsidP="00B2207F">
            <w:pPr>
              <w:jc w:val="center"/>
              <w:rPr>
                <w:lang w:val="en-CA"/>
              </w:rPr>
            </w:pPr>
            <w:r>
              <w:rPr>
                <w:lang w:val="en-CA"/>
              </w:rPr>
              <w:t>C</w:t>
            </w:r>
            <w:r w:rsidRPr="00DE34D8">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745698B4" w14:textId="77777777" w:rsidR="00B2207F" w:rsidRPr="00B528CD" w:rsidRDefault="00B2207F" w:rsidP="00B2207F">
            <w:pPr>
              <w:rPr>
                <w:lang w:val="en-CA"/>
              </w:rPr>
            </w:pPr>
            <w:r>
              <w:rPr>
                <w:lang w:val="en-CA"/>
              </w:rPr>
              <w:t>Supports COV for Access Door objects</w:t>
            </w:r>
          </w:p>
        </w:tc>
      </w:tr>
      <w:tr w:rsidR="00B2207F" w:rsidRPr="00B528CD" w14:paraId="0855A61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4395863"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7008EDA" w14:textId="79DF89C4" w:rsidR="00B2207F" w:rsidRPr="00B528CD" w:rsidRDefault="00B2207F" w:rsidP="00B2207F">
            <w:pPr>
              <w:jc w:val="center"/>
              <w:rPr>
                <w:lang w:val="en-CA"/>
              </w:rPr>
            </w:pPr>
            <w:r>
              <w:rPr>
                <w:lang w:val="en-CA"/>
              </w:rPr>
              <w:t>C</w:t>
            </w:r>
            <w:r w:rsidRPr="00EB4C12">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6B752692" w14:textId="77777777" w:rsidR="00B2207F" w:rsidRPr="00B528CD" w:rsidRDefault="00B2207F" w:rsidP="00B2207F">
            <w:pPr>
              <w:rPr>
                <w:lang w:val="en-CA"/>
              </w:rPr>
            </w:pPr>
            <w:r>
              <w:rPr>
                <w:lang w:val="en-CA"/>
              </w:rPr>
              <w:t>Supports COV for Load Control objects</w:t>
            </w:r>
          </w:p>
        </w:tc>
      </w:tr>
      <w:tr w:rsidR="00B2207F" w:rsidRPr="00B528CD" w14:paraId="192FFF8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8D1FF0C"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0B3253C4" w14:textId="77777777" w:rsidR="00B2207F" w:rsidRPr="00B528CD" w:rsidRDefault="00B2207F" w:rsidP="00B2207F">
            <w:pPr>
              <w:jc w:val="center"/>
              <w:rPr>
                <w:lang w:val="en-CA"/>
              </w:rPr>
            </w:pPr>
            <w:r>
              <w:rPr>
                <w:lang w:val="en-CA"/>
              </w:rPr>
              <w:t>C</w:t>
            </w:r>
            <w:r w:rsidRPr="005A1F01">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24C448F7" w14:textId="77777777" w:rsidR="00B2207F" w:rsidRPr="00B528CD" w:rsidRDefault="00B2207F" w:rsidP="00B2207F">
            <w:pPr>
              <w:rPr>
                <w:lang w:val="en-CA"/>
              </w:rPr>
            </w:pPr>
            <w:r>
              <w:rPr>
                <w:lang w:val="en-CA"/>
              </w:rPr>
              <w:t>Supports COV for Access Point objects</w:t>
            </w:r>
          </w:p>
        </w:tc>
      </w:tr>
      <w:tr w:rsidR="00B2207F" w:rsidRPr="00B528CD" w14:paraId="1522740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169AE2F"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2E4C355D" w14:textId="77777777" w:rsidR="00B2207F" w:rsidRPr="00B528CD" w:rsidRDefault="00B2207F" w:rsidP="00B2207F">
            <w:pPr>
              <w:jc w:val="center"/>
              <w:rPr>
                <w:lang w:val="en-CA"/>
              </w:rPr>
            </w:pPr>
            <w:r>
              <w:rPr>
                <w:lang w:val="en-CA"/>
              </w:rPr>
              <w:t>C</w:t>
            </w:r>
            <w:r w:rsidRPr="00EB4C12">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3CA80707" w14:textId="77777777" w:rsidR="00B2207F" w:rsidRPr="00B528CD" w:rsidRDefault="00B2207F" w:rsidP="00B2207F">
            <w:pPr>
              <w:rPr>
                <w:lang w:val="en-CA"/>
              </w:rPr>
            </w:pPr>
            <w:r>
              <w:rPr>
                <w:lang w:val="en-CA"/>
              </w:rPr>
              <w:t>Supports COV for Credential Data Input objects</w:t>
            </w:r>
          </w:p>
        </w:tc>
      </w:tr>
      <w:tr w:rsidR="00B2207F" w:rsidRPr="00B528CD" w14:paraId="324EBFB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5C929BF"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15366FD" w14:textId="77777777" w:rsidR="00B2207F" w:rsidRPr="00B528CD" w:rsidRDefault="00B2207F" w:rsidP="00B2207F">
            <w:pPr>
              <w:jc w:val="center"/>
              <w:rPr>
                <w:lang w:val="en-CA"/>
              </w:rPr>
            </w:pPr>
            <w:r>
              <w:rPr>
                <w:lang w:val="en-CA"/>
              </w:rPr>
              <w:t>C</w:t>
            </w:r>
            <w:r w:rsidRPr="005A1F01">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27A2F99D" w14:textId="77777777" w:rsidR="00B2207F" w:rsidRPr="00B528CD" w:rsidRDefault="00B2207F" w:rsidP="00B2207F">
            <w:pPr>
              <w:rPr>
                <w:lang w:val="en-CA"/>
              </w:rPr>
            </w:pPr>
            <w:r>
              <w:rPr>
                <w:lang w:val="en-CA"/>
              </w:rPr>
              <w:t>Supports COV for Lighting Output objects</w:t>
            </w:r>
          </w:p>
        </w:tc>
      </w:tr>
      <w:tr w:rsidR="00B2207F" w:rsidRPr="00B528CD" w14:paraId="6CC5055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21CEA55" w14:textId="77777777" w:rsidR="00B2207F" w:rsidRPr="00B528CD" w:rsidRDefault="00B2207F" w:rsidP="00B2207F">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A566A1C" w14:textId="77777777" w:rsidR="00B2207F" w:rsidRPr="00B528CD" w:rsidRDefault="00B2207F" w:rsidP="00F163A9">
            <w:pPr>
              <w:jc w:val="center"/>
              <w:rPr>
                <w:lang w:val="en-CA"/>
              </w:rPr>
            </w:pPr>
            <w:r>
              <w:rPr>
                <w:lang w:val="en-CA"/>
              </w:rPr>
              <w:t>C</w:t>
            </w:r>
            <w:r w:rsidRPr="00DE34D8">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6031ACF4" w14:textId="77777777" w:rsidR="00B2207F" w:rsidRPr="00B528CD" w:rsidRDefault="00B2207F" w:rsidP="00B2207F">
            <w:pPr>
              <w:rPr>
                <w:lang w:val="en-CA"/>
              </w:rPr>
            </w:pPr>
            <w:r>
              <w:rPr>
                <w:lang w:val="en-CA"/>
              </w:rPr>
              <w:t>Supports COV for Binary Lighting Output objects</w:t>
            </w:r>
          </w:p>
        </w:tc>
      </w:tr>
      <w:tr w:rsidR="002657A4" w:rsidRPr="00B528CD" w14:paraId="4217661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D6B1912" w14:textId="77777777" w:rsidR="002657A4" w:rsidRPr="00B528CD" w:rsidRDefault="002657A4" w:rsidP="00D96853">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70ADBD8C" w14:textId="3211C93D" w:rsidR="002657A4" w:rsidRPr="00B528CD" w:rsidRDefault="002657A4" w:rsidP="00D96853">
            <w:pPr>
              <w:jc w:val="center"/>
              <w:rPr>
                <w:lang w:val="en-CA"/>
              </w:rPr>
            </w:pPr>
            <w:r>
              <w:rPr>
                <w:lang w:val="en-CA"/>
              </w:rPr>
              <w:t>C</w:t>
            </w:r>
            <w:r w:rsidRPr="00DE34D8">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544DA748" w14:textId="77777777" w:rsidR="002657A4" w:rsidRPr="00B528CD" w:rsidRDefault="002657A4" w:rsidP="00D96853">
            <w:pPr>
              <w:rPr>
                <w:lang w:val="en-CA"/>
              </w:rPr>
            </w:pPr>
            <w:r>
              <w:rPr>
                <w:lang w:val="en-CA"/>
              </w:rPr>
              <w:t>Supports COV for Staging objects</w:t>
            </w:r>
          </w:p>
        </w:tc>
      </w:tr>
      <w:tr w:rsidR="00845D98" w:rsidRPr="00B528CD" w14:paraId="2FF3C1C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583DDC4" w14:textId="77777777" w:rsidR="00845D98" w:rsidRPr="00B528CD" w:rsidRDefault="00845D98" w:rsidP="00D96853">
            <w:pPr>
              <w:jc w:val="center"/>
              <w:rPr>
                <w:lang w:val="en-CA"/>
              </w:rPr>
            </w:pPr>
          </w:p>
        </w:tc>
        <w:tc>
          <w:tcPr>
            <w:tcW w:w="983" w:type="dxa"/>
            <w:gridSpan w:val="2"/>
            <w:tcBorders>
              <w:top w:val="single" w:sz="4" w:space="0" w:color="auto"/>
              <w:left w:val="single" w:sz="4" w:space="0" w:color="auto"/>
              <w:bottom w:val="single" w:sz="4" w:space="0" w:color="auto"/>
              <w:right w:val="single" w:sz="4" w:space="0" w:color="auto"/>
            </w:tcBorders>
          </w:tcPr>
          <w:p w14:paraId="3EDF9B38" w14:textId="32D3BD64" w:rsidR="00845D98" w:rsidRDefault="00845D98" w:rsidP="00D96853">
            <w:pPr>
              <w:jc w:val="center"/>
              <w:rPr>
                <w:lang w:val="en-CA"/>
              </w:rPr>
            </w:pPr>
            <w:r>
              <w:rPr>
                <w:lang w:val="en-CA"/>
              </w:rPr>
              <w:t>C</w:t>
            </w:r>
            <w:r w:rsidRPr="00845D98">
              <w:rPr>
                <w:vertAlign w:val="superscript"/>
                <w:lang w:val="en-CA"/>
              </w:rPr>
              <w:t>1</w:t>
            </w:r>
          </w:p>
        </w:tc>
        <w:tc>
          <w:tcPr>
            <w:tcW w:w="7552" w:type="dxa"/>
            <w:tcBorders>
              <w:top w:val="single" w:sz="4" w:space="0" w:color="auto"/>
              <w:left w:val="single" w:sz="4" w:space="0" w:color="auto"/>
              <w:bottom w:val="single" w:sz="4" w:space="0" w:color="auto"/>
              <w:right w:val="single" w:sz="4" w:space="0" w:color="auto"/>
            </w:tcBorders>
          </w:tcPr>
          <w:p w14:paraId="23528637" w14:textId="28135D85" w:rsidR="00845D98" w:rsidRDefault="00845D98" w:rsidP="00D96853">
            <w:pPr>
              <w:rPr>
                <w:lang w:val="en-CA"/>
              </w:rPr>
            </w:pPr>
            <w:r>
              <w:rPr>
                <w:lang w:val="en-CA"/>
              </w:rPr>
              <w:t>Supports COV for other standard object types</w:t>
            </w:r>
          </w:p>
        </w:tc>
      </w:tr>
      <w:tr w:rsidR="00900772" w:rsidRPr="00F95990" w14:paraId="37078388" w14:textId="77777777" w:rsidTr="00582D01">
        <w:tc>
          <w:tcPr>
            <w:tcW w:w="377" w:type="dxa"/>
            <w:gridSpan w:val="2"/>
          </w:tcPr>
          <w:p w14:paraId="16B3B67B" w14:textId="77777777" w:rsidR="00900772" w:rsidRPr="00F95990" w:rsidRDefault="00900772" w:rsidP="009353EF">
            <w:pPr>
              <w:jc w:val="center"/>
            </w:pPr>
          </w:p>
        </w:tc>
        <w:tc>
          <w:tcPr>
            <w:tcW w:w="983" w:type="dxa"/>
            <w:gridSpan w:val="2"/>
          </w:tcPr>
          <w:p w14:paraId="076C3C6B" w14:textId="77777777" w:rsidR="00900772" w:rsidRPr="00F95990" w:rsidRDefault="00900772" w:rsidP="009353EF">
            <w:pPr>
              <w:jc w:val="center"/>
              <w:rPr>
                <w:vertAlign w:val="superscript"/>
              </w:rPr>
            </w:pPr>
            <w:r w:rsidRPr="00F95990">
              <w:t>O</w:t>
            </w:r>
          </w:p>
        </w:tc>
        <w:tc>
          <w:tcPr>
            <w:tcW w:w="7552" w:type="dxa"/>
          </w:tcPr>
          <w:p w14:paraId="5E567D08" w14:textId="77777777" w:rsidR="00900772" w:rsidRPr="00F95990" w:rsidRDefault="00900772" w:rsidP="009353EF">
            <w:r w:rsidRPr="00F95990">
              <w:t>Supports COV for proprietary objects</w:t>
            </w:r>
          </w:p>
        </w:tc>
      </w:tr>
      <w:tr w:rsidR="00900772" w:rsidRPr="00F95990" w14:paraId="50C61487" w14:textId="77777777" w:rsidTr="00582D01">
        <w:tc>
          <w:tcPr>
            <w:tcW w:w="377" w:type="dxa"/>
            <w:gridSpan w:val="2"/>
          </w:tcPr>
          <w:p w14:paraId="364DDA43" w14:textId="77777777" w:rsidR="00900772" w:rsidRPr="00F95990" w:rsidRDefault="00900772" w:rsidP="009353EF">
            <w:pPr>
              <w:jc w:val="center"/>
            </w:pPr>
          </w:p>
        </w:tc>
        <w:tc>
          <w:tcPr>
            <w:tcW w:w="983" w:type="dxa"/>
            <w:gridSpan w:val="2"/>
          </w:tcPr>
          <w:p w14:paraId="63BB1EB8" w14:textId="77777777" w:rsidR="00900772" w:rsidRPr="00F95990" w:rsidRDefault="00900772" w:rsidP="009353EF">
            <w:pPr>
              <w:jc w:val="center"/>
            </w:pPr>
            <w:r w:rsidRPr="00F95990">
              <w:t>S</w:t>
            </w:r>
          </w:p>
        </w:tc>
        <w:tc>
          <w:tcPr>
            <w:tcW w:w="7552" w:type="dxa"/>
          </w:tcPr>
          <w:p w14:paraId="1C9665A4" w14:textId="77777777" w:rsidR="00900772" w:rsidRPr="00F95990" w:rsidRDefault="00900772" w:rsidP="009353EF">
            <w:r w:rsidRPr="00F95990">
              <w:t>Will accept infinite COV subscriptions</w:t>
            </w:r>
          </w:p>
        </w:tc>
      </w:tr>
      <w:tr w:rsidR="00900772" w:rsidRPr="00F95990" w14:paraId="68412458" w14:textId="77777777" w:rsidTr="00582D01">
        <w:trPr>
          <w:cantSplit/>
        </w:trPr>
        <w:tc>
          <w:tcPr>
            <w:tcW w:w="8912" w:type="dxa"/>
            <w:gridSpan w:val="5"/>
          </w:tcPr>
          <w:p w14:paraId="5A0E519D" w14:textId="77777777" w:rsidR="00900772" w:rsidRDefault="00900772" w:rsidP="009353EF">
            <w:pPr>
              <w:pStyle w:val="OptionFootnote"/>
            </w:pPr>
            <w:r w:rsidRPr="00F95990">
              <w:rPr>
                <w:vertAlign w:val="superscript"/>
              </w:rPr>
              <w:t xml:space="preserve">1 </w:t>
            </w:r>
            <w:r w:rsidRPr="00F95990">
              <w:t>At least one of these options is required in order to claim conformance to this BIBB.</w:t>
            </w:r>
          </w:p>
          <w:p w14:paraId="14A710EE" w14:textId="0E589DB3" w:rsidR="00FE4004" w:rsidRPr="00F95990" w:rsidRDefault="00512CB8" w:rsidP="00B2207F">
            <w:pPr>
              <w:pStyle w:val="OptionFootnote"/>
            </w:pPr>
            <w:r>
              <w:rPr>
                <w:vertAlign w:val="superscript"/>
              </w:rPr>
              <w:t>2</w:t>
            </w:r>
            <w:r w:rsidR="00FE4004">
              <w:t xml:space="preserve"> BTL-R if the IUT claims a revision before Protocol_Revision 4.</w:t>
            </w:r>
          </w:p>
        </w:tc>
      </w:tr>
      <w:tr w:rsidR="00900772" w:rsidRPr="00F95990" w14:paraId="22C6DC4F"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261C326A" w14:textId="77777777" w:rsidR="00900772" w:rsidRPr="00F95990" w:rsidRDefault="00900772" w:rsidP="0088380A">
            <w:pPr>
              <w:rPr>
                <w:b/>
              </w:rPr>
            </w:pPr>
            <w:r w:rsidRPr="00F95990">
              <w:rPr>
                <w:b/>
              </w:rPr>
              <w:t xml:space="preserve">Data Sharing </w:t>
            </w:r>
            <w:r w:rsidR="00012C95">
              <w:rPr>
                <w:b/>
              </w:rPr>
              <w:t>-</w:t>
            </w:r>
            <w:r w:rsidRPr="00F95990">
              <w:rPr>
                <w:b/>
              </w:rPr>
              <w:t xml:space="preserve"> View </w:t>
            </w:r>
            <w:r w:rsidR="00012C95">
              <w:rPr>
                <w:b/>
              </w:rPr>
              <w:t>-</w:t>
            </w:r>
            <w:r w:rsidRPr="00F95990">
              <w:rPr>
                <w:b/>
              </w:rPr>
              <w:t xml:space="preserve"> A</w:t>
            </w:r>
          </w:p>
        </w:tc>
      </w:tr>
      <w:tr w:rsidR="00900772" w:rsidRPr="00F95990" w14:paraId="62D370E9" w14:textId="77777777" w:rsidTr="00582D01">
        <w:tc>
          <w:tcPr>
            <w:tcW w:w="377" w:type="dxa"/>
            <w:gridSpan w:val="2"/>
          </w:tcPr>
          <w:p w14:paraId="41FE8755" w14:textId="77777777" w:rsidR="00900772" w:rsidRPr="00F95990" w:rsidRDefault="00900772" w:rsidP="009353EF">
            <w:pPr>
              <w:jc w:val="center"/>
            </w:pPr>
          </w:p>
        </w:tc>
        <w:tc>
          <w:tcPr>
            <w:tcW w:w="983" w:type="dxa"/>
            <w:gridSpan w:val="2"/>
          </w:tcPr>
          <w:p w14:paraId="5C9AB067" w14:textId="77777777" w:rsidR="00900772" w:rsidRPr="00F95990" w:rsidRDefault="00900772" w:rsidP="009353EF">
            <w:pPr>
              <w:jc w:val="center"/>
            </w:pPr>
            <w:r w:rsidRPr="00F95990">
              <w:t>R</w:t>
            </w:r>
          </w:p>
        </w:tc>
        <w:tc>
          <w:tcPr>
            <w:tcW w:w="7552" w:type="dxa"/>
          </w:tcPr>
          <w:p w14:paraId="356E482B" w14:textId="77777777" w:rsidR="00900772" w:rsidRPr="00F95990" w:rsidRDefault="00900772" w:rsidP="009353EF">
            <w:r w:rsidRPr="00F95990">
              <w:t>Base Requirements</w:t>
            </w:r>
          </w:p>
        </w:tc>
      </w:tr>
      <w:tr w:rsidR="00900772" w:rsidRPr="00F95990" w14:paraId="3ACD717D" w14:textId="77777777" w:rsidTr="00582D01">
        <w:tc>
          <w:tcPr>
            <w:tcW w:w="377" w:type="dxa"/>
            <w:gridSpan w:val="2"/>
          </w:tcPr>
          <w:p w14:paraId="649F8BEF" w14:textId="77777777" w:rsidR="00900772" w:rsidRPr="00F95990" w:rsidRDefault="00900772" w:rsidP="009353EF">
            <w:pPr>
              <w:jc w:val="center"/>
            </w:pPr>
          </w:p>
        </w:tc>
        <w:tc>
          <w:tcPr>
            <w:tcW w:w="983" w:type="dxa"/>
            <w:gridSpan w:val="2"/>
          </w:tcPr>
          <w:p w14:paraId="57C8423D" w14:textId="77777777" w:rsidR="00900772" w:rsidRPr="00F95990" w:rsidRDefault="00900772" w:rsidP="009353EF">
            <w:pPr>
              <w:jc w:val="center"/>
            </w:pPr>
            <w:r w:rsidRPr="00F95990">
              <w:t>R</w:t>
            </w:r>
          </w:p>
        </w:tc>
        <w:tc>
          <w:tcPr>
            <w:tcW w:w="7552" w:type="dxa"/>
          </w:tcPr>
          <w:p w14:paraId="38A20603" w14:textId="77777777" w:rsidR="00900772" w:rsidRPr="00F95990" w:rsidRDefault="00900772" w:rsidP="009353EF">
            <w:r w:rsidRPr="00F95990">
              <w:t>Supports DS-RP-A</w:t>
            </w:r>
          </w:p>
        </w:tc>
      </w:tr>
      <w:tr w:rsidR="00DE34D8" w:rsidRPr="00DE34D8" w14:paraId="4BD5A984"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76879E6D" w14:textId="77777777" w:rsidR="00DE34D8" w:rsidRPr="00DE34D8" w:rsidDel="00B97B8C" w:rsidRDefault="00DE34D8" w:rsidP="00DE34D8">
            <w:pPr>
              <w:ind w:left="720"/>
              <w:rPr>
                <w:szCs w:val="20"/>
              </w:rPr>
            </w:pPr>
          </w:p>
        </w:tc>
      </w:tr>
      <w:tr w:rsidR="00900772" w:rsidRPr="00F95990" w14:paraId="30244C62" w14:textId="77777777" w:rsidTr="00582D01">
        <w:trPr>
          <w:cantSplit/>
        </w:trPr>
        <w:tc>
          <w:tcPr>
            <w:tcW w:w="8912" w:type="dxa"/>
            <w:gridSpan w:val="5"/>
          </w:tcPr>
          <w:p w14:paraId="5ED518C6" w14:textId="77777777"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Advanced View </w:t>
            </w:r>
            <w:r w:rsidR="00012C95">
              <w:rPr>
                <w:b/>
                <w:bCs/>
              </w:rPr>
              <w:t>-</w:t>
            </w:r>
            <w:r w:rsidRPr="00F95990">
              <w:rPr>
                <w:b/>
                <w:bCs/>
              </w:rPr>
              <w:t xml:space="preserve"> A</w:t>
            </w:r>
          </w:p>
        </w:tc>
      </w:tr>
      <w:tr w:rsidR="00900772" w:rsidRPr="00F95990" w14:paraId="22690C7C" w14:textId="77777777" w:rsidTr="00582D01">
        <w:tc>
          <w:tcPr>
            <w:tcW w:w="377" w:type="dxa"/>
            <w:gridSpan w:val="2"/>
          </w:tcPr>
          <w:p w14:paraId="7B930704" w14:textId="77777777" w:rsidR="00900772" w:rsidRPr="00F95990" w:rsidRDefault="00900772" w:rsidP="009353EF">
            <w:pPr>
              <w:jc w:val="center"/>
            </w:pPr>
          </w:p>
        </w:tc>
        <w:tc>
          <w:tcPr>
            <w:tcW w:w="983" w:type="dxa"/>
            <w:gridSpan w:val="2"/>
          </w:tcPr>
          <w:p w14:paraId="5281263A" w14:textId="77777777" w:rsidR="00900772" w:rsidRPr="00F95990" w:rsidRDefault="00900772" w:rsidP="009353EF">
            <w:pPr>
              <w:jc w:val="center"/>
            </w:pPr>
            <w:r w:rsidRPr="00F95990">
              <w:t>R</w:t>
            </w:r>
          </w:p>
        </w:tc>
        <w:tc>
          <w:tcPr>
            <w:tcW w:w="7552" w:type="dxa"/>
          </w:tcPr>
          <w:p w14:paraId="3FA46FFD" w14:textId="77777777" w:rsidR="00900772" w:rsidRPr="00F95990" w:rsidRDefault="00900772" w:rsidP="009353EF">
            <w:r w:rsidRPr="00F95990">
              <w:t>Base Requirements</w:t>
            </w:r>
          </w:p>
        </w:tc>
      </w:tr>
      <w:tr w:rsidR="00900772" w:rsidRPr="00F95990" w14:paraId="2C33DFE6" w14:textId="77777777" w:rsidTr="00582D01">
        <w:tc>
          <w:tcPr>
            <w:tcW w:w="377" w:type="dxa"/>
            <w:gridSpan w:val="2"/>
          </w:tcPr>
          <w:p w14:paraId="3310C724" w14:textId="77777777" w:rsidR="00900772" w:rsidRPr="00F95990" w:rsidRDefault="00900772" w:rsidP="009353EF">
            <w:pPr>
              <w:jc w:val="center"/>
            </w:pPr>
          </w:p>
        </w:tc>
        <w:tc>
          <w:tcPr>
            <w:tcW w:w="983" w:type="dxa"/>
            <w:gridSpan w:val="2"/>
          </w:tcPr>
          <w:p w14:paraId="25B47E9B" w14:textId="77777777" w:rsidR="00900772" w:rsidRPr="00F95990" w:rsidRDefault="00900772" w:rsidP="009353EF">
            <w:pPr>
              <w:jc w:val="center"/>
            </w:pPr>
            <w:r w:rsidRPr="00F95990">
              <w:t>R</w:t>
            </w:r>
          </w:p>
        </w:tc>
        <w:tc>
          <w:tcPr>
            <w:tcW w:w="7552" w:type="dxa"/>
          </w:tcPr>
          <w:p w14:paraId="1869C193" w14:textId="77777777" w:rsidR="00900772" w:rsidRPr="00F95990" w:rsidRDefault="00900772" w:rsidP="009353EF">
            <w:r w:rsidRPr="00F95990">
              <w:t>Supports DS-RP-A</w:t>
            </w:r>
          </w:p>
        </w:tc>
      </w:tr>
      <w:tr w:rsidR="00DE34D8" w:rsidRPr="00F95990" w14:paraId="5E376BD5"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5D213692" w14:textId="77777777" w:rsidR="00DE34D8" w:rsidRPr="00F95990" w:rsidRDefault="00DE34D8" w:rsidP="00070FE8">
            <w:pPr>
              <w:rPr>
                <w:b/>
                <w:bCs/>
              </w:rPr>
            </w:pPr>
          </w:p>
        </w:tc>
      </w:tr>
      <w:tr w:rsidR="00900772" w:rsidRPr="00F95990" w14:paraId="5C5D18DF" w14:textId="77777777" w:rsidTr="00582D01">
        <w:trPr>
          <w:cantSplit/>
        </w:trPr>
        <w:tc>
          <w:tcPr>
            <w:tcW w:w="8912" w:type="dxa"/>
            <w:gridSpan w:val="5"/>
          </w:tcPr>
          <w:p w14:paraId="0F30C0B2" w14:textId="77777777"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Modify </w:t>
            </w:r>
            <w:r w:rsidR="00012C95">
              <w:rPr>
                <w:b/>
                <w:bCs/>
              </w:rPr>
              <w:t>-</w:t>
            </w:r>
            <w:r w:rsidRPr="00F95990">
              <w:rPr>
                <w:b/>
                <w:bCs/>
              </w:rPr>
              <w:t xml:space="preserve"> A</w:t>
            </w:r>
          </w:p>
        </w:tc>
      </w:tr>
      <w:tr w:rsidR="00900772" w:rsidRPr="00F95990" w14:paraId="73D86D4C" w14:textId="77777777" w:rsidTr="00582D01">
        <w:tc>
          <w:tcPr>
            <w:tcW w:w="377" w:type="dxa"/>
            <w:gridSpan w:val="2"/>
          </w:tcPr>
          <w:p w14:paraId="7A90034B" w14:textId="77777777" w:rsidR="00900772" w:rsidRPr="00F95990" w:rsidRDefault="00900772" w:rsidP="009353EF">
            <w:pPr>
              <w:jc w:val="center"/>
            </w:pPr>
          </w:p>
        </w:tc>
        <w:tc>
          <w:tcPr>
            <w:tcW w:w="983" w:type="dxa"/>
            <w:gridSpan w:val="2"/>
          </w:tcPr>
          <w:p w14:paraId="01DB3DC0" w14:textId="77777777" w:rsidR="00900772" w:rsidRPr="00F95990" w:rsidRDefault="00900772" w:rsidP="009353EF">
            <w:pPr>
              <w:jc w:val="center"/>
            </w:pPr>
            <w:r w:rsidRPr="00F95990">
              <w:t>R</w:t>
            </w:r>
          </w:p>
        </w:tc>
        <w:tc>
          <w:tcPr>
            <w:tcW w:w="7552" w:type="dxa"/>
          </w:tcPr>
          <w:p w14:paraId="52DC98A2" w14:textId="77777777" w:rsidR="00900772" w:rsidRPr="00F95990" w:rsidRDefault="00900772" w:rsidP="009353EF">
            <w:r w:rsidRPr="00F95990">
              <w:t>Base Requirements</w:t>
            </w:r>
          </w:p>
        </w:tc>
      </w:tr>
      <w:tr w:rsidR="00900772" w:rsidRPr="00F95990" w14:paraId="598F76EC" w14:textId="77777777" w:rsidTr="00582D01">
        <w:tc>
          <w:tcPr>
            <w:tcW w:w="377" w:type="dxa"/>
            <w:gridSpan w:val="2"/>
          </w:tcPr>
          <w:p w14:paraId="50E5E369" w14:textId="77777777" w:rsidR="00900772" w:rsidRPr="00F95990" w:rsidRDefault="00900772" w:rsidP="009353EF">
            <w:pPr>
              <w:jc w:val="center"/>
            </w:pPr>
          </w:p>
        </w:tc>
        <w:tc>
          <w:tcPr>
            <w:tcW w:w="983" w:type="dxa"/>
            <w:gridSpan w:val="2"/>
          </w:tcPr>
          <w:p w14:paraId="1E521514" w14:textId="77777777" w:rsidR="00900772" w:rsidRPr="00F95990" w:rsidRDefault="00900772" w:rsidP="009353EF">
            <w:pPr>
              <w:jc w:val="center"/>
            </w:pPr>
            <w:r w:rsidRPr="00F95990">
              <w:t>R</w:t>
            </w:r>
          </w:p>
        </w:tc>
        <w:tc>
          <w:tcPr>
            <w:tcW w:w="7552" w:type="dxa"/>
          </w:tcPr>
          <w:p w14:paraId="4DFF6340" w14:textId="77777777" w:rsidR="00900772" w:rsidRPr="00F95990" w:rsidRDefault="00900772" w:rsidP="009353EF">
            <w:r w:rsidRPr="00F95990">
              <w:t>Supports DS-WP-A</w:t>
            </w:r>
          </w:p>
        </w:tc>
      </w:tr>
      <w:tr w:rsidR="00DE34D8" w:rsidRPr="00DE34D8" w14:paraId="6DE52848"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6FD2326B" w14:textId="77777777" w:rsidR="00DE34D8" w:rsidRPr="00DE34D8" w:rsidDel="00B97B8C" w:rsidRDefault="00DE34D8" w:rsidP="00DE34D8">
            <w:pPr>
              <w:ind w:left="720"/>
              <w:rPr>
                <w:szCs w:val="20"/>
              </w:rPr>
            </w:pPr>
          </w:p>
        </w:tc>
      </w:tr>
      <w:tr w:rsidR="00900772" w:rsidRPr="00F95990" w14:paraId="4812FD7B" w14:textId="77777777" w:rsidTr="00582D01">
        <w:trPr>
          <w:cantSplit/>
        </w:trPr>
        <w:tc>
          <w:tcPr>
            <w:tcW w:w="8912" w:type="dxa"/>
            <w:gridSpan w:val="5"/>
          </w:tcPr>
          <w:p w14:paraId="0B474447" w14:textId="77777777" w:rsidR="00900772" w:rsidRPr="00F95990" w:rsidRDefault="00900772" w:rsidP="0088380A">
            <w:pPr>
              <w:pStyle w:val="OptionFootnote"/>
              <w:ind w:left="0"/>
              <w:rPr>
                <w:vertAlign w:val="superscript"/>
              </w:rPr>
            </w:pPr>
            <w:r w:rsidRPr="00F95990">
              <w:rPr>
                <w:b/>
                <w:bCs/>
              </w:rPr>
              <w:t xml:space="preserve">Data Sharing </w:t>
            </w:r>
            <w:r w:rsidR="00012C95">
              <w:rPr>
                <w:b/>
                <w:bCs/>
              </w:rPr>
              <w:t>-</w:t>
            </w:r>
            <w:r w:rsidRPr="00F95990">
              <w:rPr>
                <w:b/>
                <w:bCs/>
              </w:rPr>
              <w:t xml:space="preserve"> Advanced Modify </w:t>
            </w:r>
            <w:r w:rsidR="00012C95">
              <w:rPr>
                <w:b/>
                <w:bCs/>
              </w:rPr>
              <w:t>-</w:t>
            </w:r>
            <w:r w:rsidRPr="00F95990">
              <w:rPr>
                <w:b/>
                <w:bCs/>
              </w:rPr>
              <w:t xml:space="preserve"> A</w:t>
            </w:r>
          </w:p>
        </w:tc>
      </w:tr>
      <w:tr w:rsidR="00900772" w:rsidRPr="00F95990" w14:paraId="60EE7922" w14:textId="77777777" w:rsidTr="00582D01">
        <w:tc>
          <w:tcPr>
            <w:tcW w:w="377" w:type="dxa"/>
            <w:gridSpan w:val="2"/>
          </w:tcPr>
          <w:p w14:paraId="1B933F89" w14:textId="77777777" w:rsidR="00900772" w:rsidRPr="00F95990" w:rsidRDefault="00900772" w:rsidP="009353EF">
            <w:pPr>
              <w:jc w:val="center"/>
            </w:pPr>
          </w:p>
        </w:tc>
        <w:tc>
          <w:tcPr>
            <w:tcW w:w="983" w:type="dxa"/>
            <w:gridSpan w:val="2"/>
          </w:tcPr>
          <w:p w14:paraId="7AF93B2A" w14:textId="77777777" w:rsidR="00900772" w:rsidRPr="00F95990" w:rsidRDefault="00900772" w:rsidP="009353EF">
            <w:pPr>
              <w:jc w:val="center"/>
            </w:pPr>
            <w:r w:rsidRPr="00F95990">
              <w:t>R</w:t>
            </w:r>
          </w:p>
        </w:tc>
        <w:tc>
          <w:tcPr>
            <w:tcW w:w="7552" w:type="dxa"/>
          </w:tcPr>
          <w:p w14:paraId="465FB6A4" w14:textId="77777777" w:rsidR="00900772" w:rsidRPr="00F95990" w:rsidRDefault="00900772" w:rsidP="009353EF">
            <w:r w:rsidRPr="00F95990">
              <w:t>Base Requirements</w:t>
            </w:r>
          </w:p>
        </w:tc>
      </w:tr>
      <w:tr w:rsidR="00900772" w:rsidRPr="00F95990" w14:paraId="16BEE805" w14:textId="77777777" w:rsidTr="00582D01">
        <w:tc>
          <w:tcPr>
            <w:tcW w:w="377" w:type="dxa"/>
            <w:gridSpan w:val="2"/>
          </w:tcPr>
          <w:p w14:paraId="37A9F919" w14:textId="77777777" w:rsidR="00900772" w:rsidRPr="00F95990" w:rsidRDefault="00900772" w:rsidP="009353EF">
            <w:pPr>
              <w:jc w:val="center"/>
            </w:pPr>
          </w:p>
        </w:tc>
        <w:tc>
          <w:tcPr>
            <w:tcW w:w="983" w:type="dxa"/>
            <w:gridSpan w:val="2"/>
          </w:tcPr>
          <w:p w14:paraId="0EC61591" w14:textId="77777777" w:rsidR="00900772" w:rsidRPr="00F95990" w:rsidRDefault="00900772" w:rsidP="009353EF">
            <w:pPr>
              <w:jc w:val="center"/>
            </w:pPr>
            <w:r w:rsidRPr="00F95990">
              <w:t>R</w:t>
            </w:r>
          </w:p>
        </w:tc>
        <w:tc>
          <w:tcPr>
            <w:tcW w:w="7552" w:type="dxa"/>
          </w:tcPr>
          <w:p w14:paraId="60361B37" w14:textId="77777777" w:rsidR="00900772" w:rsidRPr="00F95990" w:rsidRDefault="00900772" w:rsidP="009353EF">
            <w:r w:rsidRPr="00F95990">
              <w:t>Supports DS-WP-A</w:t>
            </w:r>
          </w:p>
        </w:tc>
      </w:tr>
      <w:tr w:rsidR="00DE34D8" w:rsidRPr="00F95990" w14:paraId="57357002"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34D7D5E5" w14:textId="77777777" w:rsidR="00DE34D8" w:rsidRPr="00F95990" w:rsidRDefault="00DE34D8" w:rsidP="00070FE8">
            <w:pPr>
              <w:rPr>
                <w:b/>
                <w:bCs/>
              </w:rPr>
            </w:pPr>
          </w:p>
        </w:tc>
      </w:tr>
      <w:tr w:rsidR="00DE34D8" w:rsidRPr="00EC5679" w14:paraId="5E5AB40C" w14:textId="77777777" w:rsidTr="00582D01">
        <w:trPr>
          <w:cantSplit/>
        </w:trPr>
        <w:tc>
          <w:tcPr>
            <w:tcW w:w="8912" w:type="dxa"/>
            <w:gridSpan w:val="5"/>
          </w:tcPr>
          <w:p w14:paraId="3816D0F2" w14:textId="77777777" w:rsidR="00DE34D8" w:rsidRPr="00EC5679" w:rsidRDefault="00C96098" w:rsidP="00C96098">
            <w:pPr>
              <w:rPr>
                <w:b/>
                <w:bCs/>
                <w:lang w:val="en-CA"/>
              </w:rPr>
            </w:pPr>
            <w:r>
              <w:rPr>
                <w:b/>
                <w:bCs/>
                <w:lang w:val="en-CA"/>
              </w:rPr>
              <w:t>Initiates</w:t>
            </w:r>
            <w:r w:rsidR="00DE34D8" w:rsidRPr="00EC5679">
              <w:rPr>
                <w:b/>
                <w:bCs/>
                <w:lang w:val="en-CA"/>
              </w:rPr>
              <w:t xml:space="preserve"> ReadRange</w:t>
            </w:r>
          </w:p>
        </w:tc>
      </w:tr>
      <w:tr w:rsidR="00DE34D8" w:rsidRPr="00EC5679" w14:paraId="01AB7B44" w14:textId="77777777" w:rsidTr="00582D01">
        <w:tc>
          <w:tcPr>
            <w:tcW w:w="377" w:type="dxa"/>
            <w:gridSpan w:val="2"/>
          </w:tcPr>
          <w:p w14:paraId="58BA0BEC" w14:textId="77777777" w:rsidR="00DE34D8" w:rsidRPr="00EC5679" w:rsidRDefault="00DE34D8" w:rsidP="00070FE8">
            <w:pPr>
              <w:jc w:val="center"/>
              <w:rPr>
                <w:lang w:val="en-CA"/>
              </w:rPr>
            </w:pPr>
          </w:p>
        </w:tc>
        <w:tc>
          <w:tcPr>
            <w:tcW w:w="983" w:type="dxa"/>
            <w:gridSpan w:val="2"/>
          </w:tcPr>
          <w:p w14:paraId="74683539" w14:textId="77777777" w:rsidR="00DE34D8" w:rsidRPr="00EC5679" w:rsidRDefault="00DE34D8" w:rsidP="00070FE8">
            <w:pPr>
              <w:jc w:val="center"/>
              <w:rPr>
                <w:lang w:val="en-CA"/>
              </w:rPr>
            </w:pPr>
            <w:r w:rsidRPr="00EC5679">
              <w:rPr>
                <w:lang w:val="en-CA"/>
              </w:rPr>
              <w:t>R</w:t>
            </w:r>
          </w:p>
        </w:tc>
        <w:tc>
          <w:tcPr>
            <w:tcW w:w="7552" w:type="dxa"/>
          </w:tcPr>
          <w:p w14:paraId="5CCEB967" w14:textId="77777777" w:rsidR="00DE34D8" w:rsidRPr="00EC5679" w:rsidRDefault="00DE34D8" w:rsidP="00070FE8">
            <w:pPr>
              <w:rPr>
                <w:lang w:val="en-CA"/>
              </w:rPr>
            </w:pPr>
            <w:r w:rsidRPr="00EC5679">
              <w:rPr>
                <w:lang w:val="en-CA"/>
              </w:rPr>
              <w:t>Base Requirements</w:t>
            </w:r>
          </w:p>
        </w:tc>
      </w:tr>
      <w:tr w:rsidR="00DE34D8" w:rsidRPr="00F95990" w14:paraId="03EEDD13"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2AA480D3" w14:textId="77777777" w:rsidR="00DE34D8" w:rsidRPr="00F95990" w:rsidRDefault="00DE34D8" w:rsidP="00070FE8">
            <w:pPr>
              <w:rPr>
                <w:b/>
                <w:bCs/>
              </w:rPr>
            </w:pPr>
          </w:p>
        </w:tc>
      </w:tr>
      <w:tr w:rsidR="00DE34D8" w:rsidRPr="00EC5679" w14:paraId="10B3C21F" w14:textId="77777777" w:rsidTr="00582D01">
        <w:trPr>
          <w:cantSplit/>
        </w:trPr>
        <w:tc>
          <w:tcPr>
            <w:tcW w:w="8912" w:type="dxa"/>
            <w:gridSpan w:val="5"/>
          </w:tcPr>
          <w:p w14:paraId="7DA3D1C7" w14:textId="77777777" w:rsidR="00DE34D8" w:rsidRPr="00EC5679" w:rsidRDefault="00C96098" w:rsidP="00C96098">
            <w:pPr>
              <w:rPr>
                <w:b/>
                <w:bCs/>
                <w:lang w:val="en-CA"/>
              </w:rPr>
            </w:pPr>
            <w:r>
              <w:rPr>
                <w:b/>
                <w:bCs/>
                <w:lang w:val="en-CA"/>
              </w:rPr>
              <w:t>Executes</w:t>
            </w:r>
            <w:r w:rsidR="00DE34D8" w:rsidRPr="00EC5679">
              <w:rPr>
                <w:b/>
                <w:bCs/>
                <w:lang w:val="en-CA"/>
              </w:rPr>
              <w:t xml:space="preserve"> ReadRange</w:t>
            </w:r>
          </w:p>
        </w:tc>
      </w:tr>
      <w:tr w:rsidR="00DE34D8" w:rsidRPr="00EC5679" w14:paraId="1B15D0B4" w14:textId="77777777" w:rsidTr="00582D01">
        <w:tc>
          <w:tcPr>
            <w:tcW w:w="377" w:type="dxa"/>
            <w:gridSpan w:val="2"/>
          </w:tcPr>
          <w:p w14:paraId="5B2AD86E" w14:textId="77777777" w:rsidR="00DE34D8" w:rsidRPr="00EC5679" w:rsidRDefault="00DE34D8" w:rsidP="00070FE8">
            <w:pPr>
              <w:jc w:val="center"/>
              <w:rPr>
                <w:lang w:val="en-CA"/>
              </w:rPr>
            </w:pPr>
          </w:p>
        </w:tc>
        <w:tc>
          <w:tcPr>
            <w:tcW w:w="983" w:type="dxa"/>
            <w:gridSpan w:val="2"/>
          </w:tcPr>
          <w:p w14:paraId="15BDE482" w14:textId="77777777" w:rsidR="00DE34D8" w:rsidRPr="00EC5679" w:rsidRDefault="00DE34D8" w:rsidP="00070FE8">
            <w:pPr>
              <w:jc w:val="center"/>
              <w:rPr>
                <w:lang w:val="en-CA"/>
              </w:rPr>
            </w:pPr>
            <w:r w:rsidRPr="00EC5679">
              <w:rPr>
                <w:lang w:val="en-CA"/>
              </w:rPr>
              <w:t>R</w:t>
            </w:r>
          </w:p>
        </w:tc>
        <w:tc>
          <w:tcPr>
            <w:tcW w:w="7552" w:type="dxa"/>
          </w:tcPr>
          <w:p w14:paraId="30F3FBF6" w14:textId="77777777" w:rsidR="00DE34D8" w:rsidRPr="00EC5679" w:rsidRDefault="00DE34D8" w:rsidP="00070FE8">
            <w:pPr>
              <w:rPr>
                <w:lang w:val="en-CA"/>
              </w:rPr>
            </w:pPr>
            <w:r w:rsidRPr="00EC5679">
              <w:rPr>
                <w:lang w:val="en-CA"/>
              </w:rPr>
              <w:t>Base Requirements</w:t>
            </w:r>
          </w:p>
        </w:tc>
      </w:tr>
      <w:tr w:rsidR="00900772" w:rsidRPr="00F95990" w14:paraId="6E95B6DD"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2EF4560B" w14:textId="77777777" w:rsidR="00900772" w:rsidRPr="00F95990" w:rsidRDefault="00900772" w:rsidP="009353EF">
            <w:pPr>
              <w:rPr>
                <w:b/>
                <w:bCs/>
              </w:rPr>
            </w:pPr>
          </w:p>
        </w:tc>
      </w:tr>
      <w:tr w:rsidR="00197D4A" w14:paraId="77A32023"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2" w:type="dxa"/>
            <w:gridSpan w:val="5"/>
            <w:tcBorders>
              <w:top w:val="single" w:sz="4" w:space="0" w:color="000000"/>
              <w:left w:val="single" w:sz="4" w:space="0" w:color="000000"/>
              <w:bottom w:val="single" w:sz="4" w:space="0" w:color="000000"/>
              <w:right w:val="single" w:sz="4" w:space="0" w:color="000000"/>
            </w:tcBorders>
            <w:shd w:val="clear" w:color="auto" w:fill="auto"/>
          </w:tcPr>
          <w:p w14:paraId="00953872" w14:textId="77777777" w:rsidR="00197D4A" w:rsidRDefault="00197D4A" w:rsidP="002849B8">
            <w:r>
              <w:rPr>
                <w:b/>
              </w:rPr>
              <w:t xml:space="preserve">Data Sharing </w:t>
            </w:r>
            <w:r w:rsidR="00012C95">
              <w:rPr>
                <w:b/>
              </w:rPr>
              <w:t>-</w:t>
            </w:r>
            <w:r>
              <w:rPr>
                <w:b/>
              </w:rPr>
              <w:t xml:space="preserve"> </w:t>
            </w:r>
            <w:r w:rsidR="002849B8">
              <w:rPr>
                <w:b/>
              </w:rPr>
              <w:t xml:space="preserve">Change Of Value </w:t>
            </w:r>
            <w:r>
              <w:rPr>
                <w:b/>
              </w:rPr>
              <w:t xml:space="preserve">Unsubscribed </w:t>
            </w:r>
            <w:r w:rsidR="00012C95">
              <w:rPr>
                <w:b/>
              </w:rPr>
              <w:t>-</w:t>
            </w:r>
            <w:r>
              <w:rPr>
                <w:b/>
              </w:rPr>
              <w:t xml:space="preserve"> A</w:t>
            </w:r>
          </w:p>
        </w:tc>
      </w:tr>
      <w:tr w:rsidR="00197D4A" w14:paraId="71512E4F"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4814DDCB" w14:textId="77777777" w:rsidR="00197D4A" w:rsidRPr="005B72AB" w:rsidRDefault="00197D4A" w:rsidP="005B72AB">
            <w:pPr>
              <w:snapToGrid w:val="0"/>
              <w:jc w:val="center"/>
              <w:rPr>
                <w:bCs/>
              </w:rPr>
            </w:pPr>
          </w:p>
        </w:tc>
        <w:tc>
          <w:tcPr>
            <w:tcW w:w="983" w:type="dxa"/>
            <w:gridSpan w:val="2"/>
            <w:tcBorders>
              <w:top w:val="single" w:sz="4" w:space="0" w:color="000000"/>
              <w:left w:val="single" w:sz="4" w:space="0" w:color="000000"/>
              <w:bottom w:val="single" w:sz="4" w:space="0" w:color="000000"/>
            </w:tcBorders>
            <w:shd w:val="clear" w:color="auto" w:fill="auto"/>
          </w:tcPr>
          <w:p w14:paraId="638D9C85" w14:textId="77777777" w:rsidR="00197D4A" w:rsidRDefault="00197D4A" w:rsidP="007714D4">
            <w:pPr>
              <w:jc w:val="center"/>
            </w:pPr>
            <w:r>
              <w:t>R</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4ABA8A1C" w14:textId="77777777" w:rsidR="00197D4A" w:rsidRDefault="00197D4A" w:rsidP="007714D4">
            <w:r>
              <w:t>Base Requirements</w:t>
            </w:r>
          </w:p>
        </w:tc>
      </w:tr>
      <w:tr w:rsidR="00197D4A" w14:paraId="4E0E4567"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shd w:val="clear" w:color="auto" w:fill="auto"/>
          </w:tcPr>
          <w:p w14:paraId="526A7A3E" w14:textId="77777777" w:rsidR="00197D4A" w:rsidRDefault="00197D4A" w:rsidP="007714D4">
            <w:pPr>
              <w:snapToGrid w:val="0"/>
              <w:jc w:val="center"/>
            </w:pPr>
          </w:p>
        </w:tc>
        <w:tc>
          <w:tcPr>
            <w:tcW w:w="983" w:type="dxa"/>
            <w:gridSpan w:val="2"/>
            <w:tcBorders>
              <w:left w:val="single" w:sz="4" w:space="0" w:color="000000"/>
              <w:bottom w:val="single" w:sz="4" w:space="0" w:color="000000"/>
            </w:tcBorders>
            <w:shd w:val="clear" w:color="auto" w:fill="auto"/>
          </w:tcPr>
          <w:p w14:paraId="59E08BF1" w14:textId="77777777" w:rsidR="00197D4A" w:rsidRDefault="00197D4A" w:rsidP="007714D4">
            <w:pPr>
              <w:jc w:val="center"/>
              <w:rPr>
                <w:lang w:eastAsia="ar-SA"/>
              </w:rPr>
            </w:pPr>
            <w:r>
              <w:t>C</w:t>
            </w:r>
            <w:r>
              <w:rPr>
                <w:vertAlign w:val="superscript"/>
              </w:rPr>
              <w:t>1</w:t>
            </w:r>
          </w:p>
        </w:tc>
        <w:tc>
          <w:tcPr>
            <w:tcW w:w="7552" w:type="dxa"/>
            <w:tcBorders>
              <w:left w:val="single" w:sz="4" w:space="0" w:color="000000"/>
              <w:bottom w:val="single" w:sz="4" w:space="0" w:color="000000"/>
              <w:right w:val="single" w:sz="4" w:space="0" w:color="000000"/>
            </w:tcBorders>
            <w:shd w:val="clear" w:color="auto" w:fill="auto"/>
          </w:tcPr>
          <w:p w14:paraId="16657A37" w14:textId="77777777" w:rsidR="00197D4A" w:rsidRDefault="00197D4A" w:rsidP="007714D4">
            <w:r>
              <w:rPr>
                <w:lang w:eastAsia="ar-SA"/>
              </w:rPr>
              <w:t>Accepts UnconfirmedCOVNotifications containing</w:t>
            </w:r>
            <w:r>
              <w:t xml:space="preserve"> NULL values</w:t>
            </w:r>
          </w:p>
        </w:tc>
      </w:tr>
      <w:tr w:rsidR="00197D4A" w14:paraId="649353F6"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14896DD1" w14:textId="77777777" w:rsidR="00197D4A" w:rsidRDefault="00197D4A" w:rsidP="007714D4">
            <w:pPr>
              <w:snapToGrid w:val="0"/>
              <w:jc w:val="center"/>
            </w:pPr>
          </w:p>
        </w:tc>
        <w:tc>
          <w:tcPr>
            <w:tcW w:w="983" w:type="dxa"/>
            <w:gridSpan w:val="2"/>
            <w:tcBorders>
              <w:top w:val="single" w:sz="4" w:space="0" w:color="000000"/>
              <w:left w:val="single" w:sz="4" w:space="0" w:color="000000"/>
              <w:bottom w:val="single" w:sz="4" w:space="0" w:color="000000"/>
            </w:tcBorders>
            <w:shd w:val="clear" w:color="auto" w:fill="auto"/>
          </w:tcPr>
          <w:p w14:paraId="7746A5E4" w14:textId="77777777" w:rsidR="00197D4A" w:rsidRDefault="00197D4A" w:rsidP="007714D4">
            <w:pPr>
              <w:jc w:val="center"/>
              <w:rPr>
                <w:lang w:eastAsia="ar-SA"/>
              </w:rPr>
            </w:pPr>
            <w:r>
              <w:t>C</w:t>
            </w:r>
            <w:r>
              <w:rPr>
                <w:vertAlign w:val="superscript"/>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6C571A28" w14:textId="77777777" w:rsidR="00197D4A" w:rsidRDefault="00197D4A" w:rsidP="007714D4">
            <w:r>
              <w:rPr>
                <w:lang w:eastAsia="ar-SA"/>
              </w:rPr>
              <w:t>Accepts UnconfirmedCOVNotifications containing</w:t>
            </w:r>
            <w:r>
              <w:t xml:space="preserve"> BOOLEAN values</w:t>
            </w:r>
          </w:p>
        </w:tc>
      </w:tr>
      <w:tr w:rsidR="00197D4A" w14:paraId="369855AF"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shd w:val="clear" w:color="auto" w:fill="auto"/>
          </w:tcPr>
          <w:p w14:paraId="0308DFB5" w14:textId="77777777" w:rsidR="00197D4A" w:rsidRDefault="00197D4A" w:rsidP="007714D4">
            <w:pPr>
              <w:snapToGrid w:val="0"/>
              <w:jc w:val="center"/>
            </w:pPr>
          </w:p>
        </w:tc>
        <w:tc>
          <w:tcPr>
            <w:tcW w:w="983" w:type="dxa"/>
            <w:gridSpan w:val="2"/>
            <w:tcBorders>
              <w:left w:val="single" w:sz="4" w:space="0" w:color="000000"/>
              <w:bottom w:val="single" w:sz="4" w:space="0" w:color="000000"/>
            </w:tcBorders>
            <w:shd w:val="clear" w:color="auto" w:fill="auto"/>
          </w:tcPr>
          <w:p w14:paraId="067AE658" w14:textId="77777777" w:rsidR="00197D4A" w:rsidRDefault="00197D4A" w:rsidP="007714D4">
            <w:pPr>
              <w:jc w:val="center"/>
              <w:rPr>
                <w:lang w:eastAsia="ar-SA"/>
              </w:rPr>
            </w:pPr>
            <w:r>
              <w:t>C</w:t>
            </w:r>
            <w:r>
              <w:rPr>
                <w:vertAlign w:val="superscript"/>
              </w:rPr>
              <w:t>1</w:t>
            </w:r>
          </w:p>
        </w:tc>
        <w:tc>
          <w:tcPr>
            <w:tcW w:w="7552" w:type="dxa"/>
            <w:tcBorders>
              <w:left w:val="single" w:sz="4" w:space="0" w:color="000000"/>
              <w:bottom w:val="single" w:sz="4" w:space="0" w:color="000000"/>
              <w:right w:val="single" w:sz="4" w:space="0" w:color="000000"/>
            </w:tcBorders>
            <w:shd w:val="clear" w:color="auto" w:fill="auto"/>
          </w:tcPr>
          <w:p w14:paraId="33E36B4E" w14:textId="77777777" w:rsidR="00197D4A" w:rsidRDefault="00197D4A" w:rsidP="007714D4">
            <w:r>
              <w:rPr>
                <w:lang w:eastAsia="ar-SA"/>
              </w:rPr>
              <w:t>Accepts UnconfirmedCOVNotifications containing</w:t>
            </w:r>
            <w:r>
              <w:t xml:space="preserve"> Enumerated values</w:t>
            </w:r>
          </w:p>
        </w:tc>
      </w:tr>
      <w:tr w:rsidR="00197D4A" w14:paraId="64912F8B"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left w:val="single" w:sz="4" w:space="0" w:color="000000"/>
              <w:bottom w:val="single" w:sz="4" w:space="0" w:color="000000"/>
            </w:tcBorders>
            <w:shd w:val="clear" w:color="auto" w:fill="auto"/>
          </w:tcPr>
          <w:p w14:paraId="0D1BFAAC" w14:textId="77777777" w:rsidR="00197D4A" w:rsidRDefault="00197D4A" w:rsidP="007714D4">
            <w:pPr>
              <w:snapToGrid w:val="0"/>
              <w:jc w:val="center"/>
            </w:pPr>
          </w:p>
        </w:tc>
        <w:tc>
          <w:tcPr>
            <w:tcW w:w="983" w:type="dxa"/>
            <w:gridSpan w:val="2"/>
            <w:tcBorders>
              <w:left w:val="single" w:sz="4" w:space="0" w:color="000000"/>
              <w:bottom w:val="single" w:sz="4" w:space="0" w:color="000000"/>
            </w:tcBorders>
            <w:shd w:val="clear" w:color="auto" w:fill="auto"/>
          </w:tcPr>
          <w:p w14:paraId="056C5D6C" w14:textId="77777777" w:rsidR="00197D4A" w:rsidRDefault="00197D4A" w:rsidP="007714D4">
            <w:pPr>
              <w:jc w:val="center"/>
              <w:rPr>
                <w:lang w:eastAsia="ar-SA"/>
              </w:rPr>
            </w:pPr>
            <w:r>
              <w:t>C</w:t>
            </w:r>
            <w:r>
              <w:rPr>
                <w:vertAlign w:val="superscript"/>
              </w:rPr>
              <w:t>1</w:t>
            </w:r>
          </w:p>
        </w:tc>
        <w:tc>
          <w:tcPr>
            <w:tcW w:w="7552" w:type="dxa"/>
            <w:tcBorders>
              <w:left w:val="single" w:sz="4" w:space="0" w:color="000000"/>
              <w:bottom w:val="single" w:sz="4" w:space="0" w:color="000000"/>
              <w:right w:val="single" w:sz="4" w:space="0" w:color="000000"/>
            </w:tcBorders>
            <w:shd w:val="clear" w:color="auto" w:fill="auto"/>
          </w:tcPr>
          <w:p w14:paraId="2948AFE8" w14:textId="75259FBE" w:rsidR="00197D4A" w:rsidRDefault="00197D4A" w:rsidP="007714D4">
            <w:r>
              <w:rPr>
                <w:lang w:eastAsia="ar-SA"/>
              </w:rPr>
              <w:t>Accepts UnconfirmedCOVNotifications containing</w:t>
            </w:r>
            <w:r>
              <w:t xml:space="preserve"> </w:t>
            </w:r>
            <w:r w:rsidR="00B43FED">
              <w:t xml:space="preserve">Integer </w:t>
            </w:r>
            <w:r>
              <w:t>values</w:t>
            </w:r>
          </w:p>
        </w:tc>
      </w:tr>
      <w:tr w:rsidR="00197D4A" w14:paraId="35CF3742"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30D9E6A7" w14:textId="77777777" w:rsidR="00197D4A" w:rsidRDefault="00197D4A" w:rsidP="007714D4">
            <w:pPr>
              <w:snapToGrid w:val="0"/>
              <w:jc w:val="center"/>
            </w:pPr>
          </w:p>
        </w:tc>
        <w:tc>
          <w:tcPr>
            <w:tcW w:w="983" w:type="dxa"/>
            <w:gridSpan w:val="2"/>
            <w:tcBorders>
              <w:top w:val="single" w:sz="4" w:space="0" w:color="000000"/>
              <w:left w:val="single" w:sz="4" w:space="0" w:color="000000"/>
              <w:bottom w:val="single" w:sz="4" w:space="0" w:color="000000"/>
            </w:tcBorders>
            <w:shd w:val="clear" w:color="auto" w:fill="auto"/>
          </w:tcPr>
          <w:p w14:paraId="32725183" w14:textId="77777777" w:rsidR="00197D4A" w:rsidRDefault="00197D4A" w:rsidP="007714D4">
            <w:pPr>
              <w:jc w:val="center"/>
              <w:rPr>
                <w:lang w:eastAsia="ar-SA"/>
              </w:rPr>
            </w:pPr>
            <w:r>
              <w:t>C</w:t>
            </w:r>
            <w:r>
              <w:rPr>
                <w:vertAlign w:val="superscript"/>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66ADD4F2" w14:textId="3F6E3209" w:rsidR="00197D4A" w:rsidRDefault="00197D4A" w:rsidP="007714D4">
            <w:r>
              <w:rPr>
                <w:lang w:eastAsia="ar-SA"/>
              </w:rPr>
              <w:t>Accepts UnconfirmedCOVNotifications containing</w:t>
            </w:r>
            <w:r>
              <w:t xml:space="preserve"> </w:t>
            </w:r>
            <w:r w:rsidR="00B43FED">
              <w:t xml:space="preserve">Unsigned </w:t>
            </w:r>
            <w:r>
              <w:t>values</w:t>
            </w:r>
          </w:p>
        </w:tc>
      </w:tr>
      <w:tr w:rsidR="00197D4A" w14:paraId="03F4F72C"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6987B5AB" w14:textId="77777777" w:rsidR="00197D4A" w:rsidRDefault="00197D4A" w:rsidP="007714D4">
            <w:pPr>
              <w:snapToGrid w:val="0"/>
              <w:jc w:val="center"/>
            </w:pPr>
          </w:p>
        </w:tc>
        <w:tc>
          <w:tcPr>
            <w:tcW w:w="983" w:type="dxa"/>
            <w:gridSpan w:val="2"/>
            <w:tcBorders>
              <w:top w:val="single" w:sz="4" w:space="0" w:color="000000"/>
              <w:left w:val="single" w:sz="4" w:space="0" w:color="000000"/>
              <w:bottom w:val="single" w:sz="4" w:space="0" w:color="000000"/>
            </w:tcBorders>
            <w:shd w:val="clear" w:color="auto" w:fill="auto"/>
          </w:tcPr>
          <w:p w14:paraId="16514108" w14:textId="77777777" w:rsidR="00197D4A" w:rsidRDefault="00197D4A" w:rsidP="007714D4">
            <w:pPr>
              <w:jc w:val="center"/>
              <w:rPr>
                <w:lang w:eastAsia="ar-SA"/>
              </w:rPr>
            </w:pPr>
            <w:r>
              <w:t>C</w:t>
            </w:r>
            <w:r>
              <w:rPr>
                <w:vertAlign w:val="superscript"/>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46389690" w14:textId="77777777" w:rsidR="00197D4A" w:rsidRDefault="00197D4A" w:rsidP="007714D4">
            <w:r>
              <w:rPr>
                <w:lang w:eastAsia="ar-SA"/>
              </w:rPr>
              <w:t>Accepts UnconfirmedCOVNotifications containing</w:t>
            </w:r>
            <w:r>
              <w:t xml:space="preserve"> </w:t>
            </w:r>
            <w:r>
              <w:rPr>
                <w:lang w:val="en-CA"/>
              </w:rPr>
              <w:t>REAL</w:t>
            </w:r>
            <w:r>
              <w:t xml:space="preserve"> values</w:t>
            </w:r>
          </w:p>
        </w:tc>
      </w:tr>
      <w:tr w:rsidR="00197D4A" w14:paraId="750876C7"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67BAF2D4" w14:textId="77777777" w:rsidR="00197D4A" w:rsidRDefault="00197D4A" w:rsidP="007714D4">
            <w:pPr>
              <w:snapToGrid w:val="0"/>
              <w:jc w:val="center"/>
            </w:pPr>
          </w:p>
        </w:tc>
        <w:tc>
          <w:tcPr>
            <w:tcW w:w="983" w:type="dxa"/>
            <w:gridSpan w:val="2"/>
            <w:tcBorders>
              <w:top w:val="single" w:sz="4" w:space="0" w:color="000000"/>
              <w:left w:val="single" w:sz="4" w:space="0" w:color="000000"/>
              <w:bottom w:val="single" w:sz="4" w:space="0" w:color="000000"/>
            </w:tcBorders>
            <w:shd w:val="clear" w:color="auto" w:fill="auto"/>
          </w:tcPr>
          <w:p w14:paraId="0A02906D" w14:textId="77777777" w:rsidR="00197D4A" w:rsidRDefault="00197D4A" w:rsidP="007714D4">
            <w:pPr>
              <w:jc w:val="center"/>
              <w:rPr>
                <w:lang w:eastAsia="ar-SA"/>
              </w:rPr>
            </w:pPr>
            <w:r>
              <w:t>C</w:t>
            </w:r>
            <w:r>
              <w:rPr>
                <w:vertAlign w:val="superscript"/>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1F6B5E2C" w14:textId="77777777" w:rsidR="00197D4A" w:rsidRDefault="00197D4A" w:rsidP="007714D4">
            <w:r>
              <w:rPr>
                <w:lang w:eastAsia="ar-SA"/>
              </w:rPr>
              <w:t>Accepts UnconfirmedCOVNotifications containing</w:t>
            </w:r>
            <w:r>
              <w:t xml:space="preserve"> Double values</w:t>
            </w:r>
          </w:p>
        </w:tc>
      </w:tr>
      <w:tr w:rsidR="00197D4A" w14:paraId="50818F1F"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60C1A45B"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shd w:val="clear" w:color="auto" w:fill="auto"/>
          </w:tcPr>
          <w:p w14:paraId="7FCB1ED5"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2E6AC12C" w14:textId="77777777" w:rsidR="00197D4A" w:rsidRDefault="00197D4A" w:rsidP="007714D4">
            <w:r>
              <w:rPr>
                <w:lang w:val="en-CA" w:eastAsia="ar-SA"/>
              </w:rPr>
              <w:t>Accepts UnconfirmedCOVNotifications containing</w:t>
            </w:r>
            <w:r>
              <w:rPr>
                <w:lang w:val="en-CA"/>
              </w:rPr>
              <w:t xml:space="preserve"> Time values</w:t>
            </w:r>
          </w:p>
        </w:tc>
      </w:tr>
      <w:tr w:rsidR="00197D4A" w14:paraId="20F42B70"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155C85CF"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shd w:val="clear" w:color="auto" w:fill="auto"/>
          </w:tcPr>
          <w:p w14:paraId="19861F1B"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49641E88" w14:textId="77777777" w:rsidR="00197D4A" w:rsidRDefault="00197D4A" w:rsidP="007714D4">
            <w:r>
              <w:rPr>
                <w:lang w:val="en-CA" w:eastAsia="ar-SA"/>
              </w:rPr>
              <w:t>Accepts UnconfirmedCOVNotifications containing</w:t>
            </w:r>
            <w:r>
              <w:rPr>
                <w:lang w:val="en-CA"/>
              </w:rPr>
              <w:t xml:space="preserve"> Date values</w:t>
            </w:r>
          </w:p>
        </w:tc>
      </w:tr>
      <w:tr w:rsidR="00197D4A" w14:paraId="75D63650"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52332DF8"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shd w:val="clear" w:color="auto" w:fill="auto"/>
          </w:tcPr>
          <w:p w14:paraId="10776B79"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5062B568" w14:textId="77777777" w:rsidR="00197D4A" w:rsidRDefault="00197D4A" w:rsidP="007714D4">
            <w:r>
              <w:rPr>
                <w:lang w:val="en-CA" w:eastAsia="ar-SA"/>
              </w:rPr>
              <w:t>Accepts UnconfirmedCOVNotifications containing</w:t>
            </w:r>
            <w:r>
              <w:rPr>
                <w:lang w:val="en-CA"/>
              </w:rPr>
              <w:t xml:space="preserve"> DateTime values</w:t>
            </w:r>
          </w:p>
        </w:tc>
      </w:tr>
      <w:tr w:rsidR="00197D4A" w14:paraId="216EBD55"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35EE8B9B"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shd w:val="clear" w:color="auto" w:fill="auto"/>
          </w:tcPr>
          <w:p w14:paraId="1B6E8C8E"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7B12F5DB" w14:textId="77777777" w:rsidR="00197D4A" w:rsidRDefault="00197D4A" w:rsidP="007714D4">
            <w:r>
              <w:rPr>
                <w:lang w:val="en-CA" w:eastAsia="ar-SA"/>
              </w:rPr>
              <w:t>Accepts UnconfirmedCOVNotifications containing</w:t>
            </w:r>
            <w:r>
              <w:rPr>
                <w:lang w:val="en-CA"/>
              </w:rPr>
              <w:t xml:space="preserve"> Octet String values</w:t>
            </w:r>
          </w:p>
        </w:tc>
      </w:tr>
      <w:tr w:rsidR="00197D4A" w14:paraId="20168992"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30623993"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shd w:val="clear" w:color="auto" w:fill="auto"/>
          </w:tcPr>
          <w:p w14:paraId="4347921F"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2BBD814F" w14:textId="77777777" w:rsidR="00197D4A" w:rsidRDefault="00197D4A" w:rsidP="007714D4">
            <w:r>
              <w:rPr>
                <w:lang w:val="en-CA" w:eastAsia="ar-SA"/>
              </w:rPr>
              <w:t>Accepts UnconfirmedCOVNotifications containing</w:t>
            </w:r>
            <w:r>
              <w:rPr>
                <w:lang w:val="en-CA"/>
              </w:rPr>
              <w:t xml:space="preserve"> Bit String values</w:t>
            </w:r>
          </w:p>
        </w:tc>
      </w:tr>
      <w:tr w:rsidR="00197D4A" w14:paraId="6CA3CBCD"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1BA85FA9"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shd w:val="clear" w:color="auto" w:fill="auto"/>
          </w:tcPr>
          <w:p w14:paraId="256AA406"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0723348D" w14:textId="77777777" w:rsidR="00197D4A" w:rsidRDefault="00197D4A" w:rsidP="007714D4">
            <w:r>
              <w:rPr>
                <w:lang w:val="en-CA" w:eastAsia="ar-SA"/>
              </w:rPr>
              <w:t>Accepts UnconfirmedCOVNotifications containing</w:t>
            </w:r>
            <w:r>
              <w:rPr>
                <w:lang w:val="en-CA"/>
              </w:rPr>
              <w:t xml:space="preserve"> Character String values</w:t>
            </w:r>
          </w:p>
        </w:tc>
      </w:tr>
      <w:tr w:rsidR="00197D4A" w14:paraId="71AB0ED1"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62CE7BB8"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shd w:val="clear" w:color="auto" w:fill="auto"/>
          </w:tcPr>
          <w:p w14:paraId="266D329D"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463B72AC" w14:textId="77777777" w:rsidR="00197D4A" w:rsidRDefault="00197D4A" w:rsidP="00AB721E">
            <w:r>
              <w:rPr>
                <w:lang w:val="en-CA" w:eastAsia="ar-SA"/>
              </w:rPr>
              <w:t>Accepts UnconfirmedCOVNotifications containing</w:t>
            </w:r>
            <w:r>
              <w:rPr>
                <w:lang w:val="en-CA"/>
              </w:rPr>
              <w:t xml:space="preserve"> </w:t>
            </w:r>
            <w:r w:rsidR="00AB721E">
              <w:rPr>
                <w:lang w:val="en-CA"/>
              </w:rPr>
              <w:t>BACnet</w:t>
            </w:r>
            <w:r>
              <w:rPr>
                <w:lang w:val="en-CA"/>
              </w:rPr>
              <w:t>ObjectIdentifier values</w:t>
            </w:r>
          </w:p>
        </w:tc>
      </w:tr>
      <w:tr w:rsidR="00197D4A" w14:paraId="643E6F61"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77" w:type="dxa"/>
            <w:gridSpan w:val="2"/>
            <w:tcBorders>
              <w:top w:val="single" w:sz="4" w:space="0" w:color="000000"/>
              <w:left w:val="single" w:sz="4" w:space="0" w:color="000000"/>
              <w:bottom w:val="single" w:sz="4" w:space="0" w:color="000000"/>
            </w:tcBorders>
            <w:shd w:val="clear" w:color="auto" w:fill="auto"/>
          </w:tcPr>
          <w:p w14:paraId="4A645C10" w14:textId="77777777" w:rsidR="00197D4A" w:rsidRDefault="00197D4A" w:rsidP="007714D4">
            <w:pPr>
              <w:snapToGrid w:val="0"/>
              <w:jc w:val="center"/>
              <w:rPr>
                <w:lang w:val="en-CA"/>
              </w:rPr>
            </w:pPr>
          </w:p>
        </w:tc>
        <w:tc>
          <w:tcPr>
            <w:tcW w:w="983" w:type="dxa"/>
            <w:gridSpan w:val="2"/>
            <w:tcBorders>
              <w:top w:val="single" w:sz="4" w:space="0" w:color="000000"/>
              <w:left w:val="single" w:sz="4" w:space="0" w:color="000000"/>
              <w:bottom w:val="single" w:sz="4" w:space="0" w:color="000000"/>
            </w:tcBorders>
            <w:shd w:val="clear" w:color="auto" w:fill="auto"/>
          </w:tcPr>
          <w:p w14:paraId="072CC0A3" w14:textId="77777777" w:rsidR="00197D4A" w:rsidRDefault="00197D4A" w:rsidP="007714D4">
            <w:pPr>
              <w:jc w:val="center"/>
              <w:rPr>
                <w:lang w:val="en-CA" w:eastAsia="ar-SA"/>
              </w:rPr>
            </w:pPr>
            <w:r>
              <w:rPr>
                <w:lang w:val="en-CA"/>
              </w:rPr>
              <w:t>C</w:t>
            </w:r>
            <w:r>
              <w:rPr>
                <w:vertAlign w:val="superscript"/>
                <w:lang w:val="en-CA"/>
              </w:rPr>
              <w:t>1</w:t>
            </w:r>
          </w:p>
        </w:tc>
        <w:tc>
          <w:tcPr>
            <w:tcW w:w="7552" w:type="dxa"/>
            <w:tcBorders>
              <w:top w:val="single" w:sz="4" w:space="0" w:color="000000"/>
              <w:left w:val="single" w:sz="4" w:space="0" w:color="000000"/>
              <w:bottom w:val="single" w:sz="4" w:space="0" w:color="000000"/>
              <w:right w:val="single" w:sz="4" w:space="0" w:color="000000"/>
            </w:tcBorders>
            <w:shd w:val="clear" w:color="auto" w:fill="auto"/>
          </w:tcPr>
          <w:p w14:paraId="5AE6D321" w14:textId="77777777" w:rsidR="00197D4A" w:rsidRDefault="00197D4A" w:rsidP="007714D4">
            <w:r>
              <w:rPr>
                <w:lang w:val="en-CA" w:eastAsia="ar-SA"/>
              </w:rPr>
              <w:t>Accepts UnconfirmedCOVNotifications containing</w:t>
            </w:r>
            <w:r>
              <w:rPr>
                <w:lang w:val="en-CA"/>
              </w:rPr>
              <w:t xml:space="preserve"> Constructed values</w:t>
            </w:r>
          </w:p>
        </w:tc>
      </w:tr>
      <w:tr w:rsidR="00197D4A" w14:paraId="2528325C"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912" w:type="dxa"/>
            <w:gridSpan w:val="5"/>
            <w:tcBorders>
              <w:left w:val="single" w:sz="4" w:space="0" w:color="000000"/>
              <w:bottom w:val="single" w:sz="4" w:space="0" w:color="000000"/>
              <w:right w:val="single" w:sz="4" w:space="0" w:color="000000"/>
            </w:tcBorders>
            <w:shd w:val="clear" w:color="auto" w:fill="auto"/>
          </w:tcPr>
          <w:p w14:paraId="4A43C6A3" w14:textId="77777777" w:rsidR="00197D4A" w:rsidRDefault="00197D4A" w:rsidP="007714D4">
            <w:pPr>
              <w:snapToGrid w:val="0"/>
              <w:ind w:left="720"/>
            </w:pPr>
            <w:r>
              <w:rPr>
                <w:b/>
                <w:vertAlign w:val="superscript"/>
              </w:rPr>
              <w:t xml:space="preserve">1 </w:t>
            </w:r>
            <w:r>
              <w:t>At least one of these options is required in order to claim conformance to this BIBB.</w:t>
            </w:r>
          </w:p>
        </w:tc>
      </w:tr>
      <w:tr w:rsidR="00D44DAD" w:rsidRPr="00F95990" w14:paraId="0B1CA6CE"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tcPr>
          <w:p w14:paraId="1220B06B" w14:textId="77777777" w:rsidR="00D44DAD" w:rsidRPr="00D44DAD" w:rsidRDefault="00D44DAD" w:rsidP="002849B8">
            <w:pPr>
              <w:rPr>
                <w:b/>
                <w:bCs/>
              </w:rPr>
            </w:pPr>
            <w:r w:rsidRPr="00D44DAD">
              <w:rPr>
                <w:b/>
                <w:bCs/>
              </w:rPr>
              <w:t xml:space="preserve">Data Sharing </w:t>
            </w:r>
            <w:r w:rsidR="00012C95">
              <w:rPr>
                <w:b/>
                <w:bCs/>
              </w:rPr>
              <w:t>-</w:t>
            </w:r>
            <w:r w:rsidRPr="00D44DAD">
              <w:rPr>
                <w:b/>
                <w:bCs/>
              </w:rPr>
              <w:t xml:space="preserve"> </w:t>
            </w:r>
            <w:r w:rsidR="002849B8">
              <w:rPr>
                <w:b/>
                <w:bCs/>
              </w:rPr>
              <w:t xml:space="preserve">Change Of Value </w:t>
            </w:r>
            <w:r>
              <w:rPr>
                <w:b/>
                <w:bCs/>
              </w:rPr>
              <w:t>Unsubscribed</w:t>
            </w:r>
            <w:r w:rsidRPr="00D44DAD">
              <w:rPr>
                <w:b/>
                <w:bCs/>
              </w:rPr>
              <w:t xml:space="preserve"> </w:t>
            </w:r>
            <w:r w:rsidR="00012C95">
              <w:rPr>
                <w:b/>
                <w:bCs/>
              </w:rPr>
              <w:t>-</w:t>
            </w:r>
            <w:r w:rsidRPr="00D44DAD">
              <w:rPr>
                <w:b/>
                <w:bCs/>
              </w:rPr>
              <w:t xml:space="preserve"> </w:t>
            </w:r>
            <w:r>
              <w:rPr>
                <w:b/>
                <w:bCs/>
              </w:rPr>
              <w:t>B</w:t>
            </w:r>
          </w:p>
        </w:tc>
      </w:tr>
      <w:tr w:rsidR="00D44DAD" w:rsidRPr="00F95990" w14:paraId="6136910D" w14:textId="77777777" w:rsidTr="00582D01">
        <w:tc>
          <w:tcPr>
            <w:tcW w:w="377" w:type="dxa"/>
            <w:gridSpan w:val="2"/>
          </w:tcPr>
          <w:p w14:paraId="6537ED92" w14:textId="77777777" w:rsidR="00D44DAD" w:rsidRPr="00F95990" w:rsidRDefault="00D44DAD" w:rsidP="00893C2A">
            <w:pPr>
              <w:jc w:val="center"/>
            </w:pPr>
          </w:p>
        </w:tc>
        <w:tc>
          <w:tcPr>
            <w:tcW w:w="983" w:type="dxa"/>
            <w:gridSpan w:val="2"/>
          </w:tcPr>
          <w:p w14:paraId="2DA1F7D8" w14:textId="77777777" w:rsidR="00D44DAD" w:rsidRPr="00F95990" w:rsidRDefault="00D44DAD" w:rsidP="00893C2A">
            <w:pPr>
              <w:jc w:val="center"/>
            </w:pPr>
            <w:r w:rsidRPr="00F95990">
              <w:t>R</w:t>
            </w:r>
          </w:p>
        </w:tc>
        <w:tc>
          <w:tcPr>
            <w:tcW w:w="7552" w:type="dxa"/>
          </w:tcPr>
          <w:p w14:paraId="39ADF256" w14:textId="77777777" w:rsidR="00D44DAD" w:rsidRPr="00F95990" w:rsidRDefault="00D44DAD" w:rsidP="00893C2A">
            <w:r w:rsidRPr="00F95990">
              <w:t>Base Requirements</w:t>
            </w:r>
          </w:p>
        </w:tc>
      </w:tr>
      <w:tr w:rsidR="00D44DAD" w:rsidRPr="00F95990" w14:paraId="6FE5A181" w14:textId="77777777" w:rsidTr="00582D01">
        <w:tc>
          <w:tcPr>
            <w:tcW w:w="8912" w:type="dxa"/>
            <w:gridSpan w:val="5"/>
          </w:tcPr>
          <w:p w14:paraId="05678854" w14:textId="77777777" w:rsidR="00D44DAD" w:rsidRPr="00F95990" w:rsidRDefault="00D44DAD" w:rsidP="00893C2A"/>
        </w:tc>
      </w:tr>
      <w:tr w:rsidR="00050CFC" w:rsidRPr="0006703A" w14:paraId="4394D382"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771CB65" w14:textId="77777777" w:rsidR="00050CFC" w:rsidRPr="00EB48A7" w:rsidRDefault="00050CFC" w:rsidP="002849B8">
            <w:pPr>
              <w:rPr>
                <w:b/>
              </w:rPr>
            </w:pPr>
            <w:bookmarkStart w:id="3" w:name="_Hlk62119630"/>
            <w:r w:rsidRPr="00EB48A7">
              <w:rPr>
                <w:b/>
              </w:rPr>
              <w:t xml:space="preserve">Data Sharing </w:t>
            </w:r>
            <w:r w:rsidR="00012C95">
              <w:rPr>
                <w:b/>
              </w:rPr>
              <w:t>-</w:t>
            </w:r>
            <w:r w:rsidRPr="00EB48A7">
              <w:rPr>
                <w:b/>
              </w:rPr>
              <w:t xml:space="preserve"> </w:t>
            </w:r>
            <w:r w:rsidR="002849B8">
              <w:rPr>
                <w:b/>
              </w:rPr>
              <w:t>Change Of Value Property</w:t>
            </w:r>
            <w:r w:rsidR="002849B8" w:rsidRPr="00EB48A7">
              <w:rPr>
                <w:b/>
              </w:rPr>
              <w:t xml:space="preserve"> </w:t>
            </w:r>
            <w:r w:rsidR="00012C95">
              <w:rPr>
                <w:b/>
              </w:rPr>
              <w:t>-</w:t>
            </w:r>
            <w:r w:rsidRPr="00EB48A7">
              <w:rPr>
                <w:b/>
              </w:rPr>
              <w:t xml:space="preserve"> A</w:t>
            </w:r>
          </w:p>
        </w:tc>
      </w:tr>
      <w:tr w:rsidR="00050CFC" w:rsidRPr="0006703A" w14:paraId="624256CE" w14:textId="77777777" w:rsidTr="00582D01">
        <w:tc>
          <w:tcPr>
            <w:tcW w:w="377" w:type="dxa"/>
            <w:gridSpan w:val="2"/>
          </w:tcPr>
          <w:p w14:paraId="3F82F8B2" w14:textId="77777777" w:rsidR="00050CFC" w:rsidRPr="0006703A" w:rsidRDefault="00050CFC" w:rsidP="007714D4">
            <w:pPr>
              <w:jc w:val="center"/>
            </w:pPr>
          </w:p>
        </w:tc>
        <w:tc>
          <w:tcPr>
            <w:tcW w:w="983" w:type="dxa"/>
            <w:gridSpan w:val="2"/>
          </w:tcPr>
          <w:p w14:paraId="1E8B8FAB" w14:textId="77777777" w:rsidR="00050CFC" w:rsidRPr="0006703A" w:rsidRDefault="00050CFC" w:rsidP="007714D4">
            <w:pPr>
              <w:jc w:val="center"/>
            </w:pPr>
            <w:r w:rsidRPr="0006703A">
              <w:t>R</w:t>
            </w:r>
          </w:p>
        </w:tc>
        <w:tc>
          <w:tcPr>
            <w:tcW w:w="7552" w:type="dxa"/>
          </w:tcPr>
          <w:p w14:paraId="6B136624" w14:textId="77777777" w:rsidR="00050CFC" w:rsidRPr="0006703A" w:rsidRDefault="00050CFC" w:rsidP="007714D4">
            <w:r w:rsidRPr="0006703A">
              <w:t>Base Requirements</w:t>
            </w:r>
          </w:p>
        </w:tc>
      </w:tr>
      <w:tr w:rsidR="00050CFC" w:rsidRPr="0006703A" w14:paraId="0E830478" w14:textId="77777777" w:rsidTr="00582D01">
        <w:tc>
          <w:tcPr>
            <w:tcW w:w="377" w:type="dxa"/>
            <w:gridSpan w:val="2"/>
          </w:tcPr>
          <w:p w14:paraId="2609140C" w14:textId="77777777" w:rsidR="00050CFC" w:rsidRPr="0006703A" w:rsidRDefault="00050CFC" w:rsidP="007714D4">
            <w:pPr>
              <w:jc w:val="center"/>
            </w:pPr>
          </w:p>
        </w:tc>
        <w:tc>
          <w:tcPr>
            <w:tcW w:w="983" w:type="dxa"/>
            <w:gridSpan w:val="2"/>
          </w:tcPr>
          <w:p w14:paraId="4552E9D3" w14:textId="77777777" w:rsidR="00050CFC" w:rsidRPr="0006703A" w:rsidRDefault="00050CFC" w:rsidP="007714D4">
            <w:pPr>
              <w:jc w:val="center"/>
            </w:pPr>
            <w:r w:rsidRPr="0006703A">
              <w:t>R</w:t>
            </w:r>
          </w:p>
        </w:tc>
        <w:tc>
          <w:tcPr>
            <w:tcW w:w="7552" w:type="dxa"/>
          </w:tcPr>
          <w:p w14:paraId="18E118D9" w14:textId="77777777" w:rsidR="00050CFC" w:rsidRPr="0006703A" w:rsidRDefault="00050CFC" w:rsidP="007714D4">
            <w:r w:rsidRPr="0006703A">
              <w:t>Subscribes with lifetimes up to 8 hours in duration</w:t>
            </w:r>
          </w:p>
        </w:tc>
      </w:tr>
      <w:tr w:rsidR="00050CFC" w:rsidRPr="0006703A" w14:paraId="384C9674" w14:textId="77777777" w:rsidTr="00582D01">
        <w:tc>
          <w:tcPr>
            <w:tcW w:w="377" w:type="dxa"/>
            <w:gridSpan w:val="2"/>
          </w:tcPr>
          <w:p w14:paraId="534F1595" w14:textId="77777777" w:rsidR="00050CFC" w:rsidRPr="0006703A" w:rsidRDefault="00050CFC" w:rsidP="007714D4">
            <w:pPr>
              <w:jc w:val="center"/>
            </w:pPr>
          </w:p>
        </w:tc>
        <w:tc>
          <w:tcPr>
            <w:tcW w:w="983" w:type="dxa"/>
            <w:gridSpan w:val="2"/>
          </w:tcPr>
          <w:p w14:paraId="1BFBD27E" w14:textId="77777777" w:rsidR="00050CFC" w:rsidRPr="0006703A" w:rsidRDefault="00050CFC" w:rsidP="007714D4">
            <w:pPr>
              <w:jc w:val="center"/>
            </w:pPr>
            <w:r w:rsidRPr="0006703A">
              <w:t>C</w:t>
            </w:r>
            <w:r w:rsidRPr="0006703A">
              <w:rPr>
                <w:vertAlign w:val="superscript"/>
              </w:rPr>
              <w:t>1</w:t>
            </w:r>
          </w:p>
        </w:tc>
        <w:tc>
          <w:tcPr>
            <w:tcW w:w="7552" w:type="dxa"/>
          </w:tcPr>
          <w:p w14:paraId="26C6EBB0" w14:textId="77777777" w:rsidR="00050CFC" w:rsidRPr="0006703A" w:rsidRDefault="00050CFC" w:rsidP="007714D4">
            <w:r w:rsidRPr="0006703A">
              <w:t>Can subscribe for confirmed notifications</w:t>
            </w:r>
          </w:p>
        </w:tc>
      </w:tr>
      <w:tr w:rsidR="00050CFC" w:rsidRPr="0006703A" w14:paraId="3F40C577" w14:textId="77777777" w:rsidTr="00582D01">
        <w:tc>
          <w:tcPr>
            <w:tcW w:w="377" w:type="dxa"/>
            <w:gridSpan w:val="2"/>
          </w:tcPr>
          <w:p w14:paraId="6D34BFF9" w14:textId="77777777" w:rsidR="00050CFC" w:rsidRPr="0006703A" w:rsidRDefault="00050CFC" w:rsidP="007714D4">
            <w:pPr>
              <w:jc w:val="center"/>
            </w:pPr>
          </w:p>
        </w:tc>
        <w:tc>
          <w:tcPr>
            <w:tcW w:w="983" w:type="dxa"/>
            <w:gridSpan w:val="2"/>
          </w:tcPr>
          <w:p w14:paraId="1BB59983" w14:textId="77777777" w:rsidR="00050CFC" w:rsidRPr="0006703A" w:rsidRDefault="00050CFC" w:rsidP="007714D4">
            <w:pPr>
              <w:jc w:val="center"/>
            </w:pPr>
            <w:r w:rsidRPr="0006703A">
              <w:t>C</w:t>
            </w:r>
            <w:r w:rsidRPr="0006703A">
              <w:rPr>
                <w:vertAlign w:val="superscript"/>
              </w:rPr>
              <w:t>1</w:t>
            </w:r>
          </w:p>
        </w:tc>
        <w:tc>
          <w:tcPr>
            <w:tcW w:w="7552" w:type="dxa"/>
          </w:tcPr>
          <w:p w14:paraId="20CEF95A" w14:textId="77777777" w:rsidR="00050CFC" w:rsidRPr="0006703A" w:rsidRDefault="00050CFC" w:rsidP="007714D4">
            <w:r w:rsidRPr="0006703A">
              <w:t>Can subscribe for unconfirmed notifications</w:t>
            </w:r>
          </w:p>
        </w:tc>
      </w:tr>
      <w:tr w:rsidR="00050CFC" w:rsidRPr="00F95990" w14:paraId="4ADA73BB" w14:textId="77777777" w:rsidTr="00582D01">
        <w:tc>
          <w:tcPr>
            <w:tcW w:w="377" w:type="dxa"/>
            <w:gridSpan w:val="2"/>
          </w:tcPr>
          <w:p w14:paraId="32E442EB" w14:textId="77777777" w:rsidR="00050CFC" w:rsidRPr="00F95990" w:rsidRDefault="00050CFC" w:rsidP="007714D4">
            <w:pPr>
              <w:jc w:val="center"/>
            </w:pPr>
          </w:p>
        </w:tc>
        <w:tc>
          <w:tcPr>
            <w:tcW w:w="983" w:type="dxa"/>
            <w:gridSpan w:val="2"/>
          </w:tcPr>
          <w:p w14:paraId="79E7FF4B" w14:textId="77777777" w:rsidR="00050CFC" w:rsidRPr="00F95990" w:rsidRDefault="00050CFC" w:rsidP="007714D4">
            <w:pPr>
              <w:jc w:val="center"/>
              <w:rPr>
                <w:vertAlign w:val="superscript"/>
              </w:rPr>
            </w:pPr>
            <w:r w:rsidRPr="00F95990">
              <w:t>C</w:t>
            </w:r>
            <w:r>
              <w:rPr>
                <w:vertAlign w:val="superscript"/>
              </w:rPr>
              <w:t>2</w:t>
            </w:r>
          </w:p>
        </w:tc>
        <w:tc>
          <w:tcPr>
            <w:tcW w:w="7552" w:type="dxa"/>
          </w:tcPr>
          <w:p w14:paraId="5439DCDA" w14:textId="77777777" w:rsidR="00050CFC" w:rsidRPr="00F95990" w:rsidRDefault="00050CFC" w:rsidP="007714D4">
            <w:r w:rsidRPr="00F95990">
              <w:t xml:space="preserve">Can </w:t>
            </w:r>
            <w:r>
              <w:t>subscribe</w:t>
            </w:r>
            <w:r w:rsidRPr="00F95990">
              <w:t xml:space="preserve"> </w:t>
            </w:r>
            <w:r>
              <w:t xml:space="preserve">to </w:t>
            </w:r>
            <w:r w:rsidRPr="00F95990">
              <w:t>non-array properties</w:t>
            </w:r>
          </w:p>
        </w:tc>
      </w:tr>
      <w:tr w:rsidR="00050CFC" w:rsidRPr="00F95990" w14:paraId="0C637F55" w14:textId="77777777" w:rsidTr="00582D01">
        <w:tc>
          <w:tcPr>
            <w:tcW w:w="377" w:type="dxa"/>
            <w:gridSpan w:val="2"/>
          </w:tcPr>
          <w:p w14:paraId="3996B349" w14:textId="77777777" w:rsidR="00050CFC" w:rsidRPr="00F95990" w:rsidRDefault="00050CFC" w:rsidP="007714D4">
            <w:pPr>
              <w:jc w:val="center"/>
            </w:pPr>
          </w:p>
        </w:tc>
        <w:tc>
          <w:tcPr>
            <w:tcW w:w="983" w:type="dxa"/>
            <w:gridSpan w:val="2"/>
          </w:tcPr>
          <w:p w14:paraId="6568D601" w14:textId="77777777" w:rsidR="00050CFC" w:rsidRPr="00F95990" w:rsidRDefault="00050CFC" w:rsidP="007714D4">
            <w:pPr>
              <w:jc w:val="center"/>
              <w:rPr>
                <w:vertAlign w:val="superscript"/>
              </w:rPr>
            </w:pPr>
            <w:r w:rsidRPr="00F95990">
              <w:t>C</w:t>
            </w:r>
            <w:r>
              <w:rPr>
                <w:vertAlign w:val="superscript"/>
              </w:rPr>
              <w:t>2</w:t>
            </w:r>
          </w:p>
        </w:tc>
        <w:tc>
          <w:tcPr>
            <w:tcW w:w="7552" w:type="dxa"/>
          </w:tcPr>
          <w:p w14:paraId="01E6C014" w14:textId="77777777" w:rsidR="00050CFC" w:rsidRPr="00F95990" w:rsidRDefault="00050CFC" w:rsidP="007714D4">
            <w:r w:rsidRPr="00F95990">
              <w:t xml:space="preserve">Can </w:t>
            </w:r>
            <w:r>
              <w:t>subscribe</w:t>
            </w:r>
            <w:r w:rsidRPr="00F95990">
              <w:t xml:space="preserve"> </w:t>
            </w:r>
            <w:r>
              <w:t xml:space="preserve">to </w:t>
            </w:r>
            <w:r w:rsidRPr="00F95990">
              <w:t>array elements</w:t>
            </w:r>
          </w:p>
        </w:tc>
      </w:tr>
      <w:tr w:rsidR="00050CFC" w:rsidRPr="00F95990" w14:paraId="51A3DF0D" w14:textId="77777777" w:rsidTr="00582D01">
        <w:tc>
          <w:tcPr>
            <w:tcW w:w="377" w:type="dxa"/>
            <w:gridSpan w:val="2"/>
          </w:tcPr>
          <w:p w14:paraId="60189EF8" w14:textId="77777777" w:rsidR="00050CFC" w:rsidRPr="00F95990" w:rsidRDefault="00050CFC" w:rsidP="007714D4">
            <w:pPr>
              <w:jc w:val="center"/>
            </w:pPr>
          </w:p>
        </w:tc>
        <w:tc>
          <w:tcPr>
            <w:tcW w:w="983" w:type="dxa"/>
            <w:gridSpan w:val="2"/>
          </w:tcPr>
          <w:p w14:paraId="2B977EAE" w14:textId="77777777" w:rsidR="00050CFC" w:rsidRPr="00F95990" w:rsidRDefault="00050CFC" w:rsidP="007714D4">
            <w:pPr>
              <w:jc w:val="center"/>
              <w:rPr>
                <w:vertAlign w:val="superscript"/>
              </w:rPr>
            </w:pPr>
            <w:r w:rsidRPr="00F95990">
              <w:t>C</w:t>
            </w:r>
            <w:r>
              <w:rPr>
                <w:vertAlign w:val="superscript"/>
              </w:rPr>
              <w:t>2</w:t>
            </w:r>
          </w:p>
        </w:tc>
        <w:tc>
          <w:tcPr>
            <w:tcW w:w="7552" w:type="dxa"/>
          </w:tcPr>
          <w:p w14:paraId="6DE3A7A9" w14:textId="77777777" w:rsidR="00050CFC" w:rsidRPr="00893C2A" w:rsidRDefault="00050CFC" w:rsidP="007714D4">
            <w:pPr>
              <w:pStyle w:val="Header"/>
              <w:tabs>
                <w:tab w:val="clear" w:pos="4320"/>
                <w:tab w:val="clear" w:pos="8640"/>
              </w:tabs>
            </w:pPr>
            <w:r w:rsidRPr="00893C2A">
              <w:t xml:space="preserve">Can </w:t>
            </w:r>
            <w:r>
              <w:t>subscribe</w:t>
            </w:r>
            <w:r w:rsidRPr="00893C2A">
              <w:t xml:space="preserve"> </w:t>
            </w:r>
            <w:r>
              <w:t xml:space="preserve">to </w:t>
            </w:r>
            <w:r w:rsidRPr="00893C2A">
              <w:t>the size of an array</w:t>
            </w:r>
          </w:p>
        </w:tc>
      </w:tr>
      <w:tr w:rsidR="00050CFC" w:rsidRPr="00F95990" w14:paraId="5A5D2AAA" w14:textId="77777777" w:rsidTr="00582D01">
        <w:tc>
          <w:tcPr>
            <w:tcW w:w="377" w:type="dxa"/>
            <w:gridSpan w:val="2"/>
          </w:tcPr>
          <w:p w14:paraId="16B0DBDA" w14:textId="77777777" w:rsidR="00050CFC" w:rsidRPr="00F95990" w:rsidRDefault="00050CFC" w:rsidP="007714D4">
            <w:pPr>
              <w:jc w:val="center"/>
            </w:pPr>
          </w:p>
        </w:tc>
        <w:tc>
          <w:tcPr>
            <w:tcW w:w="983" w:type="dxa"/>
            <w:gridSpan w:val="2"/>
          </w:tcPr>
          <w:p w14:paraId="19EF03C7" w14:textId="77777777" w:rsidR="00050CFC" w:rsidRPr="00F95990" w:rsidRDefault="00050CFC" w:rsidP="007714D4">
            <w:pPr>
              <w:jc w:val="center"/>
              <w:rPr>
                <w:vertAlign w:val="superscript"/>
              </w:rPr>
            </w:pPr>
            <w:r w:rsidRPr="00F95990">
              <w:t>C</w:t>
            </w:r>
            <w:r>
              <w:rPr>
                <w:vertAlign w:val="superscript"/>
              </w:rPr>
              <w:t>2</w:t>
            </w:r>
          </w:p>
        </w:tc>
        <w:tc>
          <w:tcPr>
            <w:tcW w:w="7552" w:type="dxa"/>
          </w:tcPr>
          <w:p w14:paraId="0170AB02" w14:textId="77777777" w:rsidR="00050CFC" w:rsidRPr="00F95990" w:rsidRDefault="00050CFC" w:rsidP="007714D4">
            <w:r w:rsidRPr="00F95990">
              <w:t xml:space="preserve">Can </w:t>
            </w:r>
            <w:r>
              <w:t>subscribe</w:t>
            </w:r>
            <w:r w:rsidRPr="00F95990">
              <w:t xml:space="preserve"> </w:t>
            </w:r>
            <w:r>
              <w:t xml:space="preserve">to </w:t>
            </w:r>
            <w:r w:rsidRPr="00F95990">
              <w:t>whole arrays</w:t>
            </w:r>
          </w:p>
        </w:tc>
      </w:tr>
      <w:tr w:rsidR="00050CFC" w:rsidRPr="00F95990" w14:paraId="1C9EB4E2" w14:textId="77777777" w:rsidTr="00582D01">
        <w:tc>
          <w:tcPr>
            <w:tcW w:w="377" w:type="dxa"/>
            <w:gridSpan w:val="2"/>
          </w:tcPr>
          <w:p w14:paraId="433AABC7" w14:textId="77777777" w:rsidR="00050CFC" w:rsidRPr="00F95990" w:rsidRDefault="00050CFC" w:rsidP="007714D4">
            <w:pPr>
              <w:jc w:val="center"/>
            </w:pPr>
          </w:p>
        </w:tc>
        <w:tc>
          <w:tcPr>
            <w:tcW w:w="983" w:type="dxa"/>
            <w:gridSpan w:val="2"/>
          </w:tcPr>
          <w:p w14:paraId="3CDCC570" w14:textId="77777777" w:rsidR="00050CFC" w:rsidRPr="00F95990" w:rsidRDefault="00050CFC" w:rsidP="007714D4">
            <w:pPr>
              <w:jc w:val="center"/>
            </w:pPr>
            <w:r w:rsidRPr="00F95990">
              <w:t>O</w:t>
            </w:r>
          </w:p>
        </w:tc>
        <w:tc>
          <w:tcPr>
            <w:tcW w:w="7552" w:type="dxa"/>
          </w:tcPr>
          <w:p w14:paraId="7C8F32D9" w14:textId="77777777" w:rsidR="00050CFC" w:rsidRPr="00F95990" w:rsidRDefault="00050CFC" w:rsidP="007714D4">
            <w:r w:rsidRPr="00F95990">
              <w:t xml:space="preserve">Can </w:t>
            </w:r>
            <w:r>
              <w:t>subscribe</w:t>
            </w:r>
            <w:r w:rsidRPr="00F95990">
              <w:t xml:space="preserve"> </w:t>
            </w:r>
            <w:r>
              <w:t xml:space="preserve">to </w:t>
            </w:r>
            <w:r w:rsidRPr="00F95990">
              <w:t>list properties</w:t>
            </w:r>
          </w:p>
        </w:tc>
      </w:tr>
      <w:tr w:rsidR="00050CFC" w:rsidRPr="0006703A" w14:paraId="1C3BC308" w14:textId="77777777" w:rsidTr="00582D01">
        <w:tc>
          <w:tcPr>
            <w:tcW w:w="377" w:type="dxa"/>
            <w:gridSpan w:val="2"/>
          </w:tcPr>
          <w:p w14:paraId="0F8DF3EF" w14:textId="77777777" w:rsidR="00050CFC" w:rsidRPr="0006703A" w:rsidRDefault="00050CFC" w:rsidP="007714D4">
            <w:pPr>
              <w:jc w:val="center"/>
            </w:pPr>
          </w:p>
        </w:tc>
        <w:tc>
          <w:tcPr>
            <w:tcW w:w="983" w:type="dxa"/>
            <w:gridSpan w:val="2"/>
          </w:tcPr>
          <w:p w14:paraId="53D3C348" w14:textId="77777777" w:rsidR="00050CFC" w:rsidRPr="0006703A" w:rsidRDefault="00050CFC" w:rsidP="007714D4">
            <w:pPr>
              <w:jc w:val="center"/>
            </w:pPr>
            <w:r>
              <w:t>O</w:t>
            </w:r>
          </w:p>
        </w:tc>
        <w:tc>
          <w:tcPr>
            <w:tcW w:w="7552" w:type="dxa"/>
          </w:tcPr>
          <w:p w14:paraId="7DF7887B" w14:textId="77777777" w:rsidR="00050CFC" w:rsidRPr="00EA5D06" w:rsidRDefault="00050CFC" w:rsidP="007714D4">
            <w:pPr>
              <w:rPr>
                <w:szCs w:val="20"/>
              </w:rPr>
            </w:pPr>
            <w:r w:rsidRPr="00EA5D06">
              <w:rPr>
                <w:szCs w:val="20"/>
              </w:rPr>
              <w:t xml:space="preserve">Can subscribe with </w:t>
            </w:r>
            <w:r w:rsidRPr="008D61F7">
              <w:rPr>
                <w:szCs w:val="20"/>
              </w:rPr>
              <w:t xml:space="preserve">a </w:t>
            </w:r>
            <w:r w:rsidRPr="00D64115">
              <w:rPr>
                <w:rFonts w:eastAsia="Calibri"/>
                <w:szCs w:val="20"/>
              </w:rPr>
              <w:t>COV Increment</w:t>
            </w:r>
          </w:p>
        </w:tc>
      </w:tr>
      <w:tr w:rsidR="00050CFC" w:rsidRPr="00F95990" w14:paraId="009DC2A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BB5D68F"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9F4FED2" w14:textId="77777777" w:rsidR="00050CFC" w:rsidRPr="00F95990" w:rsidRDefault="00050CFC" w:rsidP="007714D4">
            <w:pPr>
              <w:jc w:val="center"/>
            </w:pPr>
            <w:r>
              <w:t>O</w:t>
            </w:r>
            <w:r w:rsidRPr="0006703A">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6E09415" w14:textId="77777777" w:rsidR="00050CFC" w:rsidRPr="00F95990" w:rsidRDefault="00050CFC" w:rsidP="007714D4">
            <w:r w:rsidRPr="00F95990">
              <w:t xml:space="preserve">Can </w:t>
            </w:r>
            <w:r>
              <w:t>subscribe</w:t>
            </w:r>
            <w:r w:rsidRPr="00F95990">
              <w:t xml:space="preserve"> </w:t>
            </w:r>
            <w:r>
              <w:t xml:space="preserve">to </w:t>
            </w:r>
            <w:r w:rsidRPr="00F95990">
              <w:t>NULL property values</w:t>
            </w:r>
          </w:p>
        </w:tc>
      </w:tr>
      <w:tr w:rsidR="00050CFC" w:rsidRPr="00F95990" w14:paraId="3E94B6D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F4105B0"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C84114C"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3198662E" w14:textId="77777777" w:rsidR="00050CFC" w:rsidRPr="00F95990" w:rsidRDefault="00050CFC" w:rsidP="007714D4">
            <w:r w:rsidRPr="00F95990">
              <w:t xml:space="preserve">Can </w:t>
            </w:r>
            <w:r>
              <w:t>subscribe</w:t>
            </w:r>
            <w:r w:rsidRPr="00F95990">
              <w:t xml:space="preserve"> </w:t>
            </w:r>
            <w:r>
              <w:t xml:space="preserve">to </w:t>
            </w:r>
            <w:r w:rsidRPr="00F95990">
              <w:t>BOOLEAN property values</w:t>
            </w:r>
          </w:p>
        </w:tc>
      </w:tr>
      <w:tr w:rsidR="00050CFC" w:rsidRPr="00F95990" w14:paraId="24080FC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A367466"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61C4C4A"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6A7878D" w14:textId="77777777" w:rsidR="00050CFC" w:rsidRPr="00F95990" w:rsidRDefault="00050CFC" w:rsidP="007714D4">
            <w:r w:rsidRPr="00F95990">
              <w:t xml:space="preserve">Can </w:t>
            </w:r>
            <w:r>
              <w:t>subscribe</w:t>
            </w:r>
            <w:r w:rsidRPr="00F95990">
              <w:t xml:space="preserve"> </w:t>
            </w:r>
            <w:r>
              <w:t xml:space="preserve">to </w:t>
            </w:r>
            <w:r w:rsidRPr="00F95990">
              <w:t>Enumerated property values</w:t>
            </w:r>
          </w:p>
        </w:tc>
      </w:tr>
      <w:tr w:rsidR="00050CFC" w:rsidRPr="00F95990" w14:paraId="6CFF0FB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45314AC"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24CE539"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3B029446" w14:textId="77777777" w:rsidR="00050CFC" w:rsidRPr="00F95990" w:rsidRDefault="00050CFC" w:rsidP="007714D4">
            <w:r w:rsidRPr="00F95990">
              <w:t xml:space="preserve">Can </w:t>
            </w:r>
            <w:r>
              <w:t>subscribe</w:t>
            </w:r>
            <w:r w:rsidRPr="00F95990">
              <w:t xml:space="preserve"> </w:t>
            </w:r>
            <w:r>
              <w:t xml:space="preserve">to </w:t>
            </w:r>
            <w:r w:rsidRPr="00F95990">
              <w:t>INTEGER property values</w:t>
            </w:r>
          </w:p>
        </w:tc>
      </w:tr>
      <w:tr w:rsidR="00050CFC" w:rsidRPr="00F95990" w14:paraId="46F0C63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00B4BA8"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C6233E4"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E6D6CB8" w14:textId="77777777" w:rsidR="00050CFC" w:rsidRPr="00F95990" w:rsidRDefault="00050CFC" w:rsidP="007714D4">
            <w:r w:rsidRPr="00F95990">
              <w:t xml:space="preserve">Can </w:t>
            </w:r>
            <w:r>
              <w:t>subscribe</w:t>
            </w:r>
            <w:r w:rsidRPr="00F95990">
              <w:t xml:space="preserve"> </w:t>
            </w:r>
            <w:r>
              <w:t xml:space="preserve">to </w:t>
            </w:r>
            <w:r w:rsidRPr="00F95990">
              <w:t>Unsigned property values</w:t>
            </w:r>
          </w:p>
        </w:tc>
      </w:tr>
      <w:tr w:rsidR="00050CFC" w:rsidRPr="00F95990" w14:paraId="6AE4362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DF0A05E"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3450A12"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AA018CC" w14:textId="77777777" w:rsidR="00050CFC" w:rsidRPr="00F95990" w:rsidRDefault="00050CFC" w:rsidP="007714D4">
            <w:r w:rsidRPr="00F95990">
              <w:t xml:space="preserve">Can </w:t>
            </w:r>
            <w:r>
              <w:t>subscribe</w:t>
            </w:r>
            <w:r w:rsidRPr="00F95990">
              <w:t xml:space="preserve"> </w:t>
            </w:r>
            <w:r>
              <w:t xml:space="preserve">to </w:t>
            </w:r>
            <w:r w:rsidRPr="00F95990">
              <w:t>REAL property values</w:t>
            </w:r>
          </w:p>
        </w:tc>
      </w:tr>
      <w:tr w:rsidR="00050CFC" w:rsidRPr="00F95990" w14:paraId="2E77E63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FFE73AC"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FA870E9"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2C009C46" w14:textId="77777777" w:rsidR="00050CFC" w:rsidRPr="00F95990" w:rsidRDefault="00050CFC" w:rsidP="007714D4">
            <w:r w:rsidRPr="00F95990">
              <w:t xml:space="preserve">Can </w:t>
            </w:r>
            <w:r>
              <w:t>subscribe</w:t>
            </w:r>
            <w:r w:rsidRPr="00F95990">
              <w:t xml:space="preserve"> </w:t>
            </w:r>
            <w:r>
              <w:t xml:space="preserve">to </w:t>
            </w:r>
            <w:r w:rsidRPr="00F95990">
              <w:t>Double property values</w:t>
            </w:r>
          </w:p>
        </w:tc>
      </w:tr>
      <w:tr w:rsidR="00050CFC" w:rsidRPr="00F95990" w14:paraId="50F951D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8C6F1EB"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33B917A"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F48A546" w14:textId="77777777" w:rsidR="00050CFC" w:rsidRPr="00F95990" w:rsidRDefault="00050CFC" w:rsidP="007714D4">
            <w:r w:rsidRPr="00F95990">
              <w:t xml:space="preserve">Can </w:t>
            </w:r>
            <w:r>
              <w:t>subscribe</w:t>
            </w:r>
            <w:r w:rsidRPr="00F95990">
              <w:t xml:space="preserve"> </w:t>
            </w:r>
            <w:r>
              <w:t xml:space="preserve">to </w:t>
            </w:r>
            <w:r w:rsidRPr="00F95990">
              <w:t>Time property values</w:t>
            </w:r>
          </w:p>
        </w:tc>
      </w:tr>
      <w:tr w:rsidR="00050CFC" w:rsidRPr="00F95990" w14:paraId="7EC4117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7C64043"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B9C0DEC"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CCF10CC" w14:textId="77777777" w:rsidR="00050CFC" w:rsidRPr="00F95990" w:rsidRDefault="00050CFC" w:rsidP="007714D4">
            <w:r w:rsidRPr="00F95990">
              <w:t xml:space="preserve">Can </w:t>
            </w:r>
            <w:r>
              <w:t>subscribe</w:t>
            </w:r>
            <w:r w:rsidRPr="00F95990">
              <w:t xml:space="preserve"> </w:t>
            </w:r>
            <w:r>
              <w:t xml:space="preserve">to </w:t>
            </w:r>
            <w:r w:rsidRPr="00F95990">
              <w:t>Date property values</w:t>
            </w:r>
          </w:p>
        </w:tc>
      </w:tr>
      <w:tr w:rsidR="00050CFC" w:rsidRPr="00F95990" w14:paraId="12916CE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2DED447"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9827DBC"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1E1E7C40" w14:textId="77777777" w:rsidR="00050CFC" w:rsidRPr="00F95990" w:rsidRDefault="00050CFC" w:rsidP="007714D4">
            <w:r w:rsidRPr="00F95990">
              <w:t xml:space="preserve">Can </w:t>
            </w:r>
            <w:r>
              <w:t>subscribe</w:t>
            </w:r>
            <w:r w:rsidRPr="00F95990">
              <w:t xml:space="preserve"> </w:t>
            </w:r>
            <w:r>
              <w:t xml:space="preserve">to </w:t>
            </w:r>
            <w:r w:rsidRPr="00F95990">
              <w:t>CharacterString property values</w:t>
            </w:r>
          </w:p>
        </w:tc>
      </w:tr>
      <w:tr w:rsidR="00050CFC" w:rsidRPr="00F95990" w14:paraId="111CD7A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00BC8F6"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F29668D"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24FF954" w14:textId="77777777" w:rsidR="00050CFC" w:rsidRPr="00F95990" w:rsidRDefault="00050CFC" w:rsidP="007714D4">
            <w:r w:rsidRPr="00F95990">
              <w:t xml:space="preserve">Can </w:t>
            </w:r>
            <w:r>
              <w:t>subscribe</w:t>
            </w:r>
            <w:r w:rsidRPr="00F95990">
              <w:t xml:space="preserve"> </w:t>
            </w:r>
            <w:r>
              <w:t xml:space="preserve">to </w:t>
            </w:r>
            <w:r w:rsidRPr="00F95990">
              <w:t>OctetString property values</w:t>
            </w:r>
          </w:p>
        </w:tc>
      </w:tr>
      <w:tr w:rsidR="00050CFC" w:rsidRPr="00F95990" w14:paraId="5D19367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A899D66"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C681E55"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31607946" w14:textId="77777777" w:rsidR="00050CFC" w:rsidRPr="00F95990" w:rsidRDefault="00050CFC" w:rsidP="007714D4">
            <w:r w:rsidRPr="00F95990">
              <w:t xml:space="preserve">Can </w:t>
            </w:r>
            <w:r>
              <w:t>subscribe</w:t>
            </w:r>
            <w:r w:rsidRPr="00F95990">
              <w:t xml:space="preserve"> </w:t>
            </w:r>
            <w:r>
              <w:t xml:space="preserve">to </w:t>
            </w:r>
            <w:r w:rsidRPr="00F95990">
              <w:t>BitString property values</w:t>
            </w:r>
          </w:p>
        </w:tc>
      </w:tr>
      <w:tr w:rsidR="00050CFC" w:rsidRPr="00F95990" w14:paraId="69F685A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B4B4A60"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27101DF"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46175F1" w14:textId="77777777" w:rsidR="00050CFC" w:rsidRPr="00F95990" w:rsidRDefault="00050CFC" w:rsidP="007714D4">
            <w:r w:rsidRPr="00F95990">
              <w:t xml:space="preserve">Can </w:t>
            </w:r>
            <w:r>
              <w:t>subscribe</w:t>
            </w:r>
            <w:r w:rsidRPr="00F95990">
              <w:t xml:space="preserve"> </w:t>
            </w:r>
            <w:r>
              <w:t xml:space="preserve">to </w:t>
            </w:r>
            <w:r w:rsidRPr="00F95990">
              <w:t>BACnetObjectIdentifier property values</w:t>
            </w:r>
          </w:p>
        </w:tc>
      </w:tr>
      <w:tr w:rsidR="00050CFC" w:rsidRPr="00F95990" w14:paraId="7535EAE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172461D"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7F89656" w14:textId="77777777" w:rsidR="00050CFC" w:rsidRPr="00F95990"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6AC25E0" w14:textId="77777777" w:rsidR="00050CFC" w:rsidRPr="00F95990" w:rsidRDefault="00050CFC" w:rsidP="007714D4">
            <w:r w:rsidRPr="00F95990">
              <w:t xml:space="preserve">Can </w:t>
            </w:r>
            <w:r>
              <w:t>subscribe</w:t>
            </w:r>
            <w:r w:rsidRPr="00F95990">
              <w:t xml:space="preserve"> </w:t>
            </w:r>
            <w:r>
              <w:t xml:space="preserve">to </w:t>
            </w:r>
            <w:r w:rsidRPr="00F95990">
              <w:t>constructed property values</w:t>
            </w:r>
          </w:p>
        </w:tc>
      </w:tr>
      <w:tr w:rsidR="00050CFC" w:rsidRPr="00F95990" w14:paraId="36F8F0D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81624E" w14:textId="77777777" w:rsidR="00050CFC" w:rsidRPr="00F95990" w:rsidRDefault="00050CFC"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EA521C6" w14:textId="77777777" w:rsidR="00050CFC" w:rsidRPr="005864C3" w:rsidRDefault="00050CFC" w:rsidP="007714D4">
            <w:pPr>
              <w:jc w:val="center"/>
            </w:pPr>
            <w:r w:rsidRPr="00014971">
              <w:t>O</w:t>
            </w:r>
            <w:r w:rsidRPr="0001497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00DA828" w14:textId="77777777" w:rsidR="00050CFC" w:rsidRPr="00F95990" w:rsidRDefault="00050CFC" w:rsidP="007714D4">
            <w:r w:rsidRPr="00F95990">
              <w:t xml:space="preserve">Can </w:t>
            </w:r>
            <w:r>
              <w:t>subscribe</w:t>
            </w:r>
            <w:r w:rsidRPr="00F95990">
              <w:t xml:space="preserve"> </w:t>
            </w:r>
            <w:r w:rsidRPr="00EA2ABA">
              <w:t xml:space="preserve">to </w:t>
            </w:r>
            <w:r w:rsidRPr="00F95990">
              <w:t>proprietary property values of basic data types</w:t>
            </w:r>
          </w:p>
        </w:tc>
      </w:tr>
      <w:tr w:rsidR="00434DF3" w:rsidRPr="00F95990" w14:paraId="502B00D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2C12393" w14:textId="77777777" w:rsidR="00434DF3" w:rsidRPr="00F95990" w:rsidRDefault="00434DF3" w:rsidP="007714D4">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67E842A" w14:textId="734E146C" w:rsidR="00434DF3" w:rsidRPr="00014971" w:rsidRDefault="00434DF3" w:rsidP="007714D4">
            <w:pPr>
              <w:jc w:val="center"/>
            </w:pPr>
            <w:r>
              <w:t>O</w:t>
            </w:r>
            <w:r w:rsidRPr="0056012F">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EA0F6DC" w14:textId="542C42C7" w:rsidR="00434DF3" w:rsidRPr="00F95990" w:rsidRDefault="00434DF3" w:rsidP="007714D4">
            <w:r>
              <w:t>Can subscribe to DateTime property values</w:t>
            </w:r>
          </w:p>
        </w:tc>
      </w:tr>
      <w:tr w:rsidR="00050CFC" w:rsidRPr="0006703A" w14:paraId="7962CA6F" w14:textId="77777777" w:rsidTr="00582D01">
        <w:tc>
          <w:tcPr>
            <w:tcW w:w="377" w:type="dxa"/>
            <w:gridSpan w:val="2"/>
          </w:tcPr>
          <w:p w14:paraId="073CD1BC" w14:textId="77777777" w:rsidR="00050CFC" w:rsidRPr="0006703A" w:rsidRDefault="00050CFC" w:rsidP="007714D4">
            <w:pPr>
              <w:jc w:val="center"/>
            </w:pPr>
          </w:p>
        </w:tc>
        <w:tc>
          <w:tcPr>
            <w:tcW w:w="983" w:type="dxa"/>
            <w:gridSpan w:val="2"/>
          </w:tcPr>
          <w:p w14:paraId="4346DA69" w14:textId="77777777" w:rsidR="00050CFC" w:rsidRPr="0006703A" w:rsidRDefault="00050CFC" w:rsidP="007714D4">
            <w:pPr>
              <w:jc w:val="center"/>
            </w:pPr>
            <w:r w:rsidRPr="00F95990">
              <w:t>O</w:t>
            </w:r>
            <w:r w:rsidRPr="0006703A" w:rsidDel="00F63C1C">
              <w:t xml:space="preserve"> </w:t>
            </w:r>
          </w:p>
        </w:tc>
        <w:tc>
          <w:tcPr>
            <w:tcW w:w="7552" w:type="dxa"/>
          </w:tcPr>
          <w:p w14:paraId="1035C211" w14:textId="77777777" w:rsidR="00050CFC" w:rsidRPr="0006703A" w:rsidRDefault="00050CFC" w:rsidP="007714D4">
            <w:r w:rsidRPr="0006703A">
              <w:t>Can cancel subscriptions</w:t>
            </w:r>
          </w:p>
        </w:tc>
      </w:tr>
      <w:tr w:rsidR="00186FB4" w:rsidRPr="00D7757E" w14:paraId="4C495779" w14:textId="77777777" w:rsidTr="00582D01">
        <w:tc>
          <w:tcPr>
            <w:tcW w:w="377" w:type="dxa"/>
            <w:gridSpan w:val="2"/>
          </w:tcPr>
          <w:p w14:paraId="5DFCF05F" w14:textId="77777777" w:rsidR="00186FB4" w:rsidRPr="00D7757E" w:rsidRDefault="00186FB4" w:rsidP="005B72AB">
            <w:pPr>
              <w:jc w:val="center"/>
              <w:rPr>
                <w:szCs w:val="20"/>
                <w:lang w:val="en-CA" w:eastAsia="x-none"/>
              </w:rPr>
            </w:pPr>
          </w:p>
        </w:tc>
        <w:tc>
          <w:tcPr>
            <w:tcW w:w="983" w:type="dxa"/>
            <w:gridSpan w:val="2"/>
          </w:tcPr>
          <w:p w14:paraId="4B9E43A7" w14:textId="77777777" w:rsidR="00186FB4" w:rsidRPr="00D7757E" w:rsidRDefault="00186FB4" w:rsidP="00950358">
            <w:pPr>
              <w:jc w:val="center"/>
              <w:rPr>
                <w:szCs w:val="20"/>
                <w:lang w:val="en-CA" w:eastAsia="x-none"/>
              </w:rPr>
            </w:pPr>
            <w:r w:rsidRPr="00D7757E">
              <w:rPr>
                <w:szCs w:val="20"/>
                <w:lang w:val="en-CA" w:eastAsia="x-none"/>
              </w:rPr>
              <w:t>O</w:t>
            </w:r>
            <w:r w:rsidRPr="00D7757E">
              <w:rPr>
                <w:vertAlign w:val="superscript"/>
              </w:rPr>
              <w:t>3</w:t>
            </w:r>
          </w:p>
        </w:tc>
        <w:tc>
          <w:tcPr>
            <w:tcW w:w="7552" w:type="dxa"/>
          </w:tcPr>
          <w:p w14:paraId="11964107" w14:textId="77777777" w:rsidR="00186FB4" w:rsidRPr="00D7757E" w:rsidRDefault="00186FB4" w:rsidP="00186FB4">
            <w:pPr>
              <w:jc w:val="both"/>
              <w:rPr>
                <w:szCs w:val="20"/>
                <w:lang w:val="en-CA" w:eastAsia="x-none"/>
              </w:rPr>
            </w:pPr>
            <w:r w:rsidRPr="00D7757E">
              <w:rPr>
                <w:szCs w:val="20"/>
                <w:lang w:val="en-CA" w:eastAsia="x-none"/>
              </w:rPr>
              <w:t>Can subscribe to Value_Source properties</w:t>
            </w:r>
          </w:p>
        </w:tc>
      </w:tr>
      <w:tr w:rsidR="00050CFC" w:rsidRPr="0006703A" w14:paraId="1D48017A" w14:textId="77777777" w:rsidTr="00582D01">
        <w:trPr>
          <w:cantSplit/>
        </w:trPr>
        <w:tc>
          <w:tcPr>
            <w:tcW w:w="8912" w:type="dxa"/>
            <w:gridSpan w:val="5"/>
          </w:tcPr>
          <w:p w14:paraId="34ADA40F" w14:textId="77777777" w:rsidR="00050CFC" w:rsidRPr="0006703A" w:rsidRDefault="00050CFC" w:rsidP="007714D4">
            <w:pPr>
              <w:ind w:left="720"/>
            </w:pPr>
            <w:r w:rsidRPr="0006703A">
              <w:rPr>
                <w:vertAlign w:val="superscript"/>
              </w:rPr>
              <w:lastRenderedPageBreak/>
              <w:t xml:space="preserve">1 </w:t>
            </w:r>
            <w:r w:rsidRPr="0006703A">
              <w:t>At least one of these options is required in order to claim conformance to this BIBB.</w:t>
            </w:r>
          </w:p>
          <w:p w14:paraId="047BAAE5" w14:textId="77777777" w:rsidR="00050CFC" w:rsidRDefault="00050CFC" w:rsidP="007714D4">
            <w:pPr>
              <w:ind w:left="720"/>
            </w:pPr>
            <w:r w:rsidRPr="0006703A">
              <w:rPr>
                <w:vertAlign w:val="superscript"/>
              </w:rPr>
              <w:t xml:space="preserve">2 </w:t>
            </w:r>
            <w:r w:rsidRPr="0006703A">
              <w:t>At least one of these options is required in order to claim conformance to this BIBB.</w:t>
            </w:r>
          </w:p>
          <w:p w14:paraId="1757C5B2" w14:textId="77777777" w:rsidR="00050CFC" w:rsidRPr="0006703A" w:rsidRDefault="00050CFC" w:rsidP="007714D4">
            <w:pPr>
              <w:ind w:left="720"/>
            </w:pPr>
            <w:r w:rsidRPr="0006703A">
              <w:rPr>
                <w:vertAlign w:val="superscript"/>
              </w:rPr>
              <w:t xml:space="preserve">3 </w:t>
            </w:r>
            <w:r w:rsidRPr="0006703A">
              <w:t>At least one of these options is required in order to claim conformance to this BIBB.</w:t>
            </w:r>
          </w:p>
        </w:tc>
      </w:tr>
      <w:bookmarkEnd w:id="3"/>
      <w:tr w:rsidR="00B2207F" w:rsidRPr="00605C65" w14:paraId="762AA24D" w14:textId="77777777" w:rsidTr="00582D01">
        <w:tblPrEx>
          <w:tblLook w:val="04A0" w:firstRow="1" w:lastRow="0" w:firstColumn="1" w:lastColumn="0" w:noHBand="0" w:noVBand="1"/>
        </w:tblPrEx>
        <w:trPr>
          <w:cantSplit/>
        </w:trPr>
        <w:tc>
          <w:tcPr>
            <w:tcW w:w="8912" w:type="dxa"/>
            <w:gridSpan w:val="5"/>
            <w:tcBorders>
              <w:top w:val="single" w:sz="4" w:space="0" w:color="auto"/>
              <w:left w:val="single" w:sz="4" w:space="0" w:color="auto"/>
              <w:bottom w:val="single" w:sz="4" w:space="0" w:color="auto"/>
              <w:right w:val="single" w:sz="4" w:space="0" w:color="auto"/>
            </w:tcBorders>
            <w:hideMark/>
          </w:tcPr>
          <w:p w14:paraId="6E6D678E" w14:textId="77777777" w:rsidR="00B2207F" w:rsidRPr="00605C65" w:rsidRDefault="00B2207F" w:rsidP="002849B8">
            <w:pPr>
              <w:rPr>
                <w:b/>
                <w:bCs/>
              </w:rPr>
            </w:pPr>
            <w:r>
              <w:rPr>
                <w:b/>
                <w:bCs/>
              </w:rPr>
              <w:t>Data Sharing</w:t>
            </w:r>
            <w:r w:rsidRPr="00605C65">
              <w:rPr>
                <w:b/>
                <w:bCs/>
              </w:rPr>
              <w:t xml:space="preserve"> </w:t>
            </w:r>
            <w:r w:rsidR="00012C95">
              <w:rPr>
                <w:b/>
                <w:bCs/>
              </w:rPr>
              <w:t>-</w:t>
            </w:r>
            <w:r w:rsidRPr="00605C65">
              <w:rPr>
                <w:b/>
                <w:bCs/>
              </w:rPr>
              <w:t xml:space="preserve"> </w:t>
            </w:r>
            <w:r w:rsidR="002849B8">
              <w:rPr>
                <w:b/>
                <w:bCs/>
              </w:rPr>
              <w:t>Change Of Value Property</w:t>
            </w:r>
            <w:r w:rsidRPr="00605C65">
              <w:rPr>
                <w:b/>
                <w:bCs/>
              </w:rPr>
              <w:t xml:space="preserve"> </w:t>
            </w:r>
            <w:r w:rsidR="00012C95">
              <w:rPr>
                <w:b/>
                <w:bCs/>
              </w:rPr>
              <w:t>-</w:t>
            </w:r>
            <w:r w:rsidRPr="00605C65">
              <w:rPr>
                <w:b/>
                <w:bCs/>
              </w:rPr>
              <w:t xml:space="preserve"> </w:t>
            </w:r>
            <w:r>
              <w:rPr>
                <w:b/>
                <w:bCs/>
              </w:rPr>
              <w:t>B</w:t>
            </w:r>
          </w:p>
        </w:tc>
      </w:tr>
      <w:tr w:rsidR="00B2207F" w:rsidRPr="00605C65" w14:paraId="34B93087" w14:textId="77777777" w:rsidTr="00582D01">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14:paraId="5CA15D94" w14:textId="77777777" w:rsidR="00B2207F" w:rsidRPr="00605C65" w:rsidRDefault="00B2207F" w:rsidP="00DB715D">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358FEF7A" w14:textId="77777777" w:rsidR="00B2207F" w:rsidRPr="00605C65" w:rsidRDefault="00B2207F" w:rsidP="00CB0855">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6DE2E6B2" w14:textId="77777777" w:rsidR="00B2207F" w:rsidRPr="00605C65" w:rsidRDefault="00B2207F" w:rsidP="00B2207F">
            <w:r w:rsidRPr="00605C65">
              <w:t>Base Requirements</w:t>
            </w:r>
          </w:p>
        </w:tc>
      </w:tr>
      <w:tr w:rsidR="00CB0855" w:rsidRPr="0031768A" w14:paraId="3D94E739" w14:textId="77777777" w:rsidTr="00582D01">
        <w:tc>
          <w:tcPr>
            <w:tcW w:w="377" w:type="dxa"/>
            <w:gridSpan w:val="2"/>
          </w:tcPr>
          <w:p w14:paraId="3F877A3E" w14:textId="77777777" w:rsidR="00CB0855" w:rsidRPr="0031768A" w:rsidRDefault="00CB0855" w:rsidP="005B72AB">
            <w:pPr>
              <w:jc w:val="center"/>
            </w:pPr>
          </w:p>
        </w:tc>
        <w:tc>
          <w:tcPr>
            <w:tcW w:w="983" w:type="dxa"/>
            <w:gridSpan w:val="2"/>
          </w:tcPr>
          <w:p w14:paraId="4B697623" w14:textId="77777777" w:rsidR="00CB0855" w:rsidRPr="0031768A" w:rsidRDefault="00CB0855" w:rsidP="00CB0855">
            <w:pPr>
              <w:jc w:val="center"/>
            </w:pPr>
            <w:r w:rsidRPr="0031768A">
              <w:t>R</w:t>
            </w:r>
          </w:p>
        </w:tc>
        <w:tc>
          <w:tcPr>
            <w:tcW w:w="7552" w:type="dxa"/>
          </w:tcPr>
          <w:p w14:paraId="27E5FFD9" w14:textId="77777777" w:rsidR="00CB0855" w:rsidRPr="0031768A" w:rsidRDefault="00CB0855" w:rsidP="0023533F">
            <w:r w:rsidRPr="0031768A">
              <w:t>Supports Lifetimes up to 8 hours in duration</w:t>
            </w:r>
          </w:p>
        </w:tc>
      </w:tr>
      <w:tr w:rsidR="00CB0855" w:rsidRPr="0031768A" w14:paraId="625DE6DD" w14:textId="77777777" w:rsidTr="00582D01">
        <w:tc>
          <w:tcPr>
            <w:tcW w:w="377" w:type="dxa"/>
            <w:gridSpan w:val="2"/>
          </w:tcPr>
          <w:p w14:paraId="147742D0" w14:textId="77777777" w:rsidR="00CB0855" w:rsidRPr="0031768A" w:rsidRDefault="00CB0855" w:rsidP="005B72AB">
            <w:pPr>
              <w:jc w:val="center"/>
            </w:pPr>
          </w:p>
        </w:tc>
        <w:tc>
          <w:tcPr>
            <w:tcW w:w="983" w:type="dxa"/>
            <w:gridSpan w:val="2"/>
          </w:tcPr>
          <w:p w14:paraId="3E4AD584" w14:textId="35330958" w:rsidR="00CB0855" w:rsidRPr="0031768A" w:rsidRDefault="000B1A0C" w:rsidP="00CB0855">
            <w:pPr>
              <w:jc w:val="center"/>
            </w:pPr>
            <w:r>
              <w:t>C</w:t>
            </w:r>
            <w:r w:rsidRPr="00582D01">
              <w:rPr>
                <w:vertAlign w:val="superscript"/>
              </w:rPr>
              <w:t>1</w:t>
            </w:r>
          </w:p>
        </w:tc>
        <w:tc>
          <w:tcPr>
            <w:tcW w:w="7552" w:type="dxa"/>
          </w:tcPr>
          <w:p w14:paraId="57EE0C62" w14:textId="77777777" w:rsidR="00CB0855" w:rsidRPr="0031768A" w:rsidRDefault="00CB0855" w:rsidP="0023533F">
            <w:r w:rsidRPr="0031768A">
              <w:t>Supports COVP for Status_Flags changes</w:t>
            </w:r>
          </w:p>
        </w:tc>
      </w:tr>
      <w:tr w:rsidR="00CB0855" w:rsidRPr="0031768A" w14:paraId="32DD130A" w14:textId="77777777" w:rsidTr="00582D01">
        <w:tc>
          <w:tcPr>
            <w:tcW w:w="377" w:type="dxa"/>
            <w:gridSpan w:val="2"/>
          </w:tcPr>
          <w:p w14:paraId="476E8F44" w14:textId="77777777" w:rsidR="00CB0855" w:rsidRPr="0031768A" w:rsidRDefault="00CB0855" w:rsidP="005B72AB">
            <w:pPr>
              <w:jc w:val="center"/>
            </w:pPr>
          </w:p>
        </w:tc>
        <w:tc>
          <w:tcPr>
            <w:tcW w:w="983" w:type="dxa"/>
            <w:gridSpan w:val="2"/>
          </w:tcPr>
          <w:p w14:paraId="777AFB84" w14:textId="01FA3257" w:rsidR="00CB0855" w:rsidRPr="0031768A" w:rsidRDefault="00CB0855" w:rsidP="00CB0855">
            <w:pPr>
              <w:jc w:val="center"/>
            </w:pPr>
            <w:r w:rsidRPr="0031768A">
              <w:t>C</w:t>
            </w:r>
            <w:r w:rsidR="000B1A0C">
              <w:rPr>
                <w:vertAlign w:val="superscript"/>
              </w:rPr>
              <w:t>2</w:t>
            </w:r>
          </w:p>
        </w:tc>
        <w:tc>
          <w:tcPr>
            <w:tcW w:w="7552" w:type="dxa"/>
          </w:tcPr>
          <w:p w14:paraId="440FF2A9" w14:textId="77777777" w:rsidR="00CB0855" w:rsidRPr="0031768A" w:rsidRDefault="00CB0855" w:rsidP="0023533F">
            <w:r w:rsidRPr="0031768A">
              <w:t xml:space="preserve">Supports COVP for non-array </w:t>
            </w:r>
            <w:r w:rsidR="00900BC3" w:rsidRPr="0031768A">
              <w:t>propert</w:t>
            </w:r>
            <w:r w:rsidR="00900BC3">
              <w:t>ies</w:t>
            </w:r>
          </w:p>
        </w:tc>
      </w:tr>
      <w:tr w:rsidR="00CB0855" w:rsidRPr="0031768A" w14:paraId="4D7E4E05" w14:textId="77777777" w:rsidTr="00582D01">
        <w:tc>
          <w:tcPr>
            <w:tcW w:w="377" w:type="dxa"/>
            <w:gridSpan w:val="2"/>
          </w:tcPr>
          <w:p w14:paraId="663031B5" w14:textId="77777777" w:rsidR="00CB0855" w:rsidRPr="0031768A" w:rsidRDefault="00CB0855" w:rsidP="005B72AB">
            <w:pPr>
              <w:jc w:val="center"/>
            </w:pPr>
          </w:p>
        </w:tc>
        <w:tc>
          <w:tcPr>
            <w:tcW w:w="983" w:type="dxa"/>
            <w:gridSpan w:val="2"/>
          </w:tcPr>
          <w:p w14:paraId="61EFED1B" w14:textId="7669DE03" w:rsidR="00CB0855" w:rsidRPr="0031768A" w:rsidRDefault="00CB0855" w:rsidP="00CB0855">
            <w:pPr>
              <w:jc w:val="center"/>
            </w:pPr>
            <w:r w:rsidRPr="0031768A">
              <w:t>C</w:t>
            </w:r>
            <w:r w:rsidR="000B1A0C">
              <w:rPr>
                <w:vertAlign w:val="superscript"/>
              </w:rPr>
              <w:t>2</w:t>
            </w:r>
          </w:p>
        </w:tc>
        <w:tc>
          <w:tcPr>
            <w:tcW w:w="7552" w:type="dxa"/>
          </w:tcPr>
          <w:p w14:paraId="4C68046B" w14:textId="77777777" w:rsidR="00CB0855" w:rsidRPr="0031768A" w:rsidRDefault="00CB0855" w:rsidP="0023533F">
            <w:r w:rsidRPr="0031768A">
              <w:t>Supports COVP for array element</w:t>
            </w:r>
            <w:r w:rsidR="00900BC3">
              <w:t>s</w:t>
            </w:r>
          </w:p>
        </w:tc>
      </w:tr>
      <w:tr w:rsidR="00CB0855" w:rsidRPr="0031768A" w14:paraId="7A3AC7F1" w14:textId="77777777" w:rsidTr="00582D01">
        <w:tc>
          <w:tcPr>
            <w:tcW w:w="377" w:type="dxa"/>
            <w:gridSpan w:val="2"/>
          </w:tcPr>
          <w:p w14:paraId="0183E4CC" w14:textId="77777777" w:rsidR="00CB0855" w:rsidRPr="0031768A" w:rsidRDefault="00CB0855" w:rsidP="005B72AB">
            <w:pPr>
              <w:jc w:val="center"/>
            </w:pPr>
          </w:p>
        </w:tc>
        <w:tc>
          <w:tcPr>
            <w:tcW w:w="983" w:type="dxa"/>
            <w:gridSpan w:val="2"/>
          </w:tcPr>
          <w:p w14:paraId="3BED0475" w14:textId="567711F3" w:rsidR="00CB0855" w:rsidRPr="0031768A" w:rsidRDefault="00CB0855" w:rsidP="00CB0855">
            <w:pPr>
              <w:jc w:val="center"/>
            </w:pPr>
            <w:r w:rsidRPr="0031768A">
              <w:t>C</w:t>
            </w:r>
            <w:r w:rsidR="000B1A0C">
              <w:rPr>
                <w:vertAlign w:val="superscript"/>
              </w:rPr>
              <w:t>2</w:t>
            </w:r>
          </w:p>
        </w:tc>
        <w:tc>
          <w:tcPr>
            <w:tcW w:w="7552" w:type="dxa"/>
          </w:tcPr>
          <w:p w14:paraId="0ED0C5A3" w14:textId="77777777" w:rsidR="00CB0855" w:rsidRPr="0031768A" w:rsidRDefault="00CB0855" w:rsidP="0023533F">
            <w:r w:rsidRPr="0031768A">
              <w:t>Supports COVP for the size of an array</w:t>
            </w:r>
          </w:p>
        </w:tc>
      </w:tr>
      <w:tr w:rsidR="00CB0855" w:rsidRPr="0031768A" w14:paraId="4D3DDDAF" w14:textId="77777777" w:rsidTr="00582D01">
        <w:tc>
          <w:tcPr>
            <w:tcW w:w="377" w:type="dxa"/>
            <w:gridSpan w:val="2"/>
          </w:tcPr>
          <w:p w14:paraId="3C155E90" w14:textId="77777777" w:rsidR="00CB0855" w:rsidRPr="0031768A" w:rsidRDefault="00CB0855" w:rsidP="005B72AB">
            <w:pPr>
              <w:jc w:val="center"/>
            </w:pPr>
          </w:p>
        </w:tc>
        <w:tc>
          <w:tcPr>
            <w:tcW w:w="983" w:type="dxa"/>
            <w:gridSpan w:val="2"/>
          </w:tcPr>
          <w:p w14:paraId="1AD99773" w14:textId="30F88799" w:rsidR="00CB0855" w:rsidRPr="0031768A" w:rsidRDefault="00CB0855" w:rsidP="00CB0855">
            <w:pPr>
              <w:jc w:val="center"/>
            </w:pPr>
            <w:r w:rsidRPr="0031768A">
              <w:t>C</w:t>
            </w:r>
            <w:r w:rsidR="000B1A0C">
              <w:rPr>
                <w:vertAlign w:val="superscript"/>
              </w:rPr>
              <w:t>2</w:t>
            </w:r>
          </w:p>
        </w:tc>
        <w:tc>
          <w:tcPr>
            <w:tcW w:w="7552" w:type="dxa"/>
          </w:tcPr>
          <w:p w14:paraId="2893E827" w14:textId="77777777" w:rsidR="00CB0855" w:rsidRPr="0031768A" w:rsidRDefault="00CB0855" w:rsidP="0023533F">
            <w:r w:rsidRPr="0031768A">
              <w:t>Supports COVP for whole array</w:t>
            </w:r>
            <w:r w:rsidR="00900BC3">
              <w:t>s</w:t>
            </w:r>
          </w:p>
        </w:tc>
      </w:tr>
      <w:tr w:rsidR="00CB0855" w:rsidRPr="0031768A" w14:paraId="47463700" w14:textId="77777777" w:rsidTr="00582D01">
        <w:tc>
          <w:tcPr>
            <w:tcW w:w="377" w:type="dxa"/>
            <w:gridSpan w:val="2"/>
          </w:tcPr>
          <w:p w14:paraId="596E6148" w14:textId="77777777" w:rsidR="00CB0855" w:rsidRPr="0031768A" w:rsidRDefault="00CB0855" w:rsidP="005B72AB">
            <w:pPr>
              <w:jc w:val="center"/>
            </w:pPr>
          </w:p>
        </w:tc>
        <w:tc>
          <w:tcPr>
            <w:tcW w:w="983" w:type="dxa"/>
            <w:gridSpan w:val="2"/>
          </w:tcPr>
          <w:p w14:paraId="7A96F7C5" w14:textId="77777777" w:rsidR="00CB0855" w:rsidRPr="0031768A" w:rsidRDefault="00CB0855" w:rsidP="00CB0855">
            <w:pPr>
              <w:jc w:val="center"/>
            </w:pPr>
            <w:r w:rsidRPr="0031768A">
              <w:t>O</w:t>
            </w:r>
          </w:p>
        </w:tc>
        <w:tc>
          <w:tcPr>
            <w:tcW w:w="7552" w:type="dxa"/>
          </w:tcPr>
          <w:p w14:paraId="0CAC40FF" w14:textId="3F364AB5" w:rsidR="00CB0855" w:rsidRPr="0031768A" w:rsidRDefault="00CB0855" w:rsidP="0023533F">
            <w:r w:rsidRPr="0031768A">
              <w:t xml:space="preserve">Supports COVP for </w:t>
            </w:r>
            <w:r w:rsidR="00E84D43">
              <w:t xml:space="preserve">a </w:t>
            </w:r>
            <w:r w:rsidRPr="0031768A">
              <w:t>list property</w:t>
            </w:r>
          </w:p>
        </w:tc>
      </w:tr>
      <w:tr w:rsidR="00CB0855" w:rsidRPr="0031768A" w14:paraId="09C1EEB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BB8D5F6"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CF52BD7" w14:textId="4976B6C6"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49F991E" w14:textId="77777777" w:rsidR="00CB0855" w:rsidRPr="0031768A" w:rsidRDefault="00CB0855" w:rsidP="0023533F">
            <w:r w:rsidRPr="0031768A">
              <w:t>Supports COVP for NULL property value</w:t>
            </w:r>
            <w:r>
              <w:t>s</w:t>
            </w:r>
          </w:p>
        </w:tc>
      </w:tr>
      <w:tr w:rsidR="00CB0855" w:rsidRPr="0031768A" w14:paraId="429F208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FEF9BA6"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6331FD9" w14:textId="6A4E9AA0"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2599B15" w14:textId="77777777" w:rsidR="00CB0855" w:rsidRPr="0031768A" w:rsidRDefault="00CB0855" w:rsidP="0023533F">
            <w:r w:rsidRPr="0031768A">
              <w:t>Supports COVP for BOOLEAN property value</w:t>
            </w:r>
            <w:r>
              <w:t>s</w:t>
            </w:r>
          </w:p>
        </w:tc>
      </w:tr>
      <w:tr w:rsidR="00CB0855" w:rsidRPr="0031768A" w14:paraId="4745CDC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DB0128B"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6C4491F" w14:textId="648EDE04"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335F006" w14:textId="77777777" w:rsidR="00CB0855" w:rsidRPr="0031768A" w:rsidRDefault="00CB0855" w:rsidP="0023533F">
            <w:r w:rsidRPr="0031768A">
              <w:t>Supports COVP for Enumerated property value</w:t>
            </w:r>
            <w:r>
              <w:t>s</w:t>
            </w:r>
          </w:p>
        </w:tc>
      </w:tr>
      <w:tr w:rsidR="00CB0855" w:rsidRPr="0031768A" w14:paraId="586FCA9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BF41C97"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EF9C0C5" w14:textId="57E81CE3"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E651F55" w14:textId="77777777" w:rsidR="00CB0855" w:rsidRPr="0031768A" w:rsidRDefault="00CB0855" w:rsidP="0023533F">
            <w:r w:rsidRPr="0031768A">
              <w:t>Supports COVP for INTEGER property value</w:t>
            </w:r>
            <w:r>
              <w:t>s</w:t>
            </w:r>
          </w:p>
        </w:tc>
      </w:tr>
      <w:tr w:rsidR="00CB0855" w:rsidRPr="0031768A" w14:paraId="6C54256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3BB93A3"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E1BC86D" w14:textId="7EA91DB5"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AE4F33C" w14:textId="77777777" w:rsidR="00CB0855" w:rsidRPr="0031768A" w:rsidRDefault="00CB0855" w:rsidP="0023533F">
            <w:r w:rsidRPr="0031768A">
              <w:t>Supports COVP for Unsigned property value</w:t>
            </w:r>
            <w:r>
              <w:t>s</w:t>
            </w:r>
          </w:p>
        </w:tc>
      </w:tr>
      <w:tr w:rsidR="00CB0855" w:rsidRPr="0031768A" w14:paraId="1D5637F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32AD952"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DE00BF6" w14:textId="38E5A283"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2737A8DF" w14:textId="77777777" w:rsidR="00CB0855" w:rsidRPr="0031768A" w:rsidRDefault="00CB0855" w:rsidP="0023533F">
            <w:r w:rsidRPr="0031768A">
              <w:t>Supports COVP for REAL property value</w:t>
            </w:r>
            <w:r>
              <w:t>s</w:t>
            </w:r>
          </w:p>
        </w:tc>
      </w:tr>
      <w:tr w:rsidR="00CB0855" w:rsidRPr="0031768A" w14:paraId="0BAA0AC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FAD1CF4"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F3C6E8A" w14:textId="5C985BDF"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C69A349" w14:textId="77777777" w:rsidR="00CB0855" w:rsidRPr="0031768A" w:rsidRDefault="00CB0855" w:rsidP="0023533F">
            <w:r w:rsidRPr="0031768A">
              <w:t>Supports COVP for Double property value</w:t>
            </w:r>
            <w:r>
              <w:t>s</w:t>
            </w:r>
          </w:p>
        </w:tc>
      </w:tr>
      <w:tr w:rsidR="00CB0855" w:rsidRPr="0031768A" w14:paraId="49556F4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56D27CD"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79CA856" w14:textId="5C096382"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FF29BF1" w14:textId="77777777" w:rsidR="00CB0855" w:rsidRPr="0031768A" w:rsidRDefault="00CB0855" w:rsidP="0023533F">
            <w:r w:rsidRPr="0031768A">
              <w:t>Supports COVP for Time property value</w:t>
            </w:r>
            <w:r>
              <w:t>s</w:t>
            </w:r>
          </w:p>
        </w:tc>
      </w:tr>
      <w:tr w:rsidR="00CB0855" w:rsidRPr="0031768A" w14:paraId="531CAA0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D9BB576"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98D5D91" w14:textId="6F3B68D6"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F4B3428" w14:textId="77777777" w:rsidR="00CB0855" w:rsidRPr="0031768A" w:rsidRDefault="00CB0855" w:rsidP="0023533F">
            <w:r w:rsidRPr="0031768A">
              <w:t>Supports COVP for Date property value</w:t>
            </w:r>
            <w:r>
              <w:t>s</w:t>
            </w:r>
          </w:p>
        </w:tc>
      </w:tr>
      <w:tr w:rsidR="00CB0855" w:rsidRPr="0031768A" w14:paraId="560633D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DB319DF"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AF43F41" w14:textId="5531C82F"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72B5FC6" w14:textId="77777777" w:rsidR="00CB0855" w:rsidRPr="0031768A" w:rsidRDefault="00CB0855" w:rsidP="0023533F">
            <w:r w:rsidRPr="0031768A">
              <w:t>Supports COVP for CharacterString property value</w:t>
            </w:r>
            <w:r>
              <w:t>s</w:t>
            </w:r>
          </w:p>
        </w:tc>
      </w:tr>
      <w:tr w:rsidR="00CB0855" w:rsidRPr="0031768A" w14:paraId="25C5181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7001507"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933776C" w14:textId="71D9A962"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67947D1" w14:textId="77777777" w:rsidR="00CB0855" w:rsidRPr="0031768A" w:rsidRDefault="00CB0855" w:rsidP="0023533F">
            <w:r w:rsidRPr="0031768A">
              <w:t>Supports COVP for OctetString property value</w:t>
            </w:r>
            <w:r>
              <w:t>s</w:t>
            </w:r>
          </w:p>
        </w:tc>
      </w:tr>
      <w:tr w:rsidR="00CB0855" w:rsidRPr="0031768A" w14:paraId="5580FFE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53AB554"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84B121D" w14:textId="46440D89"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30297A9" w14:textId="77777777" w:rsidR="00CB0855" w:rsidRPr="0031768A" w:rsidRDefault="00CB0855" w:rsidP="0023533F">
            <w:r w:rsidRPr="0031768A">
              <w:t>Supports COVP for BitString property value</w:t>
            </w:r>
            <w:r>
              <w:t>s</w:t>
            </w:r>
          </w:p>
        </w:tc>
      </w:tr>
      <w:tr w:rsidR="00CB0855" w:rsidRPr="0031768A" w14:paraId="3EBEC9B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0E6A5D3"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B74661F" w14:textId="3BC82134"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B7E7E43" w14:textId="77777777" w:rsidR="00CB0855" w:rsidRPr="0031768A" w:rsidRDefault="00CB0855" w:rsidP="0023533F">
            <w:r w:rsidRPr="0031768A">
              <w:t>Supports COVP for BACnetObjectIdentifier property value</w:t>
            </w:r>
            <w:r>
              <w:t>s</w:t>
            </w:r>
          </w:p>
        </w:tc>
      </w:tr>
      <w:tr w:rsidR="00CB0855" w:rsidRPr="0031768A" w14:paraId="23B7EE9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84DA1F0" w14:textId="77777777" w:rsidR="00CB0855" w:rsidRPr="0031768A" w:rsidRDefault="00CB0855" w:rsidP="005B72AB">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54A44F7" w14:textId="07AE98F8" w:rsidR="00CB0855" w:rsidRPr="0031768A" w:rsidRDefault="00CB0855" w:rsidP="00CB0855">
            <w:pPr>
              <w:jc w:val="center"/>
            </w:pPr>
            <w:r w:rsidRPr="0031768A">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D4463DD" w14:textId="77777777" w:rsidR="00CB0855" w:rsidRPr="0031768A" w:rsidRDefault="00CB0855" w:rsidP="0023533F">
            <w:r w:rsidRPr="0031768A">
              <w:t>Supports COVP for constructed property value</w:t>
            </w:r>
            <w:r>
              <w:t>s</w:t>
            </w:r>
          </w:p>
        </w:tc>
      </w:tr>
      <w:tr w:rsidR="00186FB4" w:rsidRPr="00D7757E" w14:paraId="104E843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2495133" w14:textId="77777777" w:rsidR="00186FB4" w:rsidRPr="00D7757E" w:rsidRDefault="00186FB4" w:rsidP="005B72AB">
            <w:pPr>
              <w:jc w:val="center"/>
              <w:rPr>
                <w:szCs w:val="20"/>
                <w:lang w:val="en-CA" w:eastAsia="x-none"/>
              </w:rPr>
            </w:pPr>
          </w:p>
        </w:tc>
        <w:tc>
          <w:tcPr>
            <w:tcW w:w="983" w:type="dxa"/>
            <w:gridSpan w:val="2"/>
            <w:tcBorders>
              <w:top w:val="single" w:sz="4" w:space="0" w:color="auto"/>
              <w:left w:val="single" w:sz="4" w:space="0" w:color="auto"/>
              <w:bottom w:val="single" w:sz="4" w:space="0" w:color="auto"/>
              <w:right w:val="single" w:sz="4" w:space="0" w:color="auto"/>
            </w:tcBorders>
          </w:tcPr>
          <w:p w14:paraId="31BD07C4" w14:textId="502F03BC" w:rsidR="00186FB4" w:rsidRPr="00D7757E" w:rsidRDefault="00186FB4" w:rsidP="00950358">
            <w:pPr>
              <w:jc w:val="center"/>
              <w:rPr>
                <w:szCs w:val="20"/>
                <w:lang w:val="en-CA" w:eastAsia="x-none"/>
              </w:rPr>
            </w:pPr>
            <w:r w:rsidRPr="00D7757E">
              <w:rPr>
                <w:szCs w:val="20"/>
                <w:lang w:val="en-CA" w:eastAsia="x-none"/>
              </w:rPr>
              <w:t>C</w:t>
            </w:r>
            <w:r w:rsidR="000B1A0C">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3BDFB5CE" w14:textId="77777777" w:rsidR="00186FB4" w:rsidRPr="00D7757E" w:rsidRDefault="00186FB4" w:rsidP="00186FB4">
            <w:pPr>
              <w:jc w:val="both"/>
              <w:rPr>
                <w:szCs w:val="20"/>
                <w:lang w:val="en-CA" w:eastAsia="x-none"/>
              </w:rPr>
            </w:pPr>
            <w:r w:rsidRPr="00D7757E">
              <w:rPr>
                <w:szCs w:val="20"/>
                <w:lang w:val="en-CA" w:eastAsia="x-none"/>
              </w:rPr>
              <w:t xml:space="preserve">Supports COVP </w:t>
            </w:r>
            <w:r w:rsidR="00E64824">
              <w:rPr>
                <w:szCs w:val="20"/>
                <w:lang w:val="en-CA" w:eastAsia="x-none"/>
              </w:rPr>
              <w:t>for</w:t>
            </w:r>
            <w:r w:rsidRPr="00D7757E">
              <w:rPr>
                <w:szCs w:val="20"/>
                <w:lang w:val="en-CA" w:eastAsia="x-none"/>
              </w:rPr>
              <w:t xml:space="preserve"> Value_Source properties</w:t>
            </w:r>
          </w:p>
        </w:tc>
      </w:tr>
      <w:tr w:rsidR="000B1A0C" w:rsidRPr="00D7757E" w14:paraId="4A7F6057" w14:textId="77777777" w:rsidTr="00F8785A">
        <w:tc>
          <w:tcPr>
            <w:tcW w:w="377" w:type="dxa"/>
            <w:gridSpan w:val="2"/>
            <w:tcBorders>
              <w:top w:val="single" w:sz="4" w:space="0" w:color="auto"/>
              <w:left w:val="single" w:sz="4" w:space="0" w:color="auto"/>
              <w:bottom w:val="single" w:sz="4" w:space="0" w:color="auto"/>
              <w:right w:val="single" w:sz="4" w:space="0" w:color="auto"/>
            </w:tcBorders>
          </w:tcPr>
          <w:p w14:paraId="31285210" w14:textId="77777777" w:rsidR="000B1A0C" w:rsidRPr="00D7757E" w:rsidRDefault="000B1A0C" w:rsidP="005B72AB">
            <w:pPr>
              <w:jc w:val="center"/>
              <w:rPr>
                <w:szCs w:val="20"/>
                <w:lang w:val="en-CA" w:eastAsia="x-none"/>
              </w:rPr>
            </w:pPr>
          </w:p>
        </w:tc>
        <w:tc>
          <w:tcPr>
            <w:tcW w:w="983" w:type="dxa"/>
            <w:gridSpan w:val="2"/>
            <w:tcBorders>
              <w:top w:val="single" w:sz="4" w:space="0" w:color="auto"/>
              <w:left w:val="single" w:sz="4" w:space="0" w:color="auto"/>
              <w:bottom w:val="single" w:sz="4" w:space="0" w:color="auto"/>
              <w:right w:val="single" w:sz="4" w:space="0" w:color="auto"/>
            </w:tcBorders>
          </w:tcPr>
          <w:p w14:paraId="72E10EE5" w14:textId="60297535" w:rsidR="000B1A0C" w:rsidRPr="00D7757E" w:rsidRDefault="000B1A0C" w:rsidP="00950358">
            <w:pPr>
              <w:jc w:val="center"/>
              <w:rPr>
                <w:szCs w:val="20"/>
                <w:lang w:val="en-CA" w:eastAsia="x-none"/>
              </w:rPr>
            </w:pPr>
            <w:r>
              <w:rPr>
                <w:szCs w:val="20"/>
                <w:lang w:val="en-CA" w:eastAsia="x-none"/>
              </w:rPr>
              <w:t>C</w:t>
            </w:r>
            <w:r>
              <w:rPr>
                <w:szCs w:val="20"/>
                <w:vertAlign w:val="superscript"/>
                <w:lang w:val="en-CA" w:eastAsia="x-none"/>
              </w:rPr>
              <w:t>3</w:t>
            </w:r>
          </w:p>
        </w:tc>
        <w:tc>
          <w:tcPr>
            <w:tcW w:w="7552" w:type="dxa"/>
            <w:tcBorders>
              <w:top w:val="single" w:sz="4" w:space="0" w:color="auto"/>
              <w:left w:val="single" w:sz="4" w:space="0" w:color="auto"/>
              <w:bottom w:val="single" w:sz="4" w:space="0" w:color="auto"/>
              <w:right w:val="single" w:sz="4" w:space="0" w:color="auto"/>
            </w:tcBorders>
          </w:tcPr>
          <w:p w14:paraId="3F05544A" w14:textId="36968685" w:rsidR="000B1A0C" w:rsidRPr="00D7757E" w:rsidRDefault="000B1A0C" w:rsidP="00186FB4">
            <w:pPr>
              <w:jc w:val="both"/>
              <w:rPr>
                <w:szCs w:val="20"/>
                <w:lang w:val="en-CA" w:eastAsia="x-none"/>
              </w:rPr>
            </w:pPr>
            <w:r>
              <w:rPr>
                <w:szCs w:val="20"/>
                <w:lang w:val="en-CA" w:eastAsia="x-none"/>
              </w:rPr>
              <w:t>Supports COVP for DateTime properties</w:t>
            </w:r>
          </w:p>
        </w:tc>
      </w:tr>
      <w:tr w:rsidR="00CB0855" w:rsidRPr="0031768A" w14:paraId="2D63F092"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4F2427F3" w14:textId="5EBE58EA" w:rsidR="000B1A0C" w:rsidRPr="00582D01" w:rsidRDefault="000B1A0C" w:rsidP="0023533F">
            <w:pPr>
              <w:ind w:left="720"/>
            </w:pPr>
            <w:r>
              <w:rPr>
                <w:vertAlign w:val="superscript"/>
              </w:rPr>
              <w:t xml:space="preserve">1 </w:t>
            </w:r>
            <w:r>
              <w:t>Required if the Status_Flags property ever changes value in an object which supports COV property subscriptions.</w:t>
            </w:r>
          </w:p>
          <w:p w14:paraId="2F340149" w14:textId="36AF327E" w:rsidR="00CB0855" w:rsidRPr="00696D31" w:rsidRDefault="000B1A0C" w:rsidP="0023533F">
            <w:pPr>
              <w:ind w:left="720"/>
            </w:pPr>
            <w:r>
              <w:rPr>
                <w:vertAlign w:val="superscript"/>
              </w:rPr>
              <w:t>2</w:t>
            </w:r>
            <w:r w:rsidR="00CB0855" w:rsidRPr="0033680F">
              <w:rPr>
                <w:vertAlign w:val="superscript"/>
              </w:rPr>
              <w:t xml:space="preserve"> </w:t>
            </w:r>
            <w:r w:rsidR="00CB0855" w:rsidRPr="00696D31">
              <w:t>At least one of these options is required in order to claim conformance to this BIBB.</w:t>
            </w:r>
          </w:p>
          <w:p w14:paraId="79222149" w14:textId="7A30D487" w:rsidR="00CB0855" w:rsidRPr="0033680F" w:rsidRDefault="000B1A0C" w:rsidP="0023533F">
            <w:pPr>
              <w:ind w:left="720"/>
              <w:rPr>
                <w:vertAlign w:val="superscript"/>
              </w:rPr>
            </w:pPr>
            <w:r>
              <w:rPr>
                <w:vertAlign w:val="superscript"/>
              </w:rPr>
              <w:t>3</w:t>
            </w:r>
            <w:r w:rsidR="00CB0855" w:rsidRPr="0033680F">
              <w:rPr>
                <w:vertAlign w:val="superscript"/>
              </w:rPr>
              <w:t xml:space="preserve"> </w:t>
            </w:r>
            <w:r w:rsidR="00CB0855" w:rsidRPr="00696D31">
              <w:t>At least one of these options is required in order to claim conformance to this BIBB.</w:t>
            </w:r>
          </w:p>
        </w:tc>
      </w:tr>
      <w:tr w:rsidR="00B2207F" w:rsidRPr="00605C65" w14:paraId="18495FD9"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6E10DF09" w14:textId="77777777" w:rsidR="00B2207F" w:rsidRPr="00605C65" w:rsidRDefault="00B2207F" w:rsidP="00B2207F">
            <w:pPr>
              <w:rPr>
                <w:b/>
              </w:rPr>
            </w:pPr>
            <w:r w:rsidRPr="00605C65">
              <w:rPr>
                <w:b/>
              </w:rPr>
              <w:t xml:space="preserve">Data Sharing </w:t>
            </w:r>
            <w:r w:rsidR="00012C95">
              <w:rPr>
                <w:b/>
              </w:rPr>
              <w:t>-</w:t>
            </w:r>
            <w:r w:rsidRPr="00605C65">
              <w:rPr>
                <w:b/>
              </w:rPr>
              <w:t xml:space="preserve"> </w:t>
            </w:r>
            <w:r>
              <w:rPr>
                <w:b/>
              </w:rPr>
              <w:t xml:space="preserve">WriteGroup </w:t>
            </w:r>
            <w:r w:rsidR="00012C95">
              <w:rPr>
                <w:b/>
              </w:rPr>
              <w:t>-</w:t>
            </w:r>
            <w:r>
              <w:rPr>
                <w:b/>
              </w:rPr>
              <w:t xml:space="preserve"> A</w:t>
            </w:r>
          </w:p>
        </w:tc>
      </w:tr>
      <w:tr w:rsidR="00B2207F" w:rsidRPr="00605C65" w14:paraId="46535816" w14:textId="77777777" w:rsidTr="00582D01">
        <w:tblPrEx>
          <w:tblLook w:val="04A0" w:firstRow="1" w:lastRow="0" w:firstColumn="1" w:lastColumn="0" w:noHBand="0" w:noVBand="1"/>
        </w:tblPrEx>
        <w:tc>
          <w:tcPr>
            <w:tcW w:w="377" w:type="dxa"/>
            <w:gridSpan w:val="2"/>
            <w:tcBorders>
              <w:top w:val="single" w:sz="4" w:space="0" w:color="auto"/>
              <w:left w:val="single" w:sz="4" w:space="0" w:color="auto"/>
              <w:bottom w:val="single" w:sz="4" w:space="0" w:color="auto"/>
              <w:right w:val="single" w:sz="4" w:space="0" w:color="auto"/>
            </w:tcBorders>
          </w:tcPr>
          <w:p w14:paraId="51EEB9CF"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4E5B19F5" w14:textId="1D8793CB" w:rsidR="00B2207F" w:rsidRPr="00605C65" w:rsidRDefault="00B2207F" w:rsidP="0033680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7FFAB17" w14:textId="77777777" w:rsidR="00B2207F" w:rsidRPr="00605C65" w:rsidRDefault="00B2207F" w:rsidP="00B2207F">
            <w:r w:rsidRPr="00605C65">
              <w:t>Base Requirements</w:t>
            </w:r>
          </w:p>
        </w:tc>
      </w:tr>
      <w:tr w:rsidR="00B2207F" w:rsidRPr="0089157C" w14:paraId="3FA22703"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06672FD1" w14:textId="286E8138" w:rsidR="00B2207F" w:rsidRPr="0089157C" w:rsidRDefault="00B2207F" w:rsidP="00B2207F">
            <w:pPr>
              <w:ind w:left="720"/>
            </w:pPr>
          </w:p>
        </w:tc>
      </w:tr>
      <w:tr w:rsidR="00B2207F" w:rsidRPr="00605C65" w14:paraId="2F99696D" w14:textId="77777777" w:rsidTr="00582D01">
        <w:tblPrEx>
          <w:tblLook w:val="04A0" w:firstRow="1" w:lastRow="0" w:firstColumn="1" w:lastColumn="0" w:noHBand="0" w:noVBand="1"/>
        </w:tblPrEx>
        <w:tc>
          <w:tcPr>
            <w:tcW w:w="8912" w:type="dxa"/>
            <w:gridSpan w:val="5"/>
            <w:tcBorders>
              <w:top w:val="single" w:sz="4" w:space="0" w:color="auto"/>
              <w:left w:val="single" w:sz="4" w:space="0" w:color="auto"/>
              <w:bottom w:val="single" w:sz="4" w:space="0" w:color="auto"/>
              <w:right w:val="single" w:sz="4" w:space="0" w:color="auto"/>
            </w:tcBorders>
          </w:tcPr>
          <w:p w14:paraId="4ABF7FDF" w14:textId="77777777" w:rsidR="00B2207F" w:rsidRPr="00B31DD5" w:rsidRDefault="00B2207F" w:rsidP="00B2207F">
            <w:pPr>
              <w:rPr>
                <w:b/>
              </w:rPr>
            </w:pPr>
            <w:r w:rsidRPr="00B31DD5">
              <w:rPr>
                <w:b/>
              </w:rPr>
              <w:t xml:space="preserve">Data Sharing </w:t>
            </w:r>
            <w:r w:rsidR="00012C95">
              <w:rPr>
                <w:b/>
              </w:rPr>
              <w:t>-</w:t>
            </w:r>
            <w:r w:rsidRPr="00B31DD5">
              <w:rPr>
                <w:b/>
              </w:rPr>
              <w:t xml:space="preserve"> WriteGroup </w:t>
            </w:r>
            <w:r w:rsidR="00012C95">
              <w:rPr>
                <w:b/>
              </w:rPr>
              <w:t>-</w:t>
            </w:r>
            <w:r w:rsidRPr="00B31DD5">
              <w:rPr>
                <w:b/>
              </w:rPr>
              <w:t xml:space="preserve"> </w:t>
            </w:r>
            <w:r>
              <w:rPr>
                <w:b/>
              </w:rPr>
              <w:t>I</w:t>
            </w:r>
            <w:r w:rsidR="008D2223">
              <w:rPr>
                <w:b/>
              </w:rPr>
              <w:t>nternal</w:t>
            </w:r>
            <w:r>
              <w:rPr>
                <w:b/>
              </w:rPr>
              <w:t xml:space="preserve"> </w:t>
            </w:r>
            <w:r w:rsidR="00012C95">
              <w:rPr>
                <w:b/>
              </w:rPr>
              <w:t>-</w:t>
            </w:r>
            <w:r>
              <w:rPr>
                <w:b/>
              </w:rPr>
              <w:t xml:space="preserve"> B</w:t>
            </w:r>
          </w:p>
        </w:tc>
      </w:tr>
      <w:tr w:rsidR="00C21320" w:rsidRPr="00F95990" w14:paraId="18CC786D" w14:textId="77777777" w:rsidTr="00582D01">
        <w:tc>
          <w:tcPr>
            <w:tcW w:w="360" w:type="dxa"/>
          </w:tcPr>
          <w:p w14:paraId="2B6E4527" w14:textId="77777777" w:rsidR="00C21320" w:rsidRPr="00F95990" w:rsidRDefault="00C21320" w:rsidP="00F163A9">
            <w:pPr>
              <w:jc w:val="center"/>
            </w:pPr>
          </w:p>
        </w:tc>
        <w:tc>
          <w:tcPr>
            <w:tcW w:w="1000" w:type="dxa"/>
            <w:gridSpan w:val="3"/>
          </w:tcPr>
          <w:p w14:paraId="405FB8BE" w14:textId="77777777" w:rsidR="00C21320" w:rsidRPr="008E3D92" w:rsidRDefault="00C21320" w:rsidP="00F163A9">
            <w:pPr>
              <w:jc w:val="center"/>
              <w:rPr>
                <w:szCs w:val="20"/>
              </w:rPr>
            </w:pPr>
            <w:r w:rsidRPr="008E3D92">
              <w:rPr>
                <w:szCs w:val="20"/>
              </w:rPr>
              <w:t>R</w:t>
            </w:r>
          </w:p>
        </w:tc>
        <w:tc>
          <w:tcPr>
            <w:tcW w:w="7552" w:type="dxa"/>
          </w:tcPr>
          <w:p w14:paraId="333F271E" w14:textId="77777777" w:rsidR="00C21320" w:rsidRPr="008E3D92" w:rsidRDefault="00C21320" w:rsidP="00F163A9">
            <w:pPr>
              <w:rPr>
                <w:szCs w:val="20"/>
              </w:rPr>
            </w:pPr>
            <w:r w:rsidRPr="008E3D92">
              <w:rPr>
                <w:szCs w:val="20"/>
              </w:rPr>
              <w:t>Base Requirements</w:t>
            </w:r>
          </w:p>
        </w:tc>
      </w:tr>
      <w:tr w:rsidR="00C21320" w:rsidRPr="00F95990" w14:paraId="4D939E05" w14:textId="77777777" w:rsidTr="00582D01">
        <w:tc>
          <w:tcPr>
            <w:tcW w:w="360" w:type="dxa"/>
          </w:tcPr>
          <w:p w14:paraId="7734AEDB" w14:textId="77777777" w:rsidR="00C21320" w:rsidRPr="00F95990" w:rsidRDefault="00C21320" w:rsidP="00F163A9">
            <w:pPr>
              <w:jc w:val="center"/>
            </w:pPr>
          </w:p>
        </w:tc>
        <w:tc>
          <w:tcPr>
            <w:tcW w:w="1000" w:type="dxa"/>
            <w:gridSpan w:val="3"/>
          </w:tcPr>
          <w:p w14:paraId="3B250FC7" w14:textId="77777777" w:rsidR="00C21320" w:rsidRPr="008E3D92" w:rsidRDefault="00C21320" w:rsidP="00F163A9">
            <w:pPr>
              <w:jc w:val="center"/>
              <w:rPr>
                <w:szCs w:val="20"/>
              </w:rPr>
            </w:pPr>
            <w:r>
              <w:rPr>
                <w:szCs w:val="20"/>
              </w:rPr>
              <w:t>R</w:t>
            </w:r>
          </w:p>
        </w:tc>
        <w:tc>
          <w:tcPr>
            <w:tcW w:w="7552" w:type="dxa"/>
          </w:tcPr>
          <w:p w14:paraId="17DB27D4" w14:textId="77777777" w:rsidR="00C21320" w:rsidRPr="008E3D92" w:rsidRDefault="00C21320" w:rsidP="00F163A9">
            <w:pPr>
              <w:rPr>
                <w:szCs w:val="20"/>
              </w:rPr>
            </w:pPr>
            <w:r>
              <w:rPr>
                <w:szCs w:val="20"/>
              </w:rPr>
              <w:t>Supports the Channel object that can propagate values to local objects</w:t>
            </w:r>
          </w:p>
        </w:tc>
      </w:tr>
      <w:tr w:rsidR="00C21320" w:rsidRPr="00F95990" w14:paraId="778710A0" w14:textId="77777777" w:rsidTr="00582D01">
        <w:tc>
          <w:tcPr>
            <w:tcW w:w="360" w:type="dxa"/>
          </w:tcPr>
          <w:p w14:paraId="332213E3" w14:textId="77777777" w:rsidR="00C21320" w:rsidRPr="00F95990" w:rsidRDefault="00C21320" w:rsidP="00F163A9">
            <w:pPr>
              <w:jc w:val="center"/>
            </w:pPr>
          </w:p>
        </w:tc>
        <w:tc>
          <w:tcPr>
            <w:tcW w:w="1000" w:type="dxa"/>
            <w:gridSpan w:val="3"/>
          </w:tcPr>
          <w:p w14:paraId="3D61BEC9" w14:textId="77777777" w:rsidR="00C21320" w:rsidRPr="008E3D92" w:rsidRDefault="00C21320" w:rsidP="00F163A9">
            <w:pPr>
              <w:jc w:val="center"/>
              <w:rPr>
                <w:szCs w:val="20"/>
              </w:rPr>
            </w:pPr>
            <w:r>
              <w:rPr>
                <w:szCs w:val="20"/>
              </w:rPr>
              <w:t>O</w:t>
            </w:r>
          </w:p>
        </w:tc>
        <w:tc>
          <w:tcPr>
            <w:tcW w:w="7552" w:type="dxa"/>
          </w:tcPr>
          <w:p w14:paraId="69E0FE42" w14:textId="77777777" w:rsidR="00C21320" w:rsidRPr="008E3D92" w:rsidRDefault="00C21320" w:rsidP="00F163A9">
            <w:pPr>
              <w:rPr>
                <w:szCs w:val="20"/>
              </w:rPr>
            </w:pPr>
            <w:r>
              <w:rPr>
                <w:szCs w:val="20"/>
              </w:rPr>
              <w:t>Supports the Channel object with a writable Allow_Group_Delay_Inhibit property</w:t>
            </w:r>
          </w:p>
        </w:tc>
      </w:tr>
      <w:tr w:rsidR="00B2207F" w:rsidRPr="0089157C" w14:paraId="739F945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1395C47C" w14:textId="77777777" w:rsidR="00B2207F" w:rsidRPr="00FB3F7A" w:rsidRDefault="00B2207F" w:rsidP="00B2207F">
            <w:pPr>
              <w:ind w:left="720"/>
              <w:rPr>
                <w:vertAlign w:val="superscript"/>
              </w:rPr>
            </w:pPr>
          </w:p>
        </w:tc>
      </w:tr>
      <w:tr w:rsidR="00B2207F" w:rsidRPr="00605C65" w14:paraId="5E6DC950"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C0B093A" w14:textId="77777777" w:rsidR="00B2207F" w:rsidRPr="00B31DD5" w:rsidRDefault="00B2207F" w:rsidP="00B2207F">
            <w:pPr>
              <w:rPr>
                <w:b/>
              </w:rPr>
            </w:pPr>
            <w:r w:rsidRPr="00B31DD5">
              <w:rPr>
                <w:b/>
              </w:rPr>
              <w:t xml:space="preserve">Data Sharing </w:t>
            </w:r>
            <w:r w:rsidR="00012C95">
              <w:rPr>
                <w:b/>
              </w:rPr>
              <w:t>-</w:t>
            </w:r>
            <w:r w:rsidRPr="00B31DD5">
              <w:rPr>
                <w:b/>
              </w:rPr>
              <w:t xml:space="preserve"> WriteGroup </w:t>
            </w:r>
            <w:r w:rsidR="00012C95">
              <w:rPr>
                <w:b/>
              </w:rPr>
              <w:t>-</w:t>
            </w:r>
            <w:r w:rsidRPr="00B31DD5">
              <w:rPr>
                <w:b/>
              </w:rPr>
              <w:t xml:space="preserve"> </w:t>
            </w:r>
            <w:r>
              <w:rPr>
                <w:b/>
              </w:rPr>
              <w:t>E</w:t>
            </w:r>
            <w:r w:rsidR="008D2223">
              <w:rPr>
                <w:b/>
              </w:rPr>
              <w:t>xternal</w:t>
            </w:r>
            <w:r>
              <w:rPr>
                <w:b/>
              </w:rPr>
              <w:t xml:space="preserve"> </w:t>
            </w:r>
            <w:r w:rsidR="00012C95">
              <w:rPr>
                <w:b/>
              </w:rPr>
              <w:t>-</w:t>
            </w:r>
            <w:r>
              <w:rPr>
                <w:b/>
              </w:rPr>
              <w:t xml:space="preserve"> B</w:t>
            </w:r>
          </w:p>
        </w:tc>
      </w:tr>
      <w:tr w:rsidR="00C21320" w:rsidRPr="008E3D92" w14:paraId="68F7C272" w14:textId="77777777" w:rsidTr="00582D01">
        <w:tc>
          <w:tcPr>
            <w:tcW w:w="360" w:type="dxa"/>
          </w:tcPr>
          <w:p w14:paraId="34D0FAB3" w14:textId="77777777" w:rsidR="00C21320" w:rsidRPr="00F95990" w:rsidRDefault="00C21320" w:rsidP="00F163A9">
            <w:pPr>
              <w:jc w:val="center"/>
            </w:pPr>
          </w:p>
        </w:tc>
        <w:tc>
          <w:tcPr>
            <w:tcW w:w="1000" w:type="dxa"/>
            <w:gridSpan w:val="3"/>
          </w:tcPr>
          <w:p w14:paraId="502E6970" w14:textId="77777777" w:rsidR="00C21320" w:rsidRPr="008E3D92" w:rsidRDefault="00C21320" w:rsidP="00F163A9">
            <w:pPr>
              <w:jc w:val="center"/>
              <w:rPr>
                <w:szCs w:val="20"/>
              </w:rPr>
            </w:pPr>
            <w:r>
              <w:rPr>
                <w:szCs w:val="20"/>
              </w:rPr>
              <w:t>R</w:t>
            </w:r>
          </w:p>
        </w:tc>
        <w:tc>
          <w:tcPr>
            <w:tcW w:w="7552" w:type="dxa"/>
          </w:tcPr>
          <w:p w14:paraId="1F8FC14F" w14:textId="77777777" w:rsidR="00C21320" w:rsidRPr="008E3D92" w:rsidRDefault="00C21320" w:rsidP="00F163A9">
            <w:pPr>
              <w:rPr>
                <w:szCs w:val="20"/>
              </w:rPr>
            </w:pPr>
            <w:r w:rsidRPr="008E3D92">
              <w:rPr>
                <w:szCs w:val="20"/>
              </w:rPr>
              <w:t>Base Requirements</w:t>
            </w:r>
          </w:p>
        </w:tc>
      </w:tr>
      <w:tr w:rsidR="00C21320" w:rsidRPr="008E3D92" w14:paraId="17991FC1" w14:textId="77777777" w:rsidTr="00582D01">
        <w:tc>
          <w:tcPr>
            <w:tcW w:w="360" w:type="dxa"/>
          </w:tcPr>
          <w:p w14:paraId="03EB8BF3" w14:textId="77777777" w:rsidR="00C21320" w:rsidRPr="00F95990" w:rsidRDefault="00C21320" w:rsidP="00F163A9">
            <w:pPr>
              <w:jc w:val="center"/>
            </w:pPr>
          </w:p>
        </w:tc>
        <w:tc>
          <w:tcPr>
            <w:tcW w:w="1000" w:type="dxa"/>
            <w:gridSpan w:val="3"/>
          </w:tcPr>
          <w:p w14:paraId="7E649867" w14:textId="77777777" w:rsidR="00C21320" w:rsidRPr="008E3D92" w:rsidRDefault="00C21320" w:rsidP="00F163A9">
            <w:pPr>
              <w:jc w:val="center"/>
              <w:rPr>
                <w:szCs w:val="20"/>
              </w:rPr>
            </w:pPr>
            <w:r>
              <w:rPr>
                <w:szCs w:val="20"/>
              </w:rPr>
              <w:t>R</w:t>
            </w:r>
          </w:p>
        </w:tc>
        <w:tc>
          <w:tcPr>
            <w:tcW w:w="7552" w:type="dxa"/>
          </w:tcPr>
          <w:p w14:paraId="7437B148" w14:textId="77777777" w:rsidR="00C21320" w:rsidRPr="008E3D92" w:rsidRDefault="00C21320" w:rsidP="00F163A9">
            <w:pPr>
              <w:rPr>
                <w:szCs w:val="20"/>
              </w:rPr>
            </w:pPr>
            <w:r>
              <w:rPr>
                <w:szCs w:val="20"/>
              </w:rPr>
              <w:t>Supports DS-WG-I-B</w:t>
            </w:r>
          </w:p>
        </w:tc>
      </w:tr>
      <w:tr w:rsidR="00C21320" w:rsidRPr="008E3D92" w14:paraId="1FE0EE57" w14:textId="77777777" w:rsidTr="00582D01">
        <w:tc>
          <w:tcPr>
            <w:tcW w:w="360" w:type="dxa"/>
          </w:tcPr>
          <w:p w14:paraId="6863E7AF" w14:textId="77777777" w:rsidR="00C21320" w:rsidRPr="00F95990" w:rsidRDefault="00C21320" w:rsidP="00F163A9">
            <w:pPr>
              <w:jc w:val="center"/>
            </w:pPr>
          </w:p>
        </w:tc>
        <w:tc>
          <w:tcPr>
            <w:tcW w:w="1000" w:type="dxa"/>
            <w:gridSpan w:val="3"/>
          </w:tcPr>
          <w:p w14:paraId="5BBC03BB" w14:textId="77777777" w:rsidR="00C21320" w:rsidRPr="008E3D92" w:rsidRDefault="00C21320" w:rsidP="00F163A9">
            <w:pPr>
              <w:jc w:val="center"/>
              <w:rPr>
                <w:szCs w:val="20"/>
              </w:rPr>
            </w:pPr>
            <w:r>
              <w:rPr>
                <w:szCs w:val="20"/>
              </w:rPr>
              <w:t>R</w:t>
            </w:r>
          </w:p>
        </w:tc>
        <w:tc>
          <w:tcPr>
            <w:tcW w:w="7552" w:type="dxa"/>
          </w:tcPr>
          <w:p w14:paraId="56E810FF" w14:textId="77777777" w:rsidR="00C21320" w:rsidRPr="008E3D92" w:rsidRDefault="00C21320" w:rsidP="00F163A9">
            <w:pPr>
              <w:rPr>
                <w:szCs w:val="20"/>
              </w:rPr>
            </w:pPr>
            <w:r>
              <w:rPr>
                <w:szCs w:val="20"/>
              </w:rPr>
              <w:t>Supports DS-WP-A</w:t>
            </w:r>
          </w:p>
        </w:tc>
      </w:tr>
      <w:tr w:rsidR="00C21320" w:rsidRPr="008E3D92" w14:paraId="27B84BA4" w14:textId="77777777" w:rsidTr="00582D01">
        <w:tc>
          <w:tcPr>
            <w:tcW w:w="360" w:type="dxa"/>
          </w:tcPr>
          <w:p w14:paraId="13244212" w14:textId="77777777" w:rsidR="00C21320" w:rsidRPr="00F95990" w:rsidRDefault="00C21320" w:rsidP="00F163A9">
            <w:pPr>
              <w:jc w:val="center"/>
            </w:pPr>
          </w:p>
        </w:tc>
        <w:tc>
          <w:tcPr>
            <w:tcW w:w="1000" w:type="dxa"/>
            <w:gridSpan w:val="3"/>
          </w:tcPr>
          <w:p w14:paraId="7107646F" w14:textId="77777777" w:rsidR="00C21320" w:rsidRPr="008E3D92" w:rsidRDefault="00C21320" w:rsidP="00F163A9">
            <w:pPr>
              <w:jc w:val="center"/>
              <w:rPr>
                <w:szCs w:val="20"/>
              </w:rPr>
            </w:pPr>
            <w:r>
              <w:rPr>
                <w:szCs w:val="20"/>
              </w:rPr>
              <w:t>R</w:t>
            </w:r>
          </w:p>
        </w:tc>
        <w:tc>
          <w:tcPr>
            <w:tcW w:w="7552" w:type="dxa"/>
          </w:tcPr>
          <w:p w14:paraId="43A4E37F" w14:textId="77777777" w:rsidR="00C21320" w:rsidRPr="008E3D92" w:rsidRDefault="00C21320" w:rsidP="00F163A9">
            <w:pPr>
              <w:rPr>
                <w:szCs w:val="20"/>
              </w:rPr>
            </w:pPr>
            <w:r>
              <w:rPr>
                <w:szCs w:val="20"/>
              </w:rPr>
              <w:t>Supports the Channel Object that can propagate values to objects on remote devices</w:t>
            </w:r>
          </w:p>
        </w:tc>
      </w:tr>
      <w:tr w:rsidR="00B2207F" w:rsidRPr="0089157C" w14:paraId="36D35AA0"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43A9783" w14:textId="77777777" w:rsidR="00B2207F" w:rsidRPr="00FB3F7A" w:rsidRDefault="00B2207F" w:rsidP="00B2207F">
            <w:pPr>
              <w:ind w:left="720"/>
              <w:rPr>
                <w:vertAlign w:val="superscript"/>
              </w:rPr>
            </w:pPr>
          </w:p>
        </w:tc>
      </w:tr>
      <w:tr w:rsidR="00B2207F" w:rsidRPr="00605C65" w14:paraId="2A0BC91F"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5488463"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 xml:space="preserve">Value Source Information </w:t>
            </w:r>
            <w:r w:rsidR="00012C95">
              <w:rPr>
                <w:b/>
              </w:rPr>
              <w:t>-</w:t>
            </w:r>
            <w:r>
              <w:rPr>
                <w:b/>
              </w:rPr>
              <w:t xml:space="preserve"> B</w:t>
            </w:r>
          </w:p>
        </w:tc>
      </w:tr>
      <w:tr w:rsidR="00B2207F" w:rsidRPr="00605C65" w14:paraId="385FE1A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12F671B"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32933D2B" w14:textId="3E562732" w:rsidR="00B2207F" w:rsidRPr="00605C65" w:rsidRDefault="00B2207F" w:rsidP="00B2207F">
            <w:pPr>
              <w:jc w:val="center"/>
            </w:pPr>
            <w:r w:rsidRPr="00605C65">
              <w:t>R</w:t>
            </w:r>
            <w:r w:rsidRPr="00605C65">
              <w:rPr>
                <w:vertAlign w:val="superscript"/>
              </w:rPr>
              <w:t>1</w:t>
            </w:r>
          </w:p>
        </w:tc>
        <w:tc>
          <w:tcPr>
            <w:tcW w:w="7552" w:type="dxa"/>
            <w:tcBorders>
              <w:top w:val="single" w:sz="4" w:space="0" w:color="auto"/>
              <w:left w:val="single" w:sz="4" w:space="0" w:color="auto"/>
              <w:bottom w:val="single" w:sz="4" w:space="0" w:color="auto"/>
              <w:right w:val="single" w:sz="4" w:space="0" w:color="auto"/>
            </w:tcBorders>
            <w:hideMark/>
          </w:tcPr>
          <w:p w14:paraId="559E639A" w14:textId="77777777" w:rsidR="00B2207F" w:rsidRPr="00605C65" w:rsidRDefault="00B2207F" w:rsidP="00B2207F">
            <w:r w:rsidRPr="00605C65">
              <w:t>Base Requirements</w:t>
            </w:r>
          </w:p>
        </w:tc>
      </w:tr>
      <w:tr w:rsidR="00B2207F" w:rsidRPr="0089157C" w14:paraId="4DEF9302"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C713448" w14:textId="22897A92" w:rsidR="00B2207F" w:rsidRPr="0089157C" w:rsidRDefault="004832C2" w:rsidP="00B2207F">
            <w:pPr>
              <w:ind w:left="720"/>
            </w:pPr>
            <w:r>
              <w:rPr>
                <w:vertAlign w:val="superscript"/>
              </w:rPr>
              <w:t>1</w:t>
            </w:r>
            <w:r w:rsidR="00650BA1">
              <w:rPr>
                <w:vertAlign w:val="superscript"/>
              </w:rPr>
              <w:t xml:space="preserve"> </w:t>
            </w:r>
            <w:r w:rsidR="00B2207F">
              <w:t>Protocol_Revision 17 or higher must be claimed.</w:t>
            </w:r>
          </w:p>
        </w:tc>
      </w:tr>
      <w:tr w:rsidR="001D278F" w:rsidRPr="00965555" w14:paraId="230324C2"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AE7A072" w14:textId="77777777" w:rsidR="001D278F" w:rsidRPr="00965555" w:rsidRDefault="001D278F" w:rsidP="00186FB4">
            <w:pPr>
              <w:rPr>
                <w:b/>
              </w:rPr>
            </w:pPr>
            <w:r w:rsidRPr="00965555">
              <w:rPr>
                <w:b/>
              </w:rPr>
              <w:t xml:space="preserve">Data Sharing - Change Of Value Multiple </w:t>
            </w:r>
            <w:r>
              <w:rPr>
                <w:b/>
              </w:rPr>
              <w:t>-</w:t>
            </w:r>
            <w:r w:rsidRPr="00965555">
              <w:rPr>
                <w:b/>
              </w:rPr>
              <w:t xml:space="preserve"> A</w:t>
            </w:r>
          </w:p>
        </w:tc>
      </w:tr>
      <w:tr w:rsidR="001D278F" w:rsidRPr="00965555" w14:paraId="0680FD1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AA5FD51"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5CF3FA45" w14:textId="77777777" w:rsidR="001D278F" w:rsidRPr="00965555" w:rsidRDefault="001D278F" w:rsidP="00186FB4">
            <w:pPr>
              <w:tabs>
                <w:tab w:val="left" w:pos="360"/>
                <w:tab w:val="left" w:pos="720"/>
                <w:tab w:val="left" w:pos="1080"/>
                <w:tab w:val="left" w:pos="1440"/>
                <w:tab w:val="left" w:pos="2160"/>
              </w:tabs>
              <w:jc w:val="center"/>
            </w:pPr>
            <w:r w:rsidRPr="00965555">
              <w:t>R</w:t>
            </w:r>
          </w:p>
        </w:tc>
        <w:tc>
          <w:tcPr>
            <w:tcW w:w="7552" w:type="dxa"/>
            <w:tcBorders>
              <w:top w:val="single" w:sz="4" w:space="0" w:color="auto"/>
              <w:left w:val="single" w:sz="4" w:space="0" w:color="auto"/>
              <w:bottom w:val="single" w:sz="4" w:space="0" w:color="auto"/>
              <w:right w:val="single" w:sz="4" w:space="0" w:color="auto"/>
            </w:tcBorders>
            <w:hideMark/>
          </w:tcPr>
          <w:p w14:paraId="16D50DD9" w14:textId="77777777" w:rsidR="001D278F" w:rsidRPr="00965555" w:rsidRDefault="001D278F" w:rsidP="00186FB4">
            <w:pPr>
              <w:tabs>
                <w:tab w:val="left" w:pos="360"/>
                <w:tab w:val="left" w:pos="720"/>
                <w:tab w:val="left" w:pos="1080"/>
                <w:tab w:val="left" w:pos="1440"/>
                <w:tab w:val="left" w:pos="2160"/>
              </w:tabs>
            </w:pPr>
            <w:r w:rsidRPr="00965555">
              <w:t>Base Requirements</w:t>
            </w:r>
          </w:p>
        </w:tc>
      </w:tr>
      <w:tr w:rsidR="001D278F" w:rsidRPr="00965555" w14:paraId="1AB42E2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D798112"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95947BC" w14:textId="77777777" w:rsidR="001D278F" w:rsidRPr="00965555" w:rsidRDefault="001D278F" w:rsidP="00186FB4">
            <w:pPr>
              <w:tabs>
                <w:tab w:val="left" w:pos="360"/>
                <w:tab w:val="left" w:pos="720"/>
                <w:tab w:val="left" w:pos="1080"/>
                <w:tab w:val="left" w:pos="1440"/>
                <w:tab w:val="left" w:pos="2160"/>
              </w:tabs>
              <w:jc w:val="center"/>
            </w:pPr>
            <w:r>
              <w:t>R</w:t>
            </w:r>
          </w:p>
        </w:tc>
        <w:tc>
          <w:tcPr>
            <w:tcW w:w="7552" w:type="dxa"/>
            <w:tcBorders>
              <w:top w:val="single" w:sz="4" w:space="0" w:color="auto"/>
              <w:left w:val="single" w:sz="4" w:space="0" w:color="auto"/>
              <w:bottom w:val="single" w:sz="4" w:space="0" w:color="auto"/>
              <w:right w:val="single" w:sz="4" w:space="0" w:color="auto"/>
            </w:tcBorders>
          </w:tcPr>
          <w:p w14:paraId="5121D9FA" w14:textId="77777777" w:rsidR="001D278F" w:rsidRPr="00965555" w:rsidRDefault="001D278F" w:rsidP="00186FB4">
            <w:pPr>
              <w:tabs>
                <w:tab w:val="left" w:pos="360"/>
                <w:tab w:val="left" w:pos="720"/>
                <w:tab w:val="left" w:pos="1080"/>
                <w:tab w:val="left" w:pos="1440"/>
                <w:tab w:val="left" w:pos="2160"/>
              </w:tabs>
            </w:pPr>
            <w:r>
              <w:t>Subscribes with lifetimes up to 8 hours in duration</w:t>
            </w:r>
          </w:p>
        </w:tc>
      </w:tr>
      <w:tr w:rsidR="001D278F" w:rsidRPr="00965555" w14:paraId="372D1D5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D5A6775"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03FA135" w14:textId="77777777" w:rsidR="001D278F" w:rsidRDefault="001D278F" w:rsidP="00186FB4">
            <w:pPr>
              <w:tabs>
                <w:tab w:val="left" w:pos="360"/>
                <w:tab w:val="left" w:pos="720"/>
                <w:tab w:val="left" w:pos="1080"/>
                <w:tab w:val="left" w:pos="1440"/>
                <w:tab w:val="left" w:pos="2160"/>
              </w:tabs>
              <w:jc w:val="center"/>
            </w:pPr>
            <w:r>
              <w:t>O</w:t>
            </w:r>
          </w:p>
        </w:tc>
        <w:tc>
          <w:tcPr>
            <w:tcW w:w="7552" w:type="dxa"/>
            <w:tcBorders>
              <w:top w:val="single" w:sz="4" w:space="0" w:color="auto"/>
              <w:left w:val="single" w:sz="4" w:space="0" w:color="auto"/>
              <w:bottom w:val="single" w:sz="4" w:space="0" w:color="auto"/>
              <w:right w:val="single" w:sz="4" w:space="0" w:color="auto"/>
            </w:tcBorders>
          </w:tcPr>
          <w:p w14:paraId="041866D1" w14:textId="77777777" w:rsidR="001D278F" w:rsidRDefault="001D278F" w:rsidP="00186FB4">
            <w:pPr>
              <w:tabs>
                <w:tab w:val="left" w:pos="360"/>
                <w:tab w:val="left" w:pos="720"/>
                <w:tab w:val="left" w:pos="1080"/>
                <w:tab w:val="left" w:pos="1440"/>
                <w:tab w:val="left" w:pos="2160"/>
              </w:tabs>
            </w:pPr>
            <w:r>
              <w:t>Can cancel subscriptions</w:t>
            </w:r>
          </w:p>
        </w:tc>
      </w:tr>
      <w:tr w:rsidR="001D278F" w:rsidRPr="00965555" w14:paraId="08DF7AD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8CC76E3"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6F9D734"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29C1BF95" w14:textId="77777777" w:rsidR="001D278F" w:rsidRDefault="001D278F" w:rsidP="00186FB4">
            <w:pPr>
              <w:tabs>
                <w:tab w:val="left" w:pos="360"/>
                <w:tab w:val="left" w:pos="720"/>
                <w:tab w:val="left" w:pos="1080"/>
                <w:tab w:val="left" w:pos="1440"/>
                <w:tab w:val="left" w:pos="2160"/>
              </w:tabs>
            </w:pPr>
            <w:r>
              <w:t>Can subscribe for confirmed notifications</w:t>
            </w:r>
          </w:p>
        </w:tc>
      </w:tr>
      <w:tr w:rsidR="001D278F" w:rsidRPr="006715F7" w14:paraId="09D54EC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07951EC"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94871D9" w14:textId="77777777" w:rsidR="001D278F" w:rsidRPr="008F6B57" w:rsidRDefault="001D278F" w:rsidP="00186FB4">
            <w:pPr>
              <w:tabs>
                <w:tab w:val="left" w:pos="360"/>
                <w:tab w:val="left" w:pos="720"/>
                <w:tab w:val="left" w:pos="1080"/>
                <w:tab w:val="left" w:pos="1440"/>
                <w:tab w:val="left" w:pos="2160"/>
              </w:tabs>
              <w:jc w:val="center"/>
              <w:rPr>
                <w:vertAlign w:val="superscript"/>
              </w:rPr>
            </w:pPr>
            <w:r w:rsidRPr="006715F7">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7B4464A0" w14:textId="77777777" w:rsidR="001D278F" w:rsidRPr="006715F7" w:rsidRDefault="001D278F" w:rsidP="00186FB4">
            <w:pPr>
              <w:tabs>
                <w:tab w:val="left" w:pos="360"/>
                <w:tab w:val="left" w:pos="720"/>
                <w:tab w:val="left" w:pos="1080"/>
                <w:tab w:val="left" w:pos="1440"/>
                <w:tab w:val="left" w:pos="2160"/>
              </w:tabs>
            </w:pPr>
            <w:r w:rsidRPr="006715F7">
              <w:t>Can subscribe for unconfirmed notifications</w:t>
            </w:r>
          </w:p>
        </w:tc>
      </w:tr>
      <w:tr w:rsidR="001D278F" w:rsidRPr="006715F7" w14:paraId="798E69B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73BFD7C"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3786C0B" w14:textId="77777777" w:rsidR="001D278F" w:rsidRPr="006715F7" w:rsidRDefault="001D278F" w:rsidP="00186FB4">
            <w:pPr>
              <w:tabs>
                <w:tab w:val="left" w:pos="360"/>
                <w:tab w:val="left" w:pos="720"/>
                <w:tab w:val="left" w:pos="1080"/>
                <w:tab w:val="left" w:pos="1440"/>
                <w:tab w:val="left" w:pos="2160"/>
              </w:tabs>
              <w:jc w:val="center"/>
            </w:pPr>
            <w:r w:rsidRPr="006715F7">
              <w:t>O</w:t>
            </w:r>
          </w:p>
        </w:tc>
        <w:tc>
          <w:tcPr>
            <w:tcW w:w="7552" w:type="dxa"/>
            <w:tcBorders>
              <w:top w:val="single" w:sz="4" w:space="0" w:color="auto"/>
              <w:left w:val="single" w:sz="4" w:space="0" w:color="auto"/>
              <w:bottom w:val="single" w:sz="4" w:space="0" w:color="auto"/>
              <w:right w:val="single" w:sz="4" w:space="0" w:color="auto"/>
            </w:tcBorders>
          </w:tcPr>
          <w:p w14:paraId="2DD5AE59" w14:textId="77777777" w:rsidR="001D278F" w:rsidRPr="006715F7" w:rsidRDefault="001D278F" w:rsidP="00186FB4">
            <w:pPr>
              <w:tabs>
                <w:tab w:val="left" w:pos="360"/>
                <w:tab w:val="left" w:pos="720"/>
                <w:tab w:val="left" w:pos="1080"/>
                <w:tab w:val="left" w:pos="1440"/>
                <w:tab w:val="left" w:pos="2160"/>
              </w:tabs>
            </w:pPr>
            <w:r w:rsidRPr="006715F7">
              <w:t>Supports subscribing to timestamped notifications</w:t>
            </w:r>
          </w:p>
        </w:tc>
      </w:tr>
      <w:tr w:rsidR="001D278F" w:rsidRPr="006715F7" w14:paraId="49FF60D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7799193"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DD2B25B"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571133DC" w14:textId="77777777" w:rsidR="001D278F" w:rsidRPr="006715F7" w:rsidRDefault="001D278F" w:rsidP="00186FB4">
            <w:pPr>
              <w:tabs>
                <w:tab w:val="left" w:pos="360"/>
                <w:tab w:val="left" w:pos="720"/>
                <w:tab w:val="left" w:pos="1080"/>
                <w:tab w:val="left" w:pos="1440"/>
                <w:tab w:val="left" w:pos="2160"/>
              </w:tabs>
            </w:pPr>
            <w:r w:rsidRPr="006715F7">
              <w:t>Can subscribe to non-array properties</w:t>
            </w:r>
          </w:p>
        </w:tc>
      </w:tr>
      <w:tr w:rsidR="001D278F" w:rsidRPr="006715F7" w14:paraId="543D16C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533748B"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20AE12D"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2</w:t>
            </w:r>
          </w:p>
        </w:tc>
        <w:tc>
          <w:tcPr>
            <w:tcW w:w="7552" w:type="dxa"/>
          </w:tcPr>
          <w:p w14:paraId="766D254E" w14:textId="77777777" w:rsidR="001D278F" w:rsidRPr="006715F7" w:rsidRDefault="001D278F" w:rsidP="00186FB4">
            <w:pPr>
              <w:tabs>
                <w:tab w:val="left" w:pos="360"/>
                <w:tab w:val="left" w:pos="720"/>
                <w:tab w:val="left" w:pos="1080"/>
                <w:tab w:val="left" w:pos="1440"/>
                <w:tab w:val="left" w:pos="2160"/>
              </w:tabs>
            </w:pPr>
            <w:r w:rsidRPr="006715F7">
              <w:t>Can subscribe to array elements</w:t>
            </w:r>
          </w:p>
        </w:tc>
      </w:tr>
      <w:tr w:rsidR="001D278F" w:rsidRPr="006715F7" w14:paraId="1F063F7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69EA66E"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F63AC44"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2</w:t>
            </w:r>
          </w:p>
        </w:tc>
        <w:tc>
          <w:tcPr>
            <w:tcW w:w="7552" w:type="dxa"/>
          </w:tcPr>
          <w:p w14:paraId="3DD49288" w14:textId="77777777" w:rsidR="001D278F" w:rsidRPr="006715F7" w:rsidRDefault="001D278F" w:rsidP="00186FB4">
            <w:pPr>
              <w:tabs>
                <w:tab w:val="left" w:pos="360"/>
                <w:tab w:val="left" w:pos="720"/>
                <w:tab w:val="left" w:pos="1080"/>
                <w:tab w:val="left" w:pos="1440"/>
                <w:tab w:val="left" w:pos="2160"/>
              </w:tabs>
            </w:pPr>
            <w:r w:rsidRPr="006715F7">
              <w:t>Can subscribe to the size of an array</w:t>
            </w:r>
          </w:p>
        </w:tc>
      </w:tr>
      <w:tr w:rsidR="001D278F" w:rsidRPr="006715F7" w14:paraId="2B4E68B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DBDFD84"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CB394C3"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2</w:t>
            </w:r>
          </w:p>
        </w:tc>
        <w:tc>
          <w:tcPr>
            <w:tcW w:w="7552" w:type="dxa"/>
          </w:tcPr>
          <w:p w14:paraId="605EAE37" w14:textId="77777777" w:rsidR="001D278F" w:rsidRPr="006715F7" w:rsidRDefault="001D278F" w:rsidP="00186FB4">
            <w:pPr>
              <w:tabs>
                <w:tab w:val="left" w:pos="360"/>
                <w:tab w:val="left" w:pos="720"/>
                <w:tab w:val="left" w:pos="1080"/>
                <w:tab w:val="left" w:pos="1440"/>
                <w:tab w:val="left" w:pos="2160"/>
              </w:tabs>
            </w:pPr>
            <w:r w:rsidRPr="006715F7">
              <w:t>Can subscribe to whole arrays</w:t>
            </w:r>
          </w:p>
        </w:tc>
      </w:tr>
      <w:tr w:rsidR="001D278F" w:rsidRPr="006715F7" w14:paraId="1B5F5AB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A143488"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4302F80" w14:textId="77777777" w:rsidR="001D278F" w:rsidRPr="006715F7" w:rsidRDefault="001D278F" w:rsidP="00186FB4">
            <w:pPr>
              <w:tabs>
                <w:tab w:val="left" w:pos="360"/>
                <w:tab w:val="left" w:pos="720"/>
                <w:tab w:val="left" w:pos="1080"/>
                <w:tab w:val="left" w:pos="1440"/>
                <w:tab w:val="left" w:pos="2160"/>
              </w:tabs>
              <w:jc w:val="center"/>
            </w:pPr>
            <w:r w:rsidRPr="006715F7">
              <w:t>O</w:t>
            </w:r>
          </w:p>
        </w:tc>
        <w:tc>
          <w:tcPr>
            <w:tcW w:w="7552" w:type="dxa"/>
          </w:tcPr>
          <w:p w14:paraId="779B497E" w14:textId="77777777" w:rsidR="001D278F" w:rsidRPr="006715F7" w:rsidRDefault="001D278F" w:rsidP="00186FB4">
            <w:pPr>
              <w:tabs>
                <w:tab w:val="left" w:pos="360"/>
                <w:tab w:val="left" w:pos="720"/>
                <w:tab w:val="left" w:pos="1080"/>
                <w:tab w:val="left" w:pos="1440"/>
                <w:tab w:val="left" w:pos="2160"/>
              </w:tabs>
            </w:pPr>
            <w:r w:rsidRPr="006715F7">
              <w:t>Can subscribe to list properties</w:t>
            </w:r>
          </w:p>
        </w:tc>
      </w:tr>
      <w:tr w:rsidR="001D278F" w:rsidRPr="006715F7" w14:paraId="6C284E7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426EBC7"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43002F7" w14:textId="77777777" w:rsidR="001D278F" w:rsidRPr="006715F7" w:rsidRDefault="001D278F" w:rsidP="00186FB4">
            <w:pPr>
              <w:tabs>
                <w:tab w:val="left" w:pos="360"/>
                <w:tab w:val="left" w:pos="720"/>
                <w:tab w:val="left" w:pos="1080"/>
                <w:tab w:val="left" w:pos="1440"/>
                <w:tab w:val="left" w:pos="2160"/>
              </w:tabs>
              <w:jc w:val="center"/>
            </w:pPr>
            <w:r w:rsidRPr="006715F7">
              <w:t>O</w:t>
            </w:r>
          </w:p>
        </w:tc>
        <w:tc>
          <w:tcPr>
            <w:tcW w:w="7552" w:type="dxa"/>
          </w:tcPr>
          <w:p w14:paraId="50EE971F" w14:textId="77777777" w:rsidR="001D278F" w:rsidRPr="006715F7" w:rsidRDefault="001D278F" w:rsidP="00186FB4">
            <w:pPr>
              <w:tabs>
                <w:tab w:val="left" w:pos="360"/>
                <w:tab w:val="left" w:pos="720"/>
                <w:tab w:val="left" w:pos="1080"/>
                <w:tab w:val="left" w:pos="1440"/>
                <w:tab w:val="left" w:pos="2160"/>
              </w:tabs>
            </w:pPr>
            <w:r w:rsidRPr="006715F7">
              <w:t>Can subscribe with a COV Increment</w:t>
            </w:r>
          </w:p>
        </w:tc>
      </w:tr>
      <w:tr w:rsidR="001D278F" w:rsidRPr="006715F7" w14:paraId="54AA579F"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157DD29"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2CC6050" w14:textId="77777777" w:rsidR="001D278F" w:rsidRPr="008F6B57" w:rsidRDefault="001D278F" w:rsidP="00186FB4">
            <w:pPr>
              <w:tabs>
                <w:tab w:val="left" w:pos="360"/>
                <w:tab w:val="left" w:pos="720"/>
                <w:tab w:val="left" w:pos="1080"/>
                <w:tab w:val="left" w:pos="1440"/>
                <w:tab w:val="left" w:pos="2160"/>
              </w:tabs>
              <w:jc w:val="center"/>
              <w:rPr>
                <w:vertAlign w:val="superscript"/>
              </w:rP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5979E8C" w14:textId="77777777" w:rsidR="001D278F" w:rsidRPr="006715F7" w:rsidRDefault="001D278F" w:rsidP="00186FB4">
            <w:pPr>
              <w:tabs>
                <w:tab w:val="left" w:pos="360"/>
                <w:tab w:val="left" w:pos="720"/>
                <w:tab w:val="left" w:pos="1080"/>
                <w:tab w:val="left" w:pos="1440"/>
                <w:tab w:val="left" w:pos="2160"/>
              </w:tabs>
            </w:pPr>
            <w:r w:rsidRPr="006715F7">
              <w:t>Can subscribe to NULL property values</w:t>
            </w:r>
          </w:p>
        </w:tc>
      </w:tr>
      <w:tr w:rsidR="001D278F" w:rsidRPr="006715F7" w14:paraId="27D52A8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5F05BC9"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0FDEC83"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786723CB" w14:textId="77777777" w:rsidR="001D278F" w:rsidRPr="006715F7" w:rsidRDefault="001D278F" w:rsidP="00186FB4">
            <w:pPr>
              <w:tabs>
                <w:tab w:val="left" w:pos="360"/>
                <w:tab w:val="left" w:pos="720"/>
                <w:tab w:val="left" w:pos="1080"/>
                <w:tab w:val="left" w:pos="1440"/>
                <w:tab w:val="left" w:pos="2160"/>
              </w:tabs>
            </w:pPr>
            <w:r w:rsidRPr="006715F7">
              <w:t>Can subscribe to BOOLEAN property values</w:t>
            </w:r>
          </w:p>
        </w:tc>
      </w:tr>
      <w:tr w:rsidR="001D278F" w:rsidRPr="006715F7" w14:paraId="23BA945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7CCE8E3"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B0F2BA0"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200966D4" w14:textId="77777777" w:rsidR="001D278F" w:rsidRPr="006715F7" w:rsidRDefault="001D278F" w:rsidP="00186FB4">
            <w:pPr>
              <w:tabs>
                <w:tab w:val="left" w:pos="360"/>
                <w:tab w:val="left" w:pos="720"/>
                <w:tab w:val="left" w:pos="1080"/>
                <w:tab w:val="left" w:pos="1440"/>
                <w:tab w:val="left" w:pos="2160"/>
              </w:tabs>
            </w:pPr>
            <w:r w:rsidRPr="006715F7">
              <w:t>Can subscribe to Enumerated property values</w:t>
            </w:r>
          </w:p>
        </w:tc>
      </w:tr>
      <w:tr w:rsidR="001D278F" w:rsidRPr="006715F7" w14:paraId="00B470D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7DA2985"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777B194"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5E44192" w14:textId="77777777" w:rsidR="001D278F" w:rsidRPr="006715F7" w:rsidRDefault="001D278F" w:rsidP="00186FB4">
            <w:pPr>
              <w:tabs>
                <w:tab w:val="left" w:pos="360"/>
                <w:tab w:val="left" w:pos="720"/>
                <w:tab w:val="left" w:pos="1080"/>
                <w:tab w:val="left" w:pos="1440"/>
                <w:tab w:val="left" w:pos="2160"/>
              </w:tabs>
            </w:pPr>
            <w:r w:rsidRPr="006715F7">
              <w:t>Can subscribe to INTEGER property values</w:t>
            </w:r>
          </w:p>
        </w:tc>
      </w:tr>
      <w:tr w:rsidR="001D278F" w:rsidRPr="006715F7" w14:paraId="687CF68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5595959"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FC56720"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3121A05" w14:textId="77777777" w:rsidR="001D278F" w:rsidRPr="006715F7" w:rsidRDefault="001D278F" w:rsidP="00186FB4">
            <w:pPr>
              <w:tabs>
                <w:tab w:val="left" w:pos="360"/>
                <w:tab w:val="left" w:pos="720"/>
                <w:tab w:val="left" w:pos="1080"/>
                <w:tab w:val="left" w:pos="1440"/>
                <w:tab w:val="left" w:pos="2160"/>
              </w:tabs>
            </w:pPr>
            <w:r w:rsidRPr="006715F7">
              <w:t>Can subscribe to Unsigned property values</w:t>
            </w:r>
          </w:p>
        </w:tc>
      </w:tr>
      <w:tr w:rsidR="001D278F" w:rsidRPr="006715F7" w14:paraId="385F293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D0A622E"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2652D9E"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E93D4FF" w14:textId="77777777" w:rsidR="001D278F" w:rsidRPr="006715F7" w:rsidRDefault="001D278F" w:rsidP="00186FB4">
            <w:pPr>
              <w:tabs>
                <w:tab w:val="left" w:pos="360"/>
                <w:tab w:val="left" w:pos="720"/>
                <w:tab w:val="left" w:pos="1080"/>
                <w:tab w:val="left" w:pos="1440"/>
                <w:tab w:val="left" w:pos="2160"/>
              </w:tabs>
            </w:pPr>
            <w:r w:rsidRPr="006715F7">
              <w:t>Can subscribe to REAL property values</w:t>
            </w:r>
          </w:p>
        </w:tc>
      </w:tr>
      <w:tr w:rsidR="001D278F" w:rsidRPr="006715F7" w14:paraId="4F7A258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5BD9A2B"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5D04660"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6228BA26" w14:textId="77777777" w:rsidR="001D278F" w:rsidRPr="006715F7" w:rsidRDefault="001D278F" w:rsidP="00186FB4">
            <w:pPr>
              <w:tabs>
                <w:tab w:val="left" w:pos="360"/>
                <w:tab w:val="left" w:pos="720"/>
                <w:tab w:val="left" w:pos="1080"/>
                <w:tab w:val="left" w:pos="1440"/>
                <w:tab w:val="left" w:pos="2160"/>
              </w:tabs>
            </w:pPr>
            <w:r w:rsidRPr="006715F7">
              <w:t>Can subscribe to Double property values</w:t>
            </w:r>
          </w:p>
        </w:tc>
      </w:tr>
      <w:tr w:rsidR="001D278F" w:rsidRPr="006715F7" w14:paraId="5C0C3B3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BFDE709"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69512F1"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0049D1D" w14:textId="77777777" w:rsidR="001D278F" w:rsidRPr="006715F7" w:rsidRDefault="001D278F" w:rsidP="00186FB4">
            <w:pPr>
              <w:tabs>
                <w:tab w:val="left" w:pos="360"/>
                <w:tab w:val="left" w:pos="720"/>
                <w:tab w:val="left" w:pos="1080"/>
                <w:tab w:val="left" w:pos="1440"/>
                <w:tab w:val="left" w:pos="2160"/>
              </w:tabs>
            </w:pPr>
            <w:r w:rsidRPr="006715F7">
              <w:t>Can subscribe to Time property values</w:t>
            </w:r>
          </w:p>
        </w:tc>
      </w:tr>
      <w:tr w:rsidR="001D278F" w:rsidRPr="006715F7" w14:paraId="40F2B97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C48E3CE"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3583777"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1A54C412" w14:textId="77777777" w:rsidR="001D278F" w:rsidRPr="006715F7" w:rsidRDefault="001D278F" w:rsidP="00186FB4">
            <w:pPr>
              <w:tabs>
                <w:tab w:val="left" w:pos="360"/>
                <w:tab w:val="left" w:pos="720"/>
                <w:tab w:val="left" w:pos="1080"/>
                <w:tab w:val="left" w:pos="1440"/>
                <w:tab w:val="left" w:pos="2160"/>
              </w:tabs>
            </w:pPr>
            <w:r w:rsidRPr="006715F7">
              <w:t>Can subscribe to Date property values</w:t>
            </w:r>
          </w:p>
        </w:tc>
      </w:tr>
      <w:tr w:rsidR="001D278F" w:rsidRPr="006715F7" w14:paraId="44BCFEF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AC2A6CF"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8862818"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2DBCF2D7" w14:textId="77777777" w:rsidR="001D278F" w:rsidRPr="006715F7" w:rsidRDefault="001D278F" w:rsidP="00186FB4">
            <w:pPr>
              <w:tabs>
                <w:tab w:val="left" w:pos="360"/>
                <w:tab w:val="left" w:pos="720"/>
                <w:tab w:val="left" w:pos="1080"/>
                <w:tab w:val="left" w:pos="1440"/>
                <w:tab w:val="left" w:pos="2160"/>
              </w:tabs>
            </w:pPr>
            <w:r w:rsidRPr="006715F7">
              <w:t>Can subscribe to CharacterString property values</w:t>
            </w:r>
          </w:p>
        </w:tc>
      </w:tr>
      <w:tr w:rsidR="001D278F" w:rsidRPr="006715F7" w14:paraId="785E040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18D3F6A"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2C69382"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715BF70" w14:textId="77777777" w:rsidR="001D278F" w:rsidRPr="006715F7" w:rsidRDefault="001D278F" w:rsidP="00186FB4">
            <w:pPr>
              <w:tabs>
                <w:tab w:val="left" w:pos="360"/>
                <w:tab w:val="left" w:pos="720"/>
                <w:tab w:val="left" w:pos="1080"/>
                <w:tab w:val="left" w:pos="1440"/>
                <w:tab w:val="left" w:pos="2160"/>
              </w:tabs>
            </w:pPr>
            <w:r w:rsidRPr="006715F7">
              <w:t>Can subscribe to OctetString property values</w:t>
            </w:r>
          </w:p>
        </w:tc>
      </w:tr>
      <w:tr w:rsidR="001D278F" w:rsidRPr="006715F7" w14:paraId="2DAC235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9CD604D"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6F44934"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44A94AEC" w14:textId="77777777" w:rsidR="001D278F" w:rsidRPr="006715F7" w:rsidRDefault="001D278F" w:rsidP="00186FB4">
            <w:pPr>
              <w:tabs>
                <w:tab w:val="left" w:pos="360"/>
                <w:tab w:val="left" w:pos="720"/>
                <w:tab w:val="left" w:pos="1080"/>
                <w:tab w:val="left" w:pos="1440"/>
                <w:tab w:val="left" w:pos="2160"/>
              </w:tabs>
            </w:pPr>
            <w:r w:rsidRPr="006715F7">
              <w:t>Can subscribe to BitString property values</w:t>
            </w:r>
          </w:p>
        </w:tc>
      </w:tr>
      <w:tr w:rsidR="001D278F" w:rsidRPr="006715F7" w14:paraId="49ACB2A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FD39D43"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444EE14"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536E4DD4" w14:textId="77777777" w:rsidR="001D278F" w:rsidRPr="006715F7" w:rsidRDefault="001D278F" w:rsidP="00186FB4">
            <w:pPr>
              <w:tabs>
                <w:tab w:val="left" w:pos="360"/>
                <w:tab w:val="left" w:pos="720"/>
                <w:tab w:val="left" w:pos="1080"/>
                <w:tab w:val="left" w:pos="1440"/>
                <w:tab w:val="left" w:pos="2160"/>
              </w:tabs>
            </w:pPr>
            <w:r w:rsidRPr="006715F7">
              <w:t>Can subscribe to BACnetObjectIdentifier property values</w:t>
            </w:r>
          </w:p>
        </w:tc>
      </w:tr>
      <w:tr w:rsidR="001D278F" w:rsidRPr="006715F7" w14:paraId="6D229F0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14F8FF0"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4518BAE" w14:textId="77777777" w:rsidR="001D278F"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27687379" w14:textId="77777777" w:rsidR="001D278F" w:rsidRPr="006715F7" w:rsidRDefault="001D278F" w:rsidP="00186FB4">
            <w:pPr>
              <w:tabs>
                <w:tab w:val="left" w:pos="360"/>
                <w:tab w:val="left" w:pos="720"/>
                <w:tab w:val="left" w:pos="1080"/>
                <w:tab w:val="left" w:pos="1440"/>
                <w:tab w:val="left" w:pos="2160"/>
              </w:tabs>
            </w:pPr>
            <w:r>
              <w:t>Can subscribe to Value_Source property values</w:t>
            </w:r>
          </w:p>
        </w:tc>
      </w:tr>
      <w:tr w:rsidR="001D278F" w:rsidRPr="006715F7" w14:paraId="2A2A8A2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43CBB78"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8F0CD47"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18FFD8BD" w14:textId="77777777" w:rsidR="001D278F" w:rsidRPr="006715F7" w:rsidRDefault="001D278F" w:rsidP="00186FB4">
            <w:pPr>
              <w:tabs>
                <w:tab w:val="left" w:pos="360"/>
                <w:tab w:val="left" w:pos="720"/>
                <w:tab w:val="left" w:pos="1080"/>
                <w:tab w:val="left" w:pos="1440"/>
                <w:tab w:val="left" w:pos="2160"/>
              </w:tabs>
            </w:pPr>
            <w:r w:rsidRPr="006715F7">
              <w:t>Can subscribe to constructed property values</w:t>
            </w:r>
          </w:p>
        </w:tc>
      </w:tr>
      <w:tr w:rsidR="001D278F" w:rsidRPr="006715F7" w14:paraId="682BF94F"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D01C1B2" w14:textId="77777777" w:rsidR="001D278F" w:rsidRPr="006715F7"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7709BDD" w14:textId="77777777" w:rsidR="001D278F" w:rsidRPr="006715F7" w:rsidRDefault="001D278F" w:rsidP="00186FB4">
            <w:pPr>
              <w:tabs>
                <w:tab w:val="left" w:pos="360"/>
                <w:tab w:val="left" w:pos="720"/>
                <w:tab w:val="left" w:pos="1080"/>
                <w:tab w:val="left" w:pos="1440"/>
                <w:tab w:val="left" w:pos="2160"/>
              </w:tabs>
              <w:jc w:val="center"/>
            </w:pPr>
            <w:r>
              <w:t>C</w:t>
            </w:r>
            <w:r>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6182ABB" w14:textId="77777777" w:rsidR="001D278F" w:rsidRPr="006715F7" w:rsidRDefault="001D278F" w:rsidP="00186FB4">
            <w:pPr>
              <w:tabs>
                <w:tab w:val="left" w:pos="360"/>
                <w:tab w:val="left" w:pos="720"/>
                <w:tab w:val="left" w:pos="1080"/>
                <w:tab w:val="left" w:pos="1440"/>
                <w:tab w:val="left" w:pos="2160"/>
              </w:tabs>
            </w:pPr>
            <w:r w:rsidRPr="006715F7">
              <w:t>Can subscribe to proprietary property values of basic data types</w:t>
            </w:r>
          </w:p>
        </w:tc>
      </w:tr>
      <w:tr w:rsidR="000B1A0C" w:rsidRPr="006715F7" w14:paraId="7054E00C" w14:textId="77777777" w:rsidTr="00F8785A">
        <w:tc>
          <w:tcPr>
            <w:tcW w:w="377" w:type="dxa"/>
            <w:gridSpan w:val="2"/>
            <w:tcBorders>
              <w:top w:val="single" w:sz="4" w:space="0" w:color="auto"/>
              <w:left w:val="single" w:sz="4" w:space="0" w:color="auto"/>
              <w:bottom w:val="single" w:sz="4" w:space="0" w:color="auto"/>
              <w:right w:val="single" w:sz="4" w:space="0" w:color="auto"/>
            </w:tcBorders>
          </w:tcPr>
          <w:p w14:paraId="1B7635AB" w14:textId="77777777" w:rsidR="000B1A0C" w:rsidRPr="006715F7" w:rsidRDefault="000B1A0C"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0F591D4" w14:textId="19FD0E08" w:rsidR="000B1A0C" w:rsidRDefault="000B1A0C" w:rsidP="00186FB4">
            <w:pPr>
              <w:tabs>
                <w:tab w:val="left" w:pos="360"/>
                <w:tab w:val="left" w:pos="720"/>
                <w:tab w:val="left" w:pos="1080"/>
                <w:tab w:val="left" w:pos="1440"/>
                <w:tab w:val="left" w:pos="2160"/>
              </w:tabs>
              <w:jc w:val="center"/>
            </w:pPr>
            <w:r>
              <w:t>C</w:t>
            </w:r>
            <w:r w:rsidRPr="00582D01">
              <w:rPr>
                <w:vertAlign w:val="superscript"/>
              </w:rPr>
              <w:t>3</w:t>
            </w:r>
          </w:p>
        </w:tc>
        <w:tc>
          <w:tcPr>
            <w:tcW w:w="7552" w:type="dxa"/>
            <w:tcBorders>
              <w:top w:val="single" w:sz="4" w:space="0" w:color="auto"/>
              <w:left w:val="single" w:sz="4" w:space="0" w:color="auto"/>
              <w:bottom w:val="single" w:sz="4" w:space="0" w:color="auto"/>
              <w:right w:val="single" w:sz="4" w:space="0" w:color="auto"/>
            </w:tcBorders>
          </w:tcPr>
          <w:p w14:paraId="07E8280B" w14:textId="6EF22CC2" w:rsidR="000B1A0C" w:rsidRPr="006715F7" w:rsidRDefault="000B1A0C" w:rsidP="00186FB4">
            <w:pPr>
              <w:tabs>
                <w:tab w:val="left" w:pos="360"/>
                <w:tab w:val="left" w:pos="720"/>
                <w:tab w:val="left" w:pos="1080"/>
                <w:tab w:val="left" w:pos="1440"/>
                <w:tab w:val="left" w:pos="2160"/>
              </w:tabs>
            </w:pPr>
            <w:r>
              <w:t>Can subscribe to DateTime property values</w:t>
            </w:r>
          </w:p>
        </w:tc>
      </w:tr>
      <w:tr w:rsidR="001D278F" w:rsidRPr="00965555" w14:paraId="1E6F1FF6"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A08406F" w14:textId="77777777" w:rsidR="001D278F" w:rsidRDefault="001D278F" w:rsidP="00186FB4">
            <w:pPr>
              <w:tabs>
                <w:tab w:val="left" w:pos="360"/>
                <w:tab w:val="left" w:pos="720"/>
                <w:tab w:val="left" w:pos="1080"/>
                <w:tab w:val="left" w:pos="1440"/>
                <w:tab w:val="left" w:pos="2160"/>
              </w:tabs>
              <w:ind w:left="720"/>
            </w:pPr>
            <w:r>
              <w:rPr>
                <w:vertAlign w:val="superscript"/>
              </w:rPr>
              <w:t>1</w:t>
            </w:r>
            <w:r>
              <w:t xml:space="preserve"> </w:t>
            </w:r>
            <w:r w:rsidRPr="004B2E3B">
              <w:t>At</w:t>
            </w:r>
            <w:r>
              <w:t xml:space="preserve"> least one of these options is required in order to claim conformance to this BIBB.</w:t>
            </w:r>
          </w:p>
          <w:p w14:paraId="299CE261" w14:textId="77777777" w:rsidR="001D278F" w:rsidRDefault="001D278F" w:rsidP="00186FB4">
            <w:pPr>
              <w:tabs>
                <w:tab w:val="left" w:pos="360"/>
                <w:tab w:val="left" w:pos="720"/>
                <w:tab w:val="left" w:pos="1080"/>
                <w:tab w:val="left" w:pos="1440"/>
                <w:tab w:val="left" w:pos="2160"/>
              </w:tabs>
              <w:ind w:left="720"/>
            </w:pPr>
            <w:r>
              <w:rPr>
                <w:vertAlign w:val="superscript"/>
              </w:rPr>
              <w:t>2</w:t>
            </w:r>
            <w:r>
              <w:t xml:space="preserve"> At least one of these options is required in order to claim conformance to this BIBB.</w:t>
            </w:r>
          </w:p>
          <w:p w14:paraId="02A5670D" w14:textId="77777777" w:rsidR="001D278F" w:rsidRPr="00965555" w:rsidRDefault="001D278F" w:rsidP="00186FB4">
            <w:pPr>
              <w:tabs>
                <w:tab w:val="left" w:pos="360"/>
                <w:tab w:val="left" w:pos="720"/>
                <w:tab w:val="left" w:pos="1080"/>
                <w:tab w:val="left" w:pos="1440"/>
                <w:tab w:val="left" w:pos="2160"/>
              </w:tabs>
              <w:ind w:left="720"/>
            </w:pPr>
            <w:r>
              <w:rPr>
                <w:vertAlign w:val="superscript"/>
              </w:rPr>
              <w:t>3</w:t>
            </w:r>
            <w:r>
              <w:t xml:space="preserve"> At least one of these options is required in order to claim conformance to this BIBB.</w:t>
            </w:r>
          </w:p>
        </w:tc>
      </w:tr>
      <w:tr w:rsidR="001D278F" w:rsidRPr="00965555" w14:paraId="6AF84861"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2829E9BA" w14:textId="77777777" w:rsidR="001D278F" w:rsidRPr="00965555" w:rsidRDefault="001D278F" w:rsidP="00186FB4">
            <w:pPr>
              <w:tabs>
                <w:tab w:val="left" w:pos="360"/>
                <w:tab w:val="left" w:pos="720"/>
                <w:tab w:val="left" w:pos="1080"/>
                <w:tab w:val="left" w:pos="1440"/>
                <w:tab w:val="left" w:pos="2160"/>
              </w:tabs>
              <w:rPr>
                <w:b/>
              </w:rPr>
            </w:pPr>
            <w:r w:rsidRPr="00965555">
              <w:rPr>
                <w:b/>
              </w:rPr>
              <w:t>Data Sharing - Change Of Value Multiple - B</w:t>
            </w:r>
          </w:p>
        </w:tc>
      </w:tr>
      <w:tr w:rsidR="001D278F" w:rsidRPr="00965555" w14:paraId="1FFE4AF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1FD99D6"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09039677" w14:textId="77777777" w:rsidR="001D278F" w:rsidRPr="00965555" w:rsidRDefault="001D278F" w:rsidP="00186FB4">
            <w:pPr>
              <w:tabs>
                <w:tab w:val="left" w:pos="360"/>
                <w:tab w:val="left" w:pos="720"/>
                <w:tab w:val="left" w:pos="1080"/>
                <w:tab w:val="left" w:pos="1440"/>
                <w:tab w:val="left" w:pos="2160"/>
              </w:tabs>
              <w:jc w:val="center"/>
            </w:pPr>
            <w:r w:rsidRPr="00965555">
              <w:t>R</w:t>
            </w:r>
          </w:p>
        </w:tc>
        <w:tc>
          <w:tcPr>
            <w:tcW w:w="7552" w:type="dxa"/>
            <w:tcBorders>
              <w:top w:val="single" w:sz="4" w:space="0" w:color="auto"/>
              <w:left w:val="single" w:sz="4" w:space="0" w:color="auto"/>
              <w:bottom w:val="single" w:sz="4" w:space="0" w:color="auto"/>
              <w:right w:val="single" w:sz="4" w:space="0" w:color="auto"/>
            </w:tcBorders>
            <w:hideMark/>
          </w:tcPr>
          <w:p w14:paraId="69B00009" w14:textId="77777777" w:rsidR="001D278F" w:rsidRPr="00965555" w:rsidRDefault="001D278F" w:rsidP="00186FB4">
            <w:pPr>
              <w:tabs>
                <w:tab w:val="left" w:pos="360"/>
                <w:tab w:val="left" w:pos="720"/>
                <w:tab w:val="left" w:pos="1080"/>
                <w:tab w:val="left" w:pos="1440"/>
                <w:tab w:val="left" w:pos="2160"/>
              </w:tabs>
            </w:pPr>
            <w:r w:rsidRPr="00965555">
              <w:t>Base Requirements</w:t>
            </w:r>
          </w:p>
        </w:tc>
      </w:tr>
      <w:tr w:rsidR="001D278F" w:rsidRPr="00965555" w14:paraId="52BAB3C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98DA1B7"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981E317" w14:textId="77777777" w:rsidR="001D278F" w:rsidRPr="00965555" w:rsidRDefault="001D278F" w:rsidP="00186FB4">
            <w:pPr>
              <w:tabs>
                <w:tab w:val="left" w:pos="360"/>
                <w:tab w:val="left" w:pos="720"/>
                <w:tab w:val="left" w:pos="1080"/>
                <w:tab w:val="left" w:pos="1440"/>
                <w:tab w:val="left" w:pos="2160"/>
              </w:tabs>
              <w:jc w:val="center"/>
            </w:pPr>
            <w:r>
              <w:t>R</w:t>
            </w:r>
          </w:p>
        </w:tc>
        <w:tc>
          <w:tcPr>
            <w:tcW w:w="7552" w:type="dxa"/>
            <w:tcBorders>
              <w:top w:val="single" w:sz="4" w:space="0" w:color="auto"/>
              <w:left w:val="single" w:sz="4" w:space="0" w:color="auto"/>
              <w:bottom w:val="single" w:sz="4" w:space="0" w:color="auto"/>
              <w:right w:val="single" w:sz="4" w:space="0" w:color="auto"/>
            </w:tcBorders>
          </w:tcPr>
          <w:p w14:paraId="16F1BBB4" w14:textId="77777777" w:rsidR="001D278F" w:rsidRPr="00965555" w:rsidRDefault="001D278F" w:rsidP="00186FB4">
            <w:pPr>
              <w:tabs>
                <w:tab w:val="left" w:pos="360"/>
                <w:tab w:val="left" w:pos="720"/>
                <w:tab w:val="left" w:pos="1080"/>
                <w:tab w:val="left" w:pos="1440"/>
                <w:tab w:val="left" w:pos="2160"/>
              </w:tabs>
            </w:pPr>
            <w:r>
              <w:t>Supports Lifetimes up to 8 hours in duration</w:t>
            </w:r>
          </w:p>
        </w:tc>
      </w:tr>
      <w:tr w:rsidR="001D278F" w:rsidRPr="00965555" w14:paraId="3C903FA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F8F5C10"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9CBC74D" w14:textId="77777777" w:rsidR="001D278F" w:rsidRDefault="001D278F" w:rsidP="00186FB4">
            <w:pPr>
              <w:tabs>
                <w:tab w:val="left" w:pos="360"/>
                <w:tab w:val="left" w:pos="720"/>
                <w:tab w:val="left" w:pos="1080"/>
                <w:tab w:val="left" w:pos="1440"/>
                <w:tab w:val="left" w:pos="2160"/>
              </w:tabs>
              <w:jc w:val="center"/>
            </w:pPr>
            <w:r>
              <w:t>R</w:t>
            </w:r>
          </w:p>
        </w:tc>
        <w:tc>
          <w:tcPr>
            <w:tcW w:w="7552" w:type="dxa"/>
            <w:tcBorders>
              <w:top w:val="single" w:sz="4" w:space="0" w:color="auto"/>
              <w:left w:val="single" w:sz="4" w:space="0" w:color="auto"/>
              <w:bottom w:val="single" w:sz="4" w:space="0" w:color="auto"/>
              <w:right w:val="single" w:sz="4" w:space="0" w:color="auto"/>
            </w:tcBorders>
          </w:tcPr>
          <w:p w14:paraId="39A9A79F" w14:textId="77777777" w:rsidR="001D278F" w:rsidRDefault="001D278F" w:rsidP="00186FB4">
            <w:pPr>
              <w:tabs>
                <w:tab w:val="left" w:pos="360"/>
                <w:tab w:val="left" w:pos="720"/>
                <w:tab w:val="left" w:pos="1080"/>
                <w:tab w:val="left" w:pos="1440"/>
                <w:tab w:val="left" w:pos="2160"/>
              </w:tabs>
            </w:pPr>
            <w:r>
              <w:t>Supports a minimum of 5 COV-multiple contexts with 5 COV-references per context</w:t>
            </w:r>
          </w:p>
        </w:tc>
      </w:tr>
      <w:tr w:rsidR="001D278F" w:rsidRPr="00965555" w14:paraId="56DA748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4E6A8B0"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FE21233" w14:textId="77777777" w:rsidR="001D278F" w:rsidRPr="0091451C" w:rsidRDefault="001D278F" w:rsidP="00186FB4">
            <w:pPr>
              <w:tabs>
                <w:tab w:val="left" w:pos="360"/>
                <w:tab w:val="left" w:pos="720"/>
                <w:tab w:val="left" w:pos="1080"/>
                <w:tab w:val="left" w:pos="1440"/>
                <w:tab w:val="left" w:pos="2160"/>
              </w:tabs>
              <w:jc w:val="center"/>
              <w:rPr>
                <w:vertAlign w:val="superscript"/>
              </w:rPr>
            </w:pPr>
            <w:r>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3EE0F316" w14:textId="77777777" w:rsidR="001D278F" w:rsidRPr="00965555" w:rsidRDefault="001D278F" w:rsidP="00186FB4">
            <w:pPr>
              <w:tabs>
                <w:tab w:val="left" w:pos="360"/>
                <w:tab w:val="left" w:pos="720"/>
                <w:tab w:val="left" w:pos="1080"/>
                <w:tab w:val="left" w:pos="1440"/>
                <w:tab w:val="left" w:pos="2160"/>
              </w:tabs>
            </w:pPr>
            <w:r>
              <w:t>Supports COVM for non-array property</w:t>
            </w:r>
          </w:p>
        </w:tc>
      </w:tr>
      <w:tr w:rsidR="001D278F" w:rsidRPr="00965555" w14:paraId="1247829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5B60BBC"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3ECDBDB"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30BB08A6" w14:textId="77777777" w:rsidR="001D278F" w:rsidRPr="00965555" w:rsidRDefault="001D278F" w:rsidP="00186FB4">
            <w:pPr>
              <w:tabs>
                <w:tab w:val="left" w:pos="360"/>
                <w:tab w:val="left" w:pos="720"/>
                <w:tab w:val="left" w:pos="1080"/>
                <w:tab w:val="left" w:pos="1440"/>
                <w:tab w:val="left" w:pos="2160"/>
              </w:tabs>
            </w:pPr>
            <w:r>
              <w:t>Supports COVM for array element</w:t>
            </w:r>
          </w:p>
        </w:tc>
      </w:tr>
      <w:tr w:rsidR="001D278F" w:rsidRPr="00965555" w14:paraId="47AA63A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C6A0D8F"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B9708F4"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1C3F68F6" w14:textId="77777777" w:rsidR="001D278F" w:rsidRPr="00965555" w:rsidRDefault="001D278F" w:rsidP="00186FB4">
            <w:pPr>
              <w:tabs>
                <w:tab w:val="left" w:pos="360"/>
                <w:tab w:val="left" w:pos="720"/>
                <w:tab w:val="left" w:pos="1080"/>
                <w:tab w:val="left" w:pos="1440"/>
                <w:tab w:val="left" w:pos="2160"/>
              </w:tabs>
            </w:pPr>
            <w:r>
              <w:t>Supports COVM for the size of an array</w:t>
            </w:r>
          </w:p>
        </w:tc>
      </w:tr>
      <w:tr w:rsidR="001D278F" w:rsidRPr="00965555" w14:paraId="2DA1C40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EBD1584"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6EF56B9"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06DED519" w14:textId="77777777" w:rsidR="001D278F" w:rsidRPr="00965555" w:rsidRDefault="001D278F" w:rsidP="00186FB4">
            <w:pPr>
              <w:tabs>
                <w:tab w:val="left" w:pos="360"/>
                <w:tab w:val="left" w:pos="720"/>
                <w:tab w:val="left" w:pos="1080"/>
                <w:tab w:val="left" w:pos="1440"/>
                <w:tab w:val="left" w:pos="2160"/>
              </w:tabs>
            </w:pPr>
            <w:r>
              <w:t>Supports COVM for the whole array</w:t>
            </w:r>
          </w:p>
        </w:tc>
      </w:tr>
      <w:tr w:rsidR="001D278F" w:rsidRPr="00965555" w14:paraId="42E26A1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1EAE165"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AD59BC9" w14:textId="77777777" w:rsidR="001D278F" w:rsidRPr="00965555" w:rsidRDefault="001D278F" w:rsidP="00186FB4">
            <w:pPr>
              <w:tabs>
                <w:tab w:val="left" w:pos="360"/>
                <w:tab w:val="left" w:pos="720"/>
                <w:tab w:val="left" w:pos="1080"/>
                <w:tab w:val="left" w:pos="1440"/>
                <w:tab w:val="left" w:pos="2160"/>
              </w:tabs>
              <w:jc w:val="center"/>
            </w:pPr>
            <w:r>
              <w:t>O</w:t>
            </w:r>
          </w:p>
        </w:tc>
        <w:tc>
          <w:tcPr>
            <w:tcW w:w="7552" w:type="dxa"/>
            <w:tcBorders>
              <w:top w:val="single" w:sz="4" w:space="0" w:color="auto"/>
              <w:left w:val="single" w:sz="4" w:space="0" w:color="auto"/>
              <w:bottom w:val="single" w:sz="4" w:space="0" w:color="auto"/>
              <w:right w:val="single" w:sz="4" w:space="0" w:color="auto"/>
            </w:tcBorders>
          </w:tcPr>
          <w:p w14:paraId="0FC63B6C" w14:textId="77777777" w:rsidR="001D278F" w:rsidRPr="00965555" w:rsidRDefault="001D278F" w:rsidP="00186FB4">
            <w:pPr>
              <w:tabs>
                <w:tab w:val="left" w:pos="360"/>
                <w:tab w:val="left" w:pos="720"/>
                <w:tab w:val="left" w:pos="1080"/>
                <w:tab w:val="left" w:pos="1440"/>
                <w:tab w:val="left" w:pos="2160"/>
              </w:tabs>
            </w:pPr>
            <w:r>
              <w:t>Supports COVM for list property</w:t>
            </w:r>
          </w:p>
        </w:tc>
      </w:tr>
      <w:tr w:rsidR="001D278F" w:rsidRPr="00965555" w14:paraId="55EAC03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30BBAC3"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408813C"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0552D60F" w14:textId="77777777" w:rsidR="001D278F" w:rsidRPr="00965555" w:rsidRDefault="001D278F" w:rsidP="00186FB4">
            <w:pPr>
              <w:tabs>
                <w:tab w:val="left" w:pos="360"/>
                <w:tab w:val="left" w:pos="720"/>
                <w:tab w:val="left" w:pos="1080"/>
                <w:tab w:val="left" w:pos="1440"/>
                <w:tab w:val="left" w:pos="2160"/>
              </w:tabs>
            </w:pPr>
            <w:r>
              <w:t>Supports COVM for NULL property values</w:t>
            </w:r>
          </w:p>
        </w:tc>
      </w:tr>
      <w:tr w:rsidR="001D278F" w:rsidRPr="00965555" w14:paraId="4669BA7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9DCAB64"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1A7D1A7"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6E22C197" w14:textId="77777777" w:rsidR="001D278F" w:rsidRPr="00965555" w:rsidRDefault="001D278F" w:rsidP="00186FB4">
            <w:pPr>
              <w:tabs>
                <w:tab w:val="left" w:pos="360"/>
                <w:tab w:val="left" w:pos="720"/>
                <w:tab w:val="left" w:pos="1080"/>
                <w:tab w:val="left" w:pos="1440"/>
                <w:tab w:val="left" w:pos="2160"/>
              </w:tabs>
            </w:pPr>
            <w:r>
              <w:t>Supports COVM for BOOLEAN property values</w:t>
            </w:r>
          </w:p>
        </w:tc>
      </w:tr>
      <w:tr w:rsidR="001D278F" w:rsidRPr="00965555" w14:paraId="1EA4707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1231D67"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B2BDEC6"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7D0E0A0C" w14:textId="77777777" w:rsidR="001D278F" w:rsidRPr="00965555" w:rsidRDefault="001D278F" w:rsidP="00186FB4">
            <w:pPr>
              <w:tabs>
                <w:tab w:val="left" w:pos="360"/>
                <w:tab w:val="left" w:pos="720"/>
                <w:tab w:val="left" w:pos="1080"/>
                <w:tab w:val="left" w:pos="1440"/>
                <w:tab w:val="left" w:pos="2160"/>
              </w:tabs>
            </w:pPr>
            <w:r>
              <w:t>Supports COVM for Enumerated property values</w:t>
            </w:r>
          </w:p>
        </w:tc>
      </w:tr>
      <w:tr w:rsidR="001D278F" w:rsidRPr="00965555" w14:paraId="0CC38A7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57A38C1"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CE00334"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18E7B97C" w14:textId="77777777" w:rsidR="001D278F" w:rsidRPr="00965555" w:rsidRDefault="001D278F" w:rsidP="00186FB4">
            <w:pPr>
              <w:tabs>
                <w:tab w:val="left" w:pos="360"/>
                <w:tab w:val="left" w:pos="720"/>
                <w:tab w:val="left" w:pos="1080"/>
                <w:tab w:val="left" w:pos="1440"/>
                <w:tab w:val="left" w:pos="2160"/>
              </w:tabs>
            </w:pPr>
            <w:r>
              <w:t>Supports COVM for INTEGER property values</w:t>
            </w:r>
          </w:p>
        </w:tc>
      </w:tr>
      <w:tr w:rsidR="001D278F" w:rsidRPr="00965555" w14:paraId="31E03E0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4A498FA"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98D982B"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4813924C" w14:textId="77777777" w:rsidR="001D278F" w:rsidRPr="00965555" w:rsidRDefault="001D278F" w:rsidP="00186FB4">
            <w:pPr>
              <w:tabs>
                <w:tab w:val="left" w:pos="360"/>
                <w:tab w:val="left" w:pos="720"/>
                <w:tab w:val="left" w:pos="1080"/>
                <w:tab w:val="left" w:pos="1440"/>
                <w:tab w:val="left" w:pos="2160"/>
              </w:tabs>
            </w:pPr>
            <w:r>
              <w:t>Supports COVM for Unsigned property values</w:t>
            </w:r>
          </w:p>
        </w:tc>
      </w:tr>
      <w:tr w:rsidR="001D278F" w:rsidRPr="00965555" w14:paraId="41E3FF1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2B7A8C0"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AD16EF1"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2F99FF4D" w14:textId="77777777" w:rsidR="001D278F" w:rsidRPr="00965555" w:rsidRDefault="001D278F" w:rsidP="00186FB4">
            <w:pPr>
              <w:tabs>
                <w:tab w:val="left" w:pos="360"/>
                <w:tab w:val="left" w:pos="720"/>
                <w:tab w:val="left" w:pos="1080"/>
                <w:tab w:val="left" w:pos="1440"/>
                <w:tab w:val="left" w:pos="2160"/>
              </w:tabs>
            </w:pPr>
            <w:r>
              <w:t>Supports COVM for REAL property values</w:t>
            </w:r>
          </w:p>
        </w:tc>
      </w:tr>
      <w:tr w:rsidR="001D278F" w:rsidRPr="00965555" w14:paraId="4184E78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2BE188E"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1C0DB73"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4EAF98C7" w14:textId="77777777" w:rsidR="001D278F" w:rsidRPr="00965555" w:rsidRDefault="001D278F" w:rsidP="00186FB4">
            <w:pPr>
              <w:tabs>
                <w:tab w:val="left" w:pos="360"/>
                <w:tab w:val="left" w:pos="720"/>
                <w:tab w:val="left" w:pos="1080"/>
                <w:tab w:val="left" w:pos="1440"/>
                <w:tab w:val="left" w:pos="2160"/>
              </w:tabs>
            </w:pPr>
            <w:r>
              <w:t>Supports COVM for Double property values</w:t>
            </w:r>
          </w:p>
        </w:tc>
      </w:tr>
      <w:tr w:rsidR="001D278F" w:rsidRPr="00965555" w14:paraId="0522181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2B21835"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55762A7"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24705964" w14:textId="77777777" w:rsidR="001D278F" w:rsidRPr="00965555" w:rsidRDefault="001D278F" w:rsidP="00186FB4">
            <w:pPr>
              <w:tabs>
                <w:tab w:val="left" w:pos="360"/>
                <w:tab w:val="left" w:pos="720"/>
                <w:tab w:val="left" w:pos="1080"/>
                <w:tab w:val="left" w:pos="1440"/>
                <w:tab w:val="left" w:pos="2160"/>
              </w:tabs>
            </w:pPr>
            <w:r>
              <w:t>Supports COVM for Time property values</w:t>
            </w:r>
          </w:p>
        </w:tc>
      </w:tr>
      <w:tr w:rsidR="001D278F" w:rsidRPr="00965555" w14:paraId="794152B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801E346"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B78B684"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70FEC7BB" w14:textId="77777777" w:rsidR="001D278F" w:rsidRPr="00965555" w:rsidRDefault="001D278F" w:rsidP="00186FB4">
            <w:pPr>
              <w:tabs>
                <w:tab w:val="left" w:pos="360"/>
                <w:tab w:val="left" w:pos="720"/>
                <w:tab w:val="left" w:pos="1080"/>
                <w:tab w:val="left" w:pos="1440"/>
                <w:tab w:val="left" w:pos="2160"/>
              </w:tabs>
            </w:pPr>
            <w:r>
              <w:t>Supports COVM for Date property values</w:t>
            </w:r>
          </w:p>
        </w:tc>
      </w:tr>
      <w:tr w:rsidR="001D278F" w:rsidRPr="00965555" w14:paraId="5DA4B5E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A0EDAAB"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6E7C823"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04F59D6B" w14:textId="77777777" w:rsidR="001D278F" w:rsidRPr="00965555" w:rsidRDefault="001D278F" w:rsidP="00186FB4">
            <w:pPr>
              <w:tabs>
                <w:tab w:val="left" w:pos="360"/>
                <w:tab w:val="left" w:pos="720"/>
                <w:tab w:val="left" w:pos="1080"/>
                <w:tab w:val="left" w:pos="1440"/>
                <w:tab w:val="left" w:pos="2160"/>
              </w:tabs>
            </w:pPr>
            <w:r>
              <w:t>Supports COVM for CharacterString property values</w:t>
            </w:r>
          </w:p>
        </w:tc>
      </w:tr>
      <w:tr w:rsidR="001D278F" w:rsidRPr="00965555" w14:paraId="3972ED5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2E393A6"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FA3FF47"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11851492" w14:textId="77777777" w:rsidR="001D278F" w:rsidRPr="00965555" w:rsidRDefault="001D278F" w:rsidP="00186FB4">
            <w:pPr>
              <w:tabs>
                <w:tab w:val="left" w:pos="360"/>
                <w:tab w:val="left" w:pos="720"/>
                <w:tab w:val="left" w:pos="1080"/>
                <w:tab w:val="left" w:pos="1440"/>
                <w:tab w:val="left" w:pos="2160"/>
              </w:tabs>
            </w:pPr>
            <w:r>
              <w:t>Supports COVM for OctetString property values</w:t>
            </w:r>
          </w:p>
        </w:tc>
      </w:tr>
      <w:tr w:rsidR="001D278F" w:rsidRPr="00965555" w14:paraId="215E0F0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9082DAD"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9CCFE1F"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683DAE8C" w14:textId="77777777" w:rsidR="001D278F" w:rsidRPr="00965555" w:rsidRDefault="001D278F" w:rsidP="00186FB4">
            <w:pPr>
              <w:tabs>
                <w:tab w:val="left" w:pos="360"/>
                <w:tab w:val="left" w:pos="720"/>
                <w:tab w:val="left" w:pos="1080"/>
                <w:tab w:val="left" w:pos="1440"/>
                <w:tab w:val="left" w:pos="2160"/>
              </w:tabs>
            </w:pPr>
            <w:r>
              <w:t>Supports COVM for BitString property values</w:t>
            </w:r>
          </w:p>
        </w:tc>
      </w:tr>
      <w:tr w:rsidR="001D278F" w:rsidRPr="00965555" w14:paraId="2CB9DB6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73FF33"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D121813"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6A3274DB" w14:textId="77777777" w:rsidR="001D278F" w:rsidRPr="00965555" w:rsidRDefault="001D278F" w:rsidP="00186FB4">
            <w:pPr>
              <w:tabs>
                <w:tab w:val="left" w:pos="360"/>
                <w:tab w:val="left" w:pos="720"/>
                <w:tab w:val="left" w:pos="1080"/>
                <w:tab w:val="left" w:pos="1440"/>
                <w:tab w:val="left" w:pos="2160"/>
              </w:tabs>
            </w:pPr>
            <w:r>
              <w:t>Supports COVM for BACnetObjectIdentifier property values</w:t>
            </w:r>
          </w:p>
        </w:tc>
      </w:tr>
      <w:tr w:rsidR="001D278F" w:rsidRPr="00965555" w14:paraId="3AC225E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1223908"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8F2E077" w14:textId="77777777" w:rsidR="001D278F"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289A191D" w14:textId="77777777" w:rsidR="001D278F" w:rsidRDefault="001D278F" w:rsidP="00186FB4">
            <w:pPr>
              <w:tabs>
                <w:tab w:val="left" w:pos="360"/>
                <w:tab w:val="left" w:pos="720"/>
                <w:tab w:val="left" w:pos="1080"/>
                <w:tab w:val="left" w:pos="1440"/>
                <w:tab w:val="left" w:pos="2160"/>
              </w:tabs>
            </w:pPr>
            <w:r>
              <w:t>Supports COVM for Value_Source property values</w:t>
            </w:r>
          </w:p>
        </w:tc>
      </w:tr>
      <w:tr w:rsidR="001D278F" w:rsidRPr="00965555" w14:paraId="4CD0263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534195B" w14:textId="77777777" w:rsidR="001D278F" w:rsidRPr="00965555" w:rsidRDefault="001D278F"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ABD921F" w14:textId="77777777" w:rsidR="001D278F" w:rsidRPr="00965555" w:rsidRDefault="001D278F" w:rsidP="00186FB4">
            <w:pPr>
              <w:tabs>
                <w:tab w:val="left" w:pos="360"/>
                <w:tab w:val="left" w:pos="720"/>
                <w:tab w:val="left" w:pos="1080"/>
                <w:tab w:val="left" w:pos="1440"/>
                <w:tab w:val="left" w:pos="2160"/>
              </w:tabs>
              <w:jc w:val="center"/>
            </w:pPr>
            <w:r>
              <w:t>C</w:t>
            </w:r>
            <w:r>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559B95D6" w14:textId="77777777" w:rsidR="001D278F" w:rsidRPr="00965555" w:rsidRDefault="001D278F" w:rsidP="00186FB4">
            <w:pPr>
              <w:tabs>
                <w:tab w:val="left" w:pos="360"/>
                <w:tab w:val="left" w:pos="720"/>
                <w:tab w:val="left" w:pos="1080"/>
                <w:tab w:val="left" w:pos="1440"/>
                <w:tab w:val="left" w:pos="2160"/>
              </w:tabs>
            </w:pPr>
            <w:r>
              <w:t>Supports COVM for constructed property values</w:t>
            </w:r>
          </w:p>
        </w:tc>
      </w:tr>
      <w:tr w:rsidR="000B1A0C" w:rsidRPr="00965555" w14:paraId="14611F08" w14:textId="77777777" w:rsidTr="00F8785A">
        <w:tc>
          <w:tcPr>
            <w:tcW w:w="377" w:type="dxa"/>
            <w:gridSpan w:val="2"/>
            <w:tcBorders>
              <w:top w:val="single" w:sz="4" w:space="0" w:color="auto"/>
              <w:left w:val="single" w:sz="4" w:space="0" w:color="auto"/>
              <w:bottom w:val="single" w:sz="4" w:space="0" w:color="auto"/>
              <w:right w:val="single" w:sz="4" w:space="0" w:color="auto"/>
            </w:tcBorders>
          </w:tcPr>
          <w:p w14:paraId="203E90FD" w14:textId="77777777" w:rsidR="000B1A0C" w:rsidRPr="00965555" w:rsidRDefault="000B1A0C" w:rsidP="00186FB4">
            <w:pPr>
              <w:tabs>
                <w:tab w:val="left" w:pos="360"/>
                <w:tab w:val="left" w:pos="720"/>
                <w:tab w:val="left" w:pos="1080"/>
                <w:tab w:val="left" w:pos="1440"/>
                <w:tab w:val="left" w:pos="2160"/>
              </w:tabs>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B4CF136" w14:textId="558FD957" w:rsidR="000B1A0C" w:rsidRDefault="000B1A0C" w:rsidP="00186FB4">
            <w:pPr>
              <w:tabs>
                <w:tab w:val="left" w:pos="360"/>
                <w:tab w:val="left" w:pos="720"/>
                <w:tab w:val="left" w:pos="1080"/>
                <w:tab w:val="left" w:pos="1440"/>
                <w:tab w:val="left" w:pos="2160"/>
              </w:tabs>
              <w:jc w:val="center"/>
            </w:pPr>
            <w:r>
              <w:t>C</w:t>
            </w:r>
            <w:r w:rsidRPr="00582D01">
              <w:rPr>
                <w:vertAlign w:val="superscript"/>
              </w:rPr>
              <w:t>2</w:t>
            </w:r>
          </w:p>
        </w:tc>
        <w:tc>
          <w:tcPr>
            <w:tcW w:w="7552" w:type="dxa"/>
            <w:tcBorders>
              <w:top w:val="single" w:sz="4" w:space="0" w:color="auto"/>
              <w:left w:val="single" w:sz="4" w:space="0" w:color="auto"/>
              <w:bottom w:val="single" w:sz="4" w:space="0" w:color="auto"/>
              <w:right w:val="single" w:sz="4" w:space="0" w:color="auto"/>
            </w:tcBorders>
          </w:tcPr>
          <w:p w14:paraId="71CE5A0A" w14:textId="6C1374BB" w:rsidR="000B1A0C" w:rsidRDefault="000B1A0C" w:rsidP="00186FB4">
            <w:pPr>
              <w:tabs>
                <w:tab w:val="left" w:pos="360"/>
                <w:tab w:val="left" w:pos="720"/>
                <w:tab w:val="left" w:pos="1080"/>
                <w:tab w:val="left" w:pos="1440"/>
                <w:tab w:val="left" w:pos="2160"/>
              </w:tabs>
            </w:pPr>
            <w:r>
              <w:t>Supports COVM for DateTime property values</w:t>
            </w:r>
          </w:p>
        </w:tc>
      </w:tr>
      <w:tr w:rsidR="001D278F" w:rsidRPr="00965555" w14:paraId="22D407DC"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8569592" w14:textId="77777777" w:rsidR="001D278F" w:rsidRDefault="001D278F" w:rsidP="00186FB4">
            <w:pPr>
              <w:tabs>
                <w:tab w:val="left" w:pos="360"/>
                <w:tab w:val="left" w:pos="720"/>
                <w:tab w:val="left" w:pos="1080"/>
                <w:tab w:val="left" w:pos="1440"/>
                <w:tab w:val="left" w:pos="2160"/>
              </w:tabs>
              <w:ind w:left="720"/>
            </w:pPr>
            <w:r>
              <w:rPr>
                <w:vertAlign w:val="superscript"/>
              </w:rPr>
              <w:t>1</w:t>
            </w:r>
            <w:r>
              <w:rPr>
                <w:vertAlign w:val="subscript"/>
              </w:rPr>
              <w:softHyphen/>
            </w:r>
            <w:r>
              <w:t xml:space="preserve"> At least one of these options is required in order to claim conformance to this BIBB.</w:t>
            </w:r>
          </w:p>
          <w:p w14:paraId="5CB4E578" w14:textId="77777777" w:rsidR="001D278F" w:rsidRPr="00103ACD" w:rsidRDefault="001D278F" w:rsidP="00186FB4">
            <w:pPr>
              <w:tabs>
                <w:tab w:val="left" w:pos="360"/>
                <w:tab w:val="left" w:pos="720"/>
                <w:tab w:val="left" w:pos="1080"/>
                <w:tab w:val="left" w:pos="1440"/>
                <w:tab w:val="left" w:pos="2160"/>
              </w:tabs>
              <w:ind w:left="720"/>
            </w:pPr>
            <w:r>
              <w:rPr>
                <w:vertAlign w:val="superscript"/>
              </w:rPr>
              <w:t>2</w:t>
            </w:r>
            <w:r>
              <w:rPr>
                <w:vertAlign w:val="subscript"/>
              </w:rPr>
              <w:softHyphen/>
            </w:r>
            <w:r>
              <w:t xml:space="preserve"> At least one of these options is required in order to claim conformance to this BIBB.</w:t>
            </w:r>
          </w:p>
        </w:tc>
      </w:tr>
      <w:tr w:rsidR="00B2207F" w:rsidRPr="00605C65" w14:paraId="5E1868F2"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B3E3F8A"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 xml:space="preserve">Life Safety View </w:t>
            </w:r>
            <w:r w:rsidR="00012C95">
              <w:rPr>
                <w:b/>
              </w:rPr>
              <w:t>-</w:t>
            </w:r>
            <w:r>
              <w:rPr>
                <w:b/>
              </w:rPr>
              <w:t xml:space="preserve"> A</w:t>
            </w:r>
          </w:p>
        </w:tc>
      </w:tr>
      <w:tr w:rsidR="00B2207F" w:rsidRPr="00605C65" w14:paraId="45F71C0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97F079E"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49543454" w14:textId="32600DEC"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E6864FD" w14:textId="77777777" w:rsidR="00B2207F" w:rsidRPr="00605C65" w:rsidRDefault="00B2207F" w:rsidP="00B2207F">
            <w:r w:rsidRPr="00605C65">
              <w:t>Base Requirements</w:t>
            </w:r>
          </w:p>
        </w:tc>
      </w:tr>
      <w:tr w:rsidR="00962301" w:rsidRPr="00605C65" w14:paraId="5BFCE3E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951C4D9" w14:textId="77777777" w:rsidR="00962301" w:rsidRPr="00605C65" w:rsidRDefault="00962301"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0F9A8A1" w14:textId="0FBF4FDF" w:rsidR="00962301" w:rsidRPr="00605C65" w:rsidRDefault="00962301"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04C6DC45" w14:textId="27BD17EF" w:rsidR="00962301" w:rsidRPr="00605C65" w:rsidRDefault="00962301" w:rsidP="00B2207F">
            <w:r>
              <w:t>Supports DS-RP-A</w:t>
            </w:r>
          </w:p>
        </w:tc>
      </w:tr>
      <w:tr w:rsidR="00B2207F" w:rsidRPr="0089157C" w14:paraId="374C8664"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3FACB0D" w14:textId="3B4407A1" w:rsidR="00B2207F" w:rsidRPr="0089157C" w:rsidRDefault="00B2207F" w:rsidP="00B2207F">
            <w:pPr>
              <w:ind w:left="720"/>
            </w:pPr>
          </w:p>
        </w:tc>
      </w:tr>
      <w:tr w:rsidR="00B2207F" w:rsidRPr="00605C65" w14:paraId="7B6CE67A"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DCC8DE9"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Advanced View</w:t>
            </w:r>
            <w:r w:rsidRPr="00B31DD5">
              <w:rPr>
                <w:b/>
              </w:rPr>
              <w:t xml:space="preserve"> </w:t>
            </w:r>
            <w:r w:rsidR="00012C95">
              <w:rPr>
                <w:b/>
              </w:rPr>
              <w:t>-</w:t>
            </w:r>
            <w:r w:rsidRPr="00B31DD5">
              <w:rPr>
                <w:b/>
              </w:rPr>
              <w:t xml:space="preserve"> A</w:t>
            </w:r>
          </w:p>
        </w:tc>
      </w:tr>
      <w:tr w:rsidR="00B2207F" w:rsidRPr="00605C65" w14:paraId="4730488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BD2D76D"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029F22E1" w14:textId="3BE580C2"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2E09C0A5" w14:textId="77777777" w:rsidR="00B2207F" w:rsidRPr="00605C65" w:rsidRDefault="00B2207F" w:rsidP="00B2207F">
            <w:r w:rsidRPr="00605C65">
              <w:t>Base Requirements</w:t>
            </w:r>
          </w:p>
        </w:tc>
      </w:tr>
      <w:tr w:rsidR="00962301" w:rsidRPr="00605C65" w14:paraId="499B893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0A2860A" w14:textId="77777777" w:rsidR="00962301" w:rsidRPr="00605C65" w:rsidRDefault="00962301"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5FCFA36" w14:textId="6EEC7512" w:rsidR="00962301" w:rsidRPr="00605C65" w:rsidRDefault="00962301"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1517B586" w14:textId="13987E01" w:rsidR="00962301" w:rsidRPr="00605C65" w:rsidRDefault="00962301" w:rsidP="00B2207F">
            <w:r>
              <w:t>Supports DS-RP-A</w:t>
            </w:r>
          </w:p>
        </w:tc>
      </w:tr>
      <w:tr w:rsidR="00B2207F" w:rsidRPr="0089157C" w14:paraId="3909699A"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225BDBBB" w14:textId="5CDF59DF" w:rsidR="00B2207F" w:rsidRPr="0089157C" w:rsidRDefault="00B2207F" w:rsidP="00B2207F">
            <w:pPr>
              <w:ind w:left="720"/>
            </w:pPr>
          </w:p>
        </w:tc>
      </w:tr>
      <w:tr w:rsidR="00B2207F" w:rsidRPr="00605C65" w14:paraId="5FC429E1"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9251C87"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Modify</w:t>
            </w:r>
            <w:r w:rsidRPr="00B31DD5">
              <w:rPr>
                <w:b/>
              </w:rPr>
              <w:t xml:space="preserve"> </w:t>
            </w:r>
            <w:r w:rsidR="00012C95">
              <w:rPr>
                <w:b/>
              </w:rPr>
              <w:t>-</w:t>
            </w:r>
            <w:r w:rsidRPr="00B31DD5">
              <w:rPr>
                <w:b/>
              </w:rPr>
              <w:t xml:space="preserve"> A</w:t>
            </w:r>
          </w:p>
        </w:tc>
      </w:tr>
      <w:tr w:rsidR="00B2207F" w:rsidRPr="00605C65" w14:paraId="1005EF0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387777B"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7EFF5BE2" w14:textId="7F87A2C3"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2574E1C4" w14:textId="77777777" w:rsidR="00B2207F" w:rsidRPr="00605C65" w:rsidRDefault="00B2207F" w:rsidP="00B2207F">
            <w:r w:rsidRPr="00605C65">
              <w:t>Base Requirements</w:t>
            </w:r>
          </w:p>
        </w:tc>
      </w:tr>
      <w:tr w:rsidR="00962301" w:rsidRPr="00605C65" w14:paraId="5B4E11F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EF9CD21" w14:textId="77777777" w:rsidR="00962301" w:rsidRPr="00605C65" w:rsidRDefault="00962301"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03F5636" w14:textId="5D13E2C8" w:rsidR="00962301" w:rsidRPr="00605C65" w:rsidRDefault="00962301"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08DB2CB0" w14:textId="7A0EA0F2" w:rsidR="00962301" w:rsidRPr="00605C65" w:rsidRDefault="00962301" w:rsidP="00B2207F">
            <w:r>
              <w:t>Supports DS-WP-A</w:t>
            </w:r>
          </w:p>
        </w:tc>
      </w:tr>
      <w:tr w:rsidR="00B2207F" w:rsidRPr="0089157C" w14:paraId="1C82F8CA"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EAEA1D3" w14:textId="532FB4DB" w:rsidR="00B2207F" w:rsidRPr="0089157C" w:rsidRDefault="00B2207F" w:rsidP="00B2207F">
            <w:pPr>
              <w:ind w:left="720"/>
            </w:pPr>
          </w:p>
        </w:tc>
      </w:tr>
      <w:tr w:rsidR="00B2207F" w:rsidRPr="00605C65" w14:paraId="7B0185FD"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78F2EC1"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Life Safety Advanced Modify</w:t>
            </w:r>
            <w:r w:rsidRPr="00B31DD5">
              <w:rPr>
                <w:b/>
              </w:rPr>
              <w:t xml:space="preserve"> </w:t>
            </w:r>
            <w:r w:rsidR="00012C95">
              <w:rPr>
                <w:b/>
              </w:rPr>
              <w:t>-</w:t>
            </w:r>
            <w:r w:rsidRPr="00B31DD5">
              <w:rPr>
                <w:b/>
              </w:rPr>
              <w:t xml:space="preserve"> A</w:t>
            </w:r>
          </w:p>
        </w:tc>
      </w:tr>
      <w:tr w:rsidR="00B2207F" w:rsidRPr="00605C65" w14:paraId="761A687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47E3FFD"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7A6970CC" w14:textId="683A2679"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A19428A" w14:textId="77777777" w:rsidR="00B2207F" w:rsidRPr="00605C65" w:rsidRDefault="00B2207F" w:rsidP="00B2207F">
            <w:r w:rsidRPr="00605C65">
              <w:t>Base Requirements</w:t>
            </w:r>
          </w:p>
        </w:tc>
      </w:tr>
      <w:tr w:rsidR="00962301" w:rsidRPr="00605C65" w14:paraId="26203BB6"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415CF45" w14:textId="77777777" w:rsidR="00962301" w:rsidRPr="00605C65" w:rsidRDefault="00962301"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3BD3587" w14:textId="3D9F819F" w:rsidR="00962301" w:rsidRPr="00605C65" w:rsidRDefault="00962301"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CBB3D02" w14:textId="784CAB56" w:rsidR="00962301" w:rsidRPr="00605C65" w:rsidRDefault="00962301" w:rsidP="00B2207F">
            <w:r>
              <w:t>Supports DS-WP-A</w:t>
            </w:r>
          </w:p>
        </w:tc>
      </w:tr>
      <w:tr w:rsidR="00B2207F" w:rsidRPr="0089157C" w14:paraId="02DBCBB5"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E27AB19" w14:textId="2C39B70C" w:rsidR="00B2207F" w:rsidRPr="0089157C" w:rsidRDefault="00B2207F" w:rsidP="00B2207F">
            <w:pPr>
              <w:ind w:left="720"/>
            </w:pPr>
          </w:p>
        </w:tc>
      </w:tr>
      <w:tr w:rsidR="00B2207F" w:rsidRPr="00605C65" w14:paraId="58D5442D"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5228857"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View</w:t>
            </w:r>
            <w:r w:rsidRPr="00B31DD5">
              <w:rPr>
                <w:b/>
              </w:rPr>
              <w:t xml:space="preserve"> </w:t>
            </w:r>
            <w:r w:rsidR="00012C95">
              <w:rPr>
                <w:b/>
              </w:rPr>
              <w:t>-</w:t>
            </w:r>
            <w:r w:rsidRPr="00B31DD5">
              <w:rPr>
                <w:b/>
              </w:rPr>
              <w:t xml:space="preserve"> A</w:t>
            </w:r>
          </w:p>
        </w:tc>
      </w:tr>
      <w:tr w:rsidR="00B2207F" w:rsidRPr="00605C65" w14:paraId="40A4583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8A569A3"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4CD24C49" w14:textId="3D30089F"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AC55D98" w14:textId="77777777" w:rsidR="00B2207F" w:rsidRPr="00605C65" w:rsidRDefault="00B2207F" w:rsidP="00B2207F">
            <w:r w:rsidRPr="00605C65">
              <w:t>Base Requirements</w:t>
            </w:r>
          </w:p>
        </w:tc>
      </w:tr>
      <w:tr w:rsidR="00B97A30" w:rsidRPr="00605C65" w14:paraId="687E8BA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B492698"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05A6FBD" w14:textId="59C0FF1A"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87D42F5" w14:textId="30F3D85B" w:rsidR="00B97A30" w:rsidRPr="00605C65" w:rsidRDefault="00B97A30" w:rsidP="00B2207F">
            <w:r>
              <w:t>Supports DS-RP-A</w:t>
            </w:r>
          </w:p>
        </w:tc>
      </w:tr>
      <w:tr w:rsidR="00B2207F" w:rsidRPr="0089157C" w14:paraId="5FF373AC"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BD971E6" w14:textId="294FF72A" w:rsidR="00B2207F" w:rsidRPr="0089157C" w:rsidRDefault="00B2207F" w:rsidP="00B2207F">
            <w:pPr>
              <w:ind w:left="720"/>
            </w:pPr>
          </w:p>
        </w:tc>
      </w:tr>
      <w:tr w:rsidR="00B2207F" w:rsidRPr="00605C65" w14:paraId="151593FF"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19A975B6"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Advanced View</w:t>
            </w:r>
            <w:r w:rsidRPr="00B31DD5">
              <w:rPr>
                <w:b/>
              </w:rPr>
              <w:t xml:space="preserve"> </w:t>
            </w:r>
            <w:r w:rsidR="00012C95">
              <w:rPr>
                <w:b/>
              </w:rPr>
              <w:t>-</w:t>
            </w:r>
            <w:r w:rsidRPr="00B31DD5">
              <w:rPr>
                <w:b/>
              </w:rPr>
              <w:t xml:space="preserve"> A</w:t>
            </w:r>
          </w:p>
        </w:tc>
      </w:tr>
      <w:tr w:rsidR="00B2207F" w:rsidRPr="00605C65" w14:paraId="212DBEE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7DB5F0C"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35DA3F27" w14:textId="7BC9DD2C"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0B5954F" w14:textId="77777777" w:rsidR="00B2207F" w:rsidRPr="00605C65" w:rsidRDefault="00B2207F" w:rsidP="00B2207F">
            <w:r w:rsidRPr="00605C65">
              <w:t>Base Requirements</w:t>
            </w:r>
          </w:p>
        </w:tc>
      </w:tr>
      <w:tr w:rsidR="00B97A30" w:rsidRPr="00605C65" w14:paraId="7A698F4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21D45A2"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8053E6E" w14:textId="3EA9BE87"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0C38CEFE" w14:textId="2B1A4237" w:rsidR="00B97A30" w:rsidRPr="00605C65" w:rsidRDefault="00B97A30" w:rsidP="00B2207F">
            <w:r>
              <w:t>Supports DS-RP-A</w:t>
            </w:r>
          </w:p>
        </w:tc>
      </w:tr>
      <w:tr w:rsidR="00B2207F" w:rsidRPr="0089157C" w14:paraId="7BF9F572"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300AD01" w14:textId="582FCC0D" w:rsidR="00B2207F" w:rsidRPr="0089157C" w:rsidRDefault="00B2207F" w:rsidP="00B2207F">
            <w:pPr>
              <w:ind w:left="720"/>
            </w:pPr>
          </w:p>
        </w:tc>
      </w:tr>
      <w:tr w:rsidR="00B2207F" w:rsidRPr="00605C65" w14:paraId="19D96B8F"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F4A20CF"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Modify</w:t>
            </w:r>
            <w:r w:rsidRPr="00B31DD5">
              <w:rPr>
                <w:b/>
              </w:rPr>
              <w:t xml:space="preserve"> </w:t>
            </w:r>
            <w:r w:rsidR="00012C95">
              <w:rPr>
                <w:b/>
              </w:rPr>
              <w:t>-</w:t>
            </w:r>
            <w:r w:rsidRPr="00B31DD5">
              <w:rPr>
                <w:b/>
              </w:rPr>
              <w:t xml:space="preserve"> A</w:t>
            </w:r>
          </w:p>
        </w:tc>
      </w:tr>
      <w:tr w:rsidR="00B2207F" w:rsidRPr="00605C65" w14:paraId="57E74FE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50015EE"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2F562228" w14:textId="3CB3ECC2"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6691214" w14:textId="77777777" w:rsidR="00B2207F" w:rsidRPr="00605C65" w:rsidRDefault="00B2207F" w:rsidP="00B2207F">
            <w:r w:rsidRPr="00605C65">
              <w:t>Base Requirements</w:t>
            </w:r>
          </w:p>
        </w:tc>
      </w:tr>
      <w:tr w:rsidR="00B97A30" w:rsidRPr="00605C65" w14:paraId="19DB780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2141CA3"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89B972C" w14:textId="1398D680"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5403337F" w14:textId="27B3CDB9" w:rsidR="00B97A30" w:rsidRPr="00605C65" w:rsidRDefault="00B97A30" w:rsidP="00B2207F">
            <w:r>
              <w:t>Supports DS-WP-A</w:t>
            </w:r>
          </w:p>
        </w:tc>
      </w:tr>
      <w:tr w:rsidR="00B2207F" w:rsidRPr="0089157C" w14:paraId="60676810"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FF1F596" w14:textId="3AC2D1C5" w:rsidR="00B2207F" w:rsidRPr="0089157C" w:rsidRDefault="00B2207F" w:rsidP="00B2207F">
            <w:pPr>
              <w:ind w:left="720"/>
            </w:pPr>
          </w:p>
        </w:tc>
      </w:tr>
      <w:tr w:rsidR="00B2207F" w:rsidRPr="00605C65" w14:paraId="5524B647"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A100F37"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Advanced Modify</w:t>
            </w:r>
            <w:r w:rsidRPr="00B31DD5">
              <w:rPr>
                <w:b/>
              </w:rPr>
              <w:t xml:space="preserve"> </w:t>
            </w:r>
            <w:r w:rsidR="00012C95">
              <w:rPr>
                <w:b/>
              </w:rPr>
              <w:t>-</w:t>
            </w:r>
            <w:r w:rsidRPr="00B31DD5">
              <w:rPr>
                <w:b/>
              </w:rPr>
              <w:t xml:space="preserve"> A</w:t>
            </w:r>
          </w:p>
        </w:tc>
      </w:tr>
      <w:tr w:rsidR="00B2207F" w:rsidRPr="00605C65" w14:paraId="51FE241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C71A106"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2E3B5E37" w14:textId="5EF638EC"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69A2159" w14:textId="77777777" w:rsidR="00B2207F" w:rsidRPr="00605C65" w:rsidRDefault="00B2207F" w:rsidP="00B2207F">
            <w:r w:rsidRPr="00605C65">
              <w:t>Base Requirements</w:t>
            </w:r>
          </w:p>
        </w:tc>
      </w:tr>
      <w:tr w:rsidR="00B97A30" w:rsidRPr="00605C65" w14:paraId="4E05118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478B99E"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675AD54" w14:textId="337E3871"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3B873B92" w14:textId="5085E9D7" w:rsidR="00B97A30" w:rsidRPr="00605C65" w:rsidRDefault="00B97A30" w:rsidP="00B2207F">
            <w:r>
              <w:t>Supports DS-WP-A</w:t>
            </w:r>
          </w:p>
        </w:tc>
      </w:tr>
      <w:tr w:rsidR="00B2207F" w:rsidRPr="0089157C" w14:paraId="4E4B73A6"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1DBBF24F" w14:textId="05CBCBAB" w:rsidR="00B2207F" w:rsidRPr="0089157C" w:rsidRDefault="00B2207F" w:rsidP="00B2207F">
            <w:pPr>
              <w:ind w:left="720"/>
            </w:pPr>
          </w:p>
        </w:tc>
      </w:tr>
      <w:tr w:rsidR="00B2207F" w:rsidRPr="00605C65" w14:paraId="0E7E17F9" w14:textId="02232C21" w:rsidTr="00582D01">
        <w:tc>
          <w:tcPr>
            <w:tcW w:w="8912" w:type="dxa"/>
            <w:gridSpan w:val="5"/>
            <w:tcBorders>
              <w:top w:val="single" w:sz="4" w:space="0" w:color="auto"/>
              <w:left w:val="single" w:sz="4" w:space="0" w:color="auto"/>
              <w:bottom w:val="single" w:sz="4" w:space="0" w:color="auto"/>
              <w:right w:val="single" w:sz="4" w:space="0" w:color="auto"/>
            </w:tcBorders>
          </w:tcPr>
          <w:p w14:paraId="3FA094ED" w14:textId="56D9F1EE"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User Configuration</w:t>
            </w:r>
            <w:r w:rsidRPr="00B31DD5">
              <w:rPr>
                <w:b/>
              </w:rPr>
              <w:t xml:space="preserve"> </w:t>
            </w:r>
            <w:r w:rsidR="00012C95">
              <w:rPr>
                <w:b/>
              </w:rPr>
              <w:t>-</w:t>
            </w:r>
            <w:r w:rsidRPr="00B31DD5">
              <w:rPr>
                <w:b/>
              </w:rPr>
              <w:t xml:space="preserve"> A</w:t>
            </w:r>
          </w:p>
        </w:tc>
      </w:tr>
      <w:tr w:rsidR="00B2207F" w:rsidRPr="00605C65" w14:paraId="7965AF8E" w14:textId="4BD82E4F" w:rsidTr="00582D01">
        <w:tc>
          <w:tcPr>
            <w:tcW w:w="377" w:type="dxa"/>
            <w:gridSpan w:val="2"/>
            <w:tcBorders>
              <w:top w:val="single" w:sz="4" w:space="0" w:color="auto"/>
              <w:left w:val="single" w:sz="4" w:space="0" w:color="auto"/>
              <w:bottom w:val="single" w:sz="4" w:space="0" w:color="auto"/>
              <w:right w:val="single" w:sz="4" w:space="0" w:color="auto"/>
            </w:tcBorders>
          </w:tcPr>
          <w:p w14:paraId="166A7710" w14:textId="1A609A59"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0D665EDB" w14:textId="418FF9B3"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2B51BA52" w14:textId="6550123A" w:rsidR="00B2207F" w:rsidRPr="00605C65" w:rsidRDefault="00B2207F" w:rsidP="00B2207F">
            <w:r w:rsidRPr="00605C65">
              <w:t>Base Requirements</w:t>
            </w:r>
          </w:p>
        </w:tc>
      </w:tr>
      <w:tr w:rsidR="00B97A30" w:rsidRPr="00605C65" w14:paraId="632D0D02" w14:textId="2A71D75D" w:rsidTr="00582D01">
        <w:tc>
          <w:tcPr>
            <w:tcW w:w="377" w:type="dxa"/>
            <w:gridSpan w:val="2"/>
            <w:tcBorders>
              <w:top w:val="single" w:sz="4" w:space="0" w:color="auto"/>
              <w:left w:val="single" w:sz="4" w:space="0" w:color="auto"/>
              <w:bottom w:val="single" w:sz="4" w:space="0" w:color="auto"/>
              <w:right w:val="single" w:sz="4" w:space="0" w:color="auto"/>
            </w:tcBorders>
          </w:tcPr>
          <w:p w14:paraId="542BA447" w14:textId="3F75747A"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294A1887" w14:textId="27D4E0E4"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1A9BB9A1" w14:textId="028B0600" w:rsidR="00B97A30" w:rsidRPr="00605C65" w:rsidRDefault="00B97A30" w:rsidP="00B2207F">
            <w:r>
              <w:t>Supports DS-RP-A</w:t>
            </w:r>
          </w:p>
        </w:tc>
      </w:tr>
      <w:tr w:rsidR="00B97A30" w:rsidRPr="00605C65" w14:paraId="6D52BD17" w14:textId="42C46ECB" w:rsidTr="00582D01">
        <w:tc>
          <w:tcPr>
            <w:tcW w:w="377" w:type="dxa"/>
            <w:gridSpan w:val="2"/>
            <w:tcBorders>
              <w:top w:val="single" w:sz="4" w:space="0" w:color="auto"/>
              <w:left w:val="single" w:sz="4" w:space="0" w:color="auto"/>
              <w:bottom w:val="single" w:sz="4" w:space="0" w:color="auto"/>
              <w:right w:val="single" w:sz="4" w:space="0" w:color="auto"/>
            </w:tcBorders>
          </w:tcPr>
          <w:p w14:paraId="57776B23" w14:textId="6C5FC873"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1B5609C4" w14:textId="78501FFA"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4EC16BD6" w14:textId="3A289AB9" w:rsidR="00B97A30" w:rsidRDefault="00B97A30" w:rsidP="00B2207F">
            <w:r>
              <w:t>Supports DS-WP-A</w:t>
            </w:r>
          </w:p>
        </w:tc>
      </w:tr>
      <w:tr w:rsidR="00B97A30" w:rsidRPr="00605C65" w14:paraId="695A9178" w14:textId="4146D88B" w:rsidTr="00582D01">
        <w:tc>
          <w:tcPr>
            <w:tcW w:w="377" w:type="dxa"/>
            <w:gridSpan w:val="2"/>
            <w:tcBorders>
              <w:top w:val="single" w:sz="4" w:space="0" w:color="auto"/>
              <w:left w:val="single" w:sz="4" w:space="0" w:color="auto"/>
              <w:bottom w:val="single" w:sz="4" w:space="0" w:color="auto"/>
              <w:right w:val="single" w:sz="4" w:space="0" w:color="auto"/>
            </w:tcBorders>
          </w:tcPr>
          <w:p w14:paraId="48BC4EFD" w14:textId="04DB3572"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B2F22D0" w14:textId="1150289E"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5A577CC6" w14:textId="53D82591" w:rsidR="00B97A30" w:rsidRDefault="00B97A30" w:rsidP="00B2207F">
            <w:r>
              <w:t>Supports D</w:t>
            </w:r>
            <w:r w:rsidR="001F2AE7">
              <w:t>M</w:t>
            </w:r>
            <w:r>
              <w:t>-OCD-A</w:t>
            </w:r>
          </w:p>
        </w:tc>
      </w:tr>
      <w:tr w:rsidR="00B2207F" w:rsidRPr="0089157C" w14:paraId="019F8438" w14:textId="2D49F704" w:rsidTr="00582D01">
        <w:tc>
          <w:tcPr>
            <w:tcW w:w="8912" w:type="dxa"/>
            <w:gridSpan w:val="5"/>
            <w:tcBorders>
              <w:top w:val="single" w:sz="4" w:space="0" w:color="auto"/>
              <w:left w:val="single" w:sz="4" w:space="0" w:color="auto"/>
              <w:bottom w:val="single" w:sz="4" w:space="0" w:color="auto"/>
              <w:right w:val="single" w:sz="4" w:space="0" w:color="auto"/>
            </w:tcBorders>
          </w:tcPr>
          <w:p w14:paraId="4D0CDDA3" w14:textId="55EE2D3A" w:rsidR="00B2207F" w:rsidRPr="0089157C" w:rsidRDefault="00B2207F" w:rsidP="00B2207F">
            <w:pPr>
              <w:ind w:left="720"/>
            </w:pPr>
          </w:p>
        </w:tc>
      </w:tr>
      <w:tr w:rsidR="00F8785A" w:rsidRPr="004832C2" w14:paraId="2EC73CCB" w14:textId="77777777" w:rsidTr="00582D01">
        <w:tc>
          <w:tcPr>
            <w:tcW w:w="8912" w:type="dxa"/>
            <w:gridSpan w:val="5"/>
            <w:tcBorders>
              <w:top w:val="single" w:sz="4" w:space="0" w:color="auto"/>
              <w:left w:val="single" w:sz="4" w:space="0" w:color="auto"/>
              <w:bottom w:val="single" w:sz="4" w:space="0" w:color="auto"/>
              <w:right w:val="single" w:sz="4" w:space="0" w:color="auto"/>
            </w:tcBorders>
            <w:shd w:val="clear" w:color="auto" w:fill="auto"/>
          </w:tcPr>
          <w:p w14:paraId="4F0FDE12" w14:textId="77777777" w:rsidR="00F8785A" w:rsidRPr="00582D01" w:rsidRDefault="00F8785A" w:rsidP="00582D01">
            <w:pPr>
              <w:rPr>
                <w:b/>
                <w:bCs/>
              </w:rPr>
            </w:pPr>
            <w:r w:rsidRPr="00582D01">
              <w:rPr>
                <w:b/>
                <w:bCs/>
              </w:rPr>
              <w:t>Data Sharing - Access Control User Configuration - B</w:t>
            </w:r>
          </w:p>
        </w:tc>
      </w:tr>
      <w:tr w:rsidR="00F8785A" w:rsidRPr="00782C80" w14:paraId="242E6742" w14:textId="77777777" w:rsidTr="00582D01">
        <w:tblPrEx>
          <w:tblLook w:val="04A0" w:firstRow="1" w:lastRow="0" w:firstColumn="1" w:lastColumn="0" w:noHBand="0" w:noVBand="1"/>
        </w:tblPrEx>
        <w:tc>
          <w:tcPr>
            <w:tcW w:w="360" w:type="dxa"/>
            <w:tcBorders>
              <w:top w:val="single" w:sz="4" w:space="0" w:color="auto"/>
              <w:left w:val="single" w:sz="4" w:space="0" w:color="auto"/>
              <w:bottom w:val="single" w:sz="4" w:space="0" w:color="auto"/>
              <w:right w:val="single" w:sz="4" w:space="0" w:color="auto"/>
            </w:tcBorders>
          </w:tcPr>
          <w:p w14:paraId="2C7412EF" w14:textId="77777777" w:rsidR="00F8785A" w:rsidRPr="00782C80" w:rsidRDefault="00F8785A" w:rsidP="00537A69">
            <w:pPr>
              <w:jc w:val="center"/>
            </w:pPr>
          </w:p>
        </w:tc>
        <w:tc>
          <w:tcPr>
            <w:tcW w:w="1000" w:type="dxa"/>
            <w:gridSpan w:val="3"/>
            <w:tcBorders>
              <w:top w:val="single" w:sz="4" w:space="0" w:color="auto"/>
              <w:left w:val="single" w:sz="4" w:space="0" w:color="auto"/>
              <w:bottom w:val="single" w:sz="4" w:space="0" w:color="auto"/>
              <w:right w:val="single" w:sz="4" w:space="0" w:color="auto"/>
            </w:tcBorders>
            <w:hideMark/>
          </w:tcPr>
          <w:p w14:paraId="7C0736D5" w14:textId="77777777" w:rsidR="00F8785A" w:rsidRPr="00782C80" w:rsidRDefault="00F8785A" w:rsidP="00537A69">
            <w:pPr>
              <w:jc w:val="center"/>
            </w:pPr>
            <w:r w:rsidRPr="00782C80">
              <w:t>R</w:t>
            </w:r>
          </w:p>
        </w:tc>
        <w:tc>
          <w:tcPr>
            <w:tcW w:w="7552" w:type="dxa"/>
            <w:tcBorders>
              <w:top w:val="single" w:sz="4" w:space="0" w:color="auto"/>
              <w:left w:val="single" w:sz="4" w:space="0" w:color="auto"/>
              <w:bottom w:val="single" w:sz="4" w:space="0" w:color="auto"/>
              <w:right w:val="single" w:sz="4" w:space="0" w:color="auto"/>
            </w:tcBorders>
            <w:hideMark/>
          </w:tcPr>
          <w:p w14:paraId="3BCF8BAE" w14:textId="77777777" w:rsidR="00F8785A" w:rsidRPr="00782C80" w:rsidRDefault="00F8785A" w:rsidP="00537A69">
            <w:r w:rsidRPr="00782C80">
              <w:t xml:space="preserve">Base Requirements </w:t>
            </w:r>
          </w:p>
        </w:tc>
      </w:tr>
      <w:tr w:rsidR="00F8785A" w:rsidRPr="005A1A83" w14:paraId="6F9DE8B1" w14:textId="77777777" w:rsidTr="00582D01">
        <w:tblPrEx>
          <w:tblLook w:val="04A0" w:firstRow="1" w:lastRow="0" w:firstColumn="1" w:lastColumn="0" w:noHBand="0" w:noVBand="1"/>
        </w:tblPrEx>
        <w:tc>
          <w:tcPr>
            <w:tcW w:w="360" w:type="dxa"/>
            <w:tcBorders>
              <w:top w:val="single" w:sz="4" w:space="0" w:color="auto"/>
              <w:left w:val="single" w:sz="4" w:space="0" w:color="auto"/>
              <w:bottom w:val="single" w:sz="4" w:space="0" w:color="auto"/>
              <w:right w:val="single" w:sz="4" w:space="0" w:color="auto"/>
            </w:tcBorders>
          </w:tcPr>
          <w:p w14:paraId="233C08AC" w14:textId="77777777" w:rsidR="00F8785A" w:rsidRPr="005A1A83" w:rsidRDefault="00F8785A" w:rsidP="00537A69">
            <w:pPr>
              <w:jc w:val="center"/>
            </w:pPr>
          </w:p>
        </w:tc>
        <w:tc>
          <w:tcPr>
            <w:tcW w:w="1000" w:type="dxa"/>
            <w:gridSpan w:val="3"/>
            <w:tcBorders>
              <w:top w:val="single" w:sz="4" w:space="0" w:color="auto"/>
              <w:left w:val="single" w:sz="4" w:space="0" w:color="auto"/>
              <w:bottom w:val="single" w:sz="4" w:space="0" w:color="auto"/>
              <w:right w:val="single" w:sz="4" w:space="0" w:color="auto"/>
            </w:tcBorders>
          </w:tcPr>
          <w:p w14:paraId="51258314"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272272E1" w14:textId="77777777" w:rsidR="00F8785A" w:rsidRPr="005A1A83" w:rsidRDefault="00F8785A" w:rsidP="00537A69">
            <w:r w:rsidRPr="005A1A83">
              <w:rPr>
                <w:lang w:val="en-CA"/>
              </w:rPr>
              <w:t>Supports DS-WP-B</w:t>
            </w:r>
          </w:p>
        </w:tc>
      </w:tr>
      <w:tr w:rsidR="00F8785A" w:rsidRPr="005A1A83" w14:paraId="43401152" w14:textId="77777777" w:rsidTr="00582D01">
        <w:tblPrEx>
          <w:tblLook w:val="04A0" w:firstRow="1" w:lastRow="0" w:firstColumn="1" w:lastColumn="0" w:noHBand="0" w:noVBand="1"/>
        </w:tblPrEx>
        <w:tc>
          <w:tcPr>
            <w:tcW w:w="360" w:type="dxa"/>
            <w:tcBorders>
              <w:top w:val="single" w:sz="4" w:space="0" w:color="auto"/>
              <w:left w:val="single" w:sz="4" w:space="0" w:color="auto"/>
              <w:bottom w:val="single" w:sz="4" w:space="0" w:color="auto"/>
              <w:right w:val="single" w:sz="4" w:space="0" w:color="auto"/>
            </w:tcBorders>
          </w:tcPr>
          <w:p w14:paraId="17F4CF08" w14:textId="77777777" w:rsidR="00F8785A" w:rsidRPr="005A1A83" w:rsidRDefault="00F8785A" w:rsidP="00537A69">
            <w:pPr>
              <w:jc w:val="center"/>
            </w:pPr>
          </w:p>
        </w:tc>
        <w:tc>
          <w:tcPr>
            <w:tcW w:w="1000" w:type="dxa"/>
            <w:gridSpan w:val="3"/>
            <w:tcBorders>
              <w:top w:val="single" w:sz="4" w:space="0" w:color="auto"/>
              <w:left w:val="single" w:sz="4" w:space="0" w:color="auto"/>
              <w:bottom w:val="single" w:sz="4" w:space="0" w:color="auto"/>
              <w:right w:val="single" w:sz="4" w:space="0" w:color="auto"/>
            </w:tcBorders>
          </w:tcPr>
          <w:p w14:paraId="25B71BC8"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7CB19222" w14:textId="77777777" w:rsidR="00F8785A" w:rsidRPr="005A1A83" w:rsidRDefault="00F8785A" w:rsidP="00537A69">
            <w:pPr>
              <w:rPr>
                <w:lang w:val="en-CA"/>
              </w:rPr>
            </w:pPr>
            <w:r w:rsidRPr="005A1A83">
              <w:rPr>
                <w:lang w:val="en-CA"/>
              </w:rPr>
              <w:t>Supports Access User objects</w:t>
            </w:r>
            <w:r>
              <w:rPr>
                <w:lang w:val="en-CA"/>
              </w:rPr>
              <w:t xml:space="preserve"> </w:t>
            </w:r>
            <w:bookmarkStart w:id="4" w:name="_Hlk73462057"/>
            <w:r>
              <w:rPr>
                <w:szCs w:val="20"/>
                <w:lang w:val="en-CA"/>
              </w:rPr>
              <w:t>with writable configuration properties</w:t>
            </w:r>
            <w:bookmarkEnd w:id="4"/>
          </w:p>
        </w:tc>
      </w:tr>
      <w:tr w:rsidR="00F8785A" w:rsidRPr="005A1A83" w14:paraId="4D227809" w14:textId="77777777" w:rsidTr="00582D01">
        <w:tblPrEx>
          <w:tblLook w:val="04A0" w:firstRow="1" w:lastRow="0" w:firstColumn="1" w:lastColumn="0" w:noHBand="0" w:noVBand="1"/>
        </w:tblPrEx>
        <w:tc>
          <w:tcPr>
            <w:tcW w:w="360" w:type="dxa"/>
            <w:tcBorders>
              <w:top w:val="single" w:sz="4" w:space="0" w:color="auto"/>
              <w:left w:val="single" w:sz="4" w:space="0" w:color="auto"/>
              <w:bottom w:val="single" w:sz="4" w:space="0" w:color="auto"/>
              <w:right w:val="single" w:sz="4" w:space="0" w:color="auto"/>
            </w:tcBorders>
          </w:tcPr>
          <w:p w14:paraId="0BE55115" w14:textId="77777777" w:rsidR="00F8785A" w:rsidRPr="005A1A83" w:rsidRDefault="00F8785A" w:rsidP="00537A69">
            <w:pPr>
              <w:jc w:val="center"/>
            </w:pPr>
          </w:p>
        </w:tc>
        <w:tc>
          <w:tcPr>
            <w:tcW w:w="1000" w:type="dxa"/>
            <w:gridSpan w:val="3"/>
            <w:tcBorders>
              <w:top w:val="single" w:sz="4" w:space="0" w:color="auto"/>
              <w:left w:val="single" w:sz="4" w:space="0" w:color="auto"/>
              <w:bottom w:val="single" w:sz="4" w:space="0" w:color="auto"/>
              <w:right w:val="single" w:sz="4" w:space="0" w:color="auto"/>
            </w:tcBorders>
          </w:tcPr>
          <w:p w14:paraId="77644162"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5C2D33A0" w14:textId="77777777" w:rsidR="00F8785A" w:rsidRPr="005A1A83" w:rsidRDefault="00F8785A" w:rsidP="00537A69">
            <w:pPr>
              <w:suppressAutoHyphens/>
              <w:rPr>
                <w:szCs w:val="20"/>
                <w:lang w:val="en-CA"/>
              </w:rPr>
            </w:pPr>
            <w:r w:rsidRPr="005A1A83">
              <w:rPr>
                <w:szCs w:val="20"/>
                <w:lang w:val="en-CA"/>
              </w:rPr>
              <w:t>Supports Access Rights objects</w:t>
            </w:r>
            <w:r>
              <w:rPr>
                <w:szCs w:val="20"/>
                <w:lang w:val="en-CA"/>
              </w:rPr>
              <w:t xml:space="preserve"> with writable configuration properties</w:t>
            </w:r>
          </w:p>
        </w:tc>
      </w:tr>
      <w:tr w:rsidR="00F8785A" w:rsidRPr="005A1A83" w14:paraId="7A205E84" w14:textId="77777777" w:rsidTr="00582D01">
        <w:tblPrEx>
          <w:tblLook w:val="04A0" w:firstRow="1" w:lastRow="0" w:firstColumn="1" w:lastColumn="0" w:noHBand="0" w:noVBand="1"/>
        </w:tblPrEx>
        <w:tc>
          <w:tcPr>
            <w:tcW w:w="360" w:type="dxa"/>
            <w:tcBorders>
              <w:top w:val="single" w:sz="4" w:space="0" w:color="auto"/>
              <w:left w:val="single" w:sz="4" w:space="0" w:color="auto"/>
              <w:bottom w:val="single" w:sz="4" w:space="0" w:color="auto"/>
              <w:right w:val="single" w:sz="4" w:space="0" w:color="auto"/>
            </w:tcBorders>
          </w:tcPr>
          <w:p w14:paraId="3E63D539" w14:textId="77777777" w:rsidR="00F8785A" w:rsidRPr="005A1A83" w:rsidRDefault="00F8785A" w:rsidP="00537A69">
            <w:pPr>
              <w:jc w:val="center"/>
            </w:pPr>
          </w:p>
        </w:tc>
        <w:tc>
          <w:tcPr>
            <w:tcW w:w="1000" w:type="dxa"/>
            <w:gridSpan w:val="3"/>
            <w:tcBorders>
              <w:top w:val="single" w:sz="4" w:space="0" w:color="auto"/>
              <w:left w:val="single" w:sz="4" w:space="0" w:color="auto"/>
              <w:bottom w:val="single" w:sz="4" w:space="0" w:color="auto"/>
              <w:right w:val="single" w:sz="4" w:space="0" w:color="auto"/>
            </w:tcBorders>
          </w:tcPr>
          <w:p w14:paraId="16F7D163"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3C288919" w14:textId="77777777" w:rsidR="00F8785A" w:rsidRPr="005A1A83" w:rsidRDefault="00F8785A" w:rsidP="00537A69">
            <w:pPr>
              <w:suppressAutoHyphens/>
              <w:rPr>
                <w:szCs w:val="20"/>
                <w:lang w:val="en-CA"/>
              </w:rPr>
            </w:pPr>
            <w:r w:rsidRPr="005A1A83">
              <w:rPr>
                <w:szCs w:val="20"/>
                <w:lang w:val="en-CA"/>
              </w:rPr>
              <w:t>Supports Access Credential objects</w:t>
            </w:r>
            <w:r>
              <w:rPr>
                <w:szCs w:val="20"/>
                <w:lang w:val="en-CA"/>
              </w:rPr>
              <w:t xml:space="preserve"> with writable configuration properties</w:t>
            </w:r>
          </w:p>
        </w:tc>
      </w:tr>
      <w:tr w:rsidR="00F8785A" w:rsidRPr="00782C80" w14:paraId="3FDCD672"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2" w:type="dxa"/>
            <w:gridSpan w:val="5"/>
            <w:tcBorders>
              <w:top w:val="single" w:sz="4" w:space="0" w:color="000000"/>
              <w:left w:val="single" w:sz="4" w:space="0" w:color="000000"/>
              <w:bottom w:val="single" w:sz="4" w:space="0" w:color="000000"/>
              <w:right w:val="single" w:sz="4" w:space="0" w:color="000000"/>
            </w:tcBorders>
            <w:shd w:val="clear" w:color="auto" w:fill="auto"/>
          </w:tcPr>
          <w:p w14:paraId="46D6F75F" w14:textId="77777777" w:rsidR="00F8785A" w:rsidRPr="005A1A83" w:rsidRDefault="00F8785A" w:rsidP="00537A69">
            <w:pPr>
              <w:ind w:left="720"/>
            </w:pPr>
            <w:r>
              <w:rPr>
                <w:vertAlign w:val="superscript"/>
              </w:rPr>
              <w:t>1</w:t>
            </w:r>
            <w:r>
              <w:t xml:space="preserve"> </w:t>
            </w:r>
            <w:r w:rsidRPr="004B2E3B">
              <w:t>At</w:t>
            </w:r>
            <w:r>
              <w:t xml:space="preserve"> least one of these options is required in order to claim conformance to this BIBB.</w:t>
            </w:r>
          </w:p>
        </w:tc>
      </w:tr>
      <w:tr w:rsidR="00B2207F" w:rsidRPr="00605C65" w14:paraId="20167EBC"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D6B7FE5" w14:textId="77777777" w:rsidR="00B2207F" w:rsidRPr="00B31DD5" w:rsidRDefault="00B2207F" w:rsidP="00B2207F">
            <w:pPr>
              <w:rPr>
                <w:b/>
              </w:rPr>
            </w:pPr>
            <w:r w:rsidRPr="00B31DD5">
              <w:rPr>
                <w:b/>
              </w:rPr>
              <w:t xml:space="preserve">Data Sharing </w:t>
            </w:r>
            <w:r w:rsidR="00012C95">
              <w:rPr>
                <w:b/>
              </w:rPr>
              <w:t>-</w:t>
            </w:r>
            <w:r w:rsidRPr="00B31DD5">
              <w:rPr>
                <w:b/>
              </w:rPr>
              <w:t xml:space="preserve"> </w:t>
            </w:r>
            <w:r>
              <w:rPr>
                <w:b/>
              </w:rPr>
              <w:t>Access Control Site Configuration</w:t>
            </w:r>
            <w:r w:rsidRPr="00B31DD5">
              <w:rPr>
                <w:b/>
              </w:rPr>
              <w:t xml:space="preserve"> </w:t>
            </w:r>
            <w:r w:rsidR="00012C95">
              <w:rPr>
                <w:b/>
              </w:rPr>
              <w:t>-</w:t>
            </w:r>
            <w:r w:rsidRPr="00B31DD5">
              <w:rPr>
                <w:b/>
              </w:rPr>
              <w:t xml:space="preserve"> A</w:t>
            </w:r>
          </w:p>
        </w:tc>
      </w:tr>
      <w:tr w:rsidR="00B2207F" w:rsidRPr="00605C65" w14:paraId="289E614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A08C698"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5DB775F5" w14:textId="0B4221BF"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62350F72" w14:textId="77777777" w:rsidR="00B2207F" w:rsidRPr="00605C65" w:rsidRDefault="00B2207F" w:rsidP="00B2207F">
            <w:r w:rsidRPr="00605C65">
              <w:t>Base Requirements</w:t>
            </w:r>
          </w:p>
        </w:tc>
      </w:tr>
      <w:tr w:rsidR="00B97A30" w:rsidRPr="00605C65" w14:paraId="0985879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7EEF221"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4CBA065" w14:textId="62AFCEBF"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42D53CAD" w14:textId="111E494E" w:rsidR="00B97A30" w:rsidRPr="00605C65" w:rsidRDefault="00B97A30" w:rsidP="00B2207F">
            <w:r>
              <w:t>Supports DS-RP-A</w:t>
            </w:r>
          </w:p>
        </w:tc>
      </w:tr>
      <w:tr w:rsidR="00B97A30" w:rsidRPr="00605C65" w14:paraId="076E4C4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E11F1CD"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17620F5" w14:textId="2D713CA0"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5BDB4EE3" w14:textId="3C816EF8" w:rsidR="00B97A30" w:rsidRDefault="00B97A30" w:rsidP="00B2207F">
            <w:r>
              <w:t>Supports DS-WP-A</w:t>
            </w:r>
          </w:p>
        </w:tc>
      </w:tr>
      <w:tr w:rsidR="00B97A30" w:rsidRPr="00605C65" w14:paraId="1CF5863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EC2E300"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58B5675" w14:textId="122B1ACB"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0D80B03B" w14:textId="1A7238DA" w:rsidR="00B97A30" w:rsidRDefault="00B97A30" w:rsidP="00B2207F">
            <w:r>
              <w:t>Supports D</w:t>
            </w:r>
            <w:r w:rsidR="001F2AE7">
              <w:t>M</w:t>
            </w:r>
            <w:r>
              <w:t>-OCD-A</w:t>
            </w:r>
          </w:p>
        </w:tc>
      </w:tr>
      <w:tr w:rsidR="00B2207F" w:rsidRPr="0089157C" w14:paraId="22A54E55"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F06CAF7" w14:textId="433A7990" w:rsidR="00B2207F" w:rsidRPr="0089157C" w:rsidRDefault="00B2207F" w:rsidP="00B2207F">
            <w:pPr>
              <w:ind w:left="720"/>
            </w:pPr>
          </w:p>
        </w:tc>
      </w:tr>
      <w:tr w:rsidR="00F8785A" w:rsidRPr="004832C2" w14:paraId="2CD98905" w14:textId="77777777" w:rsidTr="00582D01">
        <w:tc>
          <w:tcPr>
            <w:tcW w:w="8912" w:type="dxa"/>
            <w:gridSpan w:val="5"/>
            <w:tcBorders>
              <w:top w:val="single" w:sz="4" w:space="0" w:color="auto"/>
              <w:left w:val="single" w:sz="4" w:space="0" w:color="auto"/>
              <w:bottom w:val="single" w:sz="4" w:space="0" w:color="auto"/>
              <w:right w:val="single" w:sz="4" w:space="0" w:color="auto"/>
            </w:tcBorders>
            <w:shd w:val="clear" w:color="auto" w:fill="auto"/>
          </w:tcPr>
          <w:p w14:paraId="6CA5B9E5" w14:textId="77777777" w:rsidR="00F8785A" w:rsidRPr="00582D01" w:rsidRDefault="00F8785A" w:rsidP="00582D01">
            <w:pPr>
              <w:rPr>
                <w:b/>
                <w:bCs/>
              </w:rPr>
            </w:pPr>
            <w:r w:rsidRPr="00582D01">
              <w:rPr>
                <w:b/>
                <w:bCs/>
              </w:rPr>
              <w:t>Data Sharing - Access Control Site Configuration - B</w:t>
            </w:r>
          </w:p>
        </w:tc>
      </w:tr>
      <w:tr w:rsidR="00F8785A" w:rsidRPr="005A1A83" w14:paraId="28B3BC8D"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306A3DFD"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hideMark/>
          </w:tcPr>
          <w:p w14:paraId="76D8DD16"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hideMark/>
          </w:tcPr>
          <w:p w14:paraId="78A68E73" w14:textId="77777777" w:rsidR="00F8785A" w:rsidRPr="005A1A83" w:rsidRDefault="00F8785A" w:rsidP="00537A69">
            <w:r w:rsidRPr="005A1A83">
              <w:t xml:space="preserve">Base Requirements </w:t>
            </w:r>
          </w:p>
        </w:tc>
      </w:tr>
      <w:tr w:rsidR="00F8785A" w:rsidRPr="005A1A83" w14:paraId="151A6E5D"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125540EC"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6BA84D16"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32A23D67" w14:textId="77777777" w:rsidR="00F8785A" w:rsidRPr="005A1A83" w:rsidRDefault="00F8785A" w:rsidP="00537A69">
            <w:r w:rsidRPr="005A1A83">
              <w:rPr>
                <w:lang w:val="en-CA"/>
              </w:rPr>
              <w:t>Supports DS-WP-B</w:t>
            </w:r>
          </w:p>
        </w:tc>
      </w:tr>
      <w:tr w:rsidR="00F8785A" w:rsidRPr="005A1A83" w14:paraId="3F786565"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3208A660"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10E37A62"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01DABC59" w14:textId="77777777" w:rsidR="00F8785A" w:rsidRPr="005A1A83" w:rsidRDefault="00F8785A" w:rsidP="00537A69">
            <w:pPr>
              <w:suppressAutoHyphens/>
              <w:rPr>
                <w:szCs w:val="20"/>
                <w:lang w:val="en-CA"/>
              </w:rPr>
            </w:pPr>
            <w:r w:rsidRPr="005A1A83">
              <w:rPr>
                <w:szCs w:val="20"/>
                <w:lang w:val="en-CA"/>
              </w:rPr>
              <w:t>Supports Access Point objects</w:t>
            </w:r>
            <w:r>
              <w:rPr>
                <w:szCs w:val="20"/>
                <w:lang w:val="en-CA"/>
              </w:rPr>
              <w:t xml:space="preserve"> with writable configuration properties</w:t>
            </w:r>
          </w:p>
        </w:tc>
      </w:tr>
      <w:tr w:rsidR="00F8785A" w:rsidRPr="005A1A83" w14:paraId="06989EE2"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08D69CFA"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2C50DFAA"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35A1431E" w14:textId="77777777" w:rsidR="00F8785A" w:rsidRPr="005A1A83" w:rsidRDefault="00F8785A" w:rsidP="00537A69">
            <w:pPr>
              <w:suppressAutoHyphens/>
              <w:rPr>
                <w:szCs w:val="20"/>
                <w:lang w:val="en-CA"/>
              </w:rPr>
            </w:pPr>
            <w:r w:rsidRPr="005A1A83">
              <w:rPr>
                <w:szCs w:val="20"/>
                <w:lang w:val="en-CA"/>
              </w:rPr>
              <w:t>Supports Access Zone objects</w:t>
            </w:r>
            <w:r>
              <w:rPr>
                <w:szCs w:val="20"/>
                <w:lang w:val="en-CA"/>
              </w:rPr>
              <w:t xml:space="preserve"> with writable configuration properties</w:t>
            </w:r>
          </w:p>
        </w:tc>
      </w:tr>
      <w:tr w:rsidR="00F8785A" w:rsidRPr="005A1A83" w14:paraId="2C7388FA"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2813F46F"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2094FFDF"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0F28D4AC" w14:textId="77777777" w:rsidR="00F8785A" w:rsidRPr="005A1A83" w:rsidRDefault="00F8785A" w:rsidP="00537A69">
            <w:pPr>
              <w:suppressAutoHyphens/>
              <w:rPr>
                <w:szCs w:val="20"/>
                <w:lang w:val="en-CA"/>
              </w:rPr>
            </w:pPr>
            <w:r w:rsidRPr="005A1A83">
              <w:rPr>
                <w:szCs w:val="20"/>
                <w:lang w:val="en-CA"/>
              </w:rPr>
              <w:t>Supports Credential Data Input objects</w:t>
            </w:r>
            <w:r>
              <w:rPr>
                <w:szCs w:val="20"/>
                <w:lang w:val="en-CA"/>
              </w:rPr>
              <w:t xml:space="preserve"> with writable configuration properties</w:t>
            </w:r>
          </w:p>
        </w:tc>
      </w:tr>
      <w:tr w:rsidR="00F8785A" w:rsidRPr="005A1A83" w14:paraId="7A67C9C6"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675AA507"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1B79DEF4" w14:textId="77777777" w:rsidR="00F8785A" w:rsidRPr="005A1A83" w:rsidRDefault="00F8785A" w:rsidP="00537A69">
            <w:pPr>
              <w:jc w:val="center"/>
            </w:pPr>
            <w:r>
              <w:t>BTL-C</w:t>
            </w:r>
            <w:r w:rsidRPr="000F64A2">
              <w:rPr>
                <w:vertAlign w:val="superscript"/>
              </w:rPr>
              <w:t>1</w:t>
            </w:r>
          </w:p>
        </w:tc>
        <w:tc>
          <w:tcPr>
            <w:tcW w:w="7552" w:type="dxa"/>
            <w:tcBorders>
              <w:top w:val="single" w:sz="4" w:space="0" w:color="auto"/>
              <w:left w:val="single" w:sz="4" w:space="0" w:color="auto"/>
              <w:bottom w:val="single" w:sz="4" w:space="0" w:color="auto"/>
              <w:right w:val="single" w:sz="4" w:space="0" w:color="auto"/>
            </w:tcBorders>
          </w:tcPr>
          <w:p w14:paraId="2D6AEF37" w14:textId="77777777" w:rsidR="00F8785A" w:rsidRPr="005A1A83" w:rsidRDefault="00F8785A" w:rsidP="00537A69">
            <w:pPr>
              <w:suppressAutoHyphens/>
              <w:rPr>
                <w:szCs w:val="20"/>
                <w:lang w:val="en-CA"/>
              </w:rPr>
            </w:pPr>
            <w:r w:rsidRPr="005A1A83">
              <w:rPr>
                <w:szCs w:val="20"/>
                <w:lang w:val="en-CA"/>
              </w:rPr>
              <w:t>Supports Access Door objects</w:t>
            </w:r>
            <w:r>
              <w:rPr>
                <w:szCs w:val="20"/>
                <w:lang w:val="en-CA"/>
              </w:rPr>
              <w:t xml:space="preserve"> with writable configuration properties</w:t>
            </w:r>
          </w:p>
        </w:tc>
      </w:tr>
      <w:tr w:rsidR="00F8785A" w:rsidRPr="000F64A2" w14:paraId="7F2A8C0C"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2" w:type="dxa"/>
            <w:gridSpan w:val="5"/>
            <w:tcBorders>
              <w:top w:val="single" w:sz="4" w:space="0" w:color="000000"/>
              <w:left w:val="single" w:sz="4" w:space="0" w:color="000000"/>
              <w:bottom w:val="single" w:sz="4" w:space="0" w:color="000000"/>
              <w:right w:val="single" w:sz="4" w:space="0" w:color="000000"/>
            </w:tcBorders>
            <w:shd w:val="clear" w:color="auto" w:fill="auto"/>
          </w:tcPr>
          <w:p w14:paraId="7AB4A4FE" w14:textId="77777777" w:rsidR="00F8785A" w:rsidRPr="000F64A2" w:rsidRDefault="00F8785A" w:rsidP="00537A69">
            <w:pPr>
              <w:tabs>
                <w:tab w:val="left" w:pos="360"/>
                <w:tab w:val="left" w:pos="720"/>
                <w:tab w:val="left" w:pos="1080"/>
                <w:tab w:val="left" w:pos="1440"/>
                <w:tab w:val="left" w:pos="2160"/>
              </w:tabs>
              <w:ind w:left="720"/>
            </w:pPr>
            <w:r>
              <w:rPr>
                <w:vertAlign w:val="superscript"/>
              </w:rPr>
              <w:t>1</w:t>
            </w:r>
            <w:r>
              <w:t xml:space="preserve"> </w:t>
            </w:r>
            <w:r w:rsidRPr="004B2E3B">
              <w:t>At</w:t>
            </w:r>
            <w:r>
              <w:t xml:space="preserve"> least one of these options is required in order to claim conformance to this BIBB.</w:t>
            </w:r>
          </w:p>
        </w:tc>
      </w:tr>
      <w:tr w:rsidR="00B2207F" w:rsidRPr="00605C65" w14:paraId="3B96494D"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CC3B8D3" w14:textId="77777777"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Access Door</w:t>
            </w:r>
            <w:r w:rsidRPr="005B1074">
              <w:rPr>
                <w:b/>
              </w:rPr>
              <w:t xml:space="preserve"> </w:t>
            </w:r>
            <w:r w:rsidR="00012C95">
              <w:rPr>
                <w:b/>
              </w:rPr>
              <w:t>-</w:t>
            </w:r>
            <w:r w:rsidRPr="005B1074">
              <w:rPr>
                <w:b/>
              </w:rPr>
              <w:t xml:space="preserve"> A</w:t>
            </w:r>
          </w:p>
        </w:tc>
      </w:tr>
      <w:tr w:rsidR="00B2207F" w:rsidRPr="00605C65" w14:paraId="62DDF42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F86CFDD"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41E1104D" w14:textId="35565A16"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723B2A98" w14:textId="77777777" w:rsidR="00B2207F" w:rsidRPr="00605C65" w:rsidRDefault="00B2207F" w:rsidP="00B2207F">
            <w:r w:rsidRPr="00605C65">
              <w:t>Base Requirements</w:t>
            </w:r>
          </w:p>
        </w:tc>
      </w:tr>
      <w:tr w:rsidR="00B97A30" w:rsidRPr="00605C65" w14:paraId="2520519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E672F5D"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790DA87" w14:textId="63E5C50C"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1B1C3B6C" w14:textId="7D9F9E93" w:rsidR="00B97A30" w:rsidRPr="00605C65" w:rsidRDefault="00B97A30" w:rsidP="00B2207F">
            <w:r>
              <w:t>Supports DS-RP-A</w:t>
            </w:r>
          </w:p>
        </w:tc>
      </w:tr>
      <w:tr w:rsidR="00B97A30" w:rsidRPr="00605C65" w14:paraId="36040EEA"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5B66D2"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D84496D" w14:textId="54BCF6CE"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1701AAD9" w14:textId="2DD3F733" w:rsidR="00B97A30" w:rsidRDefault="00B97A30" w:rsidP="00B2207F">
            <w:r>
              <w:t>Supports DS-WP-A</w:t>
            </w:r>
          </w:p>
        </w:tc>
      </w:tr>
      <w:tr w:rsidR="00B2207F" w:rsidRPr="0089157C" w14:paraId="30981598"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7EBEAB5" w14:textId="5C66BAD3" w:rsidR="00B2207F" w:rsidRPr="0089157C" w:rsidRDefault="00B2207F" w:rsidP="00B2207F">
            <w:pPr>
              <w:ind w:left="720"/>
            </w:pPr>
          </w:p>
        </w:tc>
      </w:tr>
      <w:tr w:rsidR="00F8785A" w:rsidRPr="004832C2" w14:paraId="21B1EC88" w14:textId="77777777" w:rsidTr="00582D01">
        <w:tc>
          <w:tcPr>
            <w:tcW w:w="8912" w:type="dxa"/>
            <w:gridSpan w:val="5"/>
            <w:tcBorders>
              <w:top w:val="single" w:sz="4" w:space="0" w:color="auto"/>
              <w:left w:val="single" w:sz="4" w:space="0" w:color="auto"/>
              <w:bottom w:val="single" w:sz="4" w:space="0" w:color="auto"/>
              <w:right w:val="single" w:sz="4" w:space="0" w:color="auto"/>
            </w:tcBorders>
            <w:shd w:val="clear" w:color="auto" w:fill="auto"/>
          </w:tcPr>
          <w:p w14:paraId="7419ED4F" w14:textId="77777777" w:rsidR="00F8785A" w:rsidRPr="00582D01" w:rsidRDefault="00F8785A" w:rsidP="00582D01">
            <w:pPr>
              <w:rPr>
                <w:b/>
                <w:bCs/>
              </w:rPr>
            </w:pPr>
            <w:r w:rsidRPr="00582D01">
              <w:rPr>
                <w:b/>
                <w:bCs/>
              </w:rPr>
              <w:t>Data Sharing - Access Control Access Door - B</w:t>
            </w:r>
          </w:p>
        </w:tc>
      </w:tr>
      <w:tr w:rsidR="00F8785A" w:rsidRPr="00782C80" w14:paraId="2ED1E017"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41CBE88F" w14:textId="77777777" w:rsidR="00F8785A" w:rsidRPr="00782C80"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hideMark/>
          </w:tcPr>
          <w:p w14:paraId="46A596E8" w14:textId="77777777" w:rsidR="00F8785A" w:rsidRPr="00782C80" w:rsidRDefault="00F8785A" w:rsidP="00537A69">
            <w:pPr>
              <w:jc w:val="center"/>
            </w:pPr>
            <w:r w:rsidRPr="00782C80">
              <w:t>R</w:t>
            </w:r>
          </w:p>
        </w:tc>
        <w:tc>
          <w:tcPr>
            <w:tcW w:w="7552" w:type="dxa"/>
            <w:tcBorders>
              <w:top w:val="single" w:sz="4" w:space="0" w:color="auto"/>
              <w:left w:val="single" w:sz="4" w:space="0" w:color="auto"/>
              <w:bottom w:val="single" w:sz="4" w:space="0" w:color="auto"/>
              <w:right w:val="single" w:sz="4" w:space="0" w:color="auto"/>
            </w:tcBorders>
            <w:hideMark/>
          </w:tcPr>
          <w:p w14:paraId="599B1DC4" w14:textId="77777777" w:rsidR="00F8785A" w:rsidRPr="00782C80" w:rsidRDefault="00F8785A" w:rsidP="00537A69">
            <w:r w:rsidRPr="00782C80">
              <w:t xml:space="preserve">Base Requirements </w:t>
            </w:r>
          </w:p>
        </w:tc>
      </w:tr>
      <w:tr w:rsidR="00F8785A" w:rsidRPr="005A1A83" w14:paraId="6F7781A5"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448E9DCF"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2E48E4AB"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3D793F20" w14:textId="77777777" w:rsidR="00F8785A" w:rsidRPr="005A1A83" w:rsidRDefault="00F8785A" w:rsidP="00537A69">
            <w:r w:rsidRPr="005A1A83">
              <w:rPr>
                <w:lang w:val="en-CA"/>
              </w:rPr>
              <w:t>Supports DS-WP-B</w:t>
            </w:r>
          </w:p>
        </w:tc>
      </w:tr>
      <w:tr w:rsidR="00F8785A" w:rsidRPr="005A1A83" w14:paraId="3E4C742A"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56B57AAB"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0B2FE956"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48173B58" w14:textId="77777777" w:rsidR="00F8785A" w:rsidRPr="005A1A83" w:rsidRDefault="00F8785A" w:rsidP="00537A69">
            <w:pPr>
              <w:suppressAutoHyphens/>
              <w:rPr>
                <w:szCs w:val="20"/>
              </w:rPr>
            </w:pPr>
            <w:r w:rsidRPr="005A1A83">
              <w:rPr>
                <w:szCs w:val="20"/>
                <w:lang w:val="en-CA"/>
              </w:rPr>
              <w:t>Supports Access Door object</w:t>
            </w:r>
            <w:r>
              <w:rPr>
                <w:szCs w:val="20"/>
                <w:lang w:val="en-CA"/>
              </w:rPr>
              <w:t>s</w:t>
            </w:r>
          </w:p>
        </w:tc>
      </w:tr>
      <w:tr w:rsidR="00F8785A" w:rsidRPr="00782C80" w14:paraId="2D73952E"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2" w:type="dxa"/>
            <w:gridSpan w:val="5"/>
            <w:tcBorders>
              <w:top w:val="single" w:sz="4" w:space="0" w:color="000000"/>
              <w:left w:val="single" w:sz="4" w:space="0" w:color="000000"/>
              <w:bottom w:val="single" w:sz="4" w:space="0" w:color="000000"/>
              <w:right w:val="single" w:sz="4" w:space="0" w:color="000000"/>
            </w:tcBorders>
            <w:shd w:val="clear" w:color="auto" w:fill="auto"/>
          </w:tcPr>
          <w:p w14:paraId="161136E4" w14:textId="77777777" w:rsidR="00F8785A" w:rsidRPr="005A1A83" w:rsidRDefault="00F8785A" w:rsidP="00537A69">
            <w:pPr>
              <w:ind w:left="720"/>
              <w:rPr>
                <w:i/>
                <w:iCs/>
              </w:rPr>
            </w:pPr>
          </w:p>
        </w:tc>
      </w:tr>
      <w:tr w:rsidR="00B2207F" w:rsidRPr="00605C65" w14:paraId="09FCD9A3"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E32B2A9" w14:textId="77777777" w:rsidR="00B2207F" w:rsidRPr="005B1074" w:rsidRDefault="00B2207F" w:rsidP="00B2207F">
            <w:pPr>
              <w:rPr>
                <w:b/>
              </w:rPr>
            </w:pPr>
            <w:r w:rsidRPr="005B1074">
              <w:rPr>
                <w:b/>
              </w:rPr>
              <w:t xml:space="preserve">Data Sharing </w:t>
            </w:r>
            <w:r w:rsidR="00012C95">
              <w:rPr>
                <w:b/>
              </w:rPr>
              <w:t>-</w:t>
            </w:r>
            <w:r w:rsidRPr="005B1074">
              <w:rPr>
                <w:b/>
              </w:rPr>
              <w:t xml:space="preserve"> </w:t>
            </w:r>
            <w:r>
              <w:rPr>
                <w:b/>
              </w:rPr>
              <w:t>Access Control Credential Data Input</w:t>
            </w:r>
            <w:r w:rsidRPr="005B1074">
              <w:rPr>
                <w:b/>
              </w:rPr>
              <w:t xml:space="preserve"> </w:t>
            </w:r>
            <w:r w:rsidR="00012C95">
              <w:rPr>
                <w:b/>
              </w:rPr>
              <w:t>-</w:t>
            </w:r>
            <w:r w:rsidRPr="005B1074">
              <w:rPr>
                <w:b/>
              </w:rPr>
              <w:t xml:space="preserve"> A</w:t>
            </w:r>
          </w:p>
        </w:tc>
      </w:tr>
      <w:tr w:rsidR="00B2207F" w:rsidRPr="00605C65" w14:paraId="7BF4167D"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435E655" w14:textId="77777777" w:rsidR="00B2207F" w:rsidRPr="00605C65" w:rsidRDefault="00B2207F"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62D2137C" w14:textId="6C1A26E3" w:rsidR="00B2207F" w:rsidRPr="00605C65" w:rsidRDefault="00B2207F" w:rsidP="00B2207F">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0425643" w14:textId="77777777" w:rsidR="00B2207F" w:rsidRPr="00605C65" w:rsidRDefault="00B2207F" w:rsidP="00B2207F">
            <w:r w:rsidRPr="00605C65">
              <w:t>Base Requirements</w:t>
            </w:r>
          </w:p>
        </w:tc>
      </w:tr>
      <w:tr w:rsidR="00B97A30" w:rsidRPr="00605C65" w14:paraId="0DF4089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A83F458"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341DB84" w14:textId="65F9DE38" w:rsidR="00B97A30" w:rsidRPr="00605C65"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008F2110" w14:textId="282B62F3" w:rsidR="00B97A30" w:rsidRPr="00605C65" w:rsidRDefault="00B97A30" w:rsidP="00B2207F">
            <w:r>
              <w:t>Supports DS-RP-A</w:t>
            </w:r>
          </w:p>
        </w:tc>
      </w:tr>
      <w:tr w:rsidR="00B97A30" w:rsidRPr="00605C65" w14:paraId="4473D5F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85E88B6"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DAF9691" w14:textId="2AE542CC"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04301A76" w14:textId="228E9E5B" w:rsidR="00B97A30" w:rsidRDefault="00B97A30" w:rsidP="00B2207F">
            <w:r>
              <w:t>Supports DS-WP-A</w:t>
            </w:r>
          </w:p>
        </w:tc>
      </w:tr>
      <w:tr w:rsidR="00B97A30" w:rsidRPr="00605C65" w14:paraId="46326D2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A484B75" w14:textId="77777777" w:rsidR="00B97A30" w:rsidRPr="00605C65" w:rsidRDefault="00B97A30" w:rsidP="00B2207F">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3283979A" w14:textId="17936809" w:rsidR="00B97A30" w:rsidRDefault="00B97A30" w:rsidP="00B2207F">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7D5BCF73" w14:textId="09DC2184" w:rsidR="00B97A30" w:rsidRDefault="00B97A30" w:rsidP="00B2207F">
            <w:r>
              <w:t>Supports DS-COV-A</w:t>
            </w:r>
          </w:p>
        </w:tc>
      </w:tr>
      <w:tr w:rsidR="00B2207F" w:rsidRPr="0089157C" w14:paraId="1928D233"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E0FA48E" w14:textId="3AB97CC8" w:rsidR="00B2207F" w:rsidRPr="0089157C" w:rsidRDefault="00B2207F" w:rsidP="00B2207F">
            <w:pPr>
              <w:ind w:left="720"/>
            </w:pPr>
          </w:p>
        </w:tc>
      </w:tr>
      <w:tr w:rsidR="00F8785A" w:rsidRPr="004832C2" w14:paraId="64145924" w14:textId="77777777" w:rsidTr="00582D01">
        <w:tc>
          <w:tcPr>
            <w:tcW w:w="8912" w:type="dxa"/>
            <w:gridSpan w:val="5"/>
            <w:tcBorders>
              <w:top w:val="single" w:sz="4" w:space="0" w:color="auto"/>
              <w:left w:val="single" w:sz="4" w:space="0" w:color="auto"/>
              <w:bottom w:val="single" w:sz="4" w:space="0" w:color="auto"/>
              <w:right w:val="single" w:sz="4" w:space="0" w:color="auto"/>
            </w:tcBorders>
            <w:shd w:val="clear" w:color="auto" w:fill="auto"/>
          </w:tcPr>
          <w:p w14:paraId="6098E19E" w14:textId="77777777" w:rsidR="00F8785A" w:rsidRPr="00582D01" w:rsidRDefault="00F8785A" w:rsidP="00582D01">
            <w:pPr>
              <w:rPr>
                <w:b/>
                <w:bCs/>
              </w:rPr>
            </w:pPr>
            <w:r w:rsidRPr="00582D01">
              <w:rPr>
                <w:b/>
                <w:bCs/>
              </w:rPr>
              <w:t>Data Sharing - Access Control Credential Data Input - B</w:t>
            </w:r>
          </w:p>
        </w:tc>
      </w:tr>
      <w:tr w:rsidR="00F8785A" w:rsidRPr="00782C80" w14:paraId="13BF4774"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7BACA5BF" w14:textId="77777777" w:rsidR="00F8785A" w:rsidRPr="00782C80"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hideMark/>
          </w:tcPr>
          <w:p w14:paraId="295F9144" w14:textId="77777777" w:rsidR="00F8785A" w:rsidRPr="00782C80" w:rsidRDefault="00F8785A" w:rsidP="00537A69">
            <w:pPr>
              <w:jc w:val="center"/>
            </w:pPr>
            <w:r w:rsidRPr="00782C80">
              <w:t>R</w:t>
            </w:r>
          </w:p>
        </w:tc>
        <w:tc>
          <w:tcPr>
            <w:tcW w:w="7552" w:type="dxa"/>
            <w:tcBorders>
              <w:top w:val="single" w:sz="4" w:space="0" w:color="auto"/>
              <w:left w:val="single" w:sz="4" w:space="0" w:color="auto"/>
              <w:bottom w:val="single" w:sz="4" w:space="0" w:color="auto"/>
              <w:right w:val="single" w:sz="4" w:space="0" w:color="auto"/>
            </w:tcBorders>
            <w:hideMark/>
          </w:tcPr>
          <w:p w14:paraId="5254A15D" w14:textId="77777777" w:rsidR="00F8785A" w:rsidRPr="00782C80" w:rsidRDefault="00F8785A" w:rsidP="00537A69">
            <w:r w:rsidRPr="00782C80">
              <w:t xml:space="preserve">Base Requirements </w:t>
            </w:r>
          </w:p>
        </w:tc>
      </w:tr>
      <w:tr w:rsidR="00F8785A" w:rsidRPr="005A1A83" w14:paraId="21D09862"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2C24D860"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1C8DAD4C"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023E0EF6" w14:textId="77777777" w:rsidR="00F8785A" w:rsidRPr="005A1A83" w:rsidRDefault="00F8785A" w:rsidP="00537A69">
            <w:r w:rsidRPr="005A1A83">
              <w:rPr>
                <w:lang w:val="en-CA"/>
              </w:rPr>
              <w:t>Supports DS-WP-B</w:t>
            </w:r>
          </w:p>
        </w:tc>
      </w:tr>
      <w:tr w:rsidR="00F8785A" w:rsidRPr="005A1A83" w14:paraId="74FC0B68" w14:textId="77777777" w:rsidTr="00582D01">
        <w:tblPrEx>
          <w:tblLook w:val="04A0" w:firstRow="1" w:lastRow="0" w:firstColumn="1" w:lastColumn="0" w:noHBand="0" w:noVBand="1"/>
        </w:tblPrEx>
        <w:tc>
          <w:tcPr>
            <w:tcW w:w="450" w:type="dxa"/>
            <w:gridSpan w:val="3"/>
            <w:tcBorders>
              <w:top w:val="single" w:sz="4" w:space="0" w:color="auto"/>
              <w:left w:val="single" w:sz="4" w:space="0" w:color="auto"/>
              <w:bottom w:val="single" w:sz="4" w:space="0" w:color="auto"/>
              <w:right w:val="single" w:sz="4" w:space="0" w:color="auto"/>
            </w:tcBorders>
          </w:tcPr>
          <w:p w14:paraId="5A72B71A" w14:textId="77777777" w:rsidR="00F8785A" w:rsidRPr="005A1A83" w:rsidRDefault="00F8785A" w:rsidP="00537A69">
            <w:pPr>
              <w:jc w:val="center"/>
            </w:pPr>
          </w:p>
        </w:tc>
        <w:tc>
          <w:tcPr>
            <w:tcW w:w="910" w:type="dxa"/>
            <w:tcBorders>
              <w:top w:val="single" w:sz="4" w:space="0" w:color="auto"/>
              <w:left w:val="single" w:sz="4" w:space="0" w:color="auto"/>
              <w:bottom w:val="single" w:sz="4" w:space="0" w:color="auto"/>
              <w:right w:val="single" w:sz="4" w:space="0" w:color="auto"/>
            </w:tcBorders>
          </w:tcPr>
          <w:p w14:paraId="7DE74692" w14:textId="77777777" w:rsidR="00F8785A" w:rsidRPr="005A1A83" w:rsidRDefault="00F8785A" w:rsidP="00537A69">
            <w:pPr>
              <w:jc w:val="center"/>
            </w:pPr>
            <w:r w:rsidRPr="005A1A83">
              <w:t>R</w:t>
            </w:r>
          </w:p>
        </w:tc>
        <w:tc>
          <w:tcPr>
            <w:tcW w:w="7552" w:type="dxa"/>
            <w:tcBorders>
              <w:top w:val="single" w:sz="4" w:space="0" w:color="auto"/>
              <w:left w:val="single" w:sz="4" w:space="0" w:color="auto"/>
              <w:bottom w:val="single" w:sz="4" w:space="0" w:color="auto"/>
              <w:right w:val="single" w:sz="4" w:space="0" w:color="auto"/>
            </w:tcBorders>
          </w:tcPr>
          <w:p w14:paraId="2C8B3EFC" w14:textId="77777777" w:rsidR="00F8785A" w:rsidRPr="005A1A83" w:rsidRDefault="00F8785A" w:rsidP="00537A69">
            <w:pPr>
              <w:suppressAutoHyphens/>
              <w:rPr>
                <w:szCs w:val="20"/>
                <w:lang w:val="en-CA"/>
              </w:rPr>
            </w:pPr>
            <w:r w:rsidRPr="005A1A83">
              <w:rPr>
                <w:szCs w:val="20"/>
                <w:lang w:val="en-CA"/>
              </w:rPr>
              <w:t>Supports DS-COV-B for the Present_Value of at least one Credential Data Input object</w:t>
            </w:r>
          </w:p>
        </w:tc>
      </w:tr>
      <w:tr w:rsidR="00F8785A" w:rsidRPr="00782C80" w14:paraId="53C50FBE"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912" w:type="dxa"/>
            <w:gridSpan w:val="5"/>
            <w:tcBorders>
              <w:top w:val="single" w:sz="4" w:space="0" w:color="000000"/>
              <w:left w:val="single" w:sz="4" w:space="0" w:color="000000"/>
              <w:bottom w:val="single" w:sz="4" w:space="0" w:color="000000"/>
              <w:right w:val="single" w:sz="4" w:space="0" w:color="000000"/>
            </w:tcBorders>
            <w:shd w:val="clear" w:color="auto" w:fill="auto"/>
          </w:tcPr>
          <w:p w14:paraId="044E8806" w14:textId="77777777" w:rsidR="00F8785A" w:rsidRPr="005A1A83" w:rsidRDefault="00F8785A" w:rsidP="00537A69">
            <w:pPr>
              <w:ind w:left="720"/>
            </w:pPr>
          </w:p>
        </w:tc>
      </w:tr>
      <w:tr w:rsidR="004B7054" w:rsidRPr="00605C65" w14:paraId="4349AE0D" w14:textId="77777777" w:rsidTr="00582D01">
        <w:trPr>
          <w:cantSplit/>
        </w:trPr>
        <w:tc>
          <w:tcPr>
            <w:tcW w:w="8912" w:type="dxa"/>
            <w:gridSpan w:val="5"/>
            <w:tcBorders>
              <w:top w:val="single" w:sz="4" w:space="0" w:color="auto"/>
              <w:left w:val="single" w:sz="4" w:space="0" w:color="auto"/>
              <w:bottom w:val="single" w:sz="4" w:space="0" w:color="auto"/>
              <w:right w:val="single" w:sz="4" w:space="0" w:color="auto"/>
            </w:tcBorders>
            <w:hideMark/>
          </w:tcPr>
          <w:p w14:paraId="0ED95976" w14:textId="77777777" w:rsidR="004B7054" w:rsidRPr="00605C65" w:rsidRDefault="004B7054" w:rsidP="00D96853">
            <w:pPr>
              <w:rPr>
                <w:b/>
                <w:bCs/>
              </w:rPr>
            </w:pPr>
            <w:r>
              <w:rPr>
                <w:b/>
                <w:bCs/>
              </w:rPr>
              <w:t>Data Sharing</w:t>
            </w:r>
            <w:r w:rsidRPr="00605C65">
              <w:rPr>
                <w:b/>
                <w:bCs/>
              </w:rPr>
              <w:t xml:space="preserve"> </w:t>
            </w:r>
            <w:r>
              <w:rPr>
                <w:b/>
                <w:bCs/>
              </w:rPr>
              <w:t>-</w:t>
            </w:r>
            <w:r w:rsidRPr="00605C65">
              <w:rPr>
                <w:b/>
                <w:bCs/>
              </w:rPr>
              <w:t xml:space="preserve"> </w:t>
            </w:r>
            <w:r>
              <w:rPr>
                <w:b/>
                <w:bCs/>
              </w:rPr>
              <w:t>Lighting Output</w:t>
            </w:r>
            <w:r w:rsidRPr="00605C65">
              <w:rPr>
                <w:b/>
                <w:bCs/>
              </w:rPr>
              <w:t xml:space="preserve"> - </w:t>
            </w:r>
            <w:r>
              <w:rPr>
                <w:b/>
                <w:bCs/>
              </w:rPr>
              <w:t>A</w:t>
            </w:r>
          </w:p>
        </w:tc>
      </w:tr>
      <w:tr w:rsidR="004B7054" w:rsidRPr="00605C65" w14:paraId="5961F3A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CA70CAC"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2F9E2E87" w14:textId="78F4D44D"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626BB740" w14:textId="77777777" w:rsidR="004B7054" w:rsidRPr="00605C65" w:rsidRDefault="004B7054" w:rsidP="00D96853">
            <w:r w:rsidRPr="00605C65">
              <w:t>Base Requirements</w:t>
            </w:r>
          </w:p>
        </w:tc>
      </w:tr>
      <w:tr w:rsidR="00B97A30" w:rsidRPr="00605C65" w14:paraId="5EC22F9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A0FD5C1" w14:textId="77777777" w:rsidR="00B97A30" w:rsidRPr="00605C65" w:rsidRDefault="00B97A30"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C883689" w14:textId="5AA8326E" w:rsidR="00B97A30" w:rsidRPr="00605C65" w:rsidRDefault="00B97A30"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0A1157D" w14:textId="59C2919C" w:rsidR="00B97A30" w:rsidRPr="00605C65" w:rsidRDefault="00B97A30" w:rsidP="00D96853">
            <w:r>
              <w:t>Supports DS-WP-A</w:t>
            </w:r>
          </w:p>
        </w:tc>
      </w:tr>
      <w:tr w:rsidR="004B7054" w:rsidRPr="0089157C" w14:paraId="68F4ACE3"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1DCD52F8" w14:textId="16F0F040" w:rsidR="004B7054" w:rsidRPr="0089157C" w:rsidRDefault="004B7054" w:rsidP="00D96853">
            <w:pPr>
              <w:ind w:left="720"/>
            </w:pPr>
          </w:p>
        </w:tc>
      </w:tr>
      <w:tr w:rsidR="004B7054" w:rsidRPr="00B31DD5" w14:paraId="531846BE"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D997488" w14:textId="77777777" w:rsidR="004B7054" w:rsidRPr="00B31DD5" w:rsidRDefault="004B7054" w:rsidP="00D96853">
            <w:pPr>
              <w:rPr>
                <w:b/>
              </w:rPr>
            </w:pPr>
            <w:r w:rsidRPr="00B31DD5">
              <w:rPr>
                <w:b/>
              </w:rPr>
              <w:t xml:space="preserve">Data Sharing </w:t>
            </w:r>
            <w:r>
              <w:rPr>
                <w:b/>
              </w:rPr>
              <w:t>-</w:t>
            </w:r>
            <w:r w:rsidRPr="00B31DD5">
              <w:rPr>
                <w:b/>
              </w:rPr>
              <w:t xml:space="preserve"> </w:t>
            </w:r>
            <w:r>
              <w:rPr>
                <w:b/>
              </w:rPr>
              <w:t>Lighting Output Status</w:t>
            </w:r>
            <w:r w:rsidRPr="00B31DD5">
              <w:rPr>
                <w:b/>
              </w:rPr>
              <w:t xml:space="preserve"> - A</w:t>
            </w:r>
          </w:p>
        </w:tc>
      </w:tr>
      <w:tr w:rsidR="004B7054" w:rsidRPr="00605C65" w14:paraId="3D79507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55ECFD9"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01589619" w14:textId="343D7721"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E82DD87" w14:textId="77777777" w:rsidR="004B7054" w:rsidRPr="00605C65" w:rsidRDefault="004B7054" w:rsidP="00D96853">
            <w:r w:rsidRPr="00605C65">
              <w:t>Base Requirements</w:t>
            </w:r>
          </w:p>
        </w:tc>
      </w:tr>
      <w:tr w:rsidR="00C310D9" w:rsidRPr="00605C65" w14:paraId="6EB0003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C787927"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4CCC487" w14:textId="7105E86B"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1E9C5685" w14:textId="5AB57E8E" w:rsidR="00C310D9" w:rsidRPr="00605C65" w:rsidRDefault="00C310D9" w:rsidP="00D96853">
            <w:r>
              <w:t>Supports DS-RP-A</w:t>
            </w:r>
          </w:p>
        </w:tc>
      </w:tr>
      <w:tr w:rsidR="004B7054" w:rsidRPr="0089157C" w14:paraId="1088DF1B"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210FB62" w14:textId="2440E781" w:rsidR="004B7054" w:rsidRPr="0089157C" w:rsidRDefault="004B7054" w:rsidP="00D96853">
            <w:pPr>
              <w:ind w:left="720"/>
            </w:pPr>
          </w:p>
        </w:tc>
      </w:tr>
      <w:tr w:rsidR="004B7054" w:rsidRPr="00897463" w14:paraId="58981A0C"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DE3D610" w14:textId="77777777" w:rsidR="004B7054" w:rsidRPr="00897463" w:rsidRDefault="004B7054" w:rsidP="00D96853">
            <w:pPr>
              <w:rPr>
                <w:b/>
              </w:rPr>
            </w:pPr>
            <w:r w:rsidRPr="00897463">
              <w:rPr>
                <w:b/>
              </w:rPr>
              <w:t xml:space="preserve">Data Sharing </w:t>
            </w:r>
            <w:r>
              <w:rPr>
                <w:b/>
              </w:rPr>
              <w:t>-</w:t>
            </w:r>
            <w:r w:rsidRPr="00897463">
              <w:rPr>
                <w:b/>
              </w:rPr>
              <w:t xml:space="preserve"> </w:t>
            </w:r>
            <w:r>
              <w:rPr>
                <w:b/>
              </w:rPr>
              <w:t>Advanced Lighting Output</w:t>
            </w:r>
            <w:r w:rsidRPr="00897463">
              <w:rPr>
                <w:b/>
              </w:rPr>
              <w:t xml:space="preserve"> - </w:t>
            </w:r>
            <w:r>
              <w:rPr>
                <w:b/>
              </w:rPr>
              <w:t>A</w:t>
            </w:r>
          </w:p>
        </w:tc>
      </w:tr>
      <w:tr w:rsidR="004B7054" w:rsidRPr="00605C65" w14:paraId="22900E4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E2C3079"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604C844C" w14:textId="68FDF4D6"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727C387D" w14:textId="77777777" w:rsidR="004B7054" w:rsidRPr="00605C65" w:rsidRDefault="004B7054" w:rsidP="00D96853">
            <w:r w:rsidRPr="00605C65">
              <w:t>Base Requirements</w:t>
            </w:r>
          </w:p>
        </w:tc>
      </w:tr>
      <w:tr w:rsidR="00C310D9" w:rsidRPr="00605C65" w14:paraId="55B1CA2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38D4AF5"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E815BC3" w14:textId="20A4BB5E"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3AA41FA" w14:textId="116AE609" w:rsidR="00C310D9" w:rsidRPr="00605C65" w:rsidRDefault="00C310D9" w:rsidP="00D96853">
            <w:r>
              <w:t>Supports DS-WP-A</w:t>
            </w:r>
          </w:p>
        </w:tc>
      </w:tr>
      <w:tr w:rsidR="004B7054" w:rsidRPr="0089157C" w14:paraId="750A7DE7"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B8128E5" w14:textId="2FEA386E" w:rsidR="004B7054" w:rsidRPr="0089157C" w:rsidRDefault="004B7054" w:rsidP="00D96853">
            <w:pPr>
              <w:ind w:left="720"/>
            </w:pPr>
          </w:p>
        </w:tc>
      </w:tr>
      <w:tr w:rsidR="004B7054" w:rsidRPr="00B31DD5" w14:paraId="735CC1BF"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2E8D0746" w14:textId="77777777" w:rsidR="004B7054" w:rsidRPr="00B31DD5" w:rsidRDefault="004B7054" w:rsidP="00D96853">
            <w:pPr>
              <w:rPr>
                <w:b/>
              </w:rPr>
            </w:pPr>
            <w:r w:rsidRPr="00B31DD5">
              <w:rPr>
                <w:b/>
              </w:rPr>
              <w:t xml:space="preserve">Data Sharing </w:t>
            </w:r>
            <w:r>
              <w:rPr>
                <w:b/>
              </w:rPr>
              <w:t>-</w:t>
            </w:r>
            <w:r w:rsidRPr="00B31DD5">
              <w:rPr>
                <w:b/>
              </w:rPr>
              <w:t xml:space="preserve"> </w:t>
            </w:r>
            <w:r>
              <w:rPr>
                <w:b/>
              </w:rPr>
              <w:t>Lighting Output</w:t>
            </w:r>
            <w:r w:rsidRPr="00B31DD5">
              <w:rPr>
                <w:b/>
              </w:rPr>
              <w:t xml:space="preserve"> - </w:t>
            </w:r>
            <w:r>
              <w:rPr>
                <w:b/>
              </w:rPr>
              <w:t>B</w:t>
            </w:r>
          </w:p>
        </w:tc>
      </w:tr>
      <w:tr w:rsidR="004B7054" w:rsidRPr="00605C65" w14:paraId="54A5ADE3"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4881BADE"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33EAA181" w14:textId="7D720E47"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4B4296F2" w14:textId="77777777" w:rsidR="004B7054" w:rsidRPr="00605C65" w:rsidRDefault="004B7054" w:rsidP="00D96853">
            <w:r w:rsidRPr="00605C65">
              <w:t>Base Requirements</w:t>
            </w:r>
          </w:p>
        </w:tc>
      </w:tr>
      <w:tr w:rsidR="004B7054" w:rsidRPr="0089157C" w14:paraId="48686DF3"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30CAD7C" w14:textId="4A80BD97" w:rsidR="004B7054" w:rsidRPr="0089157C" w:rsidRDefault="004B7054" w:rsidP="00D96853">
            <w:pPr>
              <w:ind w:left="720"/>
            </w:pPr>
          </w:p>
        </w:tc>
      </w:tr>
      <w:tr w:rsidR="004B7054" w:rsidRPr="00897463" w14:paraId="11E1956F"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94EDF83" w14:textId="77777777" w:rsidR="004B7054" w:rsidRPr="00897463" w:rsidRDefault="004B7054" w:rsidP="00D96853">
            <w:pPr>
              <w:rPr>
                <w:b/>
              </w:rPr>
            </w:pPr>
            <w:r w:rsidRPr="00897463">
              <w:rPr>
                <w:b/>
              </w:rPr>
              <w:t xml:space="preserve">Data Sharing </w:t>
            </w:r>
            <w:r>
              <w:rPr>
                <w:b/>
              </w:rPr>
              <w:t xml:space="preserve">- Binary Lighting Output </w:t>
            </w:r>
            <w:r w:rsidRPr="00897463">
              <w:rPr>
                <w:b/>
              </w:rPr>
              <w:t>- B</w:t>
            </w:r>
          </w:p>
        </w:tc>
      </w:tr>
      <w:tr w:rsidR="004B7054" w:rsidRPr="00605C65" w14:paraId="3AED0EC9"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62E8BEF"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12BB03AD" w14:textId="47F6148F"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2B88D200" w14:textId="77777777" w:rsidR="004B7054" w:rsidRPr="00605C65" w:rsidRDefault="004B7054" w:rsidP="00D96853">
            <w:r w:rsidRPr="00605C65">
              <w:t>Base Requirements</w:t>
            </w:r>
          </w:p>
        </w:tc>
      </w:tr>
      <w:tr w:rsidR="004B7054" w:rsidRPr="0089157C" w14:paraId="129A306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35D051E" w14:textId="2CFA207C" w:rsidR="004B7054" w:rsidRPr="0089157C" w:rsidRDefault="004B7054" w:rsidP="00D96853">
            <w:pPr>
              <w:ind w:left="720"/>
            </w:pPr>
          </w:p>
        </w:tc>
      </w:tr>
      <w:tr w:rsidR="004B7054" w:rsidRPr="00A34D04" w14:paraId="6D2DAB8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03FDDD3" w14:textId="77777777" w:rsidR="004B7054" w:rsidRPr="00A34D04" w:rsidRDefault="004B7054" w:rsidP="00D96853">
            <w:pPr>
              <w:rPr>
                <w:b/>
              </w:rPr>
            </w:pPr>
            <w:r w:rsidRPr="00A34D04">
              <w:rPr>
                <w:b/>
              </w:rPr>
              <w:t>Data Sharing - Lighting</w:t>
            </w:r>
            <w:r>
              <w:rPr>
                <w:b/>
              </w:rPr>
              <w:t xml:space="preserve"> View</w:t>
            </w:r>
            <w:r w:rsidRPr="00A34D04">
              <w:rPr>
                <w:b/>
              </w:rPr>
              <w:t xml:space="preserve"> - A</w:t>
            </w:r>
          </w:p>
        </w:tc>
      </w:tr>
      <w:tr w:rsidR="004B7054" w:rsidRPr="00605C65" w14:paraId="4278E357"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C1A9657"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73064CE9" w14:textId="4783ACFA"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53C18785" w14:textId="77777777" w:rsidR="004B7054" w:rsidRPr="00605C65" w:rsidRDefault="004B7054" w:rsidP="00D96853">
            <w:r w:rsidRPr="00605C65">
              <w:t>Base Requirements</w:t>
            </w:r>
          </w:p>
        </w:tc>
      </w:tr>
      <w:tr w:rsidR="00C310D9" w:rsidRPr="00605C65" w14:paraId="7318DBC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C737E2C"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5BC32E1" w14:textId="1BB37D57"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FF8B3DC" w14:textId="230338E2" w:rsidR="00C310D9" w:rsidRPr="00605C65" w:rsidRDefault="00C310D9" w:rsidP="00D96853">
            <w:r>
              <w:t>Supports DS-RP-A</w:t>
            </w:r>
          </w:p>
        </w:tc>
      </w:tr>
      <w:tr w:rsidR="004B7054" w:rsidRPr="0089157C" w14:paraId="18D837AB"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2B65B45" w14:textId="5337565F" w:rsidR="004B7054" w:rsidRPr="0089157C" w:rsidRDefault="004B7054" w:rsidP="00D96853">
            <w:pPr>
              <w:ind w:left="720"/>
            </w:pPr>
          </w:p>
        </w:tc>
      </w:tr>
      <w:tr w:rsidR="004B7054" w:rsidRPr="00A34D04" w14:paraId="52A3820E"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9DC472E" w14:textId="77777777" w:rsidR="004B7054" w:rsidRPr="00A34D04" w:rsidRDefault="004B7054" w:rsidP="00D96853">
            <w:pPr>
              <w:rPr>
                <w:b/>
              </w:rPr>
            </w:pPr>
            <w:r w:rsidRPr="00A34D04">
              <w:rPr>
                <w:b/>
              </w:rPr>
              <w:t xml:space="preserve">Data Sharing - Lighting </w:t>
            </w:r>
            <w:r>
              <w:rPr>
                <w:b/>
              </w:rPr>
              <w:t>Advanced View</w:t>
            </w:r>
            <w:r w:rsidRPr="00A34D04">
              <w:rPr>
                <w:b/>
              </w:rPr>
              <w:t xml:space="preserve"> - A</w:t>
            </w:r>
          </w:p>
        </w:tc>
      </w:tr>
      <w:tr w:rsidR="004B7054" w:rsidRPr="00605C65" w14:paraId="7D7B34E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5C144D3"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427A4884" w14:textId="0CF96D01"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683CBF13" w14:textId="77777777" w:rsidR="004B7054" w:rsidRPr="00605C65" w:rsidRDefault="004B7054" w:rsidP="00D96853">
            <w:r w:rsidRPr="00605C65">
              <w:t>Base Requirements</w:t>
            </w:r>
          </w:p>
        </w:tc>
      </w:tr>
      <w:tr w:rsidR="00C310D9" w:rsidRPr="00605C65" w14:paraId="58DC6A30"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E5D3C9"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7BFA912B" w14:textId="1AE292E6"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56A025F1" w14:textId="6CE5D255" w:rsidR="00C310D9" w:rsidRPr="00605C65" w:rsidRDefault="00C310D9" w:rsidP="00D96853">
            <w:r>
              <w:t>Supports DS-RP-A</w:t>
            </w:r>
          </w:p>
        </w:tc>
      </w:tr>
      <w:tr w:rsidR="004B7054" w:rsidRPr="0089157C" w14:paraId="5BB3F7B8"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7AA9B5E4" w14:textId="5C334411" w:rsidR="004B7054" w:rsidRPr="0089157C" w:rsidRDefault="004B7054" w:rsidP="00D96853">
            <w:pPr>
              <w:ind w:left="720"/>
            </w:pPr>
          </w:p>
        </w:tc>
      </w:tr>
      <w:tr w:rsidR="004B7054" w:rsidRPr="00A34D04" w14:paraId="203E2DF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22332C7B" w14:textId="77777777" w:rsidR="004B7054" w:rsidRPr="00A34D04" w:rsidRDefault="004B7054" w:rsidP="00D96853">
            <w:pPr>
              <w:rPr>
                <w:b/>
              </w:rPr>
            </w:pPr>
            <w:r w:rsidRPr="00A34D04">
              <w:rPr>
                <w:b/>
              </w:rPr>
              <w:t xml:space="preserve">Data Sharing - Lighting </w:t>
            </w:r>
            <w:r>
              <w:rPr>
                <w:b/>
              </w:rPr>
              <w:t>Modify</w:t>
            </w:r>
            <w:r w:rsidRPr="00A34D04">
              <w:rPr>
                <w:b/>
              </w:rPr>
              <w:t xml:space="preserve"> - A</w:t>
            </w:r>
          </w:p>
        </w:tc>
      </w:tr>
      <w:tr w:rsidR="004B7054" w:rsidRPr="00605C65" w14:paraId="195EF008"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C766148"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347EC6FF" w14:textId="35C72A94"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7EA4F52E" w14:textId="77777777" w:rsidR="004B7054" w:rsidRPr="00605C65" w:rsidRDefault="004B7054" w:rsidP="00D96853">
            <w:r w:rsidRPr="00605C65">
              <w:t>Base Requirements</w:t>
            </w:r>
          </w:p>
        </w:tc>
      </w:tr>
      <w:tr w:rsidR="00C310D9" w:rsidRPr="00605C65" w14:paraId="3806778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B9B772D"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5637BEA8" w14:textId="6B2403FA"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339A0D8C" w14:textId="65207535" w:rsidR="00C310D9" w:rsidRPr="00605C65" w:rsidRDefault="00C310D9" w:rsidP="00D96853">
            <w:r>
              <w:t>Supports DS-WP-A</w:t>
            </w:r>
          </w:p>
        </w:tc>
      </w:tr>
      <w:tr w:rsidR="004B7054" w:rsidRPr="0089157C" w14:paraId="13D26A96"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6A2B225E" w14:textId="280216ED" w:rsidR="004B7054" w:rsidRPr="0089157C" w:rsidRDefault="004B7054" w:rsidP="00D96853">
            <w:pPr>
              <w:ind w:left="720"/>
            </w:pPr>
          </w:p>
        </w:tc>
      </w:tr>
      <w:tr w:rsidR="004B7054" w:rsidRPr="00A34D04" w14:paraId="2CF95BF5"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A4FA854" w14:textId="77777777" w:rsidR="004B7054" w:rsidRPr="00A34D04" w:rsidRDefault="004B7054" w:rsidP="00D96853">
            <w:pPr>
              <w:rPr>
                <w:b/>
              </w:rPr>
            </w:pPr>
            <w:r w:rsidRPr="00A34D04">
              <w:rPr>
                <w:b/>
              </w:rPr>
              <w:t xml:space="preserve">Data Sharing - Lighting </w:t>
            </w:r>
            <w:r>
              <w:rPr>
                <w:b/>
              </w:rPr>
              <w:t>Advanced Modify</w:t>
            </w:r>
            <w:r w:rsidRPr="00A34D04">
              <w:rPr>
                <w:b/>
              </w:rPr>
              <w:t xml:space="preserve"> - A</w:t>
            </w:r>
          </w:p>
        </w:tc>
      </w:tr>
      <w:tr w:rsidR="004B7054" w:rsidRPr="00605C65" w14:paraId="283314E2"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75499DBE" w14:textId="77777777" w:rsidR="004B7054" w:rsidRPr="00605C65" w:rsidRDefault="004B7054"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243576C4" w14:textId="733642C2" w:rsidR="004B7054" w:rsidRPr="00605C65" w:rsidRDefault="004B7054" w:rsidP="00D96853">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3219F0AE" w14:textId="77777777" w:rsidR="004B7054" w:rsidRPr="00605C65" w:rsidRDefault="004B7054" w:rsidP="00D96853">
            <w:r w:rsidRPr="00605C65">
              <w:t>Base Requirements</w:t>
            </w:r>
          </w:p>
        </w:tc>
      </w:tr>
      <w:tr w:rsidR="00C310D9" w:rsidRPr="00605C65" w14:paraId="56BFDEA5"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30FE04E" w14:textId="77777777" w:rsidR="00C310D9" w:rsidRPr="00605C65" w:rsidRDefault="00C310D9" w:rsidP="00D96853">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31CCDC6" w14:textId="19CD39A2" w:rsidR="00C310D9" w:rsidRPr="00605C65" w:rsidRDefault="00C310D9" w:rsidP="00D96853">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630F2308" w14:textId="2726A38A" w:rsidR="00C310D9" w:rsidRPr="00605C65" w:rsidRDefault="00C310D9" w:rsidP="00D96853">
            <w:r>
              <w:t>Supports DS-WP-A</w:t>
            </w:r>
          </w:p>
        </w:tc>
      </w:tr>
      <w:tr w:rsidR="004B7054" w:rsidRPr="0089157C" w14:paraId="1C20DF00"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4AB4FB7E" w14:textId="40BD02E6" w:rsidR="004B7054" w:rsidRPr="0089157C" w:rsidRDefault="004B7054" w:rsidP="00D96853">
            <w:pPr>
              <w:ind w:left="720"/>
            </w:pPr>
          </w:p>
        </w:tc>
      </w:tr>
      <w:tr w:rsidR="00EF1CAE" w:rsidRPr="00B56E85" w14:paraId="10638E18"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417CEC1" w14:textId="77777777" w:rsidR="00EF1CAE" w:rsidRPr="00121CE8" w:rsidRDefault="00EF1CAE" w:rsidP="00121CE8">
            <w:pPr>
              <w:rPr>
                <w:b/>
              </w:rPr>
            </w:pPr>
            <w:r w:rsidRPr="00121CE8">
              <w:rPr>
                <w:b/>
              </w:rPr>
              <w:t>Data Sharing - Elevator View - A</w:t>
            </w:r>
          </w:p>
        </w:tc>
      </w:tr>
      <w:tr w:rsidR="00EF1CAE" w:rsidRPr="00605C65" w14:paraId="23AA29A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564EE93D" w14:textId="77777777" w:rsidR="00EF1CAE" w:rsidRPr="00605C65" w:rsidRDefault="00EF1CAE"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2C569DAE" w14:textId="080F04BD" w:rsidR="00EF1CAE" w:rsidRPr="00605C65" w:rsidRDefault="00EF1CAE" w:rsidP="00740BD1">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1EBF1DB" w14:textId="77777777" w:rsidR="00EF1CAE" w:rsidRPr="00605C65" w:rsidRDefault="00EF1CAE" w:rsidP="00740BD1">
            <w:r w:rsidRPr="00605C65">
              <w:t>Base Requirements</w:t>
            </w:r>
          </w:p>
        </w:tc>
      </w:tr>
      <w:tr w:rsidR="0076171C" w:rsidRPr="00605C65" w14:paraId="624D47D1"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0C318A0E" w14:textId="77777777" w:rsidR="0076171C" w:rsidRPr="00605C65" w:rsidRDefault="0076171C"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6389FC59" w14:textId="49C909B9" w:rsidR="0076171C" w:rsidRPr="00605C65" w:rsidRDefault="0076171C" w:rsidP="00740BD1">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3FA2C430" w14:textId="4AEA7B02" w:rsidR="0076171C" w:rsidRPr="00605C65" w:rsidRDefault="0076171C" w:rsidP="00740BD1">
            <w:r>
              <w:t>Supports DS-RP-A</w:t>
            </w:r>
          </w:p>
        </w:tc>
      </w:tr>
      <w:tr w:rsidR="00EF1CAE" w:rsidRPr="0089157C" w14:paraId="3808A680"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20C2C34" w14:textId="45F159B1" w:rsidR="00EF1CAE" w:rsidRPr="0089157C" w:rsidRDefault="00EF1CAE" w:rsidP="00740BD1">
            <w:pPr>
              <w:ind w:left="720"/>
            </w:pPr>
          </w:p>
        </w:tc>
      </w:tr>
      <w:tr w:rsidR="00EF1CAE" w:rsidRPr="00B56E85" w14:paraId="70F7A847"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3EE84DA6" w14:textId="77777777" w:rsidR="00EF1CAE" w:rsidRPr="00B56E85" w:rsidRDefault="00EF1CAE" w:rsidP="00740BD1">
            <w:pPr>
              <w:rPr>
                <w:b/>
              </w:rPr>
            </w:pPr>
            <w:r w:rsidRPr="00B56E85">
              <w:rPr>
                <w:b/>
              </w:rPr>
              <w:t xml:space="preserve">Data Sharing - Elevator </w:t>
            </w:r>
            <w:r>
              <w:rPr>
                <w:b/>
              </w:rPr>
              <w:t xml:space="preserve">Advanced </w:t>
            </w:r>
            <w:r w:rsidRPr="00B56E85">
              <w:rPr>
                <w:b/>
              </w:rPr>
              <w:t>View - A</w:t>
            </w:r>
          </w:p>
        </w:tc>
      </w:tr>
      <w:tr w:rsidR="00EF1CAE" w:rsidRPr="00605C65" w14:paraId="1FEDE04B"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67FF96DD" w14:textId="77777777" w:rsidR="00EF1CAE" w:rsidRPr="00605C65" w:rsidRDefault="00EF1CAE"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534B8BDA" w14:textId="570AB0A5" w:rsidR="00EF1CAE" w:rsidRPr="00605C65" w:rsidRDefault="00EF1CAE" w:rsidP="00740BD1">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44115CC" w14:textId="77777777" w:rsidR="00EF1CAE" w:rsidRPr="00605C65" w:rsidRDefault="00EF1CAE" w:rsidP="00740BD1">
            <w:r w:rsidRPr="00605C65">
              <w:t>Base Requirements</w:t>
            </w:r>
          </w:p>
        </w:tc>
      </w:tr>
      <w:tr w:rsidR="0076171C" w:rsidRPr="00605C65" w14:paraId="042599EE"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82E8E70" w14:textId="77777777" w:rsidR="0076171C" w:rsidRPr="00605C65" w:rsidRDefault="0076171C"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4D1B280B" w14:textId="318EE1A1" w:rsidR="0076171C" w:rsidRPr="00605C65" w:rsidRDefault="0076171C" w:rsidP="00740BD1">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25DC012B" w14:textId="2867ADFA" w:rsidR="0076171C" w:rsidRPr="00605C65" w:rsidRDefault="0076171C" w:rsidP="00740BD1">
            <w:r>
              <w:t>Supports DS-RP-A</w:t>
            </w:r>
          </w:p>
        </w:tc>
      </w:tr>
      <w:tr w:rsidR="00EF1CAE" w:rsidRPr="0089157C" w14:paraId="53AA97D5"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3C26508" w14:textId="1DB01924" w:rsidR="00EF1CAE" w:rsidRPr="0089157C" w:rsidRDefault="00EF1CAE" w:rsidP="00740BD1">
            <w:pPr>
              <w:ind w:left="720"/>
            </w:pPr>
          </w:p>
        </w:tc>
      </w:tr>
      <w:tr w:rsidR="00EF1CAE" w:rsidRPr="00B56E85" w14:paraId="6A4D3E2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28F9B7F" w14:textId="77777777" w:rsidR="00EF1CAE" w:rsidRPr="00B56E85" w:rsidRDefault="00EF1CAE" w:rsidP="00740BD1">
            <w:pPr>
              <w:rPr>
                <w:b/>
              </w:rPr>
            </w:pPr>
            <w:r w:rsidRPr="00B56E85">
              <w:rPr>
                <w:b/>
              </w:rPr>
              <w:t xml:space="preserve">Data Sharing - Elevator </w:t>
            </w:r>
            <w:r>
              <w:rPr>
                <w:b/>
              </w:rPr>
              <w:t>Modify</w:t>
            </w:r>
            <w:r w:rsidRPr="00B56E85">
              <w:rPr>
                <w:b/>
              </w:rPr>
              <w:t xml:space="preserve"> - A</w:t>
            </w:r>
          </w:p>
        </w:tc>
      </w:tr>
      <w:tr w:rsidR="00EF1CAE" w:rsidRPr="00605C65" w14:paraId="12E1F1BF"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3056A1BB" w14:textId="77777777" w:rsidR="00EF1CAE" w:rsidRPr="00605C65" w:rsidRDefault="00EF1CAE"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06875FEC" w14:textId="07C132F4" w:rsidR="00EF1CAE" w:rsidRPr="00605C65" w:rsidRDefault="00EF1CAE" w:rsidP="00740BD1">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1277A42C" w14:textId="77777777" w:rsidR="00EF1CAE" w:rsidRPr="00605C65" w:rsidRDefault="00EF1CAE" w:rsidP="00740BD1">
            <w:r w:rsidRPr="00605C65">
              <w:t>Base Requirements</w:t>
            </w:r>
          </w:p>
        </w:tc>
      </w:tr>
      <w:tr w:rsidR="0076171C" w:rsidRPr="00605C65" w14:paraId="30D7A27C"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4F5BA80" w14:textId="77777777" w:rsidR="0076171C" w:rsidRPr="00605C65" w:rsidRDefault="0076171C"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2008178" w14:textId="5B814AFC" w:rsidR="0076171C" w:rsidRPr="00605C65" w:rsidRDefault="0076171C" w:rsidP="00740BD1">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68737836" w14:textId="54952D40" w:rsidR="0076171C" w:rsidRPr="00605C65" w:rsidRDefault="0076171C" w:rsidP="00740BD1">
            <w:r>
              <w:t>Supports DS-WP-A</w:t>
            </w:r>
          </w:p>
        </w:tc>
      </w:tr>
      <w:tr w:rsidR="00EF1CAE" w:rsidRPr="0089157C" w14:paraId="0D4E0BD9"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103E3FD" w14:textId="0A0A9DFA" w:rsidR="00EF1CAE" w:rsidRPr="0089157C" w:rsidRDefault="00EF1CAE" w:rsidP="00740BD1">
            <w:pPr>
              <w:ind w:left="720"/>
            </w:pPr>
          </w:p>
        </w:tc>
      </w:tr>
      <w:tr w:rsidR="00EF1CAE" w:rsidRPr="00B56E85" w14:paraId="76B18991"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06293A63" w14:textId="77777777" w:rsidR="00EF1CAE" w:rsidRPr="00B56E85" w:rsidRDefault="00EF1CAE" w:rsidP="00740BD1">
            <w:pPr>
              <w:rPr>
                <w:b/>
              </w:rPr>
            </w:pPr>
            <w:r w:rsidRPr="00B56E85">
              <w:rPr>
                <w:b/>
              </w:rPr>
              <w:t xml:space="preserve">Data Sharing - Elevator </w:t>
            </w:r>
            <w:r>
              <w:rPr>
                <w:b/>
              </w:rPr>
              <w:t>Advanced Modify</w:t>
            </w:r>
            <w:r w:rsidRPr="00B56E85">
              <w:rPr>
                <w:b/>
              </w:rPr>
              <w:t xml:space="preserve"> - A</w:t>
            </w:r>
          </w:p>
        </w:tc>
      </w:tr>
      <w:tr w:rsidR="00EF1CAE" w:rsidRPr="00605C65" w14:paraId="45C93C64"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13F77E92" w14:textId="77777777" w:rsidR="00EF1CAE" w:rsidRPr="00605C65" w:rsidRDefault="00EF1CAE"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hideMark/>
          </w:tcPr>
          <w:p w14:paraId="18BF5EB7" w14:textId="545B3432" w:rsidR="00EF1CAE" w:rsidRPr="00605C65" w:rsidRDefault="00EF1CAE" w:rsidP="00740BD1">
            <w:pPr>
              <w:jc w:val="center"/>
            </w:pPr>
            <w:r w:rsidRPr="00605C65">
              <w:t>R</w:t>
            </w:r>
          </w:p>
        </w:tc>
        <w:tc>
          <w:tcPr>
            <w:tcW w:w="7552" w:type="dxa"/>
            <w:tcBorders>
              <w:top w:val="single" w:sz="4" w:space="0" w:color="auto"/>
              <w:left w:val="single" w:sz="4" w:space="0" w:color="auto"/>
              <w:bottom w:val="single" w:sz="4" w:space="0" w:color="auto"/>
              <w:right w:val="single" w:sz="4" w:space="0" w:color="auto"/>
            </w:tcBorders>
            <w:hideMark/>
          </w:tcPr>
          <w:p w14:paraId="00A14463" w14:textId="77777777" w:rsidR="00EF1CAE" w:rsidRPr="00605C65" w:rsidRDefault="00EF1CAE" w:rsidP="00740BD1">
            <w:r w:rsidRPr="00605C65">
              <w:t>Base Requirements</w:t>
            </w:r>
          </w:p>
        </w:tc>
      </w:tr>
      <w:tr w:rsidR="0076171C" w:rsidRPr="00605C65" w14:paraId="235B5BEF" w14:textId="77777777" w:rsidTr="00582D01">
        <w:tc>
          <w:tcPr>
            <w:tcW w:w="377" w:type="dxa"/>
            <w:gridSpan w:val="2"/>
            <w:tcBorders>
              <w:top w:val="single" w:sz="4" w:space="0" w:color="auto"/>
              <w:left w:val="single" w:sz="4" w:space="0" w:color="auto"/>
              <w:bottom w:val="single" w:sz="4" w:space="0" w:color="auto"/>
              <w:right w:val="single" w:sz="4" w:space="0" w:color="auto"/>
            </w:tcBorders>
          </w:tcPr>
          <w:p w14:paraId="27A1B581" w14:textId="77777777" w:rsidR="0076171C" w:rsidRPr="00605C65" w:rsidRDefault="0076171C" w:rsidP="00740BD1">
            <w:pPr>
              <w:jc w:val="center"/>
            </w:pPr>
          </w:p>
        </w:tc>
        <w:tc>
          <w:tcPr>
            <w:tcW w:w="983" w:type="dxa"/>
            <w:gridSpan w:val="2"/>
            <w:tcBorders>
              <w:top w:val="single" w:sz="4" w:space="0" w:color="auto"/>
              <w:left w:val="single" w:sz="4" w:space="0" w:color="auto"/>
              <w:bottom w:val="single" w:sz="4" w:space="0" w:color="auto"/>
              <w:right w:val="single" w:sz="4" w:space="0" w:color="auto"/>
            </w:tcBorders>
          </w:tcPr>
          <w:p w14:paraId="01BCE43E" w14:textId="02E2B219" w:rsidR="0076171C" w:rsidRPr="00605C65" w:rsidRDefault="0076171C" w:rsidP="00740BD1">
            <w:pPr>
              <w:jc w:val="center"/>
            </w:pPr>
            <w:r>
              <w:t>R</w:t>
            </w:r>
          </w:p>
        </w:tc>
        <w:tc>
          <w:tcPr>
            <w:tcW w:w="7552" w:type="dxa"/>
            <w:tcBorders>
              <w:top w:val="single" w:sz="4" w:space="0" w:color="auto"/>
              <w:left w:val="single" w:sz="4" w:space="0" w:color="auto"/>
              <w:bottom w:val="single" w:sz="4" w:space="0" w:color="auto"/>
              <w:right w:val="single" w:sz="4" w:space="0" w:color="auto"/>
            </w:tcBorders>
          </w:tcPr>
          <w:p w14:paraId="468CD1D9" w14:textId="26F73F07" w:rsidR="0076171C" w:rsidRPr="00605C65" w:rsidRDefault="0076171C" w:rsidP="00740BD1">
            <w:r>
              <w:t>Supports DS-WP-A</w:t>
            </w:r>
          </w:p>
        </w:tc>
      </w:tr>
      <w:tr w:rsidR="00EF1CAE" w:rsidRPr="0089157C" w14:paraId="37A77898" w14:textId="77777777" w:rsidTr="00582D01">
        <w:tc>
          <w:tcPr>
            <w:tcW w:w="8912" w:type="dxa"/>
            <w:gridSpan w:val="5"/>
            <w:tcBorders>
              <w:top w:val="single" w:sz="4" w:space="0" w:color="auto"/>
              <w:left w:val="single" w:sz="4" w:space="0" w:color="auto"/>
              <w:bottom w:val="single" w:sz="4" w:space="0" w:color="auto"/>
              <w:right w:val="single" w:sz="4" w:space="0" w:color="auto"/>
            </w:tcBorders>
          </w:tcPr>
          <w:p w14:paraId="541EAB89" w14:textId="3B405E85" w:rsidR="00EF1CAE" w:rsidRPr="0089157C" w:rsidRDefault="00EF1CAE" w:rsidP="00740BD1">
            <w:pPr>
              <w:ind w:left="720"/>
            </w:pPr>
          </w:p>
        </w:tc>
      </w:tr>
    </w:tbl>
    <w:p w14:paraId="2ECA202F" w14:textId="77777777" w:rsidR="00BA20E6" w:rsidRDefault="00BA20E6" w:rsidP="00BA20E6">
      <w:pPr>
        <w:pStyle w:val="Heading1"/>
      </w:pPr>
      <w:r>
        <w:rPr>
          <w:lang w:val="en-US"/>
        </w:rPr>
        <w:lastRenderedPageBreak/>
        <w:t>A</w:t>
      </w:r>
      <w:r w:rsidRPr="00BC4493">
        <w:t>larm and Event Management BIBBs</w:t>
      </w:r>
    </w:p>
    <w:tbl>
      <w:tblPr>
        <w:tblW w:w="900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
        <w:gridCol w:w="966"/>
        <w:gridCol w:w="7557"/>
      </w:tblGrid>
      <w:tr w:rsidR="00BA20E6" w:rsidRPr="00F95990" w14:paraId="292A9E70" w14:textId="77777777" w:rsidTr="005B72AB">
        <w:trPr>
          <w:cantSplit/>
          <w:trHeight w:val="980"/>
          <w:tblHeader/>
        </w:trPr>
        <w:tc>
          <w:tcPr>
            <w:tcW w:w="477" w:type="dxa"/>
            <w:textDirection w:val="tbRl"/>
          </w:tcPr>
          <w:p w14:paraId="1B41710F" w14:textId="77777777" w:rsidR="00BA20E6" w:rsidRPr="00F95990" w:rsidRDefault="00BA20E6" w:rsidP="003216AB">
            <w:pPr>
              <w:jc w:val="center"/>
            </w:pPr>
            <w:r w:rsidRPr="00F95990">
              <w:br w:type="page"/>
            </w:r>
            <w:r w:rsidRPr="00F95990">
              <w:br w:type="page"/>
            </w:r>
            <w:r w:rsidRPr="00DA0D2A">
              <w:rPr>
                <w:b/>
              </w:rPr>
              <w:t>Support</w:t>
            </w:r>
          </w:p>
        </w:tc>
        <w:tc>
          <w:tcPr>
            <w:tcW w:w="966" w:type="dxa"/>
            <w:textDirection w:val="tbRl"/>
          </w:tcPr>
          <w:p w14:paraId="389B18F4" w14:textId="77777777" w:rsidR="00BA20E6" w:rsidRPr="00F95990" w:rsidRDefault="00BA20E6" w:rsidP="003216AB">
            <w:pPr>
              <w:ind w:left="113" w:right="113"/>
              <w:jc w:val="center"/>
              <w:rPr>
                <w:b/>
                <w:bCs/>
              </w:rPr>
            </w:pPr>
            <w:r w:rsidRPr="00F95990">
              <w:rPr>
                <w:b/>
                <w:bCs/>
              </w:rPr>
              <w:t>Listing</w:t>
            </w:r>
          </w:p>
        </w:tc>
        <w:tc>
          <w:tcPr>
            <w:tcW w:w="7557" w:type="dxa"/>
            <w:vAlign w:val="center"/>
          </w:tcPr>
          <w:p w14:paraId="31190D93" w14:textId="77777777" w:rsidR="00BA20E6" w:rsidRPr="00F95990" w:rsidRDefault="00BA20E6" w:rsidP="003216AB">
            <w:r w:rsidRPr="00DA0D2A">
              <w:rPr>
                <w:b/>
              </w:rPr>
              <w:t>Option</w:t>
            </w:r>
          </w:p>
        </w:tc>
      </w:tr>
      <w:tr w:rsidR="009353EF" w:rsidRPr="00F95990" w14:paraId="05D0976F"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630D06F4" w14:textId="77777777" w:rsidR="009353EF" w:rsidRPr="00F95990" w:rsidRDefault="009353EF" w:rsidP="009353EF">
            <w:pPr>
              <w:rPr>
                <w:b/>
                <w:bCs/>
              </w:rPr>
            </w:pPr>
            <w:r w:rsidRPr="00F95990">
              <w:rPr>
                <w:b/>
                <w:bCs/>
              </w:rPr>
              <w:t>Alarm and Event</w:t>
            </w:r>
            <w:r w:rsidR="002849B8">
              <w:rPr>
                <w:b/>
                <w:bCs/>
              </w:rPr>
              <w:t xml:space="preserve"> Management</w:t>
            </w:r>
            <w:r w:rsidRPr="00F95990">
              <w:rPr>
                <w:b/>
                <w:bCs/>
              </w:rPr>
              <w:t xml:space="preserve"> </w:t>
            </w:r>
            <w:r w:rsidR="00012C95">
              <w:rPr>
                <w:b/>
                <w:bCs/>
              </w:rPr>
              <w:t>-</w:t>
            </w:r>
            <w:r w:rsidRPr="00F95990">
              <w:rPr>
                <w:b/>
                <w:bCs/>
              </w:rPr>
              <w:t xml:space="preserve"> Notification </w:t>
            </w:r>
            <w:r w:rsidR="00012C95">
              <w:rPr>
                <w:b/>
                <w:bCs/>
              </w:rPr>
              <w:t>-</w:t>
            </w:r>
            <w:r w:rsidRPr="00F95990">
              <w:rPr>
                <w:b/>
                <w:bCs/>
              </w:rPr>
              <w:t xml:space="preserve"> A</w:t>
            </w:r>
          </w:p>
        </w:tc>
      </w:tr>
      <w:tr w:rsidR="009353EF" w:rsidRPr="00F95990" w14:paraId="450E80F3" w14:textId="77777777" w:rsidTr="005B72AB">
        <w:tc>
          <w:tcPr>
            <w:tcW w:w="477" w:type="dxa"/>
          </w:tcPr>
          <w:p w14:paraId="2E4E3A2B" w14:textId="77777777" w:rsidR="009353EF" w:rsidRPr="00F95990" w:rsidRDefault="009353EF" w:rsidP="009353EF">
            <w:pPr>
              <w:jc w:val="center"/>
            </w:pPr>
          </w:p>
        </w:tc>
        <w:tc>
          <w:tcPr>
            <w:tcW w:w="966" w:type="dxa"/>
          </w:tcPr>
          <w:p w14:paraId="0A1A49FB" w14:textId="77777777" w:rsidR="009353EF" w:rsidRPr="00F95990" w:rsidRDefault="009353EF" w:rsidP="009353EF">
            <w:pPr>
              <w:jc w:val="center"/>
            </w:pPr>
            <w:r w:rsidRPr="00F95990">
              <w:t>R</w:t>
            </w:r>
          </w:p>
        </w:tc>
        <w:tc>
          <w:tcPr>
            <w:tcW w:w="7557" w:type="dxa"/>
          </w:tcPr>
          <w:p w14:paraId="2D94EB2A" w14:textId="77777777" w:rsidR="009353EF" w:rsidRPr="00F95990" w:rsidRDefault="009353EF" w:rsidP="009353EF">
            <w:r w:rsidRPr="00F95990">
              <w:t>Base Requirements</w:t>
            </w:r>
          </w:p>
        </w:tc>
      </w:tr>
      <w:tr w:rsidR="009353EF" w:rsidRPr="00F95990" w14:paraId="2990E09D" w14:textId="77777777" w:rsidTr="005B72AB">
        <w:tc>
          <w:tcPr>
            <w:tcW w:w="477" w:type="dxa"/>
          </w:tcPr>
          <w:p w14:paraId="5875CA2F" w14:textId="77777777" w:rsidR="009353EF" w:rsidRPr="00F95990" w:rsidRDefault="009353EF" w:rsidP="009353EF">
            <w:pPr>
              <w:jc w:val="center"/>
            </w:pPr>
          </w:p>
        </w:tc>
        <w:tc>
          <w:tcPr>
            <w:tcW w:w="966" w:type="dxa"/>
          </w:tcPr>
          <w:p w14:paraId="39DA5A18" w14:textId="77777777" w:rsidR="009353EF" w:rsidRPr="00F95990" w:rsidRDefault="009353EF" w:rsidP="009353EF">
            <w:pPr>
              <w:jc w:val="center"/>
            </w:pPr>
            <w:r w:rsidRPr="00F95990">
              <w:t>R</w:t>
            </w:r>
          </w:p>
        </w:tc>
        <w:tc>
          <w:tcPr>
            <w:tcW w:w="7557" w:type="dxa"/>
          </w:tcPr>
          <w:p w14:paraId="08BF2F93" w14:textId="77777777" w:rsidR="009353EF" w:rsidRPr="00F95990" w:rsidRDefault="009353EF" w:rsidP="009353EF">
            <w:r w:rsidRPr="00F95990">
              <w:t>Executes ConfirmedEventNotifications</w:t>
            </w:r>
          </w:p>
        </w:tc>
      </w:tr>
      <w:tr w:rsidR="009353EF" w:rsidRPr="00F95990" w14:paraId="10143CA4" w14:textId="77777777" w:rsidTr="005B72AB">
        <w:tc>
          <w:tcPr>
            <w:tcW w:w="477" w:type="dxa"/>
          </w:tcPr>
          <w:p w14:paraId="3605A214" w14:textId="77777777" w:rsidR="009353EF" w:rsidRPr="00F95990" w:rsidRDefault="009353EF" w:rsidP="009353EF">
            <w:pPr>
              <w:jc w:val="center"/>
            </w:pPr>
          </w:p>
        </w:tc>
        <w:tc>
          <w:tcPr>
            <w:tcW w:w="966" w:type="dxa"/>
          </w:tcPr>
          <w:p w14:paraId="1127B834" w14:textId="77777777" w:rsidR="009353EF" w:rsidRPr="00F95990" w:rsidRDefault="009353EF" w:rsidP="009353EF">
            <w:pPr>
              <w:jc w:val="center"/>
            </w:pPr>
            <w:r w:rsidRPr="00F95990">
              <w:t>R</w:t>
            </w:r>
          </w:p>
        </w:tc>
        <w:tc>
          <w:tcPr>
            <w:tcW w:w="7557" w:type="dxa"/>
          </w:tcPr>
          <w:p w14:paraId="3BD25BB0" w14:textId="77777777" w:rsidR="009353EF" w:rsidRPr="00F95990" w:rsidRDefault="009353EF" w:rsidP="009353EF">
            <w:r w:rsidRPr="00F95990">
              <w:t>Executes UnconfirmedEventNotifications</w:t>
            </w:r>
          </w:p>
        </w:tc>
      </w:tr>
      <w:tr w:rsidR="009353EF" w:rsidRPr="00F95990" w14:paraId="5CC66041" w14:textId="77777777" w:rsidTr="005B72AB">
        <w:tc>
          <w:tcPr>
            <w:tcW w:w="477" w:type="dxa"/>
          </w:tcPr>
          <w:p w14:paraId="736720EA" w14:textId="77777777" w:rsidR="009353EF" w:rsidRPr="00F95990" w:rsidRDefault="009353EF" w:rsidP="009353EF">
            <w:pPr>
              <w:jc w:val="center"/>
            </w:pPr>
          </w:p>
        </w:tc>
        <w:tc>
          <w:tcPr>
            <w:tcW w:w="966" w:type="dxa"/>
          </w:tcPr>
          <w:p w14:paraId="566699D5" w14:textId="77777777" w:rsidR="009353EF" w:rsidRPr="00F95990" w:rsidRDefault="009353EF" w:rsidP="009353EF">
            <w:pPr>
              <w:jc w:val="center"/>
            </w:pPr>
            <w:r w:rsidRPr="00F95990">
              <w:t>R</w:t>
            </w:r>
          </w:p>
        </w:tc>
        <w:tc>
          <w:tcPr>
            <w:tcW w:w="7557" w:type="dxa"/>
          </w:tcPr>
          <w:p w14:paraId="39285EB7" w14:textId="77777777" w:rsidR="009353EF" w:rsidRPr="00F95990" w:rsidRDefault="009353EF" w:rsidP="009353EF">
            <w:r w:rsidRPr="00F95990">
              <w:t>Processes intrinsically generated notifications</w:t>
            </w:r>
          </w:p>
        </w:tc>
      </w:tr>
      <w:tr w:rsidR="009353EF" w:rsidRPr="00F95990" w14:paraId="6C00493C" w14:textId="77777777" w:rsidTr="005B72AB">
        <w:tc>
          <w:tcPr>
            <w:tcW w:w="477" w:type="dxa"/>
          </w:tcPr>
          <w:p w14:paraId="41678C48" w14:textId="77777777" w:rsidR="009353EF" w:rsidRPr="00F95990" w:rsidRDefault="009353EF" w:rsidP="009353EF">
            <w:pPr>
              <w:jc w:val="center"/>
            </w:pPr>
          </w:p>
        </w:tc>
        <w:tc>
          <w:tcPr>
            <w:tcW w:w="966" w:type="dxa"/>
          </w:tcPr>
          <w:p w14:paraId="3C7D8ADC" w14:textId="77777777" w:rsidR="009353EF" w:rsidRPr="00F95990" w:rsidRDefault="009353EF" w:rsidP="009353EF">
            <w:pPr>
              <w:jc w:val="center"/>
            </w:pPr>
            <w:r w:rsidRPr="00F95990">
              <w:t>R</w:t>
            </w:r>
          </w:p>
        </w:tc>
        <w:tc>
          <w:tcPr>
            <w:tcW w:w="7557" w:type="dxa"/>
          </w:tcPr>
          <w:p w14:paraId="3744F88F" w14:textId="77777777" w:rsidR="009353EF" w:rsidRPr="00F95990" w:rsidRDefault="009353EF" w:rsidP="009353EF">
            <w:r w:rsidRPr="00F95990">
              <w:t>Processes algorithmically generated notifications</w:t>
            </w:r>
          </w:p>
        </w:tc>
      </w:tr>
      <w:tr w:rsidR="00900772" w:rsidRPr="00F95990" w14:paraId="6495F86F" w14:textId="77777777" w:rsidTr="005B72AB">
        <w:tc>
          <w:tcPr>
            <w:tcW w:w="477" w:type="dxa"/>
          </w:tcPr>
          <w:p w14:paraId="620660FB" w14:textId="77777777" w:rsidR="00900772" w:rsidRPr="00F95990" w:rsidRDefault="00900772" w:rsidP="009353EF">
            <w:pPr>
              <w:jc w:val="center"/>
            </w:pPr>
          </w:p>
        </w:tc>
        <w:tc>
          <w:tcPr>
            <w:tcW w:w="966" w:type="dxa"/>
          </w:tcPr>
          <w:p w14:paraId="29C36376" w14:textId="77777777" w:rsidR="00900772" w:rsidRPr="00F95990" w:rsidRDefault="00900772" w:rsidP="009353EF">
            <w:pPr>
              <w:jc w:val="center"/>
            </w:pPr>
            <w:r w:rsidRPr="00F95990">
              <w:t>R</w:t>
            </w:r>
          </w:p>
        </w:tc>
        <w:tc>
          <w:tcPr>
            <w:tcW w:w="7557" w:type="dxa"/>
          </w:tcPr>
          <w:p w14:paraId="47CB7D62" w14:textId="77777777" w:rsidR="00900772" w:rsidRPr="00F95990" w:rsidRDefault="00900772" w:rsidP="009353EF">
            <w:pPr>
              <w:pStyle w:val="CommentText"/>
            </w:pPr>
            <w:r w:rsidRPr="00F95990">
              <w:t>Processes CHANGE_OF_BITSTRING notifications</w:t>
            </w:r>
          </w:p>
        </w:tc>
      </w:tr>
      <w:tr w:rsidR="00900772" w:rsidRPr="00F95990" w14:paraId="442E0179" w14:textId="77777777" w:rsidTr="005B72AB">
        <w:tc>
          <w:tcPr>
            <w:tcW w:w="477" w:type="dxa"/>
          </w:tcPr>
          <w:p w14:paraId="6868A060" w14:textId="77777777" w:rsidR="00900772" w:rsidRPr="00F95990" w:rsidRDefault="00900772" w:rsidP="009353EF">
            <w:pPr>
              <w:jc w:val="center"/>
            </w:pPr>
          </w:p>
        </w:tc>
        <w:tc>
          <w:tcPr>
            <w:tcW w:w="966" w:type="dxa"/>
          </w:tcPr>
          <w:p w14:paraId="10DD6BDA" w14:textId="77777777" w:rsidR="00900772" w:rsidRPr="00F95990" w:rsidRDefault="00900772" w:rsidP="009353EF">
            <w:pPr>
              <w:jc w:val="center"/>
            </w:pPr>
            <w:r w:rsidRPr="00F95990">
              <w:t>R</w:t>
            </w:r>
          </w:p>
        </w:tc>
        <w:tc>
          <w:tcPr>
            <w:tcW w:w="7557" w:type="dxa"/>
          </w:tcPr>
          <w:p w14:paraId="197F5008" w14:textId="77777777" w:rsidR="00900772" w:rsidRPr="00F95990" w:rsidRDefault="00900772" w:rsidP="009353EF">
            <w:r w:rsidRPr="00F95990">
              <w:t>Processes CHANGE_OF_STATE notifications</w:t>
            </w:r>
          </w:p>
        </w:tc>
      </w:tr>
      <w:tr w:rsidR="00900772" w:rsidRPr="00F95990" w14:paraId="4A386551" w14:textId="77777777" w:rsidTr="005B72AB">
        <w:tc>
          <w:tcPr>
            <w:tcW w:w="477" w:type="dxa"/>
          </w:tcPr>
          <w:p w14:paraId="33FB4C22" w14:textId="77777777" w:rsidR="00900772" w:rsidRPr="00F95990" w:rsidRDefault="00900772" w:rsidP="009353EF">
            <w:pPr>
              <w:jc w:val="center"/>
            </w:pPr>
          </w:p>
        </w:tc>
        <w:tc>
          <w:tcPr>
            <w:tcW w:w="966" w:type="dxa"/>
          </w:tcPr>
          <w:p w14:paraId="4AA491A3" w14:textId="77777777" w:rsidR="00900772" w:rsidRPr="00F95990" w:rsidRDefault="00900772" w:rsidP="009353EF">
            <w:pPr>
              <w:jc w:val="center"/>
            </w:pPr>
            <w:r w:rsidRPr="00F95990">
              <w:t>R</w:t>
            </w:r>
          </w:p>
        </w:tc>
        <w:tc>
          <w:tcPr>
            <w:tcW w:w="7557" w:type="dxa"/>
          </w:tcPr>
          <w:p w14:paraId="2673F987" w14:textId="77777777" w:rsidR="00900772" w:rsidRPr="00F95990" w:rsidRDefault="00900772" w:rsidP="009353EF">
            <w:r w:rsidRPr="00F95990">
              <w:t>Processes CHANGE_OF_VALUE notifications</w:t>
            </w:r>
          </w:p>
        </w:tc>
      </w:tr>
      <w:tr w:rsidR="00900772" w:rsidRPr="00F95990" w14:paraId="329F2215" w14:textId="77777777" w:rsidTr="005B72AB">
        <w:tc>
          <w:tcPr>
            <w:tcW w:w="477" w:type="dxa"/>
          </w:tcPr>
          <w:p w14:paraId="7093B3E2" w14:textId="77777777" w:rsidR="00900772" w:rsidRPr="00F95990" w:rsidRDefault="00900772" w:rsidP="009353EF">
            <w:pPr>
              <w:jc w:val="center"/>
            </w:pPr>
          </w:p>
        </w:tc>
        <w:tc>
          <w:tcPr>
            <w:tcW w:w="966" w:type="dxa"/>
          </w:tcPr>
          <w:p w14:paraId="6D68CEAC" w14:textId="77777777" w:rsidR="00900772" w:rsidRPr="00F95990" w:rsidRDefault="00900772" w:rsidP="009353EF">
            <w:pPr>
              <w:jc w:val="center"/>
            </w:pPr>
            <w:r w:rsidRPr="00F95990">
              <w:t>R</w:t>
            </w:r>
          </w:p>
        </w:tc>
        <w:tc>
          <w:tcPr>
            <w:tcW w:w="7557" w:type="dxa"/>
          </w:tcPr>
          <w:p w14:paraId="68CD9A23" w14:textId="77777777" w:rsidR="00900772" w:rsidRPr="00F95990" w:rsidRDefault="00900772" w:rsidP="009353EF">
            <w:r w:rsidRPr="00F95990">
              <w:t>Processes COMMAND_FAILURE notifications</w:t>
            </w:r>
          </w:p>
        </w:tc>
      </w:tr>
      <w:tr w:rsidR="00900772" w:rsidRPr="00F95990" w14:paraId="7B73387D" w14:textId="77777777" w:rsidTr="005B72AB">
        <w:tc>
          <w:tcPr>
            <w:tcW w:w="477" w:type="dxa"/>
          </w:tcPr>
          <w:p w14:paraId="1DEB52A7" w14:textId="77777777" w:rsidR="00900772" w:rsidRPr="00F95990" w:rsidRDefault="00900772" w:rsidP="009353EF">
            <w:pPr>
              <w:jc w:val="center"/>
            </w:pPr>
          </w:p>
        </w:tc>
        <w:tc>
          <w:tcPr>
            <w:tcW w:w="966" w:type="dxa"/>
          </w:tcPr>
          <w:p w14:paraId="67CE8E08" w14:textId="77777777" w:rsidR="00900772" w:rsidRPr="00F95990" w:rsidRDefault="00900772" w:rsidP="009353EF">
            <w:pPr>
              <w:jc w:val="center"/>
            </w:pPr>
            <w:r w:rsidRPr="00F95990">
              <w:t>R</w:t>
            </w:r>
          </w:p>
        </w:tc>
        <w:tc>
          <w:tcPr>
            <w:tcW w:w="7557" w:type="dxa"/>
          </w:tcPr>
          <w:p w14:paraId="7A2BC00A" w14:textId="77777777" w:rsidR="00900772" w:rsidRPr="00F95990" w:rsidRDefault="00900772" w:rsidP="009353EF">
            <w:r w:rsidRPr="00F95990">
              <w:t>Processes FLOATING_LIMIT notifications</w:t>
            </w:r>
          </w:p>
        </w:tc>
      </w:tr>
      <w:tr w:rsidR="00900772" w:rsidRPr="00F95990" w14:paraId="25DACE58" w14:textId="77777777" w:rsidTr="005B72AB">
        <w:tc>
          <w:tcPr>
            <w:tcW w:w="477" w:type="dxa"/>
          </w:tcPr>
          <w:p w14:paraId="0E4B132B" w14:textId="77777777" w:rsidR="00900772" w:rsidRPr="00F95990" w:rsidRDefault="00900772" w:rsidP="009353EF">
            <w:pPr>
              <w:jc w:val="center"/>
            </w:pPr>
          </w:p>
        </w:tc>
        <w:tc>
          <w:tcPr>
            <w:tcW w:w="966" w:type="dxa"/>
          </w:tcPr>
          <w:p w14:paraId="712B008E" w14:textId="77777777" w:rsidR="00900772" w:rsidRPr="00F95990" w:rsidRDefault="00900772" w:rsidP="009353EF">
            <w:pPr>
              <w:jc w:val="center"/>
            </w:pPr>
            <w:r w:rsidRPr="00F95990">
              <w:t>R</w:t>
            </w:r>
          </w:p>
        </w:tc>
        <w:tc>
          <w:tcPr>
            <w:tcW w:w="7557" w:type="dxa"/>
          </w:tcPr>
          <w:p w14:paraId="19C140AC" w14:textId="77777777" w:rsidR="00900772" w:rsidRPr="00F95990" w:rsidRDefault="00900772" w:rsidP="009353EF">
            <w:r w:rsidRPr="00F95990">
              <w:t>Processes OUT_OF_RANGE notifications</w:t>
            </w:r>
          </w:p>
        </w:tc>
      </w:tr>
      <w:tr w:rsidR="00900772" w:rsidRPr="00F95990" w14:paraId="5D5CEEE6" w14:textId="77777777" w:rsidTr="005B72AB">
        <w:tc>
          <w:tcPr>
            <w:tcW w:w="477" w:type="dxa"/>
          </w:tcPr>
          <w:p w14:paraId="562AC0DD" w14:textId="77777777" w:rsidR="00900772" w:rsidRPr="00F95990" w:rsidRDefault="00900772" w:rsidP="00255932">
            <w:pPr>
              <w:jc w:val="center"/>
            </w:pPr>
          </w:p>
        </w:tc>
        <w:tc>
          <w:tcPr>
            <w:tcW w:w="966" w:type="dxa"/>
          </w:tcPr>
          <w:p w14:paraId="4135AF48" w14:textId="77777777" w:rsidR="00900772" w:rsidRPr="00F95990" w:rsidRDefault="00900772" w:rsidP="00255932">
            <w:pPr>
              <w:jc w:val="center"/>
            </w:pPr>
            <w:r w:rsidRPr="00F95990">
              <w:t>R</w:t>
            </w:r>
          </w:p>
        </w:tc>
        <w:tc>
          <w:tcPr>
            <w:tcW w:w="7557" w:type="dxa"/>
          </w:tcPr>
          <w:p w14:paraId="4392448F" w14:textId="77777777" w:rsidR="00900772" w:rsidRPr="00F95990" w:rsidRDefault="00900772" w:rsidP="00BE72D4">
            <w:r w:rsidRPr="00F95990">
              <w:t xml:space="preserve">Processes </w:t>
            </w:r>
            <w:r>
              <w:t>UNSIGNED</w:t>
            </w:r>
            <w:r w:rsidRPr="00F95990">
              <w:t>_RANGE notifications</w:t>
            </w:r>
          </w:p>
        </w:tc>
      </w:tr>
      <w:tr w:rsidR="00900772" w:rsidRPr="00F95990" w14:paraId="1CBB7126" w14:textId="77777777" w:rsidTr="005B72AB">
        <w:tc>
          <w:tcPr>
            <w:tcW w:w="477" w:type="dxa"/>
          </w:tcPr>
          <w:p w14:paraId="5145DC4C" w14:textId="77777777" w:rsidR="00900772" w:rsidRPr="00F95990" w:rsidRDefault="00900772" w:rsidP="009353EF">
            <w:pPr>
              <w:jc w:val="center"/>
            </w:pPr>
          </w:p>
        </w:tc>
        <w:tc>
          <w:tcPr>
            <w:tcW w:w="966" w:type="dxa"/>
          </w:tcPr>
          <w:p w14:paraId="00213B49" w14:textId="77777777" w:rsidR="00900772" w:rsidRPr="00F95990" w:rsidRDefault="00900772" w:rsidP="009353EF">
            <w:pPr>
              <w:jc w:val="center"/>
            </w:pPr>
            <w:r w:rsidRPr="00F95990">
              <w:t>R</w:t>
            </w:r>
          </w:p>
        </w:tc>
        <w:tc>
          <w:tcPr>
            <w:tcW w:w="7557" w:type="dxa"/>
          </w:tcPr>
          <w:p w14:paraId="15EC13AC" w14:textId="77777777" w:rsidR="00900772" w:rsidRPr="00F95990" w:rsidRDefault="00900772" w:rsidP="00B406A2">
            <w:r w:rsidRPr="00F95990">
              <w:t>Processes notifications</w:t>
            </w:r>
            <w:r w:rsidR="00B406A2">
              <w:t xml:space="preserve"> that convey a proprietary Event Type</w:t>
            </w:r>
          </w:p>
        </w:tc>
      </w:tr>
      <w:tr w:rsidR="00900772" w:rsidRPr="00F95990" w14:paraId="2EC1D6AB" w14:textId="77777777" w:rsidTr="005B72AB">
        <w:tc>
          <w:tcPr>
            <w:tcW w:w="477" w:type="dxa"/>
          </w:tcPr>
          <w:p w14:paraId="5DF08178" w14:textId="77777777" w:rsidR="00900772" w:rsidRPr="00F95990" w:rsidRDefault="00900772" w:rsidP="009353EF">
            <w:pPr>
              <w:jc w:val="center"/>
            </w:pPr>
          </w:p>
        </w:tc>
        <w:tc>
          <w:tcPr>
            <w:tcW w:w="966" w:type="dxa"/>
          </w:tcPr>
          <w:p w14:paraId="6EA3D3A0" w14:textId="77777777" w:rsidR="00900772" w:rsidRPr="00F95990" w:rsidRDefault="00900772" w:rsidP="009353EF">
            <w:pPr>
              <w:jc w:val="center"/>
            </w:pPr>
            <w:r w:rsidRPr="00F95990">
              <w:t>R</w:t>
            </w:r>
          </w:p>
        </w:tc>
        <w:tc>
          <w:tcPr>
            <w:tcW w:w="7557" w:type="dxa"/>
          </w:tcPr>
          <w:p w14:paraId="1DFA84B5" w14:textId="77777777" w:rsidR="00900772" w:rsidRPr="00F95990" w:rsidRDefault="00900772" w:rsidP="009353EF">
            <w:r w:rsidRPr="00F95990">
              <w:t>Processes event notifications with timestamps of the BACnetDateTime form</w:t>
            </w:r>
          </w:p>
        </w:tc>
      </w:tr>
      <w:tr w:rsidR="00900772" w:rsidRPr="00F95990" w14:paraId="25FE00E1" w14:textId="77777777" w:rsidTr="005B72AB">
        <w:tc>
          <w:tcPr>
            <w:tcW w:w="477" w:type="dxa"/>
          </w:tcPr>
          <w:p w14:paraId="5D551976" w14:textId="77777777" w:rsidR="00900772" w:rsidRPr="00F95990" w:rsidRDefault="00900772" w:rsidP="009353EF">
            <w:pPr>
              <w:jc w:val="center"/>
            </w:pPr>
          </w:p>
        </w:tc>
        <w:tc>
          <w:tcPr>
            <w:tcW w:w="966" w:type="dxa"/>
          </w:tcPr>
          <w:p w14:paraId="24BEBEAD" w14:textId="77777777" w:rsidR="00900772" w:rsidRPr="00F95990" w:rsidRDefault="00900772" w:rsidP="009353EF">
            <w:pPr>
              <w:jc w:val="center"/>
            </w:pPr>
            <w:r w:rsidRPr="00F95990">
              <w:t>R</w:t>
            </w:r>
          </w:p>
        </w:tc>
        <w:tc>
          <w:tcPr>
            <w:tcW w:w="7557" w:type="dxa"/>
          </w:tcPr>
          <w:p w14:paraId="44A5C186" w14:textId="77777777" w:rsidR="00900772" w:rsidRPr="00F95990" w:rsidRDefault="00900772" w:rsidP="009353EF">
            <w:r w:rsidRPr="00F95990">
              <w:t>Processes event notifications with timestamps of the Time form</w:t>
            </w:r>
          </w:p>
        </w:tc>
      </w:tr>
      <w:tr w:rsidR="00900772" w:rsidRPr="00F95990" w14:paraId="5946C2E2" w14:textId="77777777" w:rsidTr="005B72AB">
        <w:tc>
          <w:tcPr>
            <w:tcW w:w="477" w:type="dxa"/>
          </w:tcPr>
          <w:p w14:paraId="1C74915B" w14:textId="77777777" w:rsidR="00900772" w:rsidRPr="00F95990" w:rsidRDefault="00900772" w:rsidP="009353EF">
            <w:pPr>
              <w:jc w:val="center"/>
            </w:pPr>
          </w:p>
        </w:tc>
        <w:tc>
          <w:tcPr>
            <w:tcW w:w="966" w:type="dxa"/>
          </w:tcPr>
          <w:p w14:paraId="3EF90CD3" w14:textId="77777777" w:rsidR="00900772" w:rsidRPr="00F95990" w:rsidRDefault="00900772" w:rsidP="009353EF">
            <w:pPr>
              <w:jc w:val="center"/>
            </w:pPr>
            <w:r w:rsidRPr="00F95990">
              <w:t>R</w:t>
            </w:r>
          </w:p>
        </w:tc>
        <w:tc>
          <w:tcPr>
            <w:tcW w:w="7557" w:type="dxa"/>
          </w:tcPr>
          <w:p w14:paraId="736DE067" w14:textId="77777777" w:rsidR="00900772" w:rsidRPr="00F95990" w:rsidRDefault="00900772" w:rsidP="009353EF">
            <w:r w:rsidRPr="00F95990">
              <w:t>Processes event notifications with timestamps of the Sequence Number form</w:t>
            </w:r>
          </w:p>
        </w:tc>
      </w:tr>
      <w:tr w:rsidR="00B406A2" w:rsidRPr="00F95990" w14:paraId="488A140E" w14:textId="77777777" w:rsidTr="005B72AB">
        <w:tc>
          <w:tcPr>
            <w:tcW w:w="477" w:type="dxa"/>
          </w:tcPr>
          <w:p w14:paraId="0AAF2E7F" w14:textId="77777777" w:rsidR="00B406A2" w:rsidRPr="00F95990" w:rsidRDefault="00B406A2" w:rsidP="009353EF">
            <w:pPr>
              <w:jc w:val="center"/>
            </w:pPr>
          </w:p>
        </w:tc>
        <w:tc>
          <w:tcPr>
            <w:tcW w:w="966" w:type="dxa"/>
          </w:tcPr>
          <w:p w14:paraId="7D97822B" w14:textId="77777777" w:rsidR="00B406A2" w:rsidRPr="00F95990" w:rsidRDefault="00B406A2" w:rsidP="009353EF">
            <w:pPr>
              <w:jc w:val="center"/>
            </w:pPr>
            <w:r>
              <w:t>R</w:t>
            </w:r>
          </w:p>
        </w:tc>
        <w:tc>
          <w:tcPr>
            <w:tcW w:w="7557" w:type="dxa"/>
          </w:tcPr>
          <w:p w14:paraId="3869A920" w14:textId="77777777" w:rsidR="00B406A2" w:rsidRPr="00F95990" w:rsidRDefault="000D268B" w:rsidP="009353EF">
            <w:r>
              <w:t>Processes EXTENDED notifications that convey a proprietary set of Event Values</w:t>
            </w:r>
          </w:p>
        </w:tc>
      </w:tr>
      <w:tr w:rsidR="00DE34D8" w:rsidRPr="00B528CD" w14:paraId="660B4A06" w14:textId="77777777" w:rsidTr="005B72AB">
        <w:tc>
          <w:tcPr>
            <w:tcW w:w="477" w:type="dxa"/>
          </w:tcPr>
          <w:p w14:paraId="74303859" w14:textId="77777777" w:rsidR="00DE34D8" w:rsidRPr="00B528CD" w:rsidRDefault="00DE34D8" w:rsidP="00070FE8">
            <w:pPr>
              <w:jc w:val="center"/>
              <w:rPr>
                <w:lang w:val="en-CA"/>
              </w:rPr>
            </w:pPr>
          </w:p>
        </w:tc>
        <w:tc>
          <w:tcPr>
            <w:tcW w:w="966" w:type="dxa"/>
          </w:tcPr>
          <w:p w14:paraId="78EE914F" w14:textId="77777777" w:rsidR="00DE34D8" w:rsidRPr="00B528CD" w:rsidRDefault="00DE34D8" w:rsidP="00070FE8">
            <w:pPr>
              <w:jc w:val="center"/>
              <w:rPr>
                <w:lang w:val="en-CA"/>
              </w:rPr>
            </w:pPr>
            <w:r w:rsidRPr="00B528CD">
              <w:rPr>
                <w:lang w:val="en-CA"/>
              </w:rPr>
              <w:t>R</w:t>
            </w:r>
            <w:r w:rsidR="008156C6" w:rsidRPr="008156C6">
              <w:rPr>
                <w:vertAlign w:val="superscript"/>
                <w:lang w:val="en-CA"/>
              </w:rPr>
              <w:t>1</w:t>
            </w:r>
          </w:p>
        </w:tc>
        <w:tc>
          <w:tcPr>
            <w:tcW w:w="7557" w:type="dxa"/>
          </w:tcPr>
          <w:p w14:paraId="734981F3" w14:textId="77777777" w:rsidR="00DE34D8" w:rsidRPr="00B528CD" w:rsidRDefault="00DE34D8" w:rsidP="00DE34D8">
            <w:pPr>
              <w:rPr>
                <w:szCs w:val="20"/>
                <w:lang w:val="en-CA"/>
              </w:rPr>
            </w:pPr>
            <w:r w:rsidRPr="00B528CD">
              <w:rPr>
                <w:szCs w:val="20"/>
                <w:lang w:val="en-CA"/>
              </w:rPr>
              <w:t xml:space="preserve">Processes </w:t>
            </w:r>
            <w:r>
              <w:rPr>
                <w:szCs w:val="20"/>
                <w:lang w:val="en-CA"/>
              </w:rPr>
              <w:t>DOUBLE_OUT_OF_RANGE</w:t>
            </w:r>
            <w:r w:rsidRPr="00B528CD">
              <w:rPr>
                <w:szCs w:val="20"/>
                <w:lang w:val="en-CA"/>
              </w:rPr>
              <w:t xml:space="preserve"> notifications</w:t>
            </w:r>
          </w:p>
        </w:tc>
      </w:tr>
      <w:tr w:rsidR="00DE34D8" w:rsidRPr="00B528CD" w14:paraId="12D511DE" w14:textId="77777777" w:rsidTr="005B72AB">
        <w:tc>
          <w:tcPr>
            <w:tcW w:w="477" w:type="dxa"/>
          </w:tcPr>
          <w:p w14:paraId="5A23C708" w14:textId="77777777" w:rsidR="00DE34D8" w:rsidRPr="00B528CD" w:rsidRDefault="00DE34D8" w:rsidP="00070FE8">
            <w:pPr>
              <w:jc w:val="center"/>
              <w:rPr>
                <w:lang w:val="en-CA"/>
              </w:rPr>
            </w:pPr>
          </w:p>
        </w:tc>
        <w:tc>
          <w:tcPr>
            <w:tcW w:w="966" w:type="dxa"/>
          </w:tcPr>
          <w:p w14:paraId="29976B9A" w14:textId="77777777" w:rsidR="00DE34D8" w:rsidRPr="00B528CD" w:rsidRDefault="00DE34D8" w:rsidP="00070FE8">
            <w:pPr>
              <w:jc w:val="center"/>
              <w:rPr>
                <w:lang w:val="en-CA"/>
              </w:rPr>
            </w:pPr>
            <w:r w:rsidRPr="00B528CD">
              <w:rPr>
                <w:lang w:val="en-CA"/>
              </w:rPr>
              <w:t>R</w:t>
            </w:r>
            <w:r w:rsidR="008156C6" w:rsidRPr="008E49EE">
              <w:rPr>
                <w:vertAlign w:val="superscript"/>
                <w:lang w:val="en-CA"/>
              </w:rPr>
              <w:t>1</w:t>
            </w:r>
          </w:p>
        </w:tc>
        <w:tc>
          <w:tcPr>
            <w:tcW w:w="7557" w:type="dxa"/>
          </w:tcPr>
          <w:p w14:paraId="3107C9CA" w14:textId="77777777" w:rsidR="00DE34D8" w:rsidRPr="00B528CD" w:rsidRDefault="00DE34D8" w:rsidP="00DE34D8">
            <w:pPr>
              <w:rPr>
                <w:szCs w:val="20"/>
                <w:lang w:val="en-CA"/>
              </w:rPr>
            </w:pPr>
            <w:r w:rsidRPr="00B528CD">
              <w:rPr>
                <w:szCs w:val="20"/>
                <w:lang w:val="en-CA"/>
              </w:rPr>
              <w:t xml:space="preserve">Processes </w:t>
            </w:r>
            <w:r>
              <w:rPr>
                <w:szCs w:val="20"/>
                <w:lang w:val="en-CA"/>
              </w:rPr>
              <w:t>SIGNED_OUT_OF_RANGE</w:t>
            </w:r>
            <w:r w:rsidRPr="00B528CD">
              <w:rPr>
                <w:szCs w:val="20"/>
                <w:lang w:val="en-CA"/>
              </w:rPr>
              <w:t xml:space="preserve"> notifications</w:t>
            </w:r>
          </w:p>
        </w:tc>
      </w:tr>
      <w:tr w:rsidR="00DE34D8" w:rsidRPr="00B528CD" w14:paraId="659BB2D4" w14:textId="77777777" w:rsidTr="005B72AB">
        <w:tc>
          <w:tcPr>
            <w:tcW w:w="477" w:type="dxa"/>
          </w:tcPr>
          <w:p w14:paraId="131B3011" w14:textId="77777777" w:rsidR="00DE34D8" w:rsidRPr="00B528CD" w:rsidRDefault="00DE34D8" w:rsidP="00070FE8">
            <w:pPr>
              <w:jc w:val="center"/>
              <w:rPr>
                <w:lang w:val="en-CA"/>
              </w:rPr>
            </w:pPr>
          </w:p>
        </w:tc>
        <w:tc>
          <w:tcPr>
            <w:tcW w:w="966" w:type="dxa"/>
          </w:tcPr>
          <w:p w14:paraId="150FBB6B" w14:textId="77777777" w:rsidR="00DE34D8" w:rsidRPr="00B528CD" w:rsidRDefault="00DE34D8" w:rsidP="00070FE8">
            <w:pPr>
              <w:jc w:val="center"/>
              <w:rPr>
                <w:lang w:val="en-CA"/>
              </w:rPr>
            </w:pPr>
            <w:r w:rsidRPr="00B528CD">
              <w:rPr>
                <w:lang w:val="en-CA"/>
              </w:rPr>
              <w:t>R</w:t>
            </w:r>
            <w:r w:rsidR="008156C6" w:rsidRPr="008E49EE">
              <w:rPr>
                <w:vertAlign w:val="superscript"/>
                <w:lang w:val="en-CA"/>
              </w:rPr>
              <w:t>1</w:t>
            </w:r>
          </w:p>
        </w:tc>
        <w:tc>
          <w:tcPr>
            <w:tcW w:w="7557" w:type="dxa"/>
          </w:tcPr>
          <w:p w14:paraId="1795B70A" w14:textId="77777777" w:rsidR="00DE34D8" w:rsidRPr="00B528CD" w:rsidRDefault="00DE34D8" w:rsidP="00DE34D8">
            <w:pPr>
              <w:rPr>
                <w:szCs w:val="20"/>
                <w:lang w:val="en-CA"/>
              </w:rPr>
            </w:pPr>
            <w:r w:rsidRPr="00B528CD">
              <w:rPr>
                <w:szCs w:val="20"/>
                <w:lang w:val="en-CA"/>
              </w:rPr>
              <w:t xml:space="preserve">Processes </w:t>
            </w:r>
            <w:r>
              <w:rPr>
                <w:szCs w:val="20"/>
                <w:lang w:val="en-CA"/>
              </w:rPr>
              <w:t>UNSIGNED_OUT_OF_RANGE</w:t>
            </w:r>
            <w:r w:rsidRPr="00B528CD">
              <w:rPr>
                <w:szCs w:val="20"/>
                <w:lang w:val="en-CA"/>
              </w:rPr>
              <w:t xml:space="preserve"> notifications</w:t>
            </w:r>
          </w:p>
        </w:tc>
      </w:tr>
      <w:tr w:rsidR="00D44DAD" w:rsidRPr="00B528CD" w14:paraId="4A8FB7CE" w14:textId="77777777" w:rsidTr="005B72AB">
        <w:tc>
          <w:tcPr>
            <w:tcW w:w="477" w:type="dxa"/>
          </w:tcPr>
          <w:p w14:paraId="212851B3" w14:textId="77777777" w:rsidR="00D44DAD" w:rsidRPr="00B528CD" w:rsidRDefault="00D44DAD" w:rsidP="00893C2A">
            <w:pPr>
              <w:jc w:val="center"/>
              <w:rPr>
                <w:lang w:val="en-CA"/>
              </w:rPr>
            </w:pPr>
          </w:p>
        </w:tc>
        <w:tc>
          <w:tcPr>
            <w:tcW w:w="966" w:type="dxa"/>
          </w:tcPr>
          <w:p w14:paraId="22D2FBF9" w14:textId="77777777" w:rsidR="00D44DAD" w:rsidRPr="00B528CD" w:rsidRDefault="00D44DAD" w:rsidP="00893C2A">
            <w:pPr>
              <w:jc w:val="center"/>
              <w:rPr>
                <w:lang w:val="en-CA"/>
              </w:rPr>
            </w:pPr>
            <w:r w:rsidRPr="00B528CD">
              <w:rPr>
                <w:lang w:val="en-CA"/>
              </w:rPr>
              <w:t>R</w:t>
            </w:r>
            <w:r w:rsidR="008156C6" w:rsidRPr="008E49EE">
              <w:rPr>
                <w:vertAlign w:val="superscript"/>
                <w:lang w:val="en-CA"/>
              </w:rPr>
              <w:t>1</w:t>
            </w:r>
          </w:p>
        </w:tc>
        <w:tc>
          <w:tcPr>
            <w:tcW w:w="7557" w:type="dxa"/>
          </w:tcPr>
          <w:p w14:paraId="13193EED" w14:textId="77777777" w:rsidR="00D44DAD" w:rsidRPr="00B528CD" w:rsidRDefault="00D44DAD" w:rsidP="00893C2A">
            <w:pPr>
              <w:rPr>
                <w:szCs w:val="20"/>
                <w:lang w:val="en-CA"/>
              </w:rPr>
            </w:pPr>
            <w:r w:rsidRPr="00B528CD">
              <w:rPr>
                <w:szCs w:val="20"/>
                <w:lang w:val="en-CA"/>
              </w:rPr>
              <w:t xml:space="preserve">Processes </w:t>
            </w:r>
            <w:r>
              <w:rPr>
                <w:szCs w:val="20"/>
                <w:lang w:val="en-CA"/>
              </w:rPr>
              <w:t>CHANGE_OF_CHARACTERSTRING</w:t>
            </w:r>
            <w:r w:rsidRPr="00B528CD">
              <w:rPr>
                <w:szCs w:val="20"/>
                <w:lang w:val="en-CA"/>
              </w:rPr>
              <w:t xml:space="preserve"> notifications</w:t>
            </w:r>
          </w:p>
        </w:tc>
      </w:tr>
      <w:tr w:rsidR="001B1259" w:rsidRPr="00B528CD" w14:paraId="1A73714D" w14:textId="77777777" w:rsidTr="005B72AB">
        <w:tc>
          <w:tcPr>
            <w:tcW w:w="477" w:type="dxa"/>
          </w:tcPr>
          <w:p w14:paraId="068B2C09" w14:textId="77777777" w:rsidR="001B1259" w:rsidRPr="00B528CD" w:rsidRDefault="001B1259" w:rsidP="00070FE8">
            <w:pPr>
              <w:jc w:val="center"/>
              <w:rPr>
                <w:lang w:val="en-CA"/>
              </w:rPr>
            </w:pPr>
          </w:p>
        </w:tc>
        <w:tc>
          <w:tcPr>
            <w:tcW w:w="966" w:type="dxa"/>
          </w:tcPr>
          <w:p w14:paraId="242512B6" w14:textId="77777777" w:rsidR="001B1259" w:rsidRPr="00B528CD" w:rsidRDefault="001B1259" w:rsidP="008156C6">
            <w:pPr>
              <w:jc w:val="center"/>
              <w:rPr>
                <w:lang w:val="en-CA"/>
              </w:rPr>
            </w:pPr>
            <w:r w:rsidRPr="00B528CD">
              <w:rPr>
                <w:lang w:val="en-CA"/>
              </w:rPr>
              <w:t>R</w:t>
            </w:r>
            <w:r w:rsidR="008156C6">
              <w:rPr>
                <w:vertAlign w:val="superscript"/>
                <w:lang w:val="en-CA"/>
              </w:rPr>
              <w:t>2</w:t>
            </w:r>
          </w:p>
        </w:tc>
        <w:tc>
          <w:tcPr>
            <w:tcW w:w="7557" w:type="dxa"/>
          </w:tcPr>
          <w:p w14:paraId="3D4BA7DC" w14:textId="77777777" w:rsidR="001B1259" w:rsidRPr="00B528CD" w:rsidRDefault="001B1259" w:rsidP="001B1259">
            <w:pPr>
              <w:rPr>
                <w:szCs w:val="20"/>
                <w:lang w:val="en-CA"/>
              </w:rPr>
            </w:pPr>
            <w:r w:rsidRPr="00B528CD">
              <w:rPr>
                <w:szCs w:val="20"/>
                <w:lang w:val="en-CA"/>
              </w:rPr>
              <w:t xml:space="preserve">Processes </w:t>
            </w:r>
            <w:r>
              <w:rPr>
                <w:szCs w:val="20"/>
                <w:lang w:val="en-CA"/>
              </w:rPr>
              <w:t>CHANGE_OF_STATUS_FLAGS</w:t>
            </w:r>
            <w:r w:rsidRPr="00B528CD">
              <w:rPr>
                <w:szCs w:val="20"/>
                <w:lang w:val="en-CA"/>
              </w:rPr>
              <w:t xml:space="preserve"> notifications</w:t>
            </w:r>
          </w:p>
        </w:tc>
      </w:tr>
      <w:tr w:rsidR="001B1259" w:rsidRPr="00B528CD" w14:paraId="7B8EE770" w14:textId="77777777" w:rsidTr="005B72AB">
        <w:tc>
          <w:tcPr>
            <w:tcW w:w="477" w:type="dxa"/>
          </w:tcPr>
          <w:p w14:paraId="59CE4A4C" w14:textId="77777777" w:rsidR="001B1259" w:rsidRPr="00B528CD" w:rsidRDefault="001B1259" w:rsidP="00070FE8">
            <w:pPr>
              <w:jc w:val="center"/>
              <w:rPr>
                <w:lang w:val="en-CA"/>
              </w:rPr>
            </w:pPr>
          </w:p>
        </w:tc>
        <w:tc>
          <w:tcPr>
            <w:tcW w:w="966" w:type="dxa"/>
          </w:tcPr>
          <w:p w14:paraId="5A052FB5" w14:textId="77777777" w:rsidR="001B1259" w:rsidRPr="00B528CD" w:rsidRDefault="001B1259" w:rsidP="008156C6">
            <w:pPr>
              <w:jc w:val="center"/>
              <w:rPr>
                <w:lang w:val="en-CA"/>
              </w:rPr>
            </w:pPr>
            <w:r w:rsidRPr="00B528CD">
              <w:rPr>
                <w:lang w:val="en-CA"/>
              </w:rPr>
              <w:t>R</w:t>
            </w:r>
            <w:r w:rsidR="008156C6">
              <w:rPr>
                <w:vertAlign w:val="superscript"/>
                <w:lang w:val="en-CA"/>
              </w:rPr>
              <w:t>3</w:t>
            </w:r>
          </w:p>
        </w:tc>
        <w:tc>
          <w:tcPr>
            <w:tcW w:w="7557" w:type="dxa"/>
          </w:tcPr>
          <w:p w14:paraId="14041463" w14:textId="77777777" w:rsidR="001B1259" w:rsidRPr="00B528CD" w:rsidRDefault="001B1259" w:rsidP="001B1259">
            <w:pPr>
              <w:rPr>
                <w:szCs w:val="20"/>
                <w:lang w:val="en-CA"/>
              </w:rPr>
            </w:pPr>
            <w:r w:rsidRPr="00B528CD">
              <w:rPr>
                <w:szCs w:val="20"/>
                <w:lang w:val="en-CA"/>
              </w:rPr>
              <w:t xml:space="preserve">Processes </w:t>
            </w:r>
            <w:r>
              <w:rPr>
                <w:szCs w:val="20"/>
                <w:lang w:val="en-CA"/>
              </w:rPr>
              <w:t>CHANGE_OF_RELIABILITY</w:t>
            </w:r>
            <w:r w:rsidRPr="00B528CD">
              <w:rPr>
                <w:szCs w:val="20"/>
                <w:lang w:val="en-CA"/>
              </w:rPr>
              <w:t xml:space="preserve"> notifications</w:t>
            </w:r>
          </w:p>
        </w:tc>
      </w:tr>
      <w:tr w:rsidR="00B2207F" w:rsidRPr="00F95990" w14:paraId="5D7CD5E2" w14:textId="77777777" w:rsidTr="005B72AB">
        <w:tc>
          <w:tcPr>
            <w:tcW w:w="477" w:type="dxa"/>
          </w:tcPr>
          <w:p w14:paraId="3451ACD9" w14:textId="77777777" w:rsidR="00B2207F" w:rsidRPr="00F95990" w:rsidRDefault="00B2207F" w:rsidP="00B2207F">
            <w:pPr>
              <w:jc w:val="center"/>
            </w:pPr>
          </w:p>
        </w:tc>
        <w:tc>
          <w:tcPr>
            <w:tcW w:w="966" w:type="dxa"/>
          </w:tcPr>
          <w:p w14:paraId="3C60CFBB" w14:textId="77777777" w:rsidR="00B2207F" w:rsidRDefault="00B2207F" w:rsidP="00B2207F">
            <w:pPr>
              <w:jc w:val="center"/>
            </w:pPr>
            <w:r>
              <w:t>R</w:t>
            </w:r>
            <w:r w:rsidRPr="00FB1FB6">
              <w:rPr>
                <w:vertAlign w:val="superscript"/>
              </w:rPr>
              <w:t>4</w:t>
            </w:r>
          </w:p>
        </w:tc>
        <w:tc>
          <w:tcPr>
            <w:tcW w:w="7557" w:type="dxa"/>
          </w:tcPr>
          <w:p w14:paraId="690E1D09" w14:textId="77777777" w:rsidR="00B2207F" w:rsidRDefault="00B2207F" w:rsidP="00B2207F">
            <w:r>
              <w:t>Processes CHANGE_OF_DISCRETE_VALUE</w:t>
            </w:r>
            <w:r w:rsidR="002C6B86">
              <w:t xml:space="preserve"> notifications</w:t>
            </w:r>
          </w:p>
        </w:tc>
      </w:tr>
      <w:tr w:rsidR="00B2207F" w:rsidRPr="00F95990" w14:paraId="3C7A8C7E" w14:textId="77777777" w:rsidTr="005B72AB">
        <w:tc>
          <w:tcPr>
            <w:tcW w:w="477" w:type="dxa"/>
          </w:tcPr>
          <w:p w14:paraId="1926235C" w14:textId="77777777" w:rsidR="00B2207F" w:rsidRPr="00F95990" w:rsidRDefault="00B2207F" w:rsidP="00B2207F">
            <w:pPr>
              <w:jc w:val="center"/>
            </w:pPr>
          </w:p>
        </w:tc>
        <w:tc>
          <w:tcPr>
            <w:tcW w:w="966" w:type="dxa"/>
          </w:tcPr>
          <w:p w14:paraId="6727353F" w14:textId="77777777" w:rsidR="00B2207F" w:rsidRDefault="00B2207F" w:rsidP="00B2207F">
            <w:pPr>
              <w:jc w:val="center"/>
            </w:pPr>
            <w:r>
              <w:t>R</w:t>
            </w:r>
            <w:r w:rsidR="00F10937">
              <w:rPr>
                <w:vertAlign w:val="superscript"/>
              </w:rPr>
              <w:t>5</w:t>
            </w:r>
          </w:p>
        </w:tc>
        <w:tc>
          <w:tcPr>
            <w:tcW w:w="7557" w:type="dxa"/>
          </w:tcPr>
          <w:p w14:paraId="66328DE6" w14:textId="77777777" w:rsidR="00B2207F" w:rsidRDefault="00B2207F" w:rsidP="00B2207F">
            <w:r>
              <w:t>Processes CHANGE_OF_TIMER</w:t>
            </w:r>
            <w:r w:rsidR="002C6B86">
              <w:t xml:space="preserve"> notifications</w:t>
            </w:r>
          </w:p>
        </w:tc>
      </w:tr>
      <w:tr w:rsidR="004C00C7" w:rsidRPr="00B528CD" w14:paraId="7EC57C7C" w14:textId="77777777" w:rsidTr="005B72AB">
        <w:tc>
          <w:tcPr>
            <w:tcW w:w="477" w:type="dxa"/>
            <w:tcBorders>
              <w:top w:val="single" w:sz="4" w:space="0" w:color="auto"/>
              <w:left w:val="single" w:sz="4" w:space="0" w:color="auto"/>
              <w:bottom w:val="single" w:sz="4" w:space="0" w:color="auto"/>
              <w:right w:val="single" w:sz="4" w:space="0" w:color="auto"/>
            </w:tcBorders>
          </w:tcPr>
          <w:p w14:paraId="446C92BE" w14:textId="77777777" w:rsidR="004C00C7" w:rsidRPr="004C00C7" w:rsidRDefault="004C00C7" w:rsidP="00394583">
            <w:pPr>
              <w:jc w:val="center"/>
            </w:pPr>
          </w:p>
        </w:tc>
        <w:tc>
          <w:tcPr>
            <w:tcW w:w="966" w:type="dxa"/>
            <w:tcBorders>
              <w:top w:val="single" w:sz="4" w:space="0" w:color="auto"/>
              <w:left w:val="single" w:sz="4" w:space="0" w:color="auto"/>
              <w:bottom w:val="single" w:sz="4" w:space="0" w:color="auto"/>
              <w:right w:val="single" w:sz="4" w:space="0" w:color="auto"/>
            </w:tcBorders>
          </w:tcPr>
          <w:p w14:paraId="14465C1E" w14:textId="77777777" w:rsidR="004C00C7" w:rsidRPr="004C00C7" w:rsidRDefault="004C00C7" w:rsidP="00394583">
            <w:pPr>
              <w:jc w:val="center"/>
            </w:pPr>
            <w:r w:rsidRPr="004C00C7">
              <w:t>R</w:t>
            </w:r>
            <w:r w:rsidRPr="009F2C28">
              <w:rPr>
                <w:vertAlign w:val="superscript"/>
              </w:rPr>
              <w:t>4</w:t>
            </w:r>
          </w:p>
        </w:tc>
        <w:tc>
          <w:tcPr>
            <w:tcW w:w="7557" w:type="dxa"/>
            <w:tcBorders>
              <w:top w:val="single" w:sz="4" w:space="0" w:color="auto"/>
              <w:left w:val="single" w:sz="4" w:space="0" w:color="auto"/>
              <w:bottom w:val="single" w:sz="4" w:space="0" w:color="auto"/>
              <w:right w:val="single" w:sz="4" w:space="0" w:color="auto"/>
            </w:tcBorders>
          </w:tcPr>
          <w:p w14:paraId="6A489D3F" w14:textId="77777777" w:rsidR="004C00C7" w:rsidRPr="004C00C7" w:rsidRDefault="004C00C7" w:rsidP="00394583">
            <w:r w:rsidRPr="004C00C7">
              <w:t>Processes CHANGE_OF_RELIABILITY</w:t>
            </w:r>
            <w:r w:rsidR="00BE2E97">
              <w:t xml:space="preserve"> </w:t>
            </w:r>
            <w:r w:rsidRPr="004C00C7">
              <w:t>- FAULT_OUT_OF_RANGE notifications</w:t>
            </w:r>
          </w:p>
        </w:tc>
      </w:tr>
      <w:tr w:rsidR="006B161E" w:rsidRPr="00F95990" w14:paraId="3AB6DC03" w14:textId="77777777" w:rsidTr="005B72AB">
        <w:tc>
          <w:tcPr>
            <w:tcW w:w="477" w:type="dxa"/>
          </w:tcPr>
          <w:p w14:paraId="794591E3" w14:textId="77777777" w:rsidR="006B161E" w:rsidRPr="00F95990" w:rsidRDefault="006B161E" w:rsidP="003900CA">
            <w:pPr>
              <w:jc w:val="center"/>
            </w:pPr>
          </w:p>
        </w:tc>
        <w:tc>
          <w:tcPr>
            <w:tcW w:w="966" w:type="dxa"/>
          </w:tcPr>
          <w:p w14:paraId="7CFAA095" w14:textId="77777777" w:rsidR="006B161E" w:rsidRPr="00F95990" w:rsidRDefault="006B161E" w:rsidP="003900CA">
            <w:pPr>
              <w:jc w:val="center"/>
            </w:pPr>
            <w:r>
              <w:t>O</w:t>
            </w:r>
          </w:p>
        </w:tc>
        <w:tc>
          <w:tcPr>
            <w:tcW w:w="7557" w:type="dxa"/>
          </w:tcPr>
          <w:p w14:paraId="35EF5C5B" w14:textId="77777777" w:rsidR="006B161E" w:rsidRPr="00F95990" w:rsidRDefault="006B161E" w:rsidP="003900CA">
            <w:r>
              <w:t>Processes CHANGE_OF_LIFE_SAFETY</w:t>
            </w:r>
            <w:r w:rsidR="002C6B86">
              <w:t xml:space="preserve"> notifications</w:t>
            </w:r>
          </w:p>
        </w:tc>
      </w:tr>
      <w:tr w:rsidR="006B161E" w:rsidRPr="00F95990" w14:paraId="530C4901" w14:textId="77777777" w:rsidTr="005B72AB">
        <w:tc>
          <w:tcPr>
            <w:tcW w:w="477" w:type="dxa"/>
          </w:tcPr>
          <w:p w14:paraId="14232779" w14:textId="77777777" w:rsidR="006B161E" w:rsidRPr="00F95990" w:rsidRDefault="006B161E" w:rsidP="003900CA">
            <w:pPr>
              <w:jc w:val="center"/>
            </w:pPr>
          </w:p>
        </w:tc>
        <w:tc>
          <w:tcPr>
            <w:tcW w:w="966" w:type="dxa"/>
          </w:tcPr>
          <w:p w14:paraId="23AE1245" w14:textId="77777777" w:rsidR="006B161E" w:rsidRPr="00F95990" w:rsidRDefault="006B161E" w:rsidP="003900CA">
            <w:pPr>
              <w:jc w:val="center"/>
            </w:pPr>
            <w:r>
              <w:t>O</w:t>
            </w:r>
          </w:p>
        </w:tc>
        <w:tc>
          <w:tcPr>
            <w:tcW w:w="7557" w:type="dxa"/>
          </w:tcPr>
          <w:p w14:paraId="67FF9537" w14:textId="77777777" w:rsidR="006B161E" w:rsidRDefault="006B161E" w:rsidP="003900CA">
            <w:r>
              <w:t>Processes ACCESS_EVENT</w:t>
            </w:r>
            <w:r w:rsidR="002C6B86">
              <w:t xml:space="preserve"> notifications</w:t>
            </w:r>
          </w:p>
        </w:tc>
      </w:tr>
      <w:tr w:rsidR="001B1259" w:rsidRPr="00F95990" w14:paraId="3DF9F5EA"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19598607" w14:textId="77777777" w:rsidR="001B1259" w:rsidRDefault="008156C6" w:rsidP="009353EF">
            <w:pPr>
              <w:pStyle w:val="OptionFootnote"/>
              <w:rPr>
                <w:lang w:val="en-CA"/>
              </w:rPr>
            </w:pPr>
            <w:r w:rsidRPr="008E49EE">
              <w:rPr>
                <w:vertAlign w:val="superscript"/>
                <w:lang w:val="en-CA"/>
              </w:rPr>
              <w:t>1</w:t>
            </w:r>
            <w:r>
              <w:rPr>
                <w:vertAlign w:val="superscript"/>
                <w:lang w:val="en-CA"/>
              </w:rPr>
              <w:t xml:space="preserve"> </w:t>
            </w:r>
            <w:r>
              <w:rPr>
                <w:lang w:val="en-CA"/>
              </w:rPr>
              <w:t>Required if the device implements protocol revision 10 or higher.</w:t>
            </w:r>
          </w:p>
          <w:p w14:paraId="1A778C24" w14:textId="77777777" w:rsidR="008156C6" w:rsidRDefault="008156C6" w:rsidP="009353EF">
            <w:pPr>
              <w:pStyle w:val="OptionFootnote"/>
            </w:pPr>
            <w:r>
              <w:rPr>
                <w:vertAlign w:val="superscript"/>
                <w:lang w:val="en-CA"/>
              </w:rPr>
              <w:t xml:space="preserve">2 </w:t>
            </w:r>
            <w:r>
              <w:t>Required if the device implements protocol revision 11 or higher.</w:t>
            </w:r>
          </w:p>
          <w:p w14:paraId="7748137F" w14:textId="77777777" w:rsidR="008156C6" w:rsidRDefault="008156C6" w:rsidP="009353EF">
            <w:pPr>
              <w:pStyle w:val="OptionFootnote"/>
            </w:pPr>
            <w:r>
              <w:rPr>
                <w:vertAlign w:val="superscript"/>
                <w:lang w:val="en-CA"/>
              </w:rPr>
              <w:t xml:space="preserve">3 </w:t>
            </w:r>
            <w:r>
              <w:t>Required if the device implements protocol revision 13 or higher.</w:t>
            </w:r>
          </w:p>
          <w:p w14:paraId="2320E7D9" w14:textId="77777777" w:rsidR="00F10937" w:rsidRDefault="00F10937" w:rsidP="009353EF">
            <w:pPr>
              <w:pStyle w:val="OptionFootnote"/>
            </w:pPr>
            <w:r w:rsidRPr="00F10937">
              <w:rPr>
                <w:vertAlign w:val="superscript"/>
              </w:rPr>
              <w:t>4</w:t>
            </w:r>
            <w:r w:rsidR="00650BA1">
              <w:rPr>
                <w:vertAlign w:val="superscript"/>
              </w:rPr>
              <w:t xml:space="preserve"> </w:t>
            </w:r>
            <w:r>
              <w:t>Required if the device implements protocol revision 16 or higher.</w:t>
            </w:r>
          </w:p>
          <w:p w14:paraId="6CCE35FC" w14:textId="1E31330C" w:rsidR="008156C6" w:rsidRPr="008156C6" w:rsidRDefault="0000328E" w:rsidP="00DA1EB5">
            <w:pPr>
              <w:pStyle w:val="ListParagraph"/>
            </w:pPr>
            <w:r w:rsidRPr="0000328E">
              <w:rPr>
                <w:vertAlign w:val="superscript"/>
              </w:rPr>
              <w:t>5</w:t>
            </w:r>
            <w:r w:rsidR="00DA1EB5">
              <w:rPr>
                <w:vertAlign w:val="superscript"/>
              </w:rPr>
              <w:t xml:space="preserve"> </w:t>
            </w:r>
            <w:r w:rsidR="00B2207F" w:rsidRPr="00EB4C12">
              <w:t>Required if the device implements protocol revision 1</w:t>
            </w:r>
            <w:r w:rsidR="00B2207F">
              <w:t>7</w:t>
            </w:r>
            <w:r w:rsidR="00B2207F" w:rsidRPr="00EB4C12">
              <w:t xml:space="preserve"> or higher.</w:t>
            </w:r>
          </w:p>
        </w:tc>
      </w:tr>
      <w:tr w:rsidR="001B1259" w:rsidRPr="00F95990" w14:paraId="15710125" w14:textId="77777777" w:rsidTr="0056012F">
        <w:trPr>
          <w:cantSplit/>
        </w:trPr>
        <w:tc>
          <w:tcPr>
            <w:tcW w:w="9000" w:type="dxa"/>
            <w:gridSpan w:val="3"/>
          </w:tcPr>
          <w:p w14:paraId="395BE51B"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Notification</w:t>
            </w:r>
            <w:r>
              <w:rPr>
                <w:b/>
                <w:bCs/>
              </w:rPr>
              <w:t xml:space="preserve"> </w:t>
            </w:r>
            <w:r w:rsidR="00012C95">
              <w:t>-</w:t>
            </w:r>
            <w:r w:rsidRPr="00F95990">
              <w:rPr>
                <w:b/>
                <w:bCs/>
              </w:rPr>
              <w:t xml:space="preserve"> Internal </w:t>
            </w:r>
            <w:r w:rsidR="00012C95">
              <w:rPr>
                <w:b/>
                <w:bCs/>
              </w:rPr>
              <w:t>-</w:t>
            </w:r>
            <w:r w:rsidRPr="00F95990">
              <w:rPr>
                <w:b/>
                <w:bCs/>
              </w:rPr>
              <w:t xml:space="preserve"> B</w:t>
            </w:r>
          </w:p>
        </w:tc>
      </w:tr>
      <w:tr w:rsidR="001B1259" w:rsidRPr="00F95990" w14:paraId="6B332351" w14:textId="77777777" w:rsidTr="005B72AB">
        <w:tc>
          <w:tcPr>
            <w:tcW w:w="477" w:type="dxa"/>
          </w:tcPr>
          <w:p w14:paraId="2B45B518" w14:textId="77777777" w:rsidR="001B1259" w:rsidRPr="00F95990" w:rsidRDefault="001B1259" w:rsidP="009353EF">
            <w:pPr>
              <w:jc w:val="center"/>
            </w:pPr>
          </w:p>
        </w:tc>
        <w:tc>
          <w:tcPr>
            <w:tcW w:w="966" w:type="dxa"/>
          </w:tcPr>
          <w:p w14:paraId="2C412C97" w14:textId="77777777" w:rsidR="001B1259" w:rsidRPr="00F95990" w:rsidRDefault="001B1259" w:rsidP="009353EF">
            <w:pPr>
              <w:jc w:val="center"/>
            </w:pPr>
            <w:r w:rsidRPr="00F95990">
              <w:t>R</w:t>
            </w:r>
          </w:p>
        </w:tc>
        <w:tc>
          <w:tcPr>
            <w:tcW w:w="7557" w:type="dxa"/>
          </w:tcPr>
          <w:p w14:paraId="5B5872A6" w14:textId="77777777" w:rsidR="001B1259" w:rsidRPr="00F95990" w:rsidRDefault="001B1259" w:rsidP="009353EF">
            <w:r w:rsidRPr="00F95990">
              <w:t>Base Requirements</w:t>
            </w:r>
          </w:p>
        </w:tc>
      </w:tr>
      <w:tr w:rsidR="001B1259" w:rsidRPr="00F95990" w14:paraId="6D1CDCBC" w14:textId="77777777" w:rsidTr="005B72AB">
        <w:tc>
          <w:tcPr>
            <w:tcW w:w="477" w:type="dxa"/>
          </w:tcPr>
          <w:p w14:paraId="23DED28A" w14:textId="77777777" w:rsidR="001B1259" w:rsidRPr="00F95990" w:rsidRDefault="001B1259" w:rsidP="009353EF">
            <w:pPr>
              <w:jc w:val="center"/>
            </w:pPr>
          </w:p>
        </w:tc>
        <w:tc>
          <w:tcPr>
            <w:tcW w:w="966" w:type="dxa"/>
          </w:tcPr>
          <w:p w14:paraId="363FB234" w14:textId="77777777" w:rsidR="001B1259" w:rsidRPr="00F95990" w:rsidRDefault="001B1259" w:rsidP="009353EF">
            <w:pPr>
              <w:jc w:val="center"/>
            </w:pPr>
            <w:r w:rsidRPr="00F95990">
              <w:t>R</w:t>
            </w:r>
          </w:p>
        </w:tc>
        <w:tc>
          <w:tcPr>
            <w:tcW w:w="7557" w:type="dxa"/>
          </w:tcPr>
          <w:p w14:paraId="44A445F7" w14:textId="77777777" w:rsidR="001B1259" w:rsidRPr="00F95990" w:rsidRDefault="001B1259" w:rsidP="009353EF">
            <w:pPr>
              <w:pStyle w:val="CommentText"/>
            </w:pPr>
            <w:r w:rsidRPr="00F95990">
              <w:t>Supports AE-INFO-B</w:t>
            </w:r>
          </w:p>
        </w:tc>
      </w:tr>
      <w:tr w:rsidR="001B1259" w:rsidRPr="00F95990" w14:paraId="7AA79812" w14:textId="77777777" w:rsidTr="005B72AB">
        <w:tc>
          <w:tcPr>
            <w:tcW w:w="477" w:type="dxa"/>
          </w:tcPr>
          <w:p w14:paraId="074D077F" w14:textId="77777777" w:rsidR="001B1259" w:rsidRPr="00F95990" w:rsidRDefault="001B1259" w:rsidP="005B72AB">
            <w:pPr>
              <w:jc w:val="center"/>
            </w:pPr>
          </w:p>
        </w:tc>
        <w:tc>
          <w:tcPr>
            <w:tcW w:w="966" w:type="dxa"/>
          </w:tcPr>
          <w:p w14:paraId="31253588" w14:textId="77777777" w:rsidR="001B1259" w:rsidRPr="00F95990" w:rsidRDefault="001B1259" w:rsidP="009353EF">
            <w:pPr>
              <w:jc w:val="center"/>
            </w:pPr>
            <w:r w:rsidRPr="00F95990">
              <w:t>R</w:t>
            </w:r>
          </w:p>
        </w:tc>
        <w:tc>
          <w:tcPr>
            <w:tcW w:w="7557" w:type="dxa"/>
          </w:tcPr>
          <w:p w14:paraId="7B836431" w14:textId="77777777" w:rsidR="001B1259" w:rsidRPr="00F95990" w:rsidRDefault="001B1259" w:rsidP="009353EF">
            <w:r w:rsidRPr="00F95990">
              <w:t>Supports the Notification Class Object</w:t>
            </w:r>
          </w:p>
        </w:tc>
      </w:tr>
      <w:tr w:rsidR="001B1259" w:rsidRPr="00F95990" w14:paraId="607F1474" w14:textId="77777777" w:rsidTr="005B72AB">
        <w:tc>
          <w:tcPr>
            <w:tcW w:w="477" w:type="dxa"/>
          </w:tcPr>
          <w:p w14:paraId="0A81D684" w14:textId="77777777" w:rsidR="001B1259" w:rsidRPr="00F95990" w:rsidRDefault="001B1259" w:rsidP="001D4F7E">
            <w:pPr>
              <w:jc w:val="center"/>
            </w:pPr>
          </w:p>
        </w:tc>
        <w:tc>
          <w:tcPr>
            <w:tcW w:w="966" w:type="dxa"/>
          </w:tcPr>
          <w:p w14:paraId="320F2FB0" w14:textId="77777777" w:rsidR="001B1259" w:rsidRPr="00F95990" w:rsidRDefault="001B1259" w:rsidP="00FB5791">
            <w:pPr>
              <w:jc w:val="center"/>
            </w:pPr>
            <w:r>
              <w:t>C</w:t>
            </w:r>
            <w:r>
              <w:rPr>
                <w:vertAlign w:val="superscript"/>
              </w:rPr>
              <w:t>1</w:t>
            </w:r>
          </w:p>
        </w:tc>
        <w:tc>
          <w:tcPr>
            <w:tcW w:w="7557" w:type="dxa"/>
          </w:tcPr>
          <w:p w14:paraId="0BA55373" w14:textId="77777777" w:rsidR="001B1259" w:rsidRPr="00F95990" w:rsidRDefault="001B1259" w:rsidP="00B453A5">
            <w:pPr>
              <w:pStyle w:val="CommentText"/>
            </w:pPr>
            <w:r w:rsidRPr="00F95990">
              <w:t>Supports AE-</w:t>
            </w:r>
            <w:r>
              <w:t>ACK</w:t>
            </w:r>
            <w:r w:rsidRPr="00F95990">
              <w:t>-B</w:t>
            </w:r>
          </w:p>
        </w:tc>
      </w:tr>
      <w:tr w:rsidR="001B1259" w:rsidRPr="00F95990" w14:paraId="6B956FE8" w14:textId="77777777" w:rsidTr="005B72AB">
        <w:tc>
          <w:tcPr>
            <w:tcW w:w="477" w:type="dxa"/>
          </w:tcPr>
          <w:p w14:paraId="06409065" w14:textId="77777777" w:rsidR="001B1259" w:rsidRPr="00F95990" w:rsidRDefault="001B1259" w:rsidP="005B72AB">
            <w:pPr>
              <w:jc w:val="center"/>
            </w:pPr>
          </w:p>
        </w:tc>
        <w:tc>
          <w:tcPr>
            <w:tcW w:w="966" w:type="dxa"/>
          </w:tcPr>
          <w:p w14:paraId="75F01588" w14:textId="77777777" w:rsidR="001B1259" w:rsidRPr="00F95990" w:rsidRDefault="001B1259" w:rsidP="009353EF">
            <w:pPr>
              <w:jc w:val="center"/>
            </w:pPr>
            <w:r w:rsidRPr="00F95990">
              <w:t>C</w:t>
            </w:r>
            <w:r>
              <w:rPr>
                <w:vertAlign w:val="superscript"/>
              </w:rPr>
              <w:t>2</w:t>
            </w:r>
          </w:p>
        </w:tc>
        <w:tc>
          <w:tcPr>
            <w:tcW w:w="7557" w:type="dxa"/>
          </w:tcPr>
          <w:p w14:paraId="1676EE02" w14:textId="77777777" w:rsidR="001B1259" w:rsidRPr="00F95990" w:rsidRDefault="001B1259" w:rsidP="009353EF">
            <w:r w:rsidRPr="00F95990">
              <w:t>Implements intrinsic alarming</w:t>
            </w:r>
          </w:p>
        </w:tc>
      </w:tr>
      <w:tr w:rsidR="001B1259" w:rsidRPr="00F95990" w14:paraId="082EE3F1" w14:textId="77777777" w:rsidTr="005B72AB">
        <w:tc>
          <w:tcPr>
            <w:tcW w:w="477" w:type="dxa"/>
          </w:tcPr>
          <w:p w14:paraId="5EF3056D" w14:textId="77777777" w:rsidR="001B1259" w:rsidRPr="00F95990" w:rsidRDefault="001B1259" w:rsidP="005B72AB">
            <w:pPr>
              <w:jc w:val="center"/>
            </w:pPr>
          </w:p>
        </w:tc>
        <w:tc>
          <w:tcPr>
            <w:tcW w:w="966" w:type="dxa"/>
          </w:tcPr>
          <w:p w14:paraId="2C24010A" w14:textId="77777777" w:rsidR="001B1259" w:rsidRPr="00F95990" w:rsidRDefault="001B1259" w:rsidP="009353EF">
            <w:pPr>
              <w:jc w:val="center"/>
              <w:rPr>
                <w:vertAlign w:val="superscript"/>
              </w:rPr>
            </w:pPr>
            <w:r w:rsidRPr="00F95990">
              <w:t>C</w:t>
            </w:r>
            <w:r>
              <w:rPr>
                <w:vertAlign w:val="superscript"/>
              </w:rPr>
              <w:t>2</w:t>
            </w:r>
          </w:p>
        </w:tc>
        <w:tc>
          <w:tcPr>
            <w:tcW w:w="7557" w:type="dxa"/>
          </w:tcPr>
          <w:p w14:paraId="7C489952" w14:textId="77777777" w:rsidR="001B1259" w:rsidRPr="00F95990" w:rsidRDefault="001B1259" w:rsidP="009353EF">
            <w:r w:rsidRPr="00B453A5">
              <w:t>Supports the Event Enrollment object</w:t>
            </w:r>
          </w:p>
        </w:tc>
      </w:tr>
      <w:tr w:rsidR="001B1259" w:rsidRPr="00F95990" w14:paraId="11D464A0" w14:textId="77777777" w:rsidTr="005B72AB">
        <w:tc>
          <w:tcPr>
            <w:tcW w:w="477" w:type="dxa"/>
          </w:tcPr>
          <w:p w14:paraId="09EB3F7D" w14:textId="77777777" w:rsidR="001B1259" w:rsidRPr="00F95990" w:rsidRDefault="001B1259" w:rsidP="009353EF">
            <w:pPr>
              <w:jc w:val="center"/>
            </w:pPr>
          </w:p>
        </w:tc>
        <w:tc>
          <w:tcPr>
            <w:tcW w:w="966" w:type="dxa"/>
          </w:tcPr>
          <w:p w14:paraId="20EF54F6" w14:textId="77777777" w:rsidR="001B1259" w:rsidRPr="00F95990" w:rsidRDefault="001B1259" w:rsidP="009353EF">
            <w:pPr>
              <w:jc w:val="center"/>
            </w:pPr>
            <w:r w:rsidRPr="00F95990">
              <w:t>C</w:t>
            </w:r>
            <w:r>
              <w:rPr>
                <w:vertAlign w:val="superscript"/>
              </w:rPr>
              <w:t>3</w:t>
            </w:r>
          </w:p>
        </w:tc>
        <w:tc>
          <w:tcPr>
            <w:tcW w:w="7557" w:type="dxa"/>
          </w:tcPr>
          <w:p w14:paraId="189B1DD6" w14:textId="77777777" w:rsidR="001B1259" w:rsidRPr="00F95990" w:rsidRDefault="001B1259" w:rsidP="009353EF">
            <w:r w:rsidRPr="00F95990">
              <w:t>Implements the CHANGE_OF_BITSTRING algorithm</w:t>
            </w:r>
          </w:p>
        </w:tc>
      </w:tr>
      <w:tr w:rsidR="001B1259" w:rsidRPr="00F95990" w14:paraId="7AFC3DBE" w14:textId="77777777" w:rsidTr="005B72AB">
        <w:tc>
          <w:tcPr>
            <w:tcW w:w="477" w:type="dxa"/>
          </w:tcPr>
          <w:p w14:paraId="1C25055A" w14:textId="77777777" w:rsidR="001B1259" w:rsidRPr="00F95990" w:rsidRDefault="001B1259" w:rsidP="009353EF">
            <w:pPr>
              <w:jc w:val="center"/>
            </w:pPr>
          </w:p>
        </w:tc>
        <w:tc>
          <w:tcPr>
            <w:tcW w:w="966" w:type="dxa"/>
          </w:tcPr>
          <w:p w14:paraId="534AFC26" w14:textId="77777777" w:rsidR="001B1259" w:rsidRPr="00F95990" w:rsidRDefault="001B1259" w:rsidP="009353EF">
            <w:pPr>
              <w:jc w:val="center"/>
            </w:pPr>
            <w:r w:rsidRPr="00F95990">
              <w:t>C</w:t>
            </w:r>
            <w:r>
              <w:rPr>
                <w:vertAlign w:val="superscript"/>
              </w:rPr>
              <w:t>3</w:t>
            </w:r>
          </w:p>
        </w:tc>
        <w:tc>
          <w:tcPr>
            <w:tcW w:w="7557" w:type="dxa"/>
          </w:tcPr>
          <w:p w14:paraId="7EB82F51" w14:textId="77777777" w:rsidR="001B1259" w:rsidRPr="00F95990" w:rsidRDefault="001B1259" w:rsidP="009353EF">
            <w:r w:rsidRPr="00F95990">
              <w:t>Implements the CHANGE_OF_STATE algorithm</w:t>
            </w:r>
          </w:p>
        </w:tc>
      </w:tr>
      <w:tr w:rsidR="001B1259" w:rsidRPr="00F95990" w14:paraId="2966A5A4" w14:textId="77777777" w:rsidTr="005B72AB">
        <w:tc>
          <w:tcPr>
            <w:tcW w:w="477" w:type="dxa"/>
          </w:tcPr>
          <w:p w14:paraId="39D9A406" w14:textId="77777777" w:rsidR="001B1259" w:rsidRPr="00F95990" w:rsidRDefault="001B1259" w:rsidP="009353EF">
            <w:pPr>
              <w:jc w:val="center"/>
            </w:pPr>
          </w:p>
        </w:tc>
        <w:tc>
          <w:tcPr>
            <w:tcW w:w="966" w:type="dxa"/>
          </w:tcPr>
          <w:p w14:paraId="6D7659B6" w14:textId="77777777" w:rsidR="001B1259" w:rsidRPr="00F95990" w:rsidRDefault="001B1259" w:rsidP="009353EF">
            <w:pPr>
              <w:jc w:val="center"/>
            </w:pPr>
            <w:r w:rsidRPr="00F95990">
              <w:t>C</w:t>
            </w:r>
            <w:r>
              <w:rPr>
                <w:vertAlign w:val="superscript"/>
              </w:rPr>
              <w:t>3</w:t>
            </w:r>
          </w:p>
        </w:tc>
        <w:tc>
          <w:tcPr>
            <w:tcW w:w="7557" w:type="dxa"/>
          </w:tcPr>
          <w:p w14:paraId="705C8BA8" w14:textId="77777777" w:rsidR="001B1259" w:rsidRPr="00F95990" w:rsidRDefault="001B1259" w:rsidP="009353EF">
            <w:r w:rsidRPr="00F95990">
              <w:t>Implements the numeric form of the CHANGE_OF_VALUE algorithm</w:t>
            </w:r>
          </w:p>
        </w:tc>
      </w:tr>
      <w:tr w:rsidR="001B1259" w:rsidRPr="00F95990" w14:paraId="3DF5576A" w14:textId="77777777" w:rsidTr="005B72AB">
        <w:tc>
          <w:tcPr>
            <w:tcW w:w="477" w:type="dxa"/>
          </w:tcPr>
          <w:p w14:paraId="61ED56EC" w14:textId="77777777" w:rsidR="001B1259" w:rsidRPr="00F95990" w:rsidRDefault="001B1259" w:rsidP="009353EF">
            <w:pPr>
              <w:jc w:val="center"/>
            </w:pPr>
          </w:p>
        </w:tc>
        <w:tc>
          <w:tcPr>
            <w:tcW w:w="966" w:type="dxa"/>
          </w:tcPr>
          <w:p w14:paraId="692C8D79" w14:textId="77777777" w:rsidR="001B1259" w:rsidRPr="00F95990" w:rsidRDefault="001B1259" w:rsidP="009353EF">
            <w:pPr>
              <w:jc w:val="center"/>
            </w:pPr>
            <w:r w:rsidRPr="00F95990">
              <w:t>C</w:t>
            </w:r>
            <w:r>
              <w:rPr>
                <w:vertAlign w:val="superscript"/>
              </w:rPr>
              <w:t>3</w:t>
            </w:r>
          </w:p>
        </w:tc>
        <w:tc>
          <w:tcPr>
            <w:tcW w:w="7557" w:type="dxa"/>
          </w:tcPr>
          <w:p w14:paraId="6D3C50D1" w14:textId="77777777" w:rsidR="001B1259" w:rsidRPr="00F95990" w:rsidRDefault="001B1259" w:rsidP="000A1C2E">
            <w:r w:rsidRPr="00F95990">
              <w:t xml:space="preserve">Implements the </w:t>
            </w:r>
            <w:r>
              <w:t>B</w:t>
            </w:r>
            <w:r w:rsidRPr="00F95990">
              <w:t xml:space="preserve">it </w:t>
            </w:r>
            <w:r>
              <w:t>S</w:t>
            </w:r>
            <w:r w:rsidRPr="00F95990">
              <w:t>tring form of the CHANGE_OF_VALUE algorithm</w:t>
            </w:r>
          </w:p>
        </w:tc>
      </w:tr>
      <w:tr w:rsidR="001B1259" w:rsidRPr="00F95990" w14:paraId="28EC64E0" w14:textId="77777777" w:rsidTr="005B72AB">
        <w:tc>
          <w:tcPr>
            <w:tcW w:w="477" w:type="dxa"/>
          </w:tcPr>
          <w:p w14:paraId="08275028" w14:textId="77777777" w:rsidR="001B1259" w:rsidRPr="00F95990" w:rsidRDefault="001B1259" w:rsidP="009353EF">
            <w:pPr>
              <w:jc w:val="center"/>
            </w:pPr>
          </w:p>
        </w:tc>
        <w:tc>
          <w:tcPr>
            <w:tcW w:w="966" w:type="dxa"/>
          </w:tcPr>
          <w:p w14:paraId="673ACF6B" w14:textId="77777777" w:rsidR="001B1259" w:rsidRPr="00F95990" w:rsidRDefault="001B1259" w:rsidP="009353EF">
            <w:pPr>
              <w:jc w:val="center"/>
            </w:pPr>
            <w:r w:rsidRPr="00F95990">
              <w:t>C</w:t>
            </w:r>
            <w:r>
              <w:rPr>
                <w:vertAlign w:val="superscript"/>
              </w:rPr>
              <w:t>3</w:t>
            </w:r>
          </w:p>
        </w:tc>
        <w:tc>
          <w:tcPr>
            <w:tcW w:w="7557" w:type="dxa"/>
          </w:tcPr>
          <w:p w14:paraId="5634213F" w14:textId="77777777" w:rsidR="001B1259" w:rsidRPr="00F95990" w:rsidRDefault="001B1259" w:rsidP="009353EF">
            <w:r w:rsidRPr="00F95990">
              <w:t>Implements the COMMAND_FAILURE algorithm</w:t>
            </w:r>
          </w:p>
        </w:tc>
      </w:tr>
      <w:tr w:rsidR="001B1259" w:rsidRPr="00F95990" w14:paraId="70BDF616" w14:textId="77777777" w:rsidTr="005B72AB">
        <w:tc>
          <w:tcPr>
            <w:tcW w:w="477" w:type="dxa"/>
          </w:tcPr>
          <w:p w14:paraId="0FE6A9F0" w14:textId="77777777" w:rsidR="001B1259" w:rsidRPr="00F95990" w:rsidRDefault="001B1259" w:rsidP="009353EF">
            <w:pPr>
              <w:jc w:val="center"/>
            </w:pPr>
          </w:p>
        </w:tc>
        <w:tc>
          <w:tcPr>
            <w:tcW w:w="966" w:type="dxa"/>
          </w:tcPr>
          <w:p w14:paraId="1F121762" w14:textId="77777777" w:rsidR="001B1259" w:rsidRPr="00F95990" w:rsidRDefault="001B1259" w:rsidP="009353EF">
            <w:pPr>
              <w:jc w:val="center"/>
            </w:pPr>
            <w:r w:rsidRPr="00F95990">
              <w:t>C</w:t>
            </w:r>
            <w:r>
              <w:rPr>
                <w:vertAlign w:val="superscript"/>
              </w:rPr>
              <w:t>3</w:t>
            </w:r>
          </w:p>
        </w:tc>
        <w:tc>
          <w:tcPr>
            <w:tcW w:w="7557" w:type="dxa"/>
          </w:tcPr>
          <w:p w14:paraId="1417D11D" w14:textId="77777777" w:rsidR="001B1259" w:rsidRPr="00F95990" w:rsidRDefault="001B1259" w:rsidP="009353EF">
            <w:r w:rsidRPr="00F95990">
              <w:t>Implements the FLOATING_LIMIT algorithm</w:t>
            </w:r>
          </w:p>
        </w:tc>
      </w:tr>
      <w:tr w:rsidR="001B1259" w:rsidRPr="00F95990" w14:paraId="704269A5" w14:textId="77777777" w:rsidTr="005B72AB">
        <w:tc>
          <w:tcPr>
            <w:tcW w:w="477" w:type="dxa"/>
          </w:tcPr>
          <w:p w14:paraId="42969ECE" w14:textId="77777777" w:rsidR="001B1259" w:rsidRPr="00F95990" w:rsidRDefault="001B1259" w:rsidP="009353EF">
            <w:pPr>
              <w:jc w:val="center"/>
            </w:pPr>
          </w:p>
        </w:tc>
        <w:tc>
          <w:tcPr>
            <w:tcW w:w="966" w:type="dxa"/>
          </w:tcPr>
          <w:p w14:paraId="27572592" w14:textId="77777777" w:rsidR="001B1259" w:rsidRPr="00F95990" w:rsidRDefault="001B1259" w:rsidP="009353EF">
            <w:pPr>
              <w:jc w:val="center"/>
            </w:pPr>
            <w:r w:rsidRPr="00F95990">
              <w:t>C</w:t>
            </w:r>
            <w:r>
              <w:rPr>
                <w:vertAlign w:val="superscript"/>
              </w:rPr>
              <w:t>3</w:t>
            </w:r>
          </w:p>
        </w:tc>
        <w:tc>
          <w:tcPr>
            <w:tcW w:w="7557" w:type="dxa"/>
          </w:tcPr>
          <w:p w14:paraId="5549189F" w14:textId="77777777" w:rsidR="001B1259" w:rsidRPr="00F95990" w:rsidRDefault="001B1259" w:rsidP="009353EF">
            <w:r w:rsidRPr="00F95990">
              <w:t>Implements the OUT_OF_RANGE algorithm</w:t>
            </w:r>
          </w:p>
        </w:tc>
      </w:tr>
      <w:tr w:rsidR="001B1259" w:rsidRPr="00F95990" w14:paraId="5397A559" w14:textId="77777777" w:rsidTr="005B72AB">
        <w:tc>
          <w:tcPr>
            <w:tcW w:w="477" w:type="dxa"/>
          </w:tcPr>
          <w:p w14:paraId="3EDBCFA2" w14:textId="77777777" w:rsidR="001B1259" w:rsidRPr="00F95990" w:rsidRDefault="001B1259" w:rsidP="009353EF">
            <w:pPr>
              <w:jc w:val="center"/>
            </w:pPr>
          </w:p>
        </w:tc>
        <w:tc>
          <w:tcPr>
            <w:tcW w:w="966" w:type="dxa"/>
          </w:tcPr>
          <w:p w14:paraId="11B95AE3" w14:textId="77777777" w:rsidR="001B1259" w:rsidRPr="00F95990" w:rsidRDefault="001B1259" w:rsidP="009353EF">
            <w:pPr>
              <w:jc w:val="center"/>
            </w:pPr>
            <w:r w:rsidRPr="00F95990">
              <w:t>C</w:t>
            </w:r>
            <w:r>
              <w:rPr>
                <w:vertAlign w:val="superscript"/>
              </w:rPr>
              <w:t>3</w:t>
            </w:r>
          </w:p>
        </w:tc>
        <w:tc>
          <w:tcPr>
            <w:tcW w:w="7557" w:type="dxa"/>
          </w:tcPr>
          <w:p w14:paraId="0EE07290" w14:textId="77777777" w:rsidR="001B1259" w:rsidRPr="00F95990" w:rsidRDefault="001B1259" w:rsidP="0028727B">
            <w:r w:rsidRPr="00F95990">
              <w:t xml:space="preserve">Implements a </w:t>
            </w:r>
            <w:r w:rsidR="0028727B">
              <w:t>p</w:t>
            </w:r>
            <w:r w:rsidRPr="00F95990">
              <w:t xml:space="preserve">roprietary algorithm using </w:t>
            </w:r>
            <w:r w:rsidR="0028727B">
              <w:t>c</w:t>
            </w:r>
            <w:r w:rsidRPr="00F95990">
              <w:t>omplex notifications</w:t>
            </w:r>
          </w:p>
        </w:tc>
      </w:tr>
      <w:tr w:rsidR="001B1259" w:rsidRPr="00F95990" w14:paraId="29ABF33B" w14:textId="77777777" w:rsidTr="005B72AB">
        <w:tc>
          <w:tcPr>
            <w:tcW w:w="477" w:type="dxa"/>
          </w:tcPr>
          <w:p w14:paraId="7BAF3985" w14:textId="77777777" w:rsidR="001B1259" w:rsidRPr="00F95990" w:rsidRDefault="001B1259" w:rsidP="009353EF">
            <w:pPr>
              <w:jc w:val="center"/>
            </w:pPr>
          </w:p>
        </w:tc>
        <w:tc>
          <w:tcPr>
            <w:tcW w:w="966" w:type="dxa"/>
          </w:tcPr>
          <w:p w14:paraId="0C3E9CA1" w14:textId="77777777" w:rsidR="001B1259" w:rsidRPr="00F95990" w:rsidRDefault="001B1259" w:rsidP="009353EF">
            <w:pPr>
              <w:jc w:val="center"/>
            </w:pPr>
            <w:r w:rsidRPr="00F95990">
              <w:t>C</w:t>
            </w:r>
            <w:r>
              <w:rPr>
                <w:vertAlign w:val="superscript"/>
              </w:rPr>
              <w:t>3</w:t>
            </w:r>
          </w:p>
        </w:tc>
        <w:tc>
          <w:tcPr>
            <w:tcW w:w="7557" w:type="dxa"/>
          </w:tcPr>
          <w:p w14:paraId="590B82F6" w14:textId="77777777" w:rsidR="001B1259" w:rsidRPr="00F95990" w:rsidRDefault="001B1259" w:rsidP="0028727B">
            <w:r w:rsidRPr="00F95990">
              <w:t xml:space="preserve">Implements a </w:t>
            </w:r>
            <w:r w:rsidR="0028727B">
              <w:t>s</w:t>
            </w:r>
            <w:r w:rsidR="003E3A78">
              <w:t xml:space="preserve">tandard or </w:t>
            </w:r>
            <w:r w:rsidR="0028727B">
              <w:t>p</w:t>
            </w:r>
            <w:r w:rsidRPr="00F95990">
              <w:t xml:space="preserve">roprietary algorithm using </w:t>
            </w:r>
            <w:r w:rsidR="0028727B">
              <w:t>e</w:t>
            </w:r>
            <w:r w:rsidRPr="00F95990">
              <w:t>xtended notifications</w:t>
            </w:r>
          </w:p>
        </w:tc>
      </w:tr>
      <w:tr w:rsidR="001B1259" w:rsidRPr="00F95990" w14:paraId="3FD744EE" w14:textId="77777777" w:rsidTr="005B72AB">
        <w:tc>
          <w:tcPr>
            <w:tcW w:w="477" w:type="dxa"/>
          </w:tcPr>
          <w:p w14:paraId="449EEC6F" w14:textId="77777777" w:rsidR="001B1259" w:rsidRPr="00F95990" w:rsidRDefault="001B1259" w:rsidP="009353EF">
            <w:pPr>
              <w:jc w:val="center"/>
            </w:pPr>
          </w:p>
        </w:tc>
        <w:tc>
          <w:tcPr>
            <w:tcW w:w="966" w:type="dxa"/>
          </w:tcPr>
          <w:p w14:paraId="1FE13B8A" w14:textId="77777777" w:rsidR="001B1259" w:rsidRPr="00F95990" w:rsidRDefault="001B1259" w:rsidP="009353EF">
            <w:pPr>
              <w:jc w:val="center"/>
            </w:pPr>
            <w:r w:rsidRPr="00F95990">
              <w:t>C</w:t>
            </w:r>
            <w:r>
              <w:rPr>
                <w:vertAlign w:val="superscript"/>
              </w:rPr>
              <w:t>4</w:t>
            </w:r>
          </w:p>
        </w:tc>
        <w:tc>
          <w:tcPr>
            <w:tcW w:w="7557" w:type="dxa"/>
          </w:tcPr>
          <w:p w14:paraId="1EB5CF1D" w14:textId="77777777" w:rsidR="001B1259" w:rsidRPr="00F95990" w:rsidRDefault="001B1259" w:rsidP="009353EF">
            <w:r w:rsidRPr="00F95990">
              <w:t>Generates event notifications with timestamps of the BACnetDateTime form</w:t>
            </w:r>
          </w:p>
        </w:tc>
      </w:tr>
      <w:tr w:rsidR="001B1259" w:rsidRPr="00F95990" w14:paraId="0EEB6B60" w14:textId="77777777" w:rsidTr="005B72AB">
        <w:tc>
          <w:tcPr>
            <w:tcW w:w="477" w:type="dxa"/>
          </w:tcPr>
          <w:p w14:paraId="407C3D8C" w14:textId="77777777" w:rsidR="001B1259" w:rsidRPr="00F95990" w:rsidRDefault="001B1259" w:rsidP="009353EF">
            <w:pPr>
              <w:jc w:val="center"/>
            </w:pPr>
          </w:p>
        </w:tc>
        <w:tc>
          <w:tcPr>
            <w:tcW w:w="966" w:type="dxa"/>
          </w:tcPr>
          <w:p w14:paraId="7951EA97" w14:textId="2F86B862" w:rsidR="001B1259" w:rsidRPr="00F95990" w:rsidRDefault="006A5531" w:rsidP="009353EF">
            <w:pPr>
              <w:jc w:val="center"/>
            </w:pPr>
            <w:r>
              <w:t>N</w:t>
            </w:r>
            <w:r w:rsidR="00C85281">
              <w:rPr>
                <w:vertAlign w:val="superscript"/>
              </w:rPr>
              <w:t>4,</w:t>
            </w:r>
            <w:r>
              <w:rPr>
                <w:vertAlign w:val="superscript"/>
              </w:rPr>
              <w:t>10</w:t>
            </w:r>
          </w:p>
        </w:tc>
        <w:tc>
          <w:tcPr>
            <w:tcW w:w="7557" w:type="dxa"/>
          </w:tcPr>
          <w:p w14:paraId="56A18EAD" w14:textId="77777777" w:rsidR="001B1259" w:rsidRPr="00F95990" w:rsidRDefault="001B1259" w:rsidP="009353EF">
            <w:r w:rsidRPr="00F95990">
              <w:t>Generates event notifications with timestamps of the Time form</w:t>
            </w:r>
          </w:p>
        </w:tc>
      </w:tr>
      <w:tr w:rsidR="001B1259" w:rsidRPr="00F95990" w14:paraId="01ED8E95" w14:textId="77777777" w:rsidTr="005B72AB">
        <w:tc>
          <w:tcPr>
            <w:tcW w:w="477" w:type="dxa"/>
          </w:tcPr>
          <w:p w14:paraId="78830442" w14:textId="77777777" w:rsidR="001B1259" w:rsidRPr="00F95990" w:rsidRDefault="001B1259" w:rsidP="009353EF">
            <w:pPr>
              <w:jc w:val="center"/>
            </w:pPr>
          </w:p>
        </w:tc>
        <w:tc>
          <w:tcPr>
            <w:tcW w:w="966" w:type="dxa"/>
          </w:tcPr>
          <w:p w14:paraId="554755A1" w14:textId="77777777" w:rsidR="001B1259" w:rsidRPr="00F95990" w:rsidRDefault="001B1259" w:rsidP="009353EF">
            <w:pPr>
              <w:jc w:val="center"/>
            </w:pPr>
            <w:r w:rsidRPr="00F95990">
              <w:t>C</w:t>
            </w:r>
            <w:r>
              <w:rPr>
                <w:vertAlign w:val="superscript"/>
              </w:rPr>
              <w:t>4</w:t>
            </w:r>
          </w:p>
        </w:tc>
        <w:tc>
          <w:tcPr>
            <w:tcW w:w="7557" w:type="dxa"/>
          </w:tcPr>
          <w:p w14:paraId="2CACF2DB" w14:textId="77777777" w:rsidR="001B1259" w:rsidRPr="00F95990" w:rsidRDefault="001B1259" w:rsidP="009353EF">
            <w:r w:rsidRPr="00F95990">
              <w:t>Generates event notifications with timestamps of the Sequence Number form</w:t>
            </w:r>
          </w:p>
        </w:tc>
      </w:tr>
      <w:tr w:rsidR="001B1259" w:rsidRPr="00F95990" w14:paraId="626D3AB1" w14:textId="77777777" w:rsidTr="005B72AB">
        <w:tc>
          <w:tcPr>
            <w:tcW w:w="477" w:type="dxa"/>
          </w:tcPr>
          <w:p w14:paraId="1183A780" w14:textId="77777777" w:rsidR="001B1259" w:rsidRPr="00893C2A" w:rsidRDefault="001B1259" w:rsidP="009353EF">
            <w:pPr>
              <w:pStyle w:val="Header"/>
              <w:tabs>
                <w:tab w:val="clear" w:pos="4320"/>
                <w:tab w:val="clear" w:pos="8640"/>
              </w:tabs>
              <w:jc w:val="center"/>
              <w:rPr>
                <w:lang w:val="en-US" w:eastAsia="en-US"/>
              </w:rPr>
            </w:pPr>
          </w:p>
        </w:tc>
        <w:tc>
          <w:tcPr>
            <w:tcW w:w="966" w:type="dxa"/>
          </w:tcPr>
          <w:p w14:paraId="02BD83EA" w14:textId="77777777" w:rsidR="001B1259" w:rsidRPr="00F95990" w:rsidRDefault="001B1259" w:rsidP="009353EF">
            <w:pPr>
              <w:jc w:val="center"/>
            </w:pPr>
            <w:r w:rsidRPr="00F95990">
              <w:t>O</w:t>
            </w:r>
          </w:p>
        </w:tc>
        <w:tc>
          <w:tcPr>
            <w:tcW w:w="7557" w:type="dxa"/>
          </w:tcPr>
          <w:p w14:paraId="3B7A6B25" w14:textId="77777777" w:rsidR="001B1259" w:rsidRPr="00F95990" w:rsidRDefault="001B1259" w:rsidP="00035957">
            <w:r w:rsidRPr="00F95990">
              <w:t>Implements intrinsic alarming in an Analog</w:t>
            </w:r>
            <w:r>
              <w:t xml:space="preserve"> </w:t>
            </w:r>
            <w:r w:rsidRPr="00F95990">
              <w:t>object</w:t>
            </w:r>
          </w:p>
        </w:tc>
      </w:tr>
      <w:tr w:rsidR="001B1259" w:rsidRPr="00F95990" w14:paraId="031A8481" w14:textId="77777777" w:rsidTr="005B72AB">
        <w:tc>
          <w:tcPr>
            <w:tcW w:w="477" w:type="dxa"/>
          </w:tcPr>
          <w:p w14:paraId="13717763" w14:textId="77777777" w:rsidR="001B1259" w:rsidRPr="00893C2A" w:rsidRDefault="001B1259" w:rsidP="009353EF">
            <w:pPr>
              <w:pStyle w:val="Header"/>
              <w:tabs>
                <w:tab w:val="clear" w:pos="4320"/>
                <w:tab w:val="clear" w:pos="8640"/>
              </w:tabs>
              <w:jc w:val="center"/>
              <w:rPr>
                <w:lang w:val="en-US" w:eastAsia="en-US"/>
              </w:rPr>
            </w:pPr>
          </w:p>
        </w:tc>
        <w:tc>
          <w:tcPr>
            <w:tcW w:w="966" w:type="dxa"/>
          </w:tcPr>
          <w:p w14:paraId="02FDD7B4" w14:textId="77777777" w:rsidR="001B1259" w:rsidRPr="00F95990" w:rsidRDefault="001B1259" w:rsidP="009353EF">
            <w:pPr>
              <w:jc w:val="center"/>
            </w:pPr>
            <w:r w:rsidRPr="00F95990">
              <w:t>O</w:t>
            </w:r>
          </w:p>
        </w:tc>
        <w:tc>
          <w:tcPr>
            <w:tcW w:w="7557" w:type="dxa"/>
          </w:tcPr>
          <w:p w14:paraId="5F48B37C" w14:textId="77777777" w:rsidR="001B1259" w:rsidRPr="00F95990" w:rsidRDefault="001B1259" w:rsidP="009353EF">
            <w:r w:rsidRPr="00F95990">
              <w:t>Supports writable Event_Parameters properties</w:t>
            </w:r>
          </w:p>
        </w:tc>
      </w:tr>
      <w:tr w:rsidR="001B1259" w:rsidRPr="00B528CD" w14:paraId="48B79586" w14:textId="77777777" w:rsidTr="005B72AB">
        <w:tc>
          <w:tcPr>
            <w:tcW w:w="477" w:type="dxa"/>
          </w:tcPr>
          <w:p w14:paraId="2B59F4EC" w14:textId="77777777" w:rsidR="001B1259" w:rsidRPr="00B528CD" w:rsidRDefault="001B1259" w:rsidP="00070FE8">
            <w:pPr>
              <w:jc w:val="center"/>
              <w:rPr>
                <w:lang w:val="en-CA"/>
              </w:rPr>
            </w:pPr>
          </w:p>
        </w:tc>
        <w:tc>
          <w:tcPr>
            <w:tcW w:w="966" w:type="dxa"/>
          </w:tcPr>
          <w:p w14:paraId="3515D415"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557" w:type="dxa"/>
          </w:tcPr>
          <w:p w14:paraId="21760C03" w14:textId="77777777" w:rsidR="001B1259" w:rsidRPr="00B528CD" w:rsidRDefault="001B1259" w:rsidP="0028727B">
            <w:pPr>
              <w:rPr>
                <w:szCs w:val="20"/>
                <w:lang w:val="en-CA"/>
              </w:rPr>
            </w:pPr>
            <w:r w:rsidRPr="00B528CD">
              <w:rPr>
                <w:szCs w:val="20"/>
                <w:lang w:val="en-CA"/>
              </w:rPr>
              <w:t xml:space="preserve">Implements the </w:t>
            </w:r>
            <w:r>
              <w:rPr>
                <w:szCs w:val="20"/>
                <w:lang w:val="en-CA"/>
              </w:rPr>
              <w:t>DOUBLE_OUT_OF_RANGE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14:paraId="13431670" w14:textId="77777777" w:rsidTr="005B72AB">
        <w:tc>
          <w:tcPr>
            <w:tcW w:w="477" w:type="dxa"/>
          </w:tcPr>
          <w:p w14:paraId="45F005A1" w14:textId="77777777" w:rsidR="001B1259" w:rsidRPr="00B528CD" w:rsidRDefault="001B1259" w:rsidP="00070FE8">
            <w:pPr>
              <w:jc w:val="center"/>
              <w:rPr>
                <w:lang w:val="en-CA"/>
              </w:rPr>
            </w:pPr>
          </w:p>
        </w:tc>
        <w:tc>
          <w:tcPr>
            <w:tcW w:w="966" w:type="dxa"/>
          </w:tcPr>
          <w:p w14:paraId="2414C410"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557" w:type="dxa"/>
          </w:tcPr>
          <w:p w14:paraId="4BB253BB" w14:textId="77777777" w:rsidR="001B1259" w:rsidRPr="00B528CD" w:rsidRDefault="001B1259" w:rsidP="0028727B">
            <w:pPr>
              <w:rPr>
                <w:szCs w:val="20"/>
                <w:lang w:val="en-CA"/>
              </w:rPr>
            </w:pPr>
            <w:r w:rsidRPr="00B528CD">
              <w:rPr>
                <w:szCs w:val="20"/>
                <w:lang w:val="en-CA"/>
              </w:rPr>
              <w:t xml:space="preserve">Implements the </w:t>
            </w:r>
            <w:r>
              <w:rPr>
                <w:szCs w:val="20"/>
                <w:lang w:val="en-CA"/>
              </w:rPr>
              <w:t>SIGNED_OUT_OF_RANGE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14:paraId="06D65478" w14:textId="77777777" w:rsidTr="005B72AB">
        <w:tc>
          <w:tcPr>
            <w:tcW w:w="477" w:type="dxa"/>
          </w:tcPr>
          <w:p w14:paraId="0FC07093" w14:textId="77777777" w:rsidR="001B1259" w:rsidRPr="00B528CD" w:rsidRDefault="001B1259" w:rsidP="00070FE8">
            <w:pPr>
              <w:jc w:val="center"/>
              <w:rPr>
                <w:lang w:val="en-CA"/>
              </w:rPr>
            </w:pPr>
          </w:p>
        </w:tc>
        <w:tc>
          <w:tcPr>
            <w:tcW w:w="966" w:type="dxa"/>
          </w:tcPr>
          <w:p w14:paraId="64AB7F7B"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557" w:type="dxa"/>
          </w:tcPr>
          <w:p w14:paraId="224687D9" w14:textId="77777777" w:rsidR="001B1259" w:rsidRPr="00B528CD" w:rsidRDefault="001B1259" w:rsidP="0028727B">
            <w:pPr>
              <w:rPr>
                <w:szCs w:val="20"/>
                <w:lang w:val="en-CA"/>
              </w:rPr>
            </w:pPr>
            <w:r w:rsidRPr="00B528CD">
              <w:rPr>
                <w:szCs w:val="20"/>
                <w:lang w:val="en-CA"/>
              </w:rPr>
              <w:t xml:space="preserve">Implements the </w:t>
            </w:r>
            <w:r>
              <w:rPr>
                <w:szCs w:val="20"/>
                <w:lang w:val="en-CA"/>
              </w:rPr>
              <w:t>UNSIGNED_OUT_OF_RANGE</w:t>
            </w:r>
            <w:r w:rsidRPr="00B528CD">
              <w:rPr>
                <w:szCs w:val="20"/>
                <w:lang w:val="en-CA"/>
              </w:rPr>
              <w:t xml:space="preserve"> </w:t>
            </w:r>
            <w:r w:rsidR="0028727B">
              <w:rPr>
                <w:szCs w:val="20"/>
                <w:lang w:val="en-CA"/>
              </w:rPr>
              <w:t>a</w:t>
            </w:r>
            <w:r w:rsidR="0028727B" w:rsidRPr="00B528CD">
              <w:rPr>
                <w:szCs w:val="20"/>
                <w:lang w:val="en-CA"/>
              </w:rPr>
              <w:t>lgorithm</w:t>
            </w:r>
          </w:p>
        </w:tc>
      </w:tr>
      <w:tr w:rsidR="001B1259" w:rsidRPr="00B528CD" w14:paraId="5196B2B1" w14:textId="77777777" w:rsidTr="005B72AB">
        <w:tc>
          <w:tcPr>
            <w:tcW w:w="477" w:type="dxa"/>
          </w:tcPr>
          <w:p w14:paraId="677341C1" w14:textId="77777777" w:rsidR="001B1259" w:rsidRPr="00B528CD" w:rsidRDefault="001B1259" w:rsidP="00070FE8">
            <w:pPr>
              <w:jc w:val="center"/>
              <w:rPr>
                <w:lang w:val="en-CA"/>
              </w:rPr>
            </w:pPr>
          </w:p>
        </w:tc>
        <w:tc>
          <w:tcPr>
            <w:tcW w:w="966" w:type="dxa"/>
          </w:tcPr>
          <w:p w14:paraId="4BAE71DD" w14:textId="77777777" w:rsidR="001B1259" w:rsidRPr="00B528CD" w:rsidRDefault="001B1259" w:rsidP="00070FE8">
            <w:pPr>
              <w:jc w:val="center"/>
              <w:rPr>
                <w:lang w:val="en-CA"/>
              </w:rPr>
            </w:pPr>
            <w:r>
              <w:rPr>
                <w:lang w:val="en-CA"/>
              </w:rPr>
              <w:t>C</w:t>
            </w:r>
            <w:r w:rsidRPr="00815A26">
              <w:rPr>
                <w:vertAlign w:val="superscript"/>
                <w:lang w:val="en-CA"/>
              </w:rPr>
              <w:t>3</w:t>
            </w:r>
          </w:p>
        </w:tc>
        <w:tc>
          <w:tcPr>
            <w:tcW w:w="7557" w:type="dxa"/>
          </w:tcPr>
          <w:p w14:paraId="7E530293" w14:textId="77777777" w:rsidR="001B1259" w:rsidRPr="00B528CD" w:rsidRDefault="001B1259" w:rsidP="0028727B">
            <w:pPr>
              <w:rPr>
                <w:szCs w:val="20"/>
                <w:lang w:val="en-CA"/>
              </w:rPr>
            </w:pPr>
            <w:r w:rsidRPr="00B528CD">
              <w:rPr>
                <w:szCs w:val="20"/>
                <w:lang w:val="en-CA"/>
              </w:rPr>
              <w:t xml:space="preserve">Implements the </w:t>
            </w:r>
            <w:r>
              <w:rPr>
                <w:szCs w:val="20"/>
                <w:lang w:val="en-CA"/>
              </w:rPr>
              <w:t>CHANGE_OF_CHARACTERSTRING</w:t>
            </w:r>
            <w:r w:rsidRPr="00B528CD">
              <w:rPr>
                <w:szCs w:val="20"/>
                <w:lang w:val="en-CA"/>
              </w:rPr>
              <w:t xml:space="preserve"> </w:t>
            </w:r>
            <w:r w:rsidR="0028727B">
              <w:rPr>
                <w:szCs w:val="20"/>
                <w:lang w:val="en-CA"/>
              </w:rPr>
              <w:t>a</w:t>
            </w:r>
            <w:r w:rsidR="0028727B" w:rsidRPr="00B528CD">
              <w:rPr>
                <w:szCs w:val="20"/>
                <w:lang w:val="en-CA"/>
              </w:rPr>
              <w:t>lgorithm</w:t>
            </w:r>
          </w:p>
        </w:tc>
      </w:tr>
      <w:tr w:rsidR="00A25595" w:rsidRPr="00B528CD" w14:paraId="462650E3" w14:textId="77777777" w:rsidTr="005B72AB">
        <w:tc>
          <w:tcPr>
            <w:tcW w:w="477" w:type="dxa"/>
          </w:tcPr>
          <w:p w14:paraId="1D5222B8" w14:textId="77777777" w:rsidR="00A25595" w:rsidRPr="00B528CD" w:rsidRDefault="00A25595" w:rsidP="00070FE8">
            <w:pPr>
              <w:jc w:val="center"/>
              <w:rPr>
                <w:lang w:val="en-CA"/>
              </w:rPr>
            </w:pPr>
          </w:p>
        </w:tc>
        <w:tc>
          <w:tcPr>
            <w:tcW w:w="966" w:type="dxa"/>
          </w:tcPr>
          <w:p w14:paraId="730AAE54" w14:textId="77777777" w:rsidR="00A25595" w:rsidRDefault="00A25595" w:rsidP="00650BA1">
            <w:pPr>
              <w:tabs>
                <w:tab w:val="center" w:pos="379"/>
              </w:tabs>
              <w:jc w:val="center"/>
              <w:rPr>
                <w:lang w:val="en-CA"/>
              </w:rPr>
            </w:pPr>
            <w:r>
              <w:rPr>
                <w:lang w:val="en-CA"/>
              </w:rPr>
              <w:t>C</w:t>
            </w:r>
            <w:r w:rsidRPr="00815A26">
              <w:rPr>
                <w:vertAlign w:val="superscript"/>
                <w:lang w:val="en-CA"/>
              </w:rPr>
              <w:t>3</w:t>
            </w:r>
          </w:p>
        </w:tc>
        <w:tc>
          <w:tcPr>
            <w:tcW w:w="7557" w:type="dxa"/>
          </w:tcPr>
          <w:p w14:paraId="7BCEC346" w14:textId="77777777" w:rsidR="00A25595" w:rsidRPr="00B528CD" w:rsidRDefault="00A25595" w:rsidP="00DE34D8">
            <w:pPr>
              <w:rPr>
                <w:szCs w:val="20"/>
                <w:lang w:val="en-CA"/>
              </w:rPr>
            </w:pPr>
            <w:r>
              <w:rPr>
                <w:szCs w:val="20"/>
                <w:lang w:val="en-CA"/>
              </w:rPr>
              <w:t>Implements the CHANGE_OF_STATUS_FLAGS algorithm</w:t>
            </w:r>
          </w:p>
        </w:tc>
      </w:tr>
      <w:tr w:rsidR="00A46220" w:rsidRPr="00DE34D8" w14:paraId="1ECED4C9" w14:textId="77777777" w:rsidTr="005B72AB">
        <w:tc>
          <w:tcPr>
            <w:tcW w:w="477" w:type="dxa"/>
          </w:tcPr>
          <w:p w14:paraId="46F9E311" w14:textId="77777777" w:rsidR="00A46220" w:rsidRPr="00DE34D8" w:rsidRDefault="00A46220" w:rsidP="00070FE8">
            <w:pPr>
              <w:jc w:val="center"/>
              <w:rPr>
                <w:lang w:val="en-CA"/>
              </w:rPr>
            </w:pPr>
          </w:p>
        </w:tc>
        <w:tc>
          <w:tcPr>
            <w:tcW w:w="966" w:type="dxa"/>
          </w:tcPr>
          <w:p w14:paraId="7B88CB67" w14:textId="77777777" w:rsidR="00A46220" w:rsidRPr="00DE34D8" w:rsidRDefault="00A46220" w:rsidP="00893C2A">
            <w:pPr>
              <w:jc w:val="center"/>
              <w:rPr>
                <w:lang w:val="en-CA"/>
              </w:rPr>
            </w:pPr>
            <w:r>
              <w:rPr>
                <w:lang w:val="en-CA"/>
              </w:rPr>
              <w:t>C</w:t>
            </w:r>
            <w:r w:rsidRPr="00815A26">
              <w:rPr>
                <w:vertAlign w:val="superscript"/>
                <w:lang w:val="en-CA"/>
              </w:rPr>
              <w:t>3</w:t>
            </w:r>
          </w:p>
        </w:tc>
        <w:tc>
          <w:tcPr>
            <w:tcW w:w="7557" w:type="dxa"/>
          </w:tcPr>
          <w:p w14:paraId="49F03284" w14:textId="77777777" w:rsidR="00A46220" w:rsidRPr="00DE34D8" w:rsidRDefault="00A46220" w:rsidP="00D44DAD">
            <w:pPr>
              <w:rPr>
                <w:lang w:val="en-CA"/>
              </w:rPr>
            </w:pPr>
            <w:r>
              <w:rPr>
                <w:lang w:val="en-CA"/>
              </w:rPr>
              <w:t>Implements the UNSIGNED_RANGE algorithm</w:t>
            </w:r>
          </w:p>
        </w:tc>
      </w:tr>
      <w:tr w:rsidR="001B1259" w:rsidRPr="00DE34D8" w14:paraId="7D6F3093" w14:textId="77777777" w:rsidTr="005B72AB">
        <w:tc>
          <w:tcPr>
            <w:tcW w:w="477" w:type="dxa"/>
          </w:tcPr>
          <w:p w14:paraId="7FC5ECE5" w14:textId="77777777" w:rsidR="001B1259" w:rsidRPr="00DE34D8" w:rsidRDefault="001B1259" w:rsidP="00070FE8">
            <w:pPr>
              <w:jc w:val="center"/>
              <w:rPr>
                <w:lang w:val="en-CA"/>
              </w:rPr>
            </w:pPr>
          </w:p>
        </w:tc>
        <w:tc>
          <w:tcPr>
            <w:tcW w:w="966" w:type="dxa"/>
          </w:tcPr>
          <w:p w14:paraId="671E1123" w14:textId="77777777" w:rsidR="001B1259" w:rsidRPr="00DE34D8" w:rsidRDefault="001B1259" w:rsidP="00893C2A">
            <w:pPr>
              <w:jc w:val="center"/>
              <w:rPr>
                <w:lang w:val="en-CA"/>
              </w:rPr>
            </w:pPr>
            <w:r w:rsidRPr="00DE34D8">
              <w:rPr>
                <w:lang w:val="en-CA"/>
              </w:rPr>
              <w:t>O</w:t>
            </w:r>
          </w:p>
        </w:tc>
        <w:tc>
          <w:tcPr>
            <w:tcW w:w="7557" w:type="dxa"/>
          </w:tcPr>
          <w:p w14:paraId="078466FA" w14:textId="77777777" w:rsidR="001B1259" w:rsidRPr="00DE34D8" w:rsidRDefault="001B1259" w:rsidP="00D44DAD">
            <w:pPr>
              <w:rPr>
                <w:lang w:val="en-CA"/>
              </w:rPr>
            </w:pPr>
            <w:r w:rsidRPr="00DE34D8">
              <w:rPr>
                <w:lang w:val="en-CA"/>
              </w:rPr>
              <w:t>Supports Event_Message_Texts property</w:t>
            </w:r>
          </w:p>
        </w:tc>
      </w:tr>
      <w:tr w:rsidR="001B1259" w:rsidRPr="00DE34D8" w14:paraId="5AD79BA1" w14:textId="77777777" w:rsidTr="005B72AB">
        <w:tc>
          <w:tcPr>
            <w:tcW w:w="477" w:type="dxa"/>
          </w:tcPr>
          <w:p w14:paraId="2DA77A9A" w14:textId="77777777" w:rsidR="001B1259" w:rsidRPr="00DE34D8" w:rsidRDefault="001B1259" w:rsidP="00070FE8">
            <w:pPr>
              <w:jc w:val="center"/>
              <w:rPr>
                <w:lang w:val="en-CA"/>
              </w:rPr>
            </w:pPr>
          </w:p>
        </w:tc>
        <w:tc>
          <w:tcPr>
            <w:tcW w:w="966" w:type="dxa"/>
          </w:tcPr>
          <w:p w14:paraId="0D1741E3" w14:textId="77777777" w:rsidR="001B1259" w:rsidRPr="00DE34D8" w:rsidRDefault="001B1259" w:rsidP="00070FE8">
            <w:pPr>
              <w:jc w:val="center"/>
              <w:rPr>
                <w:lang w:val="en-CA"/>
              </w:rPr>
            </w:pPr>
            <w:r w:rsidRPr="00DE34D8">
              <w:rPr>
                <w:lang w:val="en-CA"/>
              </w:rPr>
              <w:t>O</w:t>
            </w:r>
          </w:p>
        </w:tc>
        <w:tc>
          <w:tcPr>
            <w:tcW w:w="7557" w:type="dxa"/>
          </w:tcPr>
          <w:p w14:paraId="50475012" w14:textId="77777777" w:rsidR="001B1259" w:rsidRPr="00DE34D8" w:rsidRDefault="001B1259" w:rsidP="00070FE8">
            <w:pPr>
              <w:rPr>
                <w:lang w:val="en-CA"/>
              </w:rPr>
            </w:pPr>
            <w:r w:rsidRPr="00DE34D8">
              <w:rPr>
                <w:lang w:val="en-CA"/>
              </w:rPr>
              <w:t>Supports Event_Message_Texts</w:t>
            </w:r>
            <w:r>
              <w:rPr>
                <w:lang w:val="en-CA"/>
              </w:rPr>
              <w:t>_Config</w:t>
            </w:r>
            <w:r w:rsidRPr="00DE34D8">
              <w:rPr>
                <w:lang w:val="en-CA"/>
              </w:rPr>
              <w:t xml:space="preserve"> p</w:t>
            </w:r>
            <w:r>
              <w:rPr>
                <w:lang w:val="en-CA"/>
              </w:rPr>
              <w:t>roperty</w:t>
            </w:r>
          </w:p>
        </w:tc>
      </w:tr>
      <w:tr w:rsidR="004532CE" w:rsidRPr="00DE34D8" w14:paraId="1C9D9734" w14:textId="77777777" w:rsidTr="005B72AB">
        <w:tc>
          <w:tcPr>
            <w:tcW w:w="477" w:type="dxa"/>
          </w:tcPr>
          <w:p w14:paraId="1C7A4835" w14:textId="77777777" w:rsidR="004532CE" w:rsidRPr="00DE34D8" w:rsidRDefault="004532CE" w:rsidP="00070FE8">
            <w:pPr>
              <w:jc w:val="center"/>
              <w:rPr>
                <w:lang w:val="en-CA"/>
              </w:rPr>
            </w:pPr>
          </w:p>
        </w:tc>
        <w:tc>
          <w:tcPr>
            <w:tcW w:w="966" w:type="dxa"/>
          </w:tcPr>
          <w:p w14:paraId="1A30CF21" w14:textId="77777777" w:rsidR="004532CE" w:rsidRPr="00DE34D8" w:rsidRDefault="004532CE" w:rsidP="00070FE8">
            <w:pPr>
              <w:jc w:val="center"/>
              <w:rPr>
                <w:lang w:val="en-CA"/>
              </w:rPr>
            </w:pPr>
            <w:r>
              <w:rPr>
                <w:lang w:val="en-CA"/>
              </w:rPr>
              <w:t>O</w:t>
            </w:r>
          </w:p>
        </w:tc>
        <w:tc>
          <w:tcPr>
            <w:tcW w:w="7557" w:type="dxa"/>
          </w:tcPr>
          <w:p w14:paraId="5D86EF77" w14:textId="77777777" w:rsidR="004532CE" w:rsidRPr="00DE34D8" w:rsidRDefault="004532CE" w:rsidP="00070FE8">
            <w:pPr>
              <w:rPr>
                <w:lang w:val="en-CA"/>
              </w:rPr>
            </w:pPr>
            <w:r>
              <w:rPr>
                <w:lang w:val="en-CA"/>
              </w:rPr>
              <w:t>Implements intrinsic alarming in an Integer object</w:t>
            </w:r>
          </w:p>
        </w:tc>
      </w:tr>
      <w:tr w:rsidR="00CF3A35" w:rsidRPr="00EA771E" w14:paraId="24ADFB9A" w14:textId="77777777" w:rsidTr="005B72AB">
        <w:tc>
          <w:tcPr>
            <w:tcW w:w="477" w:type="dxa"/>
          </w:tcPr>
          <w:p w14:paraId="64BE59BD" w14:textId="77777777" w:rsidR="00CF3A35" w:rsidRPr="00EA771E" w:rsidRDefault="00CF3A35" w:rsidP="005B72AB">
            <w:pPr>
              <w:jc w:val="center"/>
            </w:pPr>
          </w:p>
        </w:tc>
        <w:tc>
          <w:tcPr>
            <w:tcW w:w="966" w:type="dxa"/>
          </w:tcPr>
          <w:p w14:paraId="75859C2C" w14:textId="7A1DAFE5"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21C52F22" w14:textId="77777777" w:rsidR="00CF3A35" w:rsidRPr="00EA771E" w:rsidRDefault="00CF3A35" w:rsidP="00A0682C">
            <w:r w:rsidRPr="00EA771E">
              <w:t>Implem</w:t>
            </w:r>
            <w:r w:rsidR="002E63DF">
              <w:t xml:space="preserve">ents the CHANGE_OF_RELIABILITY </w:t>
            </w:r>
            <w:r w:rsidR="00012C95">
              <w:t>-</w:t>
            </w:r>
            <w:r w:rsidRPr="00EA771E">
              <w:t xml:space="preserve"> </w:t>
            </w:r>
            <w:r w:rsidR="00A0682C">
              <w:t>NONE</w:t>
            </w:r>
          </w:p>
        </w:tc>
      </w:tr>
      <w:tr w:rsidR="00CF3A35" w:rsidRPr="00EA771E" w14:paraId="1CB19379" w14:textId="77777777" w:rsidTr="005B72AB">
        <w:tc>
          <w:tcPr>
            <w:tcW w:w="477" w:type="dxa"/>
          </w:tcPr>
          <w:p w14:paraId="419A0B07" w14:textId="77777777" w:rsidR="00CF3A35" w:rsidRPr="00EA771E" w:rsidRDefault="00CF3A35" w:rsidP="005B72AB">
            <w:pPr>
              <w:jc w:val="center"/>
            </w:pPr>
          </w:p>
        </w:tc>
        <w:tc>
          <w:tcPr>
            <w:tcW w:w="966" w:type="dxa"/>
          </w:tcPr>
          <w:p w14:paraId="4DA5DB57" w14:textId="5C5299C4"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6EDC839A" w14:textId="77777777" w:rsidR="00CF3A35" w:rsidRPr="00EA771E" w:rsidRDefault="00CF3A35" w:rsidP="0028727B">
            <w:r w:rsidRPr="00EA771E">
              <w:t>Implem</w:t>
            </w:r>
            <w:r w:rsidR="002E63DF">
              <w:t xml:space="preserve">ents the CHANGE_OF_RELIABILITY </w:t>
            </w:r>
            <w:r w:rsidR="00012C95">
              <w:t>-</w:t>
            </w:r>
            <w:r w:rsidRPr="00EA771E">
              <w:t xml:space="preserve"> FAULT_CHARACTERSTRING </w:t>
            </w:r>
            <w:r w:rsidR="0028727B">
              <w:t>a</w:t>
            </w:r>
            <w:r w:rsidR="0028727B" w:rsidRPr="00EA771E">
              <w:t>lgorithm</w:t>
            </w:r>
          </w:p>
        </w:tc>
      </w:tr>
      <w:tr w:rsidR="00CF3A35" w:rsidRPr="00EA771E" w14:paraId="65BFCA52" w14:textId="77777777" w:rsidTr="005B72AB">
        <w:tc>
          <w:tcPr>
            <w:tcW w:w="477" w:type="dxa"/>
          </w:tcPr>
          <w:p w14:paraId="63734B6B" w14:textId="77777777" w:rsidR="00CF3A35" w:rsidRPr="00EA771E" w:rsidRDefault="00CF3A35" w:rsidP="005B72AB">
            <w:pPr>
              <w:jc w:val="center"/>
            </w:pPr>
          </w:p>
        </w:tc>
        <w:tc>
          <w:tcPr>
            <w:tcW w:w="966" w:type="dxa"/>
          </w:tcPr>
          <w:p w14:paraId="59212621" w14:textId="5FE9084B"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67C0AD28" w14:textId="77777777" w:rsidR="00CF3A35" w:rsidRPr="00EA771E" w:rsidRDefault="00CF3A35" w:rsidP="0028727B">
            <w:r w:rsidRPr="00EA771E">
              <w:t>Implem</w:t>
            </w:r>
            <w:r w:rsidR="002E63DF">
              <w:t xml:space="preserve">ents the CHANGE_OF_RELIABILITY </w:t>
            </w:r>
            <w:r w:rsidR="00012C95">
              <w:t>-</w:t>
            </w:r>
            <w:r w:rsidRPr="00EA771E">
              <w:t xml:space="preserve"> FAULT_EXTENDED </w:t>
            </w:r>
            <w:r w:rsidR="0028727B">
              <w:t>a</w:t>
            </w:r>
            <w:r w:rsidR="0028727B" w:rsidRPr="00EA771E">
              <w:t>lgorithm</w:t>
            </w:r>
          </w:p>
        </w:tc>
      </w:tr>
      <w:tr w:rsidR="00CF3A35" w:rsidRPr="00EA771E" w14:paraId="34C97C22" w14:textId="77777777" w:rsidTr="005B72AB">
        <w:tc>
          <w:tcPr>
            <w:tcW w:w="477" w:type="dxa"/>
          </w:tcPr>
          <w:p w14:paraId="09C1901F" w14:textId="77777777" w:rsidR="00CF3A35" w:rsidRPr="00EA771E" w:rsidRDefault="00CF3A35" w:rsidP="005B72AB">
            <w:pPr>
              <w:jc w:val="center"/>
            </w:pPr>
          </w:p>
        </w:tc>
        <w:tc>
          <w:tcPr>
            <w:tcW w:w="966" w:type="dxa"/>
          </w:tcPr>
          <w:p w14:paraId="61C2B10E" w14:textId="56C6646A"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050F3DFB" w14:textId="77777777" w:rsidR="00CF3A35" w:rsidRPr="00EA771E" w:rsidRDefault="00CF3A35" w:rsidP="0028727B">
            <w:r w:rsidRPr="00EA771E">
              <w:t xml:space="preserve">Implements the CHANGE_OF_RELIABILITY </w:t>
            </w:r>
            <w:r w:rsidR="00012C95">
              <w:t>-</w:t>
            </w:r>
            <w:r w:rsidRPr="00EA771E">
              <w:t xml:space="preserve"> FAULT_LIFE_SAFETY </w:t>
            </w:r>
            <w:r w:rsidR="0028727B">
              <w:t>a</w:t>
            </w:r>
            <w:r w:rsidR="0028727B" w:rsidRPr="00EA771E">
              <w:t>lgorithm</w:t>
            </w:r>
          </w:p>
        </w:tc>
      </w:tr>
      <w:tr w:rsidR="00CF3A35" w:rsidRPr="00EA771E" w14:paraId="051F63DA" w14:textId="77777777" w:rsidTr="005B72AB">
        <w:tc>
          <w:tcPr>
            <w:tcW w:w="477" w:type="dxa"/>
          </w:tcPr>
          <w:p w14:paraId="30ABF5CD" w14:textId="77777777" w:rsidR="00CF3A35" w:rsidRPr="00EA771E" w:rsidRDefault="00CF3A35" w:rsidP="005B72AB">
            <w:pPr>
              <w:jc w:val="center"/>
            </w:pPr>
          </w:p>
        </w:tc>
        <w:tc>
          <w:tcPr>
            <w:tcW w:w="966" w:type="dxa"/>
          </w:tcPr>
          <w:p w14:paraId="50017DF5" w14:textId="6EA35126"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6449FA97" w14:textId="77777777" w:rsidR="00CF3A35" w:rsidRPr="00EA771E" w:rsidRDefault="00CF3A35" w:rsidP="0028727B">
            <w:r w:rsidRPr="00EA771E">
              <w:t xml:space="preserve">Implements the CHANGE_OF_RELIABILITY </w:t>
            </w:r>
            <w:r w:rsidR="00012C95">
              <w:t>-</w:t>
            </w:r>
            <w:r w:rsidRPr="00EA771E">
              <w:t xml:space="preserve"> FAULT_STATE </w:t>
            </w:r>
            <w:r w:rsidR="0028727B">
              <w:t>a</w:t>
            </w:r>
            <w:r w:rsidR="0028727B" w:rsidRPr="00EA771E">
              <w:t>lgorithm</w:t>
            </w:r>
          </w:p>
        </w:tc>
      </w:tr>
      <w:tr w:rsidR="00CF3A35" w:rsidRPr="00EA771E" w14:paraId="06217F0B" w14:textId="77777777" w:rsidTr="005B72AB">
        <w:tc>
          <w:tcPr>
            <w:tcW w:w="477" w:type="dxa"/>
          </w:tcPr>
          <w:p w14:paraId="20465260" w14:textId="77777777" w:rsidR="00CF3A35" w:rsidRPr="00EA771E" w:rsidRDefault="00CF3A35" w:rsidP="005B72AB">
            <w:pPr>
              <w:jc w:val="center"/>
            </w:pPr>
          </w:p>
        </w:tc>
        <w:tc>
          <w:tcPr>
            <w:tcW w:w="966" w:type="dxa"/>
          </w:tcPr>
          <w:p w14:paraId="44D2FED9" w14:textId="133DB03D"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6D8799BB" w14:textId="77777777" w:rsidR="00CF3A35" w:rsidRPr="00EA771E" w:rsidRDefault="00CF3A35" w:rsidP="0028727B">
            <w:r w:rsidRPr="00EA771E">
              <w:t xml:space="preserve">Implements the CHANGE_OF_RELIABILITY </w:t>
            </w:r>
            <w:r w:rsidR="00012C95">
              <w:t>-</w:t>
            </w:r>
            <w:r w:rsidRPr="00EA771E">
              <w:t xml:space="preserve"> FAULT_STATUS_FLAGS </w:t>
            </w:r>
            <w:r w:rsidR="0028727B">
              <w:t>a</w:t>
            </w:r>
            <w:r w:rsidR="0028727B" w:rsidRPr="00EA771E">
              <w:t>lgorithm</w:t>
            </w:r>
          </w:p>
        </w:tc>
      </w:tr>
      <w:tr w:rsidR="00CD7461" w:rsidRPr="00EA771E" w14:paraId="2F738FE6" w14:textId="77777777" w:rsidTr="005B72AB">
        <w:tc>
          <w:tcPr>
            <w:tcW w:w="477" w:type="dxa"/>
            <w:tcBorders>
              <w:top w:val="single" w:sz="4" w:space="0" w:color="auto"/>
              <w:left w:val="single" w:sz="4" w:space="0" w:color="auto"/>
              <w:bottom w:val="single" w:sz="4" w:space="0" w:color="auto"/>
              <w:right w:val="single" w:sz="4" w:space="0" w:color="auto"/>
            </w:tcBorders>
          </w:tcPr>
          <w:p w14:paraId="4E136FE2" w14:textId="77777777" w:rsidR="00CD7461" w:rsidRPr="00EA771E" w:rsidRDefault="00CD7461"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5AB8155B" w14:textId="271E2139" w:rsidR="00CD7461" w:rsidRPr="00CD7461" w:rsidRDefault="00CD7461" w:rsidP="00DE701E">
            <w:pPr>
              <w:jc w:val="center"/>
            </w:pPr>
            <w:r w:rsidRPr="00CD7461">
              <w:t>C</w:t>
            </w:r>
            <w:r>
              <w:rPr>
                <w:vertAlign w:val="superscript"/>
              </w:rPr>
              <w:t>3</w:t>
            </w:r>
            <w:r w:rsidR="00132E0C">
              <w:rPr>
                <w:vertAlign w:val="superscript"/>
              </w:rPr>
              <w:t>,</w:t>
            </w:r>
            <w:r w:rsidR="00F10937">
              <w:rPr>
                <w:vertAlign w:val="superscript"/>
              </w:rPr>
              <w:t>8</w:t>
            </w:r>
            <w:r w:rsidR="001D4BA1">
              <w:rPr>
                <w:vertAlign w:val="superscript"/>
              </w:rPr>
              <w:t>,9</w:t>
            </w:r>
          </w:p>
        </w:tc>
        <w:tc>
          <w:tcPr>
            <w:tcW w:w="7557" w:type="dxa"/>
            <w:tcBorders>
              <w:top w:val="single" w:sz="4" w:space="0" w:color="auto"/>
              <w:left w:val="single" w:sz="4" w:space="0" w:color="auto"/>
              <w:bottom w:val="single" w:sz="4" w:space="0" w:color="auto"/>
              <w:right w:val="single" w:sz="4" w:space="0" w:color="auto"/>
            </w:tcBorders>
          </w:tcPr>
          <w:p w14:paraId="63181F3F" w14:textId="77777777" w:rsidR="00CD7461" w:rsidRPr="00EA771E" w:rsidRDefault="00CD7461" w:rsidP="00DE701E">
            <w:r>
              <w:t xml:space="preserve">Implements the CHANGE_OF_RELIABILITY </w:t>
            </w:r>
            <w:r w:rsidR="00012C95">
              <w:t>-</w:t>
            </w:r>
            <w:r>
              <w:t xml:space="preserve"> FAULT_LISTED algorithm</w:t>
            </w:r>
          </w:p>
        </w:tc>
      </w:tr>
      <w:tr w:rsidR="00CF3A35" w:rsidRPr="00EA771E" w14:paraId="202EFEFE" w14:textId="77777777" w:rsidTr="005B72AB">
        <w:tc>
          <w:tcPr>
            <w:tcW w:w="477" w:type="dxa"/>
          </w:tcPr>
          <w:p w14:paraId="7F64467D" w14:textId="77777777" w:rsidR="00CF3A35" w:rsidRPr="00EA771E" w:rsidRDefault="00CF3A35" w:rsidP="005B72AB">
            <w:pPr>
              <w:jc w:val="center"/>
            </w:pPr>
          </w:p>
        </w:tc>
        <w:tc>
          <w:tcPr>
            <w:tcW w:w="966" w:type="dxa"/>
          </w:tcPr>
          <w:p w14:paraId="44F124BE" w14:textId="3190775F" w:rsidR="00CF3A35" w:rsidRPr="00EA771E" w:rsidRDefault="00CF3A35" w:rsidP="00B2207F">
            <w:pPr>
              <w:jc w:val="center"/>
            </w:pPr>
            <w:r w:rsidRPr="00EA771E">
              <w:t>C</w:t>
            </w:r>
            <w:r w:rsidRPr="00EA771E">
              <w:rPr>
                <w:vertAlign w:val="superscript"/>
              </w:rPr>
              <w:t>3</w:t>
            </w:r>
            <w:r w:rsidR="001D4BA1">
              <w:rPr>
                <w:vertAlign w:val="superscript"/>
              </w:rPr>
              <w:t>,9</w:t>
            </w:r>
          </w:p>
        </w:tc>
        <w:tc>
          <w:tcPr>
            <w:tcW w:w="7557" w:type="dxa"/>
          </w:tcPr>
          <w:p w14:paraId="721B6643" w14:textId="77777777" w:rsidR="00CF3A35" w:rsidRPr="00EA771E" w:rsidRDefault="00CF3A35" w:rsidP="00B2207F">
            <w:r w:rsidRPr="00EA771E">
              <w:t>Supports CHANGE_OF_RELIABILITY in the Event Enrollment Object</w:t>
            </w:r>
          </w:p>
        </w:tc>
      </w:tr>
      <w:tr w:rsidR="00B2207F" w:rsidRPr="00F95990" w14:paraId="4262C6E6" w14:textId="77777777" w:rsidTr="005B72AB">
        <w:tc>
          <w:tcPr>
            <w:tcW w:w="477" w:type="dxa"/>
          </w:tcPr>
          <w:p w14:paraId="2EAAB3E2" w14:textId="77777777" w:rsidR="00B2207F" w:rsidRPr="00F95990" w:rsidRDefault="00B2207F" w:rsidP="001D4F7E">
            <w:pPr>
              <w:jc w:val="center"/>
            </w:pPr>
          </w:p>
        </w:tc>
        <w:tc>
          <w:tcPr>
            <w:tcW w:w="966" w:type="dxa"/>
          </w:tcPr>
          <w:p w14:paraId="65C3AD41" w14:textId="77777777" w:rsidR="00B2207F" w:rsidRDefault="00B2207F" w:rsidP="00820550">
            <w:pPr>
              <w:jc w:val="center"/>
            </w:pPr>
            <w:r>
              <w:t>C</w:t>
            </w:r>
            <w:r w:rsidRPr="00FB1FB6">
              <w:rPr>
                <w:vertAlign w:val="superscript"/>
              </w:rPr>
              <w:t>3,</w:t>
            </w:r>
            <w:r w:rsidR="00820550" w:rsidRPr="00FB1FB6" w:rsidDel="00820550">
              <w:rPr>
                <w:vertAlign w:val="superscript"/>
              </w:rPr>
              <w:t xml:space="preserve"> </w:t>
            </w:r>
            <w:r w:rsidR="00F10937">
              <w:rPr>
                <w:vertAlign w:val="superscript"/>
              </w:rPr>
              <w:t>6</w:t>
            </w:r>
          </w:p>
        </w:tc>
        <w:tc>
          <w:tcPr>
            <w:tcW w:w="7557" w:type="dxa"/>
          </w:tcPr>
          <w:p w14:paraId="1EDA93BF" w14:textId="77777777" w:rsidR="00B2207F" w:rsidRDefault="00B2207F" w:rsidP="00B2207F">
            <w:pPr>
              <w:rPr>
                <w:lang w:val="en-CA"/>
              </w:rPr>
            </w:pPr>
            <w:r>
              <w:rPr>
                <w:lang w:val="en-CA"/>
              </w:rPr>
              <w:t>Implements the CHANGE_OF_DISCRETE_VALUE algorithm</w:t>
            </w:r>
          </w:p>
        </w:tc>
      </w:tr>
      <w:tr w:rsidR="00B2207F" w:rsidRPr="00F95990" w14:paraId="6F285954" w14:textId="77777777" w:rsidTr="005B72AB">
        <w:tc>
          <w:tcPr>
            <w:tcW w:w="477" w:type="dxa"/>
          </w:tcPr>
          <w:p w14:paraId="62754E74" w14:textId="77777777" w:rsidR="00B2207F" w:rsidRPr="00F95990" w:rsidRDefault="00B2207F" w:rsidP="001D4F7E">
            <w:pPr>
              <w:jc w:val="center"/>
            </w:pPr>
          </w:p>
        </w:tc>
        <w:tc>
          <w:tcPr>
            <w:tcW w:w="966" w:type="dxa"/>
          </w:tcPr>
          <w:p w14:paraId="494F9D5E" w14:textId="77777777" w:rsidR="00B2207F" w:rsidRDefault="00B2207F" w:rsidP="00B2207F">
            <w:pPr>
              <w:jc w:val="center"/>
            </w:pPr>
            <w:r>
              <w:t>C</w:t>
            </w:r>
            <w:r w:rsidRPr="00FB1FB6">
              <w:rPr>
                <w:vertAlign w:val="superscript"/>
              </w:rPr>
              <w:t>3,</w:t>
            </w:r>
            <w:r w:rsidR="00F10937">
              <w:rPr>
                <w:vertAlign w:val="superscript"/>
              </w:rPr>
              <w:t>7</w:t>
            </w:r>
          </w:p>
        </w:tc>
        <w:tc>
          <w:tcPr>
            <w:tcW w:w="7557" w:type="dxa"/>
          </w:tcPr>
          <w:p w14:paraId="0E550834" w14:textId="77777777" w:rsidR="00B2207F" w:rsidRDefault="00B2207F" w:rsidP="00B2207F">
            <w:pPr>
              <w:rPr>
                <w:lang w:val="en-CA"/>
              </w:rPr>
            </w:pPr>
            <w:r>
              <w:rPr>
                <w:lang w:val="en-CA"/>
              </w:rPr>
              <w:t>Implements the CHANGE_OF_TIMER algorithm</w:t>
            </w:r>
          </w:p>
        </w:tc>
      </w:tr>
      <w:tr w:rsidR="00401C4A" w:rsidRPr="00EA771E" w14:paraId="6AF0311A" w14:textId="77777777" w:rsidTr="005B72AB">
        <w:tc>
          <w:tcPr>
            <w:tcW w:w="477" w:type="dxa"/>
            <w:tcBorders>
              <w:top w:val="single" w:sz="4" w:space="0" w:color="auto"/>
              <w:left w:val="single" w:sz="4" w:space="0" w:color="auto"/>
              <w:bottom w:val="single" w:sz="4" w:space="0" w:color="auto"/>
              <w:right w:val="single" w:sz="4" w:space="0" w:color="auto"/>
            </w:tcBorders>
          </w:tcPr>
          <w:p w14:paraId="79F7CC52" w14:textId="77777777" w:rsidR="00401C4A" w:rsidRPr="00EA771E" w:rsidRDefault="00401C4A"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326659B4" w14:textId="5E5C52AE" w:rsidR="00401C4A" w:rsidRPr="00CD7461" w:rsidRDefault="00401C4A" w:rsidP="001D4D8B">
            <w:pPr>
              <w:jc w:val="center"/>
            </w:pPr>
            <w:r w:rsidRPr="00CD7461">
              <w:t>C</w:t>
            </w:r>
            <w:r>
              <w:rPr>
                <w:vertAlign w:val="superscript"/>
              </w:rPr>
              <w:t>3</w:t>
            </w:r>
            <w:r w:rsidRPr="00CD7461">
              <w:rPr>
                <w:vertAlign w:val="superscript"/>
              </w:rPr>
              <w:t>,</w:t>
            </w:r>
            <w:r>
              <w:rPr>
                <w:vertAlign w:val="superscript"/>
              </w:rPr>
              <w:t>6</w:t>
            </w:r>
            <w:r w:rsidR="001D4BA1">
              <w:rPr>
                <w:vertAlign w:val="superscript"/>
              </w:rPr>
              <w:t>,9</w:t>
            </w:r>
          </w:p>
        </w:tc>
        <w:tc>
          <w:tcPr>
            <w:tcW w:w="7557" w:type="dxa"/>
            <w:tcBorders>
              <w:top w:val="single" w:sz="4" w:space="0" w:color="auto"/>
              <w:left w:val="single" w:sz="4" w:space="0" w:color="auto"/>
              <w:bottom w:val="single" w:sz="4" w:space="0" w:color="auto"/>
              <w:right w:val="single" w:sz="4" w:space="0" w:color="auto"/>
            </w:tcBorders>
          </w:tcPr>
          <w:p w14:paraId="1B8C283B" w14:textId="77777777" w:rsidR="00401C4A" w:rsidRPr="00EA771E" w:rsidRDefault="00401C4A" w:rsidP="00394583">
            <w:r>
              <w:t>Implements the CHANGE_OF_RELIABILITY - FAULT_OUT_OF_RANGE algorithm</w:t>
            </w:r>
          </w:p>
        </w:tc>
      </w:tr>
      <w:tr w:rsidR="00851ECE" w:rsidRPr="00356C42" w14:paraId="0000C489" w14:textId="77777777" w:rsidTr="005B72AB">
        <w:tc>
          <w:tcPr>
            <w:tcW w:w="477" w:type="dxa"/>
            <w:tcBorders>
              <w:top w:val="single" w:sz="4" w:space="0" w:color="auto"/>
              <w:left w:val="single" w:sz="4" w:space="0" w:color="auto"/>
              <w:bottom w:val="single" w:sz="4" w:space="0" w:color="auto"/>
              <w:right w:val="single" w:sz="4" w:space="0" w:color="auto"/>
            </w:tcBorders>
          </w:tcPr>
          <w:p w14:paraId="0AEDF931" w14:textId="77777777" w:rsidR="00851ECE" w:rsidRPr="003568D0" w:rsidRDefault="00851ECE"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667D8A9D" w14:textId="2C6CFF23" w:rsidR="00851ECE" w:rsidRPr="00356C42" w:rsidRDefault="00851ECE" w:rsidP="001608F4">
            <w:pPr>
              <w:jc w:val="center"/>
            </w:pPr>
            <w:r w:rsidRPr="00356C42">
              <w:t>O</w:t>
            </w:r>
            <w:r w:rsidR="00BE698E">
              <w:rPr>
                <w:vertAlign w:val="superscript"/>
              </w:rPr>
              <w:t>5</w:t>
            </w:r>
          </w:p>
        </w:tc>
        <w:tc>
          <w:tcPr>
            <w:tcW w:w="7557" w:type="dxa"/>
            <w:tcBorders>
              <w:top w:val="single" w:sz="4" w:space="0" w:color="auto"/>
              <w:left w:val="single" w:sz="4" w:space="0" w:color="auto"/>
              <w:bottom w:val="single" w:sz="4" w:space="0" w:color="auto"/>
              <w:right w:val="single" w:sz="4" w:space="0" w:color="auto"/>
            </w:tcBorders>
          </w:tcPr>
          <w:p w14:paraId="793BA39D" w14:textId="77777777" w:rsidR="00851ECE" w:rsidRPr="00356C42" w:rsidRDefault="00851ECE" w:rsidP="001608F4">
            <w:r w:rsidRPr="00356C42">
              <w:t>Implements the Reliability_Evaluation_Inhibit property with Fault Reporting</w:t>
            </w:r>
          </w:p>
        </w:tc>
      </w:tr>
      <w:tr w:rsidR="001B1259" w:rsidRPr="00F95990" w14:paraId="14AA2F73" w14:textId="77777777" w:rsidTr="0056012F">
        <w:trPr>
          <w:cantSplit/>
        </w:trPr>
        <w:tc>
          <w:tcPr>
            <w:tcW w:w="9000" w:type="dxa"/>
            <w:gridSpan w:val="3"/>
          </w:tcPr>
          <w:p w14:paraId="2B263636" w14:textId="77777777" w:rsidR="001B1259" w:rsidRDefault="001B1259" w:rsidP="009353EF">
            <w:pPr>
              <w:pStyle w:val="OptionFootnote"/>
            </w:pPr>
            <w:r w:rsidRPr="00F95990">
              <w:rPr>
                <w:vertAlign w:val="superscript"/>
              </w:rPr>
              <w:t>1</w:t>
            </w:r>
            <w:r w:rsidRPr="00F95990">
              <w:t xml:space="preserve"> </w:t>
            </w:r>
            <w:r w:rsidRPr="00B453A5">
              <w:t>Required if EventNotifications with service parameter AckRequired = True can be issued</w:t>
            </w:r>
            <w:r w:rsidRPr="00F95990">
              <w:t>.</w:t>
            </w:r>
          </w:p>
          <w:p w14:paraId="73FA869D" w14:textId="77777777" w:rsidR="001B1259" w:rsidRPr="00F95990" w:rsidRDefault="001B1259" w:rsidP="00B2244F">
            <w:pPr>
              <w:pStyle w:val="OptionFootnote"/>
            </w:pPr>
            <w:r w:rsidRPr="00F95990">
              <w:rPr>
                <w:vertAlign w:val="superscript"/>
              </w:rPr>
              <w:t>2</w:t>
            </w:r>
            <w:r w:rsidRPr="00F95990">
              <w:t xml:space="preserve"> At least one of these options must be supported to claim support for this BIBB.</w:t>
            </w:r>
          </w:p>
          <w:p w14:paraId="6D0B1C6F" w14:textId="77777777" w:rsidR="001B1259" w:rsidRPr="00F95990" w:rsidRDefault="001B1259" w:rsidP="00B2244F">
            <w:pPr>
              <w:pStyle w:val="OptionFootnote"/>
            </w:pPr>
            <w:r w:rsidRPr="00F95990">
              <w:rPr>
                <w:vertAlign w:val="superscript"/>
              </w:rPr>
              <w:t>3</w:t>
            </w:r>
            <w:r w:rsidRPr="00F95990">
              <w:t xml:space="preserve"> At least one of these options must be supported to claim support for this BIBB.</w:t>
            </w:r>
            <w:r w:rsidRPr="00F95990">
              <w:rPr>
                <w:color w:val="0000FF"/>
              </w:rPr>
              <w:t xml:space="preserve"> </w:t>
            </w:r>
            <w:r w:rsidRPr="00F95990">
              <w:t>It is recommended that a standard BACnet algorithm be used instead of a proprietary algorithm whenever possible.</w:t>
            </w:r>
          </w:p>
          <w:p w14:paraId="5E4EC1A3" w14:textId="77777777" w:rsidR="001B1259" w:rsidRDefault="001B1259" w:rsidP="00B2244F">
            <w:pPr>
              <w:pStyle w:val="OptionFootnote"/>
            </w:pPr>
            <w:r>
              <w:rPr>
                <w:vertAlign w:val="superscript"/>
              </w:rPr>
              <w:t>4</w:t>
            </w:r>
            <w:r w:rsidRPr="00F95990">
              <w:t xml:space="preserve"> At least one of these options must be supported to claim support for this BIBB.</w:t>
            </w:r>
            <w:r w:rsidRPr="00F95990">
              <w:rPr>
                <w:color w:val="0000FF"/>
              </w:rPr>
              <w:t xml:space="preserve"> </w:t>
            </w:r>
            <w:r w:rsidRPr="00F95990">
              <w:t>The BACnetDateTime form of the timestamp is the recommended option.</w:t>
            </w:r>
          </w:p>
          <w:p w14:paraId="01AFEC82" w14:textId="60659A1A" w:rsidR="00053B0E" w:rsidRDefault="00053B0E" w:rsidP="005B72AB">
            <w:pPr>
              <w:ind w:left="720"/>
            </w:pPr>
            <w:r>
              <w:rPr>
                <w:vertAlign w:val="superscript"/>
              </w:rPr>
              <w:t>5</w:t>
            </w:r>
            <w:r>
              <w:t xml:space="preserve"> </w:t>
            </w:r>
            <w:r w:rsidR="00BE698E" w:rsidRPr="00356C42">
              <w:t>Protocol_Revision 13 or higher must be claimed. IUT shall not claim this functionality if the only method of generating a fault condition is by writing to the Reliability property.</w:t>
            </w:r>
          </w:p>
          <w:p w14:paraId="329B1A8C" w14:textId="77777777" w:rsidR="00F10937" w:rsidRPr="00FB1FB6" w:rsidRDefault="0000328E" w:rsidP="006B5CA0">
            <w:pPr>
              <w:pStyle w:val="ListParagraph"/>
            </w:pPr>
            <w:r w:rsidRPr="0000328E">
              <w:rPr>
                <w:vertAlign w:val="superscript"/>
              </w:rPr>
              <w:t>6</w:t>
            </w:r>
            <w:r w:rsidR="00DA1EB5">
              <w:rPr>
                <w:vertAlign w:val="superscript"/>
              </w:rPr>
              <w:t xml:space="preserve"> </w:t>
            </w:r>
            <w:r w:rsidR="00F10937">
              <w:t>Protocol_Revision 16 or higher must be claimed.</w:t>
            </w:r>
          </w:p>
          <w:p w14:paraId="03564341" w14:textId="77777777" w:rsidR="00B2207F" w:rsidRDefault="0000328E" w:rsidP="006B5CA0">
            <w:pPr>
              <w:pStyle w:val="ListParagraph"/>
            </w:pPr>
            <w:r w:rsidRPr="0000328E">
              <w:rPr>
                <w:vertAlign w:val="superscript"/>
              </w:rPr>
              <w:t>7</w:t>
            </w:r>
            <w:r w:rsidR="00DA1EB5">
              <w:rPr>
                <w:vertAlign w:val="superscript"/>
              </w:rPr>
              <w:t xml:space="preserve"> </w:t>
            </w:r>
            <w:r w:rsidR="00F10937">
              <w:t>Protocol</w:t>
            </w:r>
            <w:r w:rsidR="00B2207F">
              <w:t>_Revision 17 or higher must be claimed.</w:t>
            </w:r>
          </w:p>
          <w:p w14:paraId="382C1CA0" w14:textId="77777777" w:rsidR="001B1259" w:rsidRDefault="00F10937" w:rsidP="00DA1EB5">
            <w:pPr>
              <w:ind w:left="720"/>
            </w:pPr>
            <w:r>
              <w:rPr>
                <w:vertAlign w:val="superscript"/>
              </w:rPr>
              <w:t>8</w:t>
            </w:r>
            <w:r w:rsidR="00650BA1">
              <w:rPr>
                <w:vertAlign w:val="superscript"/>
              </w:rPr>
              <w:t xml:space="preserve"> </w:t>
            </w:r>
            <w:r>
              <w:t>Protocol</w:t>
            </w:r>
            <w:r w:rsidR="00132E0C">
              <w:t>_Revision 18 or higher must be claimed.</w:t>
            </w:r>
          </w:p>
          <w:p w14:paraId="2659848F" w14:textId="77777777" w:rsidR="001D4BA1" w:rsidRDefault="001D4BA1" w:rsidP="00DA1EB5">
            <w:pPr>
              <w:ind w:left="720"/>
            </w:pPr>
            <w:r w:rsidRPr="001D4BA1">
              <w:rPr>
                <w:vertAlign w:val="superscript"/>
              </w:rPr>
              <w:t>9</w:t>
            </w:r>
            <w:r>
              <w:t xml:space="preserve"> A device shall support CHANGE_OF_RELIABILITY in any object which generates event notifications and in which the Reliability property can take on a value other than NO_FAULT_DETECTED.</w:t>
            </w:r>
          </w:p>
          <w:p w14:paraId="1F5ED8A7" w14:textId="7E33E8A3" w:rsidR="00851ECE" w:rsidRPr="00F95990" w:rsidRDefault="006A5531" w:rsidP="00DA1EB5">
            <w:pPr>
              <w:ind w:left="720"/>
            </w:pPr>
            <w:r w:rsidRPr="006A5531">
              <w:rPr>
                <w:vertAlign w:val="superscript"/>
              </w:rPr>
              <w:t>10</w:t>
            </w:r>
            <w:r>
              <w:t xml:space="preserve"> This option may only be selected for devices at Protocol_Revision 20 or lower.</w:t>
            </w:r>
          </w:p>
        </w:tc>
      </w:tr>
      <w:tr w:rsidR="001B1259" w:rsidRPr="00F95990" w14:paraId="572F58DC"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5FEB0BC4"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Notification </w:t>
            </w:r>
            <w:r w:rsidR="00012C95">
              <w:t>-</w:t>
            </w:r>
            <w:r>
              <w:t xml:space="preserve"> </w:t>
            </w:r>
            <w:r w:rsidRPr="00F95990">
              <w:rPr>
                <w:b/>
                <w:bCs/>
              </w:rPr>
              <w:t xml:space="preserve">External </w:t>
            </w:r>
            <w:r w:rsidR="00012C95">
              <w:rPr>
                <w:b/>
                <w:bCs/>
              </w:rPr>
              <w:t>-</w:t>
            </w:r>
            <w:r w:rsidRPr="00F95990">
              <w:rPr>
                <w:b/>
                <w:bCs/>
              </w:rPr>
              <w:t xml:space="preserve"> B</w:t>
            </w:r>
          </w:p>
        </w:tc>
      </w:tr>
      <w:tr w:rsidR="001B1259" w:rsidRPr="00F95990" w14:paraId="337DF84D" w14:textId="77777777" w:rsidTr="005B72AB">
        <w:tc>
          <w:tcPr>
            <w:tcW w:w="477" w:type="dxa"/>
          </w:tcPr>
          <w:p w14:paraId="4E70D706" w14:textId="77777777" w:rsidR="001B1259" w:rsidRPr="00F95990" w:rsidRDefault="001B1259" w:rsidP="007C34B9">
            <w:pPr>
              <w:jc w:val="center"/>
            </w:pPr>
          </w:p>
        </w:tc>
        <w:tc>
          <w:tcPr>
            <w:tcW w:w="966" w:type="dxa"/>
          </w:tcPr>
          <w:p w14:paraId="59F5D89F" w14:textId="77777777" w:rsidR="001B1259" w:rsidRPr="00F95990" w:rsidRDefault="001B1259" w:rsidP="00B9484C">
            <w:pPr>
              <w:jc w:val="center"/>
            </w:pPr>
            <w:r w:rsidRPr="00F95990">
              <w:t>R</w:t>
            </w:r>
          </w:p>
        </w:tc>
        <w:tc>
          <w:tcPr>
            <w:tcW w:w="7557" w:type="dxa"/>
          </w:tcPr>
          <w:p w14:paraId="478424A0" w14:textId="77777777" w:rsidR="001B1259" w:rsidRPr="00F95990" w:rsidRDefault="001B1259" w:rsidP="009353EF">
            <w:r w:rsidRPr="00F95990">
              <w:t>Base Requirements</w:t>
            </w:r>
          </w:p>
        </w:tc>
      </w:tr>
      <w:tr w:rsidR="001B1259" w:rsidRPr="00F95990" w14:paraId="19CA8DCA" w14:textId="77777777" w:rsidTr="005B72AB">
        <w:tc>
          <w:tcPr>
            <w:tcW w:w="477" w:type="dxa"/>
          </w:tcPr>
          <w:p w14:paraId="02AB6437" w14:textId="77777777" w:rsidR="001B1259" w:rsidRPr="00F95990" w:rsidRDefault="001B1259" w:rsidP="007C34B9">
            <w:pPr>
              <w:jc w:val="center"/>
            </w:pPr>
          </w:p>
        </w:tc>
        <w:tc>
          <w:tcPr>
            <w:tcW w:w="966" w:type="dxa"/>
          </w:tcPr>
          <w:p w14:paraId="043034FA" w14:textId="77777777" w:rsidR="001B1259" w:rsidRPr="00F95990" w:rsidRDefault="001B1259" w:rsidP="001B2552">
            <w:pPr>
              <w:jc w:val="center"/>
            </w:pPr>
            <w:r w:rsidRPr="00F95990">
              <w:t>R</w:t>
            </w:r>
          </w:p>
        </w:tc>
        <w:tc>
          <w:tcPr>
            <w:tcW w:w="7557" w:type="dxa"/>
          </w:tcPr>
          <w:p w14:paraId="486D07A1" w14:textId="77777777" w:rsidR="001B1259" w:rsidRPr="00F95990" w:rsidRDefault="001B1259" w:rsidP="00B453A5">
            <w:pPr>
              <w:pStyle w:val="CommentText"/>
            </w:pPr>
            <w:r w:rsidRPr="00F95990">
              <w:t>Supports AE-N</w:t>
            </w:r>
            <w:r>
              <w:t>-I</w:t>
            </w:r>
            <w:r w:rsidRPr="00F95990">
              <w:t>-B</w:t>
            </w:r>
          </w:p>
        </w:tc>
      </w:tr>
      <w:tr w:rsidR="001B1259" w:rsidRPr="00F95990" w14:paraId="79BE4BF9" w14:textId="77777777" w:rsidTr="005B72AB">
        <w:tc>
          <w:tcPr>
            <w:tcW w:w="477" w:type="dxa"/>
          </w:tcPr>
          <w:p w14:paraId="0AAE2E91" w14:textId="77777777" w:rsidR="001B1259" w:rsidRPr="00F95990" w:rsidRDefault="001B1259" w:rsidP="007C34B9">
            <w:pPr>
              <w:jc w:val="center"/>
            </w:pPr>
          </w:p>
        </w:tc>
        <w:tc>
          <w:tcPr>
            <w:tcW w:w="966" w:type="dxa"/>
          </w:tcPr>
          <w:p w14:paraId="573D1C48" w14:textId="77777777" w:rsidR="001B1259" w:rsidRPr="00F95990" w:rsidRDefault="001B1259" w:rsidP="00B9484C">
            <w:pPr>
              <w:jc w:val="center"/>
            </w:pPr>
            <w:r w:rsidRPr="00F95990">
              <w:t>R</w:t>
            </w:r>
          </w:p>
        </w:tc>
        <w:tc>
          <w:tcPr>
            <w:tcW w:w="7557" w:type="dxa"/>
          </w:tcPr>
          <w:p w14:paraId="5E72EB6B" w14:textId="77777777" w:rsidR="001B1259" w:rsidRPr="00F95990" w:rsidRDefault="001B1259" w:rsidP="009353EF">
            <w:pPr>
              <w:pStyle w:val="CommentText"/>
            </w:pPr>
            <w:r w:rsidRPr="00F95990">
              <w:t>Supports DS-RP-A for retrieving monitored values</w:t>
            </w:r>
          </w:p>
        </w:tc>
      </w:tr>
      <w:tr w:rsidR="001B1259" w:rsidRPr="00F95990" w14:paraId="2D31D9E1" w14:textId="77777777" w:rsidTr="005B72AB">
        <w:tc>
          <w:tcPr>
            <w:tcW w:w="477" w:type="dxa"/>
          </w:tcPr>
          <w:p w14:paraId="14758313" w14:textId="77777777" w:rsidR="001B1259" w:rsidRPr="00F95990" w:rsidRDefault="001B1259" w:rsidP="005B72AB">
            <w:pPr>
              <w:jc w:val="center"/>
            </w:pPr>
          </w:p>
        </w:tc>
        <w:tc>
          <w:tcPr>
            <w:tcW w:w="966" w:type="dxa"/>
          </w:tcPr>
          <w:p w14:paraId="7B322DDD" w14:textId="77777777" w:rsidR="001B1259" w:rsidRPr="00F95990" w:rsidRDefault="001B1259" w:rsidP="00B9484C">
            <w:pPr>
              <w:jc w:val="center"/>
            </w:pPr>
            <w:r w:rsidRPr="00F95990">
              <w:t>R</w:t>
            </w:r>
          </w:p>
        </w:tc>
        <w:tc>
          <w:tcPr>
            <w:tcW w:w="7557" w:type="dxa"/>
          </w:tcPr>
          <w:p w14:paraId="4F167FCE" w14:textId="77777777" w:rsidR="001B1259" w:rsidRPr="00F95990" w:rsidRDefault="001B1259" w:rsidP="009353EF">
            <w:r w:rsidRPr="00F95990">
              <w:t>Supports the Event Enrollment object</w:t>
            </w:r>
          </w:p>
        </w:tc>
      </w:tr>
      <w:tr w:rsidR="001B1259" w:rsidRPr="00F95990" w14:paraId="7A79F0F3" w14:textId="77777777" w:rsidTr="005B72AB">
        <w:tc>
          <w:tcPr>
            <w:tcW w:w="477" w:type="dxa"/>
          </w:tcPr>
          <w:p w14:paraId="6C80509F" w14:textId="77777777" w:rsidR="001B1259" w:rsidRPr="00F95990" w:rsidRDefault="001B1259" w:rsidP="005B72AB">
            <w:pPr>
              <w:jc w:val="center"/>
            </w:pPr>
          </w:p>
        </w:tc>
        <w:tc>
          <w:tcPr>
            <w:tcW w:w="966" w:type="dxa"/>
          </w:tcPr>
          <w:p w14:paraId="11A1D355" w14:textId="77777777" w:rsidR="001B1259" w:rsidRPr="00F95990" w:rsidRDefault="001B1259" w:rsidP="00B9484C">
            <w:pPr>
              <w:jc w:val="center"/>
            </w:pPr>
            <w:r w:rsidRPr="00F95990">
              <w:t>C</w:t>
            </w:r>
            <w:r w:rsidRPr="00F95990">
              <w:rPr>
                <w:vertAlign w:val="superscript"/>
              </w:rPr>
              <w:t>1</w:t>
            </w:r>
          </w:p>
        </w:tc>
        <w:tc>
          <w:tcPr>
            <w:tcW w:w="7557" w:type="dxa"/>
          </w:tcPr>
          <w:p w14:paraId="08352931" w14:textId="77777777" w:rsidR="001B1259" w:rsidRPr="00F95990" w:rsidRDefault="001B1259" w:rsidP="009353EF">
            <w:r w:rsidRPr="00F95990">
              <w:t>Implements the CHANGE_OF_BITSTRING algorithm</w:t>
            </w:r>
          </w:p>
        </w:tc>
      </w:tr>
      <w:tr w:rsidR="001B1259" w:rsidRPr="00F95990" w14:paraId="2BDC05E0" w14:textId="77777777" w:rsidTr="005B72AB">
        <w:tc>
          <w:tcPr>
            <w:tcW w:w="477" w:type="dxa"/>
          </w:tcPr>
          <w:p w14:paraId="331D844D" w14:textId="77777777" w:rsidR="001B1259" w:rsidRPr="00F95990" w:rsidRDefault="001B1259" w:rsidP="005B72AB">
            <w:pPr>
              <w:jc w:val="center"/>
            </w:pPr>
          </w:p>
        </w:tc>
        <w:tc>
          <w:tcPr>
            <w:tcW w:w="966" w:type="dxa"/>
          </w:tcPr>
          <w:p w14:paraId="0E6958B7" w14:textId="77777777" w:rsidR="001B1259" w:rsidRPr="00F95990" w:rsidRDefault="001B1259" w:rsidP="00B9484C">
            <w:pPr>
              <w:jc w:val="center"/>
            </w:pPr>
            <w:r w:rsidRPr="00F95990">
              <w:t>C</w:t>
            </w:r>
            <w:r w:rsidRPr="00F95990">
              <w:rPr>
                <w:vertAlign w:val="superscript"/>
              </w:rPr>
              <w:t>1</w:t>
            </w:r>
          </w:p>
        </w:tc>
        <w:tc>
          <w:tcPr>
            <w:tcW w:w="7557" w:type="dxa"/>
          </w:tcPr>
          <w:p w14:paraId="7A7D16AE" w14:textId="77777777" w:rsidR="001B1259" w:rsidRPr="00F95990" w:rsidRDefault="001B1259" w:rsidP="009353EF">
            <w:r w:rsidRPr="00F95990">
              <w:t>Implements the CHANGE_OF_STATE algorithm</w:t>
            </w:r>
          </w:p>
        </w:tc>
      </w:tr>
      <w:tr w:rsidR="001B1259" w:rsidRPr="00F95990" w14:paraId="52CAEDB0" w14:textId="77777777" w:rsidTr="005B72AB">
        <w:tc>
          <w:tcPr>
            <w:tcW w:w="477" w:type="dxa"/>
          </w:tcPr>
          <w:p w14:paraId="32DA352C" w14:textId="77777777" w:rsidR="001B1259" w:rsidRPr="00F95990" w:rsidRDefault="001B1259" w:rsidP="005B72AB">
            <w:pPr>
              <w:jc w:val="center"/>
            </w:pPr>
          </w:p>
        </w:tc>
        <w:tc>
          <w:tcPr>
            <w:tcW w:w="966" w:type="dxa"/>
          </w:tcPr>
          <w:p w14:paraId="7836A7CE" w14:textId="77777777" w:rsidR="001B1259" w:rsidRPr="00F95990" w:rsidRDefault="001B1259" w:rsidP="00B9484C">
            <w:pPr>
              <w:jc w:val="center"/>
            </w:pPr>
            <w:r w:rsidRPr="00F95990">
              <w:t>C</w:t>
            </w:r>
            <w:r w:rsidRPr="00F95990">
              <w:rPr>
                <w:vertAlign w:val="superscript"/>
              </w:rPr>
              <w:t>1</w:t>
            </w:r>
          </w:p>
        </w:tc>
        <w:tc>
          <w:tcPr>
            <w:tcW w:w="7557" w:type="dxa"/>
          </w:tcPr>
          <w:p w14:paraId="63D08D55" w14:textId="77777777" w:rsidR="001B1259" w:rsidRPr="00F95990" w:rsidRDefault="001B1259" w:rsidP="009353EF">
            <w:r w:rsidRPr="00F95990">
              <w:t>Implements the numeric form of the CHANGE_OF_VALUE algorithm</w:t>
            </w:r>
          </w:p>
        </w:tc>
      </w:tr>
      <w:tr w:rsidR="001B1259" w:rsidRPr="00F95990" w14:paraId="3FCB6F84" w14:textId="77777777" w:rsidTr="005B72AB">
        <w:tc>
          <w:tcPr>
            <w:tcW w:w="477" w:type="dxa"/>
          </w:tcPr>
          <w:p w14:paraId="4E0D63C9" w14:textId="77777777" w:rsidR="001B1259" w:rsidRPr="00F95990" w:rsidRDefault="001B1259" w:rsidP="005B72AB">
            <w:pPr>
              <w:jc w:val="center"/>
            </w:pPr>
          </w:p>
        </w:tc>
        <w:tc>
          <w:tcPr>
            <w:tcW w:w="966" w:type="dxa"/>
          </w:tcPr>
          <w:p w14:paraId="72B9F09B" w14:textId="77777777" w:rsidR="001B1259" w:rsidRPr="00F95990" w:rsidRDefault="001B1259" w:rsidP="00B9484C">
            <w:pPr>
              <w:jc w:val="center"/>
            </w:pPr>
            <w:r w:rsidRPr="00F95990">
              <w:t>C</w:t>
            </w:r>
            <w:r w:rsidRPr="00F95990">
              <w:rPr>
                <w:vertAlign w:val="superscript"/>
              </w:rPr>
              <w:t>1</w:t>
            </w:r>
          </w:p>
        </w:tc>
        <w:tc>
          <w:tcPr>
            <w:tcW w:w="7557" w:type="dxa"/>
          </w:tcPr>
          <w:p w14:paraId="62505B4C" w14:textId="77777777" w:rsidR="001B1259" w:rsidRPr="00F95990" w:rsidRDefault="001B1259" w:rsidP="000A1C2E">
            <w:r w:rsidRPr="00F95990">
              <w:t xml:space="preserve">Implements the </w:t>
            </w:r>
            <w:r>
              <w:t>B</w:t>
            </w:r>
            <w:r w:rsidRPr="00F95990">
              <w:t xml:space="preserve">it </w:t>
            </w:r>
            <w:r>
              <w:t>S</w:t>
            </w:r>
            <w:r w:rsidRPr="00F95990">
              <w:t>tring form of the CHANGE_OF_VALUE algorithm</w:t>
            </w:r>
          </w:p>
        </w:tc>
      </w:tr>
      <w:tr w:rsidR="001B1259" w:rsidRPr="00F95990" w14:paraId="2EFC9626" w14:textId="77777777" w:rsidTr="005B72AB">
        <w:tc>
          <w:tcPr>
            <w:tcW w:w="477" w:type="dxa"/>
          </w:tcPr>
          <w:p w14:paraId="7A81ECEC" w14:textId="77777777" w:rsidR="001B1259" w:rsidRPr="00F95990" w:rsidRDefault="001B1259" w:rsidP="005B72AB">
            <w:pPr>
              <w:jc w:val="center"/>
            </w:pPr>
          </w:p>
        </w:tc>
        <w:tc>
          <w:tcPr>
            <w:tcW w:w="966" w:type="dxa"/>
          </w:tcPr>
          <w:p w14:paraId="656B0EFF" w14:textId="77777777" w:rsidR="001B1259" w:rsidRPr="00F95990" w:rsidRDefault="001B1259" w:rsidP="00B9484C">
            <w:pPr>
              <w:jc w:val="center"/>
            </w:pPr>
            <w:r w:rsidRPr="00F95990">
              <w:t>C</w:t>
            </w:r>
            <w:r w:rsidRPr="00F95990">
              <w:rPr>
                <w:vertAlign w:val="superscript"/>
              </w:rPr>
              <w:t>1</w:t>
            </w:r>
          </w:p>
        </w:tc>
        <w:tc>
          <w:tcPr>
            <w:tcW w:w="7557" w:type="dxa"/>
          </w:tcPr>
          <w:p w14:paraId="572B30D1" w14:textId="77777777" w:rsidR="001B1259" w:rsidRPr="00F95990" w:rsidRDefault="001B1259" w:rsidP="009353EF">
            <w:r w:rsidRPr="00F95990">
              <w:t>Implements the COMMAND_FAILURE algorithm</w:t>
            </w:r>
          </w:p>
        </w:tc>
      </w:tr>
      <w:tr w:rsidR="001B1259" w:rsidRPr="00F95990" w14:paraId="689C3D1D" w14:textId="77777777" w:rsidTr="005B72AB">
        <w:tc>
          <w:tcPr>
            <w:tcW w:w="477" w:type="dxa"/>
          </w:tcPr>
          <w:p w14:paraId="2B18E993" w14:textId="77777777" w:rsidR="001B1259" w:rsidRPr="00F95990" w:rsidRDefault="001B1259" w:rsidP="005B72AB">
            <w:pPr>
              <w:jc w:val="center"/>
            </w:pPr>
          </w:p>
        </w:tc>
        <w:tc>
          <w:tcPr>
            <w:tcW w:w="966" w:type="dxa"/>
          </w:tcPr>
          <w:p w14:paraId="75C587F6" w14:textId="77777777" w:rsidR="001B1259" w:rsidRPr="00F95990" w:rsidRDefault="001B1259" w:rsidP="00B9484C">
            <w:pPr>
              <w:jc w:val="center"/>
            </w:pPr>
            <w:r w:rsidRPr="00F95990">
              <w:t>C</w:t>
            </w:r>
            <w:r w:rsidRPr="00F95990">
              <w:rPr>
                <w:vertAlign w:val="superscript"/>
              </w:rPr>
              <w:t>1</w:t>
            </w:r>
          </w:p>
        </w:tc>
        <w:tc>
          <w:tcPr>
            <w:tcW w:w="7557" w:type="dxa"/>
          </w:tcPr>
          <w:p w14:paraId="35FDE739" w14:textId="77777777" w:rsidR="001B1259" w:rsidRPr="00F95990" w:rsidRDefault="001B1259" w:rsidP="009353EF">
            <w:r w:rsidRPr="00F95990">
              <w:t>Implements the FLOATING_LIMIT algorithm</w:t>
            </w:r>
          </w:p>
        </w:tc>
      </w:tr>
      <w:tr w:rsidR="001B1259" w:rsidRPr="00F95990" w14:paraId="64E39F5F" w14:textId="77777777" w:rsidTr="005B72AB">
        <w:tc>
          <w:tcPr>
            <w:tcW w:w="477" w:type="dxa"/>
          </w:tcPr>
          <w:p w14:paraId="4CE15F58" w14:textId="77777777" w:rsidR="001B1259" w:rsidRPr="00F95990" w:rsidRDefault="001B1259" w:rsidP="005B72AB">
            <w:pPr>
              <w:jc w:val="center"/>
            </w:pPr>
          </w:p>
        </w:tc>
        <w:tc>
          <w:tcPr>
            <w:tcW w:w="966" w:type="dxa"/>
          </w:tcPr>
          <w:p w14:paraId="7D139CB0" w14:textId="77777777" w:rsidR="001B1259" w:rsidRPr="00F95990" w:rsidRDefault="001B1259" w:rsidP="00B9484C">
            <w:pPr>
              <w:jc w:val="center"/>
            </w:pPr>
            <w:r w:rsidRPr="00F95990">
              <w:t>C</w:t>
            </w:r>
            <w:r w:rsidRPr="00F95990">
              <w:rPr>
                <w:vertAlign w:val="superscript"/>
              </w:rPr>
              <w:t>1</w:t>
            </w:r>
          </w:p>
        </w:tc>
        <w:tc>
          <w:tcPr>
            <w:tcW w:w="7557" w:type="dxa"/>
          </w:tcPr>
          <w:p w14:paraId="746F1773" w14:textId="77777777" w:rsidR="001B1259" w:rsidRPr="00F95990" w:rsidRDefault="001B1259" w:rsidP="009353EF">
            <w:r w:rsidRPr="00F95990">
              <w:t>Implements the OUT_OF_RANGE algorithm</w:t>
            </w:r>
          </w:p>
        </w:tc>
      </w:tr>
      <w:tr w:rsidR="001B1259" w:rsidRPr="00815A26" w14:paraId="5E6C1825"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B65DE73" w14:textId="77777777" w:rsidR="001B1259" w:rsidRPr="00815A26" w:rsidRDefault="001B1259" w:rsidP="007C34B9">
            <w:pPr>
              <w:jc w:val="center"/>
              <w:rPr>
                <w:szCs w:val="20"/>
                <w:lang w:val="en-CA"/>
              </w:rPr>
            </w:pPr>
          </w:p>
        </w:tc>
        <w:tc>
          <w:tcPr>
            <w:tcW w:w="966" w:type="dxa"/>
            <w:tcBorders>
              <w:top w:val="single" w:sz="4" w:space="0" w:color="auto"/>
              <w:left w:val="single" w:sz="4" w:space="0" w:color="auto"/>
              <w:bottom w:val="single" w:sz="4" w:space="0" w:color="auto"/>
              <w:right w:val="single" w:sz="4" w:space="0" w:color="auto"/>
            </w:tcBorders>
            <w:hideMark/>
          </w:tcPr>
          <w:p w14:paraId="5E139A92" w14:textId="77777777" w:rsidR="001B1259" w:rsidRPr="00815A26" w:rsidRDefault="001B1259" w:rsidP="00594481">
            <w:pPr>
              <w:jc w:val="center"/>
              <w:rPr>
                <w:szCs w:val="20"/>
                <w:lang w:val="en-CA"/>
              </w:rPr>
            </w:pPr>
            <w:r w:rsidRPr="00815A26">
              <w:rPr>
                <w:szCs w:val="20"/>
                <w:lang w:val="en-CA"/>
              </w:rPr>
              <w:t>C</w:t>
            </w:r>
            <w:r w:rsidRPr="00815A26">
              <w:rPr>
                <w:szCs w:val="20"/>
                <w:vertAlign w:val="superscript"/>
                <w:lang w:val="en-CA"/>
              </w:rPr>
              <w:t>1</w:t>
            </w:r>
          </w:p>
        </w:tc>
        <w:tc>
          <w:tcPr>
            <w:tcW w:w="7557" w:type="dxa"/>
            <w:tcBorders>
              <w:top w:val="single" w:sz="4" w:space="0" w:color="auto"/>
              <w:left w:val="single" w:sz="4" w:space="0" w:color="auto"/>
              <w:bottom w:val="single" w:sz="4" w:space="0" w:color="auto"/>
              <w:right w:val="single" w:sz="4" w:space="0" w:color="auto"/>
            </w:tcBorders>
            <w:hideMark/>
          </w:tcPr>
          <w:p w14:paraId="311DC71B" w14:textId="77777777" w:rsidR="001B1259" w:rsidRPr="00815A26" w:rsidRDefault="001B1259" w:rsidP="00594481">
            <w:pPr>
              <w:rPr>
                <w:szCs w:val="20"/>
                <w:lang w:val="en-CA"/>
              </w:rPr>
            </w:pPr>
            <w:r w:rsidRPr="00815A26">
              <w:rPr>
                <w:szCs w:val="20"/>
                <w:lang w:val="en-CA"/>
              </w:rPr>
              <w:t>Implements the DOUBLE_OUT_OF_RANGE algorithm</w:t>
            </w:r>
          </w:p>
        </w:tc>
      </w:tr>
      <w:tr w:rsidR="001B1259" w:rsidRPr="00815A26" w14:paraId="3E8D764D"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73E72C43" w14:textId="77777777" w:rsidR="001B1259" w:rsidRPr="00815A26" w:rsidRDefault="001B1259" w:rsidP="007C34B9">
            <w:pPr>
              <w:jc w:val="center"/>
              <w:rPr>
                <w:szCs w:val="20"/>
                <w:lang w:val="en-CA"/>
              </w:rPr>
            </w:pPr>
          </w:p>
        </w:tc>
        <w:tc>
          <w:tcPr>
            <w:tcW w:w="966" w:type="dxa"/>
            <w:tcBorders>
              <w:top w:val="single" w:sz="4" w:space="0" w:color="auto"/>
              <w:left w:val="single" w:sz="4" w:space="0" w:color="auto"/>
              <w:bottom w:val="single" w:sz="4" w:space="0" w:color="auto"/>
              <w:right w:val="single" w:sz="4" w:space="0" w:color="auto"/>
            </w:tcBorders>
            <w:hideMark/>
          </w:tcPr>
          <w:p w14:paraId="069A0AF7" w14:textId="77777777"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557" w:type="dxa"/>
            <w:tcBorders>
              <w:top w:val="single" w:sz="4" w:space="0" w:color="auto"/>
              <w:left w:val="single" w:sz="4" w:space="0" w:color="auto"/>
              <w:bottom w:val="single" w:sz="4" w:space="0" w:color="auto"/>
              <w:right w:val="single" w:sz="4" w:space="0" w:color="auto"/>
            </w:tcBorders>
            <w:hideMark/>
          </w:tcPr>
          <w:p w14:paraId="5EA36CB0" w14:textId="77777777" w:rsidR="001B1259" w:rsidRPr="00815A26" w:rsidRDefault="001B1259" w:rsidP="00594481">
            <w:pPr>
              <w:rPr>
                <w:szCs w:val="20"/>
                <w:lang w:val="en-CA"/>
              </w:rPr>
            </w:pPr>
            <w:r w:rsidRPr="00815A26">
              <w:rPr>
                <w:szCs w:val="20"/>
                <w:lang w:val="en-CA"/>
              </w:rPr>
              <w:t>Implements the SIGNED_OUT_OF_RANGE algorithm</w:t>
            </w:r>
          </w:p>
        </w:tc>
      </w:tr>
      <w:tr w:rsidR="001B1259" w:rsidRPr="00815A26" w14:paraId="0EFA6AC0"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5400440F" w14:textId="77777777" w:rsidR="001B1259" w:rsidRPr="00815A26" w:rsidRDefault="001B1259" w:rsidP="007C34B9">
            <w:pPr>
              <w:jc w:val="center"/>
              <w:rPr>
                <w:szCs w:val="20"/>
                <w:lang w:val="en-CA"/>
              </w:rPr>
            </w:pPr>
          </w:p>
        </w:tc>
        <w:tc>
          <w:tcPr>
            <w:tcW w:w="966" w:type="dxa"/>
            <w:tcBorders>
              <w:top w:val="single" w:sz="4" w:space="0" w:color="auto"/>
              <w:left w:val="single" w:sz="4" w:space="0" w:color="auto"/>
              <w:bottom w:val="single" w:sz="4" w:space="0" w:color="auto"/>
              <w:right w:val="single" w:sz="4" w:space="0" w:color="auto"/>
            </w:tcBorders>
            <w:hideMark/>
          </w:tcPr>
          <w:p w14:paraId="293FD65B" w14:textId="77777777"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557" w:type="dxa"/>
            <w:tcBorders>
              <w:top w:val="single" w:sz="4" w:space="0" w:color="auto"/>
              <w:left w:val="single" w:sz="4" w:space="0" w:color="auto"/>
              <w:bottom w:val="single" w:sz="4" w:space="0" w:color="auto"/>
              <w:right w:val="single" w:sz="4" w:space="0" w:color="auto"/>
            </w:tcBorders>
            <w:hideMark/>
          </w:tcPr>
          <w:p w14:paraId="110F31E9" w14:textId="77777777" w:rsidR="001B1259" w:rsidRPr="00815A26" w:rsidRDefault="001B1259" w:rsidP="00594481">
            <w:pPr>
              <w:rPr>
                <w:szCs w:val="20"/>
                <w:lang w:val="en-CA"/>
              </w:rPr>
            </w:pPr>
            <w:r w:rsidRPr="00815A26">
              <w:rPr>
                <w:szCs w:val="20"/>
                <w:lang w:val="en-CA"/>
              </w:rPr>
              <w:t>Implements the UNSIGNED_OUT_OF_RANGE algorithm</w:t>
            </w:r>
          </w:p>
        </w:tc>
      </w:tr>
      <w:tr w:rsidR="001B1259" w:rsidRPr="00815A26" w14:paraId="561B0729"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37DDF695" w14:textId="77777777" w:rsidR="001B1259" w:rsidRPr="00815A26" w:rsidRDefault="001B1259" w:rsidP="007C34B9">
            <w:pPr>
              <w:jc w:val="center"/>
              <w:rPr>
                <w:szCs w:val="20"/>
                <w:lang w:val="en-CA"/>
              </w:rPr>
            </w:pPr>
          </w:p>
        </w:tc>
        <w:tc>
          <w:tcPr>
            <w:tcW w:w="966" w:type="dxa"/>
            <w:tcBorders>
              <w:top w:val="single" w:sz="4" w:space="0" w:color="auto"/>
              <w:left w:val="single" w:sz="4" w:space="0" w:color="auto"/>
              <w:bottom w:val="single" w:sz="4" w:space="0" w:color="auto"/>
              <w:right w:val="single" w:sz="4" w:space="0" w:color="auto"/>
            </w:tcBorders>
            <w:hideMark/>
          </w:tcPr>
          <w:p w14:paraId="594979C2" w14:textId="77777777" w:rsidR="001B1259" w:rsidRPr="00815A26" w:rsidRDefault="001B1259" w:rsidP="00594481">
            <w:pPr>
              <w:jc w:val="center"/>
              <w:rPr>
                <w:strike/>
                <w:szCs w:val="20"/>
                <w:lang w:val="en-CA"/>
              </w:rPr>
            </w:pPr>
            <w:r w:rsidRPr="00815A26">
              <w:rPr>
                <w:szCs w:val="20"/>
                <w:lang w:val="en-CA"/>
              </w:rPr>
              <w:t>C</w:t>
            </w:r>
            <w:r w:rsidRPr="00815A26">
              <w:rPr>
                <w:szCs w:val="20"/>
                <w:vertAlign w:val="superscript"/>
                <w:lang w:val="en-CA"/>
              </w:rPr>
              <w:t>1</w:t>
            </w:r>
          </w:p>
        </w:tc>
        <w:tc>
          <w:tcPr>
            <w:tcW w:w="7557" w:type="dxa"/>
            <w:tcBorders>
              <w:top w:val="single" w:sz="4" w:space="0" w:color="auto"/>
              <w:left w:val="single" w:sz="4" w:space="0" w:color="auto"/>
              <w:bottom w:val="single" w:sz="4" w:space="0" w:color="auto"/>
              <w:right w:val="single" w:sz="4" w:space="0" w:color="auto"/>
            </w:tcBorders>
            <w:hideMark/>
          </w:tcPr>
          <w:p w14:paraId="72D0FA30" w14:textId="77777777" w:rsidR="001B1259" w:rsidRPr="00815A26" w:rsidRDefault="001B1259" w:rsidP="00594481">
            <w:pPr>
              <w:rPr>
                <w:szCs w:val="20"/>
                <w:lang w:val="en-CA"/>
              </w:rPr>
            </w:pPr>
            <w:r w:rsidRPr="00815A26">
              <w:rPr>
                <w:szCs w:val="20"/>
                <w:lang w:val="en-CA"/>
              </w:rPr>
              <w:t>Implements the CHANGE_OF_CHARACTERSTRING algorithm</w:t>
            </w:r>
          </w:p>
        </w:tc>
      </w:tr>
      <w:tr w:rsidR="00A25595" w:rsidRPr="00815A26" w14:paraId="2F796E57"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5EE9652" w14:textId="77777777" w:rsidR="00A25595" w:rsidRPr="00815A26" w:rsidRDefault="00A25595" w:rsidP="007C34B9">
            <w:pPr>
              <w:jc w:val="center"/>
              <w:rPr>
                <w:szCs w:val="20"/>
                <w:lang w:val="en-CA"/>
              </w:rPr>
            </w:pPr>
          </w:p>
        </w:tc>
        <w:tc>
          <w:tcPr>
            <w:tcW w:w="966" w:type="dxa"/>
            <w:tcBorders>
              <w:top w:val="single" w:sz="4" w:space="0" w:color="auto"/>
              <w:left w:val="single" w:sz="4" w:space="0" w:color="auto"/>
              <w:bottom w:val="single" w:sz="4" w:space="0" w:color="auto"/>
              <w:right w:val="single" w:sz="4" w:space="0" w:color="auto"/>
            </w:tcBorders>
          </w:tcPr>
          <w:p w14:paraId="0D09AD3F" w14:textId="77777777" w:rsidR="00A25595" w:rsidRPr="00815A26" w:rsidRDefault="00A25595" w:rsidP="00594481">
            <w:pPr>
              <w:jc w:val="center"/>
              <w:rPr>
                <w:szCs w:val="20"/>
                <w:lang w:val="en-CA"/>
              </w:rPr>
            </w:pPr>
            <w:r w:rsidRPr="00815A26">
              <w:rPr>
                <w:szCs w:val="20"/>
                <w:lang w:val="en-CA"/>
              </w:rPr>
              <w:t>C</w:t>
            </w:r>
            <w:r w:rsidRPr="00815A26">
              <w:rPr>
                <w:szCs w:val="20"/>
                <w:vertAlign w:val="superscript"/>
                <w:lang w:val="en-CA"/>
              </w:rPr>
              <w:t>1</w:t>
            </w:r>
          </w:p>
        </w:tc>
        <w:tc>
          <w:tcPr>
            <w:tcW w:w="7557" w:type="dxa"/>
            <w:tcBorders>
              <w:top w:val="single" w:sz="4" w:space="0" w:color="auto"/>
              <w:left w:val="single" w:sz="4" w:space="0" w:color="auto"/>
              <w:bottom w:val="single" w:sz="4" w:space="0" w:color="auto"/>
              <w:right w:val="single" w:sz="4" w:space="0" w:color="auto"/>
            </w:tcBorders>
          </w:tcPr>
          <w:p w14:paraId="4747FB1D" w14:textId="77777777" w:rsidR="00A25595" w:rsidRPr="00815A26" w:rsidRDefault="00A25595" w:rsidP="00594481">
            <w:pPr>
              <w:rPr>
                <w:szCs w:val="20"/>
                <w:lang w:val="en-CA"/>
              </w:rPr>
            </w:pPr>
            <w:r>
              <w:rPr>
                <w:szCs w:val="20"/>
                <w:lang w:val="en-CA"/>
              </w:rPr>
              <w:t>Implements the CHANGE_OF_STATUS_FLAGS algorithm</w:t>
            </w:r>
          </w:p>
        </w:tc>
      </w:tr>
      <w:tr w:rsidR="00A46220" w:rsidRPr="00F95990" w14:paraId="0F4BF8EA" w14:textId="77777777" w:rsidTr="005B72AB">
        <w:tc>
          <w:tcPr>
            <w:tcW w:w="477" w:type="dxa"/>
          </w:tcPr>
          <w:p w14:paraId="608ABB2C" w14:textId="77777777" w:rsidR="00A46220" w:rsidRPr="00F95990" w:rsidRDefault="00A46220" w:rsidP="005B72AB">
            <w:pPr>
              <w:jc w:val="center"/>
            </w:pPr>
          </w:p>
        </w:tc>
        <w:tc>
          <w:tcPr>
            <w:tcW w:w="966" w:type="dxa"/>
          </w:tcPr>
          <w:p w14:paraId="453B7055" w14:textId="77777777" w:rsidR="00A46220" w:rsidRPr="00F95990" w:rsidRDefault="00A46220" w:rsidP="00B9484C">
            <w:pPr>
              <w:jc w:val="center"/>
            </w:pPr>
            <w:r w:rsidRPr="00815A26">
              <w:rPr>
                <w:szCs w:val="20"/>
                <w:lang w:val="en-CA"/>
              </w:rPr>
              <w:t>C</w:t>
            </w:r>
            <w:r w:rsidRPr="00815A26">
              <w:rPr>
                <w:szCs w:val="20"/>
                <w:vertAlign w:val="superscript"/>
                <w:lang w:val="en-CA"/>
              </w:rPr>
              <w:t>1</w:t>
            </w:r>
          </w:p>
        </w:tc>
        <w:tc>
          <w:tcPr>
            <w:tcW w:w="7557" w:type="dxa"/>
          </w:tcPr>
          <w:p w14:paraId="1451558F" w14:textId="77777777" w:rsidR="00A46220" w:rsidRPr="00F95990" w:rsidRDefault="00A46220" w:rsidP="009353EF">
            <w:r>
              <w:t>Implements the UNSIGNED_RANGE algorithm</w:t>
            </w:r>
          </w:p>
        </w:tc>
      </w:tr>
      <w:tr w:rsidR="00CF3A35" w:rsidRPr="00EA771E" w14:paraId="24B70C91" w14:textId="77777777" w:rsidTr="005B72AB">
        <w:tc>
          <w:tcPr>
            <w:tcW w:w="477" w:type="dxa"/>
            <w:tcBorders>
              <w:top w:val="single" w:sz="4" w:space="0" w:color="auto"/>
              <w:left w:val="single" w:sz="4" w:space="0" w:color="auto"/>
              <w:bottom w:val="single" w:sz="4" w:space="0" w:color="auto"/>
              <w:right w:val="single" w:sz="4" w:space="0" w:color="auto"/>
            </w:tcBorders>
          </w:tcPr>
          <w:p w14:paraId="7098D1B1"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31B16558" w14:textId="15C95D87"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7D89A620" w14:textId="77777777" w:rsidR="00CF3A35" w:rsidRPr="00EA771E" w:rsidRDefault="00CF3A35" w:rsidP="00A0682C">
            <w:r w:rsidRPr="00EA771E">
              <w:t>Implem</w:t>
            </w:r>
            <w:r w:rsidR="002E63DF">
              <w:t xml:space="preserve">ents the CHANGE_OF_RELIABILITY </w:t>
            </w:r>
            <w:r w:rsidR="00012C95">
              <w:t>-</w:t>
            </w:r>
            <w:r w:rsidRPr="00EA771E">
              <w:t xml:space="preserve"> </w:t>
            </w:r>
            <w:r w:rsidR="00A0682C">
              <w:t>NONE</w:t>
            </w:r>
          </w:p>
        </w:tc>
      </w:tr>
      <w:tr w:rsidR="00CF3A35" w:rsidRPr="00EA771E" w14:paraId="3B1868DF" w14:textId="77777777" w:rsidTr="005B72AB">
        <w:tc>
          <w:tcPr>
            <w:tcW w:w="477" w:type="dxa"/>
            <w:tcBorders>
              <w:top w:val="single" w:sz="4" w:space="0" w:color="auto"/>
              <w:left w:val="single" w:sz="4" w:space="0" w:color="auto"/>
              <w:bottom w:val="single" w:sz="4" w:space="0" w:color="auto"/>
              <w:right w:val="single" w:sz="4" w:space="0" w:color="auto"/>
            </w:tcBorders>
          </w:tcPr>
          <w:p w14:paraId="1D69E2BB"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022BE16D" w14:textId="03FFBA88"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6873BCA1" w14:textId="77777777" w:rsidR="00CF3A35" w:rsidRPr="00EA771E" w:rsidRDefault="00CF3A35" w:rsidP="00B2207F">
            <w:r w:rsidRPr="00EA771E">
              <w:t>Implem</w:t>
            </w:r>
            <w:r w:rsidR="002E63DF">
              <w:t xml:space="preserve">ents the CHANGE_OF_RELIABILITY </w:t>
            </w:r>
            <w:r w:rsidR="00012C95">
              <w:t>-</w:t>
            </w:r>
            <w:r w:rsidRPr="00EA771E">
              <w:t xml:space="preserve"> FAULT_CHARACTERSTRING </w:t>
            </w:r>
            <w:r w:rsidR="00CB3E52">
              <w:t>a</w:t>
            </w:r>
            <w:r w:rsidRPr="00EA771E">
              <w:t>lgorithm</w:t>
            </w:r>
          </w:p>
        </w:tc>
      </w:tr>
      <w:tr w:rsidR="00CF3A35" w:rsidRPr="00EA771E" w14:paraId="5C1988A1" w14:textId="77777777" w:rsidTr="005B72AB">
        <w:tc>
          <w:tcPr>
            <w:tcW w:w="477" w:type="dxa"/>
            <w:tcBorders>
              <w:top w:val="single" w:sz="4" w:space="0" w:color="auto"/>
              <w:left w:val="single" w:sz="4" w:space="0" w:color="auto"/>
              <w:bottom w:val="single" w:sz="4" w:space="0" w:color="auto"/>
              <w:right w:val="single" w:sz="4" w:space="0" w:color="auto"/>
            </w:tcBorders>
          </w:tcPr>
          <w:p w14:paraId="327C1193"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5CBAF0B8" w14:textId="156B5C18"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0AB1A527" w14:textId="77777777" w:rsidR="00CF3A35" w:rsidRPr="00EA771E" w:rsidRDefault="00CF3A35" w:rsidP="00B2207F">
            <w:r w:rsidRPr="00EA771E">
              <w:t>Implem</w:t>
            </w:r>
            <w:r w:rsidR="002E63DF">
              <w:t xml:space="preserve">ents the CHANGE_OF_RELIABILITY </w:t>
            </w:r>
            <w:r w:rsidR="00012C95">
              <w:t>-</w:t>
            </w:r>
            <w:r w:rsidRPr="00EA771E">
              <w:t xml:space="preserve"> FAULT_EXTENDED </w:t>
            </w:r>
            <w:r w:rsidR="00CB3E52">
              <w:t>a</w:t>
            </w:r>
            <w:r w:rsidRPr="00EA771E">
              <w:t>lgorithm</w:t>
            </w:r>
          </w:p>
        </w:tc>
      </w:tr>
      <w:tr w:rsidR="00CF3A35" w:rsidRPr="00EA771E" w14:paraId="15F00F72" w14:textId="77777777" w:rsidTr="005B72AB">
        <w:tc>
          <w:tcPr>
            <w:tcW w:w="477" w:type="dxa"/>
            <w:tcBorders>
              <w:top w:val="single" w:sz="4" w:space="0" w:color="auto"/>
              <w:left w:val="single" w:sz="4" w:space="0" w:color="auto"/>
              <w:bottom w:val="single" w:sz="4" w:space="0" w:color="auto"/>
              <w:right w:val="single" w:sz="4" w:space="0" w:color="auto"/>
            </w:tcBorders>
          </w:tcPr>
          <w:p w14:paraId="5A9B82EB"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1AFA69EF" w14:textId="16E620A7"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13BEB345" w14:textId="77777777" w:rsidR="00CF3A35" w:rsidRPr="00EA771E" w:rsidRDefault="00CF3A35" w:rsidP="00B2207F">
            <w:r w:rsidRPr="00EA771E">
              <w:t>Implements the CHANGE_OF_RELI</w:t>
            </w:r>
            <w:r w:rsidR="002E63DF">
              <w:t xml:space="preserve">ABILITY </w:t>
            </w:r>
            <w:r w:rsidR="00012C95">
              <w:t>-</w:t>
            </w:r>
            <w:r w:rsidRPr="00EA771E">
              <w:t xml:space="preserve"> FAULT_LIFE_SAFETY </w:t>
            </w:r>
            <w:r w:rsidR="00CB3E52">
              <w:t>a</w:t>
            </w:r>
            <w:r w:rsidRPr="00EA771E">
              <w:t>lgorithm</w:t>
            </w:r>
          </w:p>
        </w:tc>
      </w:tr>
      <w:tr w:rsidR="00CF3A35" w:rsidRPr="00EA771E" w14:paraId="65A9FFD8" w14:textId="77777777" w:rsidTr="005B72AB">
        <w:tc>
          <w:tcPr>
            <w:tcW w:w="477" w:type="dxa"/>
            <w:tcBorders>
              <w:top w:val="single" w:sz="4" w:space="0" w:color="auto"/>
              <w:left w:val="single" w:sz="4" w:space="0" w:color="auto"/>
              <w:bottom w:val="single" w:sz="4" w:space="0" w:color="auto"/>
              <w:right w:val="single" w:sz="4" w:space="0" w:color="auto"/>
            </w:tcBorders>
          </w:tcPr>
          <w:p w14:paraId="358D56CA"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0A475D13" w14:textId="5438D204"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6ECA65A3" w14:textId="77777777" w:rsidR="00CF3A35" w:rsidRPr="00EA771E" w:rsidRDefault="00CF3A35" w:rsidP="00B2207F">
            <w:r w:rsidRPr="00EA771E">
              <w:t>Implem</w:t>
            </w:r>
            <w:r w:rsidR="002E63DF">
              <w:t xml:space="preserve">ents the CHANGE_OF_RELIABILITY </w:t>
            </w:r>
            <w:r w:rsidR="00012C95">
              <w:t>-</w:t>
            </w:r>
            <w:r w:rsidRPr="00EA771E">
              <w:t xml:space="preserve"> FAULT_STATE </w:t>
            </w:r>
            <w:r w:rsidR="00CB3E52">
              <w:t>a</w:t>
            </w:r>
            <w:r w:rsidRPr="00EA771E">
              <w:t>lgorithm</w:t>
            </w:r>
          </w:p>
        </w:tc>
      </w:tr>
      <w:tr w:rsidR="00CF3A35" w:rsidRPr="00EA771E" w14:paraId="104942B6" w14:textId="77777777" w:rsidTr="005B72AB">
        <w:tc>
          <w:tcPr>
            <w:tcW w:w="477" w:type="dxa"/>
            <w:tcBorders>
              <w:top w:val="single" w:sz="4" w:space="0" w:color="auto"/>
              <w:left w:val="single" w:sz="4" w:space="0" w:color="auto"/>
              <w:bottom w:val="single" w:sz="4" w:space="0" w:color="auto"/>
              <w:right w:val="single" w:sz="4" w:space="0" w:color="auto"/>
            </w:tcBorders>
          </w:tcPr>
          <w:p w14:paraId="45C8F562"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497A8A5E" w14:textId="2EA863F2"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7D1B02D9" w14:textId="77777777" w:rsidR="00CF3A35" w:rsidRPr="00EA771E" w:rsidRDefault="00CF3A35" w:rsidP="00B2207F">
            <w:r w:rsidRPr="00EA771E">
              <w:t>Implem</w:t>
            </w:r>
            <w:r w:rsidR="002E63DF">
              <w:t xml:space="preserve">ents the CHANGE_OF_RELIABILITY </w:t>
            </w:r>
            <w:r w:rsidR="00012C95">
              <w:t>-</w:t>
            </w:r>
            <w:r w:rsidRPr="00EA771E">
              <w:t xml:space="preserve"> FAULT_STATUS_FLAGS </w:t>
            </w:r>
            <w:r w:rsidR="00CB3E52">
              <w:t>a</w:t>
            </w:r>
            <w:r w:rsidRPr="00EA771E">
              <w:t>lgorithm</w:t>
            </w:r>
          </w:p>
        </w:tc>
      </w:tr>
      <w:tr w:rsidR="00CD7461" w:rsidRPr="00EA771E" w14:paraId="66E69D20" w14:textId="77777777" w:rsidTr="005B72AB">
        <w:tc>
          <w:tcPr>
            <w:tcW w:w="477" w:type="dxa"/>
            <w:tcBorders>
              <w:top w:val="single" w:sz="4" w:space="0" w:color="auto"/>
              <w:left w:val="single" w:sz="4" w:space="0" w:color="auto"/>
              <w:bottom w:val="single" w:sz="4" w:space="0" w:color="auto"/>
              <w:right w:val="single" w:sz="4" w:space="0" w:color="auto"/>
            </w:tcBorders>
          </w:tcPr>
          <w:p w14:paraId="6590E79A" w14:textId="77777777" w:rsidR="00CD7461" w:rsidRPr="00EA771E" w:rsidRDefault="00CD7461"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0311F496" w14:textId="167C6336" w:rsidR="00CD7461" w:rsidRPr="00CF3A35" w:rsidRDefault="00CD7461" w:rsidP="00CF3A35">
            <w:pPr>
              <w:jc w:val="center"/>
              <w:rPr>
                <w:szCs w:val="20"/>
                <w:lang w:val="en-CA"/>
              </w:rPr>
            </w:pPr>
            <w:r>
              <w:rPr>
                <w:szCs w:val="20"/>
                <w:lang w:val="en-CA"/>
              </w:rPr>
              <w:t>C</w:t>
            </w:r>
            <w:r w:rsidRPr="00CD7461">
              <w:rPr>
                <w:szCs w:val="20"/>
                <w:vertAlign w:val="superscript"/>
                <w:lang w:val="en-CA"/>
              </w:rPr>
              <w:t>1</w:t>
            </w:r>
            <w:r w:rsidR="00132E0C">
              <w:rPr>
                <w:szCs w:val="20"/>
                <w:vertAlign w:val="superscript"/>
                <w:lang w:val="en-CA"/>
              </w:rPr>
              <w:t>,</w:t>
            </w:r>
            <w:r w:rsidR="00F10937">
              <w:rPr>
                <w:szCs w:val="20"/>
                <w:vertAlign w:val="superscript"/>
                <w:lang w:val="en-CA"/>
              </w:rPr>
              <w:t>5</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62E0D8B6" w14:textId="77777777" w:rsidR="00CD7461" w:rsidRPr="00EA771E" w:rsidRDefault="00CD7461" w:rsidP="00B2207F">
            <w:r>
              <w:t xml:space="preserve">Implements the CHANGE_OF_RELIABILITY </w:t>
            </w:r>
            <w:r w:rsidR="00012C95">
              <w:t>-</w:t>
            </w:r>
            <w:r>
              <w:t xml:space="preserve"> FAULT_LISTED algorithm</w:t>
            </w:r>
          </w:p>
        </w:tc>
      </w:tr>
      <w:tr w:rsidR="00CF3A35" w:rsidRPr="00EA771E" w14:paraId="18B82B6E" w14:textId="77777777" w:rsidTr="005B72AB">
        <w:tc>
          <w:tcPr>
            <w:tcW w:w="477" w:type="dxa"/>
            <w:tcBorders>
              <w:top w:val="single" w:sz="4" w:space="0" w:color="auto"/>
              <w:left w:val="single" w:sz="4" w:space="0" w:color="auto"/>
              <w:bottom w:val="single" w:sz="4" w:space="0" w:color="auto"/>
              <w:right w:val="single" w:sz="4" w:space="0" w:color="auto"/>
            </w:tcBorders>
          </w:tcPr>
          <w:p w14:paraId="3826D1C2" w14:textId="77777777" w:rsidR="00CF3A35" w:rsidRPr="00EA771E" w:rsidRDefault="00CF3A35" w:rsidP="005B72AB">
            <w:pPr>
              <w:jc w:val="center"/>
            </w:pPr>
          </w:p>
        </w:tc>
        <w:tc>
          <w:tcPr>
            <w:tcW w:w="966" w:type="dxa"/>
            <w:tcBorders>
              <w:top w:val="single" w:sz="4" w:space="0" w:color="auto"/>
              <w:left w:val="single" w:sz="4" w:space="0" w:color="auto"/>
              <w:bottom w:val="single" w:sz="4" w:space="0" w:color="auto"/>
              <w:right w:val="single" w:sz="4" w:space="0" w:color="auto"/>
            </w:tcBorders>
          </w:tcPr>
          <w:p w14:paraId="4449BFFD" w14:textId="627AF923" w:rsidR="00CF3A35" w:rsidRPr="00CF3A35" w:rsidRDefault="00CF3A35" w:rsidP="00CF3A35">
            <w:pPr>
              <w:jc w:val="center"/>
              <w:rPr>
                <w:szCs w:val="20"/>
                <w:lang w:val="en-CA"/>
              </w:rPr>
            </w:pPr>
            <w:r w:rsidRPr="00CF3A35">
              <w:rPr>
                <w:szCs w:val="20"/>
                <w:lang w:val="en-CA"/>
              </w:rPr>
              <w:t>C</w:t>
            </w:r>
            <w:r w:rsidRPr="00CF3A35">
              <w:rPr>
                <w:szCs w:val="20"/>
                <w:vertAlign w:val="superscript"/>
                <w:lang w:val="en-CA"/>
              </w:rPr>
              <w:t>1</w:t>
            </w:r>
            <w:r w:rsidR="001D4BA1">
              <w:rPr>
                <w:szCs w:val="20"/>
                <w:vertAlign w:val="superscript"/>
                <w:lang w:val="en-CA"/>
              </w:rPr>
              <w:t>,6</w:t>
            </w:r>
          </w:p>
        </w:tc>
        <w:tc>
          <w:tcPr>
            <w:tcW w:w="7557" w:type="dxa"/>
            <w:tcBorders>
              <w:top w:val="single" w:sz="4" w:space="0" w:color="auto"/>
              <w:left w:val="single" w:sz="4" w:space="0" w:color="auto"/>
              <w:bottom w:val="single" w:sz="4" w:space="0" w:color="auto"/>
              <w:right w:val="single" w:sz="4" w:space="0" w:color="auto"/>
            </w:tcBorders>
          </w:tcPr>
          <w:p w14:paraId="5C5735CF" w14:textId="77777777" w:rsidR="00CF3A35" w:rsidRPr="00EA771E" w:rsidRDefault="00CF3A35" w:rsidP="00B2207F">
            <w:r w:rsidRPr="00EA771E">
              <w:t xml:space="preserve">Supports CHANGE_OF_RELIABILITY in the Event Enrollment </w:t>
            </w:r>
            <w:r w:rsidR="00CB3E52">
              <w:t>o</w:t>
            </w:r>
            <w:r w:rsidRPr="00EA771E">
              <w:t>bject</w:t>
            </w:r>
          </w:p>
        </w:tc>
      </w:tr>
      <w:tr w:rsidR="00B2207F" w:rsidRPr="00F95990" w14:paraId="1FC5DEE5" w14:textId="77777777" w:rsidTr="005B72AB">
        <w:tc>
          <w:tcPr>
            <w:tcW w:w="477" w:type="dxa"/>
          </w:tcPr>
          <w:p w14:paraId="73CC38E7" w14:textId="77777777" w:rsidR="00B2207F" w:rsidRPr="00F95990" w:rsidRDefault="00B2207F" w:rsidP="007C34B9">
            <w:pPr>
              <w:jc w:val="center"/>
            </w:pPr>
          </w:p>
        </w:tc>
        <w:tc>
          <w:tcPr>
            <w:tcW w:w="966" w:type="dxa"/>
          </w:tcPr>
          <w:p w14:paraId="7CAFF9A3" w14:textId="77777777" w:rsidR="00B2207F" w:rsidRDefault="00B2207F" w:rsidP="00820550">
            <w:pPr>
              <w:jc w:val="center"/>
            </w:pPr>
            <w:r>
              <w:t>C</w:t>
            </w:r>
            <w:r w:rsidRPr="00FB1FB6">
              <w:rPr>
                <w:vertAlign w:val="superscript"/>
              </w:rPr>
              <w:t>1</w:t>
            </w:r>
            <w:r>
              <w:rPr>
                <w:vertAlign w:val="superscript"/>
              </w:rPr>
              <w:t>,3</w:t>
            </w:r>
          </w:p>
        </w:tc>
        <w:tc>
          <w:tcPr>
            <w:tcW w:w="7557" w:type="dxa"/>
          </w:tcPr>
          <w:p w14:paraId="0608EF02" w14:textId="77777777" w:rsidR="00B2207F" w:rsidRDefault="00B2207F" w:rsidP="00B2207F">
            <w:pPr>
              <w:rPr>
                <w:lang w:val="en-CA"/>
              </w:rPr>
            </w:pPr>
            <w:r>
              <w:rPr>
                <w:lang w:val="en-CA"/>
              </w:rPr>
              <w:t>Implements the CHANGE_OF_DISCRETE_VALUE algorithm</w:t>
            </w:r>
          </w:p>
        </w:tc>
      </w:tr>
      <w:tr w:rsidR="00B2207F" w:rsidRPr="00F95990" w14:paraId="1352E5B8" w14:textId="77777777" w:rsidTr="005B72AB">
        <w:tc>
          <w:tcPr>
            <w:tcW w:w="477" w:type="dxa"/>
          </w:tcPr>
          <w:p w14:paraId="0504AF64" w14:textId="77777777" w:rsidR="00B2207F" w:rsidRPr="00F95990" w:rsidRDefault="00B2207F" w:rsidP="007C34B9">
            <w:pPr>
              <w:jc w:val="center"/>
            </w:pPr>
          </w:p>
        </w:tc>
        <w:tc>
          <w:tcPr>
            <w:tcW w:w="966" w:type="dxa"/>
          </w:tcPr>
          <w:p w14:paraId="1FC94BA6" w14:textId="77777777" w:rsidR="00B2207F" w:rsidRDefault="00B2207F" w:rsidP="00B2207F">
            <w:pPr>
              <w:jc w:val="center"/>
            </w:pPr>
            <w:r>
              <w:t>C</w:t>
            </w:r>
            <w:r>
              <w:rPr>
                <w:vertAlign w:val="superscript"/>
              </w:rPr>
              <w:t>1,</w:t>
            </w:r>
            <w:r w:rsidR="00F10937">
              <w:rPr>
                <w:vertAlign w:val="superscript"/>
              </w:rPr>
              <w:t>4</w:t>
            </w:r>
          </w:p>
        </w:tc>
        <w:tc>
          <w:tcPr>
            <w:tcW w:w="7557" w:type="dxa"/>
          </w:tcPr>
          <w:p w14:paraId="0867DB40" w14:textId="77777777" w:rsidR="00B2207F" w:rsidRDefault="00B2207F" w:rsidP="00B2207F">
            <w:pPr>
              <w:rPr>
                <w:lang w:val="en-CA"/>
              </w:rPr>
            </w:pPr>
            <w:r>
              <w:rPr>
                <w:lang w:val="en-CA"/>
              </w:rPr>
              <w:t>Implements the CHANGE_OF_TIMER algorithm</w:t>
            </w:r>
          </w:p>
        </w:tc>
      </w:tr>
      <w:tr w:rsidR="00401C4A" w:rsidRPr="00F95990" w14:paraId="655B6075" w14:textId="77777777" w:rsidTr="005B72AB">
        <w:tc>
          <w:tcPr>
            <w:tcW w:w="477" w:type="dxa"/>
          </w:tcPr>
          <w:p w14:paraId="6E43718C" w14:textId="77777777" w:rsidR="00401C4A" w:rsidRPr="00F95990" w:rsidRDefault="00401C4A" w:rsidP="007C34B9">
            <w:pPr>
              <w:jc w:val="center"/>
            </w:pPr>
          </w:p>
        </w:tc>
        <w:tc>
          <w:tcPr>
            <w:tcW w:w="966" w:type="dxa"/>
          </w:tcPr>
          <w:p w14:paraId="2C68006C" w14:textId="075907B7" w:rsidR="00401C4A" w:rsidRDefault="00401C4A" w:rsidP="001D4D8B">
            <w:pPr>
              <w:jc w:val="center"/>
            </w:pPr>
            <w:r>
              <w:t>C</w:t>
            </w:r>
            <w:r w:rsidRPr="009F2C28">
              <w:rPr>
                <w:vertAlign w:val="superscript"/>
              </w:rPr>
              <w:t>1,</w:t>
            </w:r>
            <w:r w:rsidR="001D4D8B" w:rsidRPr="009F2C28" w:rsidDel="001D4D8B">
              <w:rPr>
                <w:vertAlign w:val="superscript"/>
              </w:rPr>
              <w:t xml:space="preserve"> </w:t>
            </w:r>
            <w:r w:rsidRPr="009F2C28">
              <w:rPr>
                <w:vertAlign w:val="superscript"/>
              </w:rPr>
              <w:t>3</w:t>
            </w:r>
            <w:r w:rsidR="001D4BA1">
              <w:rPr>
                <w:vertAlign w:val="superscript"/>
              </w:rPr>
              <w:t>,6</w:t>
            </w:r>
          </w:p>
        </w:tc>
        <w:tc>
          <w:tcPr>
            <w:tcW w:w="7557" w:type="dxa"/>
          </w:tcPr>
          <w:p w14:paraId="2CE4ECC1" w14:textId="77777777" w:rsidR="00401C4A" w:rsidRDefault="00401C4A" w:rsidP="00B2207F">
            <w:pPr>
              <w:rPr>
                <w:lang w:val="en-CA"/>
              </w:rPr>
            </w:pPr>
            <w:r>
              <w:rPr>
                <w:lang w:val="en-CA"/>
              </w:rPr>
              <w:t>Implements the CHANGE_OF_RELIABILITY - FAULT_OUT_OF_RANGE algorithm</w:t>
            </w:r>
          </w:p>
        </w:tc>
      </w:tr>
      <w:tr w:rsidR="001B1259" w:rsidRPr="00F95990" w14:paraId="370044B4" w14:textId="77777777" w:rsidTr="005B72AB">
        <w:tc>
          <w:tcPr>
            <w:tcW w:w="477" w:type="dxa"/>
          </w:tcPr>
          <w:p w14:paraId="7D90591E" w14:textId="77777777" w:rsidR="001B1259" w:rsidRPr="00F95990" w:rsidRDefault="001B1259" w:rsidP="005B72AB">
            <w:pPr>
              <w:jc w:val="center"/>
            </w:pPr>
          </w:p>
        </w:tc>
        <w:tc>
          <w:tcPr>
            <w:tcW w:w="966" w:type="dxa"/>
          </w:tcPr>
          <w:p w14:paraId="25B7D454" w14:textId="77777777" w:rsidR="001B1259" w:rsidRPr="00F95990" w:rsidRDefault="001B1259" w:rsidP="00B9484C">
            <w:pPr>
              <w:jc w:val="center"/>
            </w:pPr>
            <w:r w:rsidRPr="00F95990">
              <w:t>C</w:t>
            </w:r>
            <w:r w:rsidRPr="00F95990">
              <w:rPr>
                <w:vertAlign w:val="superscript"/>
              </w:rPr>
              <w:t>1</w:t>
            </w:r>
          </w:p>
        </w:tc>
        <w:tc>
          <w:tcPr>
            <w:tcW w:w="7557" w:type="dxa"/>
          </w:tcPr>
          <w:p w14:paraId="18595AE2" w14:textId="2870AB74" w:rsidR="001B1259" w:rsidRPr="00F95990" w:rsidRDefault="001B1259" w:rsidP="009353EF">
            <w:r w:rsidRPr="00F95990">
              <w:t xml:space="preserve">Implements a </w:t>
            </w:r>
            <w:r w:rsidR="00407B64">
              <w:t>p</w:t>
            </w:r>
            <w:r w:rsidRPr="00F95990">
              <w:t>roprietary algorithm</w:t>
            </w:r>
          </w:p>
        </w:tc>
      </w:tr>
      <w:tr w:rsidR="001B1259" w:rsidRPr="00F95990" w14:paraId="15882296"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3AD40090" w14:textId="77777777" w:rsidR="001B1259" w:rsidRDefault="001B1259" w:rsidP="009353EF">
            <w:pPr>
              <w:pStyle w:val="OptionFootnote"/>
            </w:pPr>
            <w:r w:rsidRPr="00F95990">
              <w:rPr>
                <w:vertAlign w:val="superscript"/>
              </w:rPr>
              <w:t>1</w:t>
            </w:r>
            <w:r w:rsidRPr="00F95990">
              <w:t xml:space="preserve"> </w:t>
            </w:r>
            <w:r w:rsidR="00740BD1">
              <w:t>At least one</w:t>
            </w:r>
            <w:r w:rsidRPr="00F95990">
              <w:t xml:space="preserve"> of these options must be supported to claim support for this BIBB. It is recommended that a standard BACnet algorithm be used instead of a proprietary algorithm whenever possible.</w:t>
            </w:r>
          </w:p>
          <w:p w14:paraId="474E407C" w14:textId="77777777" w:rsidR="00F10937" w:rsidRPr="00FB1FB6" w:rsidRDefault="00F10937" w:rsidP="00B2207F">
            <w:pPr>
              <w:ind w:left="720"/>
            </w:pPr>
            <w:r w:rsidRPr="00F10937">
              <w:rPr>
                <w:vertAlign w:val="superscript"/>
              </w:rPr>
              <w:t>3</w:t>
            </w:r>
            <w:r w:rsidR="00650BA1">
              <w:rPr>
                <w:vertAlign w:val="superscript"/>
              </w:rPr>
              <w:t xml:space="preserve"> </w:t>
            </w:r>
            <w:r>
              <w:t>Protocol_Revision 16 or higher must be claimed.</w:t>
            </w:r>
          </w:p>
          <w:p w14:paraId="200CC31E" w14:textId="77777777" w:rsidR="00B2207F" w:rsidRDefault="00F10937" w:rsidP="00B2207F">
            <w:pPr>
              <w:ind w:left="720"/>
            </w:pPr>
            <w:r>
              <w:rPr>
                <w:vertAlign w:val="superscript"/>
              </w:rPr>
              <w:t>4</w:t>
            </w:r>
            <w:r w:rsidR="00650BA1">
              <w:rPr>
                <w:vertAlign w:val="superscript"/>
              </w:rPr>
              <w:t xml:space="preserve"> </w:t>
            </w:r>
            <w:r>
              <w:t>Protocol</w:t>
            </w:r>
            <w:r w:rsidR="00B2207F">
              <w:t>_Revision 17 or higher must be claimed.</w:t>
            </w:r>
          </w:p>
          <w:p w14:paraId="23680216" w14:textId="77777777" w:rsidR="001B1259" w:rsidRDefault="0000328E" w:rsidP="00DA1EB5">
            <w:pPr>
              <w:pStyle w:val="ListParagraph"/>
            </w:pPr>
            <w:r w:rsidRPr="0000328E">
              <w:rPr>
                <w:vertAlign w:val="superscript"/>
              </w:rPr>
              <w:t>5</w:t>
            </w:r>
            <w:r w:rsidR="00DA1EB5">
              <w:rPr>
                <w:vertAlign w:val="superscript"/>
              </w:rPr>
              <w:t xml:space="preserve"> </w:t>
            </w:r>
            <w:r w:rsidR="00F10937">
              <w:t>Protocol</w:t>
            </w:r>
            <w:r w:rsidR="00132E0C">
              <w:t>_Revision 18 or higher must be claimed.</w:t>
            </w:r>
          </w:p>
          <w:p w14:paraId="24A62938" w14:textId="5275F4F0" w:rsidR="001D4BA1" w:rsidRPr="00F95990" w:rsidRDefault="001D4BA1" w:rsidP="00DA1EB5">
            <w:pPr>
              <w:pStyle w:val="ListParagraph"/>
            </w:pPr>
            <w:r w:rsidRPr="001D4BA1">
              <w:rPr>
                <w:vertAlign w:val="superscript"/>
              </w:rPr>
              <w:t>6</w:t>
            </w:r>
            <w:r>
              <w:t xml:space="preserve"> A device shall support CHANGE_OF_RELIABILITY in any object which generates event notifications and in which the Reliability property can take on a value other than NO_FAULT_DETECTED.</w:t>
            </w:r>
          </w:p>
        </w:tc>
      </w:tr>
      <w:tr w:rsidR="001B1259" w:rsidRPr="00F95990" w14:paraId="788F90A6"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22A394C8" w14:textId="77777777" w:rsidR="001B1259" w:rsidRPr="00F95990" w:rsidRDefault="001B1259" w:rsidP="002849B8">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w:t>
            </w:r>
            <w:r w:rsidR="002849B8">
              <w:rPr>
                <w:b/>
                <w:bCs/>
              </w:rPr>
              <w:t>cknowledge</w:t>
            </w:r>
            <w:r w:rsidRPr="00F95990">
              <w:rPr>
                <w:b/>
                <w:bCs/>
              </w:rPr>
              <w:t xml:space="preserve"> </w:t>
            </w:r>
            <w:r w:rsidR="00012C95">
              <w:rPr>
                <w:b/>
                <w:bCs/>
              </w:rPr>
              <w:t>-</w:t>
            </w:r>
            <w:r w:rsidRPr="00F95990">
              <w:rPr>
                <w:b/>
                <w:bCs/>
              </w:rPr>
              <w:t xml:space="preserve"> A</w:t>
            </w:r>
          </w:p>
        </w:tc>
      </w:tr>
      <w:tr w:rsidR="001B1259" w:rsidRPr="00F95990" w14:paraId="4579A69A" w14:textId="77777777" w:rsidTr="005B72AB">
        <w:tc>
          <w:tcPr>
            <w:tcW w:w="477" w:type="dxa"/>
          </w:tcPr>
          <w:p w14:paraId="36AD21E6" w14:textId="77777777" w:rsidR="001B1259" w:rsidRPr="00F95990" w:rsidRDefault="001B1259" w:rsidP="009353EF">
            <w:pPr>
              <w:jc w:val="center"/>
            </w:pPr>
          </w:p>
        </w:tc>
        <w:tc>
          <w:tcPr>
            <w:tcW w:w="966" w:type="dxa"/>
          </w:tcPr>
          <w:p w14:paraId="2AFA361E" w14:textId="77777777" w:rsidR="001B1259" w:rsidRPr="00F95990" w:rsidRDefault="001B1259" w:rsidP="009353EF">
            <w:pPr>
              <w:jc w:val="center"/>
            </w:pPr>
            <w:r w:rsidRPr="00F95990">
              <w:t>R</w:t>
            </w:r>
          </w:p>
        </w:tc>
        <w:tc>
          <w:tcPr>
            <w:tcW w:w="7557" w:type="dxa"/>
          </w:tcPr>
          <w:p w14:paraId="5BFAF443" w14:textId="77777777" w:rsidR="001B1259" w:rsidRPr="00F95990" w:rsidRDefault="001B1259" w:rsidP="009353EF">
            <w:pPr>
              <w:rPr>
                <w:color w:val="0000FF"/>
              </w:rPr>
            </w:pPr>
            <w:r w:rsidRPr="00F95990">
              <w:t xml:space="preserve">Base Requirements </w:t>
            </w:r>
          </w:p>
        </w:tc>
      </w:tr>
      <w:tr w:rsidR="001B1259" w:rsidRPr="00F95990" w14:paraId="2E2C8E37" w14:textId="77777777" w:rsidTr="005B72AB">
        <w:tc>
          <w:tcPr>
            <w:tcW w:w="477" w:type="dxa"/>
          </w:tcPr>
          <w:p w14:paraId="66F929E0" w14:textId="77777777" w:rsidR="001B1259" w:rsidRPr="00F95990" w:rsidRDefault="001B1259" w:rsidP="009353EF">
            <w:pPr>
              <w:jc w:val="center"/>
            </w:pPr>
          </w:p>
        </w:tc>
        <w:tc>
          <w:tcPr>
            <w:tcW w:w="966" w:type="dxa"/>
          </w:tcPr>
          <w:p w14:paraId="7FC85E99" w14:textId="77777777" w:rsidR="001B1259" w:rsidRPr="00F95990" w:rsidRDefault="001B1259" w:rsidP="009353EF">
            <w:pPr>
              <w:jc w:val="center"/>
              <w:rPr>
                <w:vertAlign w:val="superscript"/>
              </w:rPr>
            </w:pPr>
            <w:r>
              <w:t>BTL-R</w:t>
            </w:r>
            <w:r w:rsidRPr="00F95990">
              <w:rPr>
                <w:vertAlign w:val="superscript"/>
              </w:rPr>
              <w:t>1</w:t>
            </w:r>
          </w:p>
        </w:tc>
        <w:tc>
          <w:tcPr>
            <w:tcW w:w="7557" w:type="dxa"/>
          </w:tcPr>
          <w:p w14:paraId="44E206D2" w14:textId="77777777" w:rsidR="001B1259" w:rsidRPr="00F95990" w:rsidRDefault="001B1259" w:rsidP="009353EF">
            <w:r w:rsidRPr="00F95990">
              <w:t>Generates AcknowledgeAlarm requests with acknowledge timestamps of the BACnetDateTime form</w:t>
            </w:r>
          </w:p>
        </w:tc>
      </w:tr>
      <w:tr w:rsidR="001B1259" w:rsidRPr="00F95990" w14:paraId="44F739E2" w14:textId="77777777" w:rsidTr="005B72AB">
        <w:tc>
          <w:tcPr>
            <w:tcW w:w="477" w:type="dxa"/>
          </w:tcPr>
          <w:p w14:paraId="7E58AB58" w14:textId="77777777" w:rsidR="001B1259" w:rsidRPr="00F95990" w:rsidRDefault="001B1259" w:rsidP="009353EF">
            <w:pPr>
              <w:jc w:val="center"/>
            </w:pPr>
          </w:p>
        </w:tc>
        <w:tc>
          <w:tcPr>
            <w:tcW w:w="966" w:type="dxa"/>
          </w:tcPr>
          <w:p w14:paraId="2AB2473B" w14:textId="77777777" w:rsidR="001B1259" w:rsidRPr="00F95990" w:rsidRDefault="001B1259" w:rsidP="009353EF">
            <w:pPr>
              <w:jc w:val="center"/>
            </w:pPr>
            <w:r>
              <w:t>N</w:t>
            </w:r>
            <w:r w:rsidRPr="00F95990">
              <w:rPr>
                <w:vertAlign w:val="superscript"/>
              </w:rPr>
              <w:t>1</w:t>
            </w:r>
          </w:p>
        </w:tc>
        <w:tc>
          <w:tcPr>
            <w:tcW w:w="7557" w:type="dxa"/>
          </w:tcPr>
          <w:p w14:paraId="14636A71" w14:textId="77777777" w:rsidR="001B1259" w:rsidRPr="00F95990" w:rsidRDefault="001B1259" w:rsidP="009353EF">
            <w:r w:rsidRPr="00F95990">
              <w:t>Generates AcknowledgeAlarm requests with acknowledge timestamps of the Time form</w:t>
            </w:r>
          </w:p>
        </w:tc>
      </w:tr>
      <w:tr w:rsidR="001B1259" w:rsidRPr="00F95990" w14:paraId="3B3B3614" w14:textId="77777777" w:rsidTr="005B72AB">
        <w:tc>
          <w:tcPr>
            <w:tcW w:w="477" w:type="dxa"/>
          </w:tcPr>
          <w:p w14:paraId="5B745BDB" w14:textId="77777777" w:rsidR="001B1259" w:rsidRPr="00F95990" w:rsidRDefault="001B1259" w:rsidP="009353EF">
            <w:pPr>
              <w:jc w:val="center"/>
            </w:pPr>
          </w:p>
        </w:tc>
        <w:tc>
          <w:tcPr>
            <w:tcW w:w="966" w:type="dxa"/>
          </w:tcPr>
          <w:p w14:paraId="19F4C8B6" w14:textId="77777777" w:rsidR="001B1259" w:rsidRPr="00F95990" w:rsidRDefault="001B1259" w:rsidP="009353EF">
            <w:pPr>
              <w:jc w:val="center"/>
            </w:pPr>
            <w:r>
              <w:t>N</w:t>
            </w:r>
            <w:r w:rsidRPr="00F95990">
              <w:rPr>
                <w:vertAlign w:val="superscript"/>
              </w:rPr>
              <w:t>1</w:t>
            </w:r>
          </w:p>
        </w:tc>
        <w:tc>
          <w:tcPr>
            <w:tcW w:w="7557" w:type="dxa"/>
          </w:tcPr>
          <w:p w14:paraId="5EC4B406" w14:textId="77777777" w:rsidR="001B1259" w:rsidRPr="00F95990" w:rsidRDefault="001B1259" w:rsidP="009353EF">
            <w:r w:rsidRPr="00F95990">
              <w:t>Generates AcknowledgeAlarm requests with acknowledge timestamps of the Sequence Number form</w:t>
            </w:r>
          </w:p>
        </w:tc>
      </w:tr>
      <w:tr w:rsidR="001B1259" w:rsidRPr="00F95990" w14:paraId="49E03573"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69966652" w14:textId="77777777" w:rsidR="001B1259" w:rsidRPr="00F95990" w:rsidRDefault="001B1259" w:rsidP="009353EF">
            <w:pPr>
              <w:pStyle w:val="OptionFootnote"/>
            </w:pPr>
            <w:r w:rsidRPr="00F95990">
              <w:rPr>
                <w:vertAlign w:val="superscript"/>
              </w:rPr>
              <w:t>1</w:t>
            </w:r>
            <w:r w:rsidRPr="00F95990">
              <w:t xml:space="preserve"> At least one of these options is required in order to claim conformance to this BIBB.</w:t>
            </w:r>
          </w:p>
        </w:tc>
      </w:tr>
      <w:tr w:rsidR="001B1259" w:rsidRPr="00F95990" w14:paraId="7FA579B4" w14:textId="77777777" w:rsidTr="0056012F">
        <w:trPr>
          <w:cantSplit/>
        </w:trPr>
        <w:tc>
          <w:tcPr>
            <w:tcW w:w="9000" w:type="dxa"/>
            <w:gridSpan w:val="3"/>
          </w:tcPr>
          <w:p w14:paraId="396F5891" w14:textId="77777777" w:rsidR="001B1259" w:rsidRPr="00F95990" w:rsidRDefault="001B1259" w:rsidP="002849B8">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sidR="002849B8">
              <w:rPr>
                <w:b/>
                <w:bCs/>
              </w:rPr>
              <w:t>Acknowledge</w:t>
            </w:r>
            <w:r w:rsidR="002849B8" w:rsidRPr="00F95990">
              <w:rPr>
                <w:b/>
                <w:bCs/>
              </w:rPr>
              <w:t xml:space="preserve"> </w:t>
            </w:r>
            <w:r w:rsidR="00012C95">
              <w:rPr>
                <w:b/>
                <w:bCs/>
              </w:rPr>
              <w:t>-</w:t>
            </w:r>
            <w:r w:rsidRPr="00F95990">
              <w:rPr>
                <w:b/>
                <w:bCs/>
              </w:rPr>
              <w:t xml:space="preserve"> B</w:t>
            </w:r>
          </w:p>
        </w:tc>
      </w:tr>
      <w:tr w:rsidR="001B1259" w:rsidRPr="00F95990" w14:paraId="131862BD" w14:textId="77777777" w:rsidTr="005B72AB">
        <w:tc>
          <w:tcPr>
            <w:tcW w:w="477" w:type="dxa"/>
          </w:tcPr>
          <w:p w14:paraId="0A3AF617" w14:textId="77777777" w:rsidR="001B1259" w:rsidRPr="00F95990" w:rsidRDefault="001B1259" w:rsidP="009353EF">
            <w:pPr>
              <w:jc w:val="center"/>
            </w:pPr>
          </w:p>
        </w:tc>
        <w:tc>
          <w:tcPr>
            <w:tcW w:w="966" w:type="dxa"/>
          </w:tcPr>
          <w:p w14:paraId="12FF8209" w14:textId="77777777" w:rsidR="001B1259" w:rsidRPr="00F95990" w:rsidRDefault="001B1259" w:rsidP="009353EF">
            <w:pPr>
              <w:jc w:val="center"/>
            </w:pPr>
            <w:r w:rsidRPr="00F95990">
              <w:t>R</w:t>
            </w:r>
          </w:p>
        </w:tc>
        <w:tc>
          <w:tcPr>
            <w:tcW w:w="7557" w:type="dxa"/>
          </w:tcPr>
          <w:p w14:paraId="6F2C5727" w14:textId="77777777" w:rsidR="001B1259" w:rsidRPr="00F95990" w:rsidRDefault="001B1259" w:rsidP="009353EF">
            <w:pPr>
              <w:rPr>
                <w:color w:val="0000FF"/>
              </w:rPr>
            </w:pPr>
            <w:r w:rsidRPr="00F95990">
              <w:t xml:space="preserve">Base Requirements </w:t>
            </w:r>
          </w:p>
        </w:tc>
      </w:tr>
      <w:tr w:rsidR="001B1259" w:rsidRPr="00F95990" w14:paraId="2F08519C" w14:textId="77777777" w:rsidTr="0056012F">
        <w:trPr>
          <w:cantSplit/>
        </w:trPr>
        <w:tc>
          <w:tcPr>
            <w:tcW w:w="9000" w:type="dxa"/>
            <w:gridSpan w:val="3"/>
          </w:tcPr>
          <w:p w14:paraId="2990B1F8" w14:textId="77777777" w:rsidR="001B1259" w:rsidRPr="00F95990" w:rsidRDefault="001B1259" w:rsidP="009353EF">
            <w:pPr>
              <w:rPr>
                <w:b/>
                <w:bCs/>
              </w:rPr>
            </w:pPr>
          </w:p>
        </w:tc>
      </w:tr>
      <w:tr w:rsidR="001B1259" w:rsidRPr="00F95990" w14:paraId="54E7448B"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6D2F9154"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Alarm Summary </w:t>
            </w:r>
            <w:r w:rsidR="00012C95">
              <w:rPr>
                <w:b/>
                <w:bCs/>
              </w:rPr>
              <w:t>-</w:t>
            </w:r>
            <w:r w:rsidRPr="00F95990">
              <w:rPr>
                <w:b/>
                <w:bCs/>
              </w:rPr>
              <w:t xml:space="preserve"> A</w:t>
            </w:r>
          </w:p>
        </w:tc>
      </w:tr>
      <w:tr w:rsidR="001B1259" w:rsidRPr="00F95990" w14:paraId="5FE38161" w14:textId="77777777" w:rsidTr="005B72AB">
        <w:tc>
          <w:tcPr>
            <w:tcW w:w="477" w:type="dxa"/>
          </w:tcPr>
          <w:p w14:paraId="473D5A3E" w14:textId="77777777" w:rsidR="001B1259" w:rsidRPr="00F95990" w:rsidRDefault="001B1259" w:rsidP="009353EF">
            <w:pPr>
              <w:jc w:val="center"/>
            </w:pPr>
          </w:p>
        </w:tc>
        <w:tc>
          <w:tcPr>
            <w:tcW w:w="966" w:type="dxa"/>
          </w:tcPr>
          <w:p w14:paraId="17BBDCE2" w14:textId="77777777" w:rsidR="001B1259" w:rsidRPr="00F95990" w:rsidRDefault="001B1259" w:rsidP="009353EF">
            <w:pPr>
              <w:jc w:val="center"/>
            </w:pPr>
            <w:r w:rsidRPr="00F95990">
              <w:t>R</w:t>
            </w:r>
            <w:r w:rsidRPr="00DE1102">
              <w:rPr>
                <w:vertAlign w:val="superscript"/>
              </w:rPr>
              <w:t>1</w:t>
            </w:r>
          </w:p>
        </w:tc>
        <w:tc>
          <w:tcPr>
            <w:tcW w:w="7557" w:type="dxa"/>
          </w:tcPr>
          <w:p w14:paraId="1D159435" w14:textId="77777777" w:rsidR="001B1259" w:rsidRPr="00F95990" w:rsidRDefault="001B1259" w:rsidP="009353EF">
            <w:pPr>
              <w:rPr>
                <w:color w:val="0000FF"/>
              </w:rPr>
            </w:pPr>
            <w:r w:rsidRPr="00F95990">
              <w:t xml:space="preserve">Base Requirements </w:t>
            </w:r>
          </w:p>
        </w:tc>
      </w:tr>
      <w:tr w:rsidR="001B1259" w:rsidRPr="00F95990" w14:paraId="06B6ECBB"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35E7550F" w14:textId="38CEABD8" w:rsidR="001B1259" w:rsidRPr="00F95990" w:rsidRDefault="001B1259" w:rsidP="009353EF">
            <w:pPr>
              <w:pStyle w:val="OptionFootnote"/>
            </w:pPr>
            <w:r w:rsidRPr="00DE1102">
              <w:rPr>
                <w:vertAlign w:val="superscript"/>
              </w:rPr>
              <w:t>1</w:t>
            </w:r>
            <w:r>
              <w:t xml:space="preserve"> This BIBB</w:t>
            </w:r>
            <w:r w:rsidR="00E84F28">
              <w:t>, AE-ASUM-A,</w:t>
            </w:r>
            <w:r>
              <w:t xml:space="preserve"> can be claimed if AE-AS-A is also claimed.</w:t>
            </w:r>
          </w:p>
        </w:tc>
      </w:tr>
      <w:tr w:rsidR="001B1259" w:rsidRPr="00F95990" w14:paraId="69B4D4C3" w14:textId="77777777" w:rsidTr="0056012F">
        <w:trPr>
          <w:cantSplit/>
        </w:trPr>
        <w:tc>
          <w:tcPr>
            <w:tcW w:w="9000" w:type="dxa"/>
            <w:gridSpan w:val="3"/>
          </w:tcPr>
          <w:p w14:paraId="32A471F7"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Alarm Summary </w:t>
            </w:r>
            <w:r w:rsidR="00012C95">
              <w:rPr>
                <w:b/>
                <w:bCs/>
              </w:rPr>
              <w:t>-</w:t>
            </w:r>
            <w:r w:rsidRPr="00F95990">
              <w:rPr>
                <w:b/>
                <w:bCs/>
              </w:rPr>
              <w:t xml:space="preserve"> B</w:t>
            </w:r>
          </w:p>
        </w:tc>
      </w:tr>
      <w:tr w:rsidR="001B1259" w:rsidRPr="00F95990" w14:paraId="79D3BD83" w14:textId="77777777" w:rsidTr="005B72AB">
        <w:tc>
          <w:tcPr>
            <w:tcW w:w="477" w:type="dxa"/>
          </w:tcPr>
          <w:p w14:paraId="59533A58" w14:textId="77777777" w:rsidR="001B1259" w:rsidRPr="00F95990" w:rsidRDefault="001B1259" w:rsidP="009353EF">
            <w:pPr>
              <w:jc w:val="center"/>
            </w:pPr>
          </w:p>
        </w:tc>
        <w:tc>
          <w:tcPr>
            <w:tcW w:w="966" w:type="dxa"/>
          </w:tcPr>
          <w:p w14:paraId="68F22552" w14:textId="77777777" w:rsidR="001B1259" w:rsidRPr="00F95990" w:rsidRDefault="001B1259" w:rsidP="009353EF">
            <w:pPr>
              <w:jc w:val="center"/>
            </w:pPr>
            <w:r w:rsidRPr="00F95990">
              <w:t>R</w:t>
            </w:r>
          </w:p>
        </w:tc>
        <w:tc>
          <w:tcPr>
            <w:tcW w:w="7557" w:type="dxa"/>
          </w:tcPr>
          <w:p w14:paraId="2C8EB573" w14:textId="77777777" w:rsidR="001B1259" w:rsidRPr="00F95990" w:rsidRDefault="001B1259" w:rsidP="009353EF">
            <w:pPr>
              <w:rPr>
                <w:color w:val="0000FF"/>
              </w:rPr>
            </w:pPr>
            <w:r w:rsidRPr="00F95990">
              <w:t xml:space="preserve">Base Requirements </w:t>
            </w:r>
          </w:p>
        </w:tc>
      </w:tr>
      <w:tr w:rsidR="001B1259" w:rsidRPr="00F95990" w14:paraId="4A5823A2" w14:textId="77777777" w:rsidTr="0056012F">
        <w:trPr>
          <w:cantSplit/>
        </w:trPr>
        <w:tc>
          <w:tcPr>
            <w:tcW w:w="9000" w:type="dxa"/>
            <w:gridSpan w:val="3"/>
          </w:tcPr>
          <w:p w14:paraId="4B1A4865" w14:textId="77777777" w:rsidR="001B1259" w:rsidRPr="00F95990" w:rsidRDefault="001B1259" w:rsidP="009353EF">
            <w:pPr>
              <w:rPr>
                <w:b/>
                <w:bCs/>
              </w:rPr>
            </w:pPr>
          </w:p>
        </w:tc>
      </w:tr>
      <w:tr w:rsidR="001B1259" w:rsidRPr="00F95990" w14:paraId="062CACF9"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325BC8A2" w14:textId="77777777" w:rsidR="001B1259" w:rsidRPr="00F95990" w:rsidRDefault="001B1259" w:rsidP="009353EF">
            <w:pPr>
              <w:rPr>
                <w:b/>
                <w:bCs/>
              </w:rPr>
            </w:pPr>
            <w:r w:rsidRPr="00F95990">
              <w:rPr>
                <w:b/>
                <w:bCs/>
              </w:rPr>
              <w:lastRenderedPageBreak/>
              <w:t xml:space="preserve">Alarm and Event </w:t>
            </w:r>
            <w:r w:rsidR="002849B8">
              <w:rPr>
                <w:b/>
                <w:bCs/>
              </w:rPr>
              <w:t>Management</w:t>
            </w:r>
            <w:r w:rsidR="002849B8" w:rsidRPr="00F95990">
              <w:rPr>
                <w:b/>
                <w:bCs/>
              </w:rPr>
              <w:t xml:space="preserve"> </w:t>
            </w:r>
            <w:r w:rsidR="00012C95">
              <w:rPr>
                <w:b/>
                <w:bCs/>
              </w:rPr>
              <w:t>-</w:t>
            </w:r>
            <w:r w:rsidRPr="00F95990">
              <w:rPr>
                <w:b/>
                <w:bCs/>
              </w:rPr>
              <w:t xml:space="preserve"> Enrollment Summary </w:t>
            </w:r>
            <w:r w:rsidR="00012C95">
              <w:rPr>
                <w:b/>
                <w:bCs/>
              </w:rPr>
              <w:t>-</w:t>
            </w:r>
            <w:r w:rsidRPr="00F95990">
              <w:rPr>
                <w:b/>
                <w:bCs/>
              </w:rPr>
              <w:t xml:space="preserve"> A</w:t>
            </w:r>
          </w:p>
        </w:tc>
      </w:tr>
      <w:tr w:rsidR="001B1259" w:rsidRPr="00F95990" w14:paraId="21CEF78C" w14:textId="77777777" w:rsidTr="005B72AB">
        <w:tc>
          <w:tcPr>
            <w:tcW w:w="477" w:type="dxa"/>
          </w:tcPr>
          <w:p w14:paraId="7AF46FD2" w14:textId="77777777" w:rsidR="001B1259" w:rsidRPr="00F95990" w:rsidRDefault="001B1259" w:rsidP="009353EF">
            <w:pPr>
              <w:jc w:val="center"/>
            </w:pPr>
          </w:p>
        </w:tc>
        <w:tc>
          <w:tcPr>
            <w:tcW w:w="966" w:type="dxa"/>
          </w:tcPr>
          <w:p w14:paraId="0E72C14E" w14:textId="77777777" w:rsidR="001B1259" w:rsidRPr="00F95990" w:rsidRDefault="001B1259" w:rsidP="009353EF">
            <w:pPr>
              <w:jc w:val="center"/>
            </w:pPr>
            <w:r w:rsidRPr="00F95990">
              <w:t>R</w:t>
            </w:r>
            <w:r w:rsidRPr="00DE1102">
              <w:rPr>
                <w:vertAlign w:val="superscript"/>
              </w:rPr>
              <w:t>1</w:t>
            </w:r>
          </w:p>
        </w:tc>
        <w:tc>
          <w:tcPr>
            <w:tcW w:w="7557" w:type="dxa"/>
          </w:tcPr>
          <w:p w14:paraId="636E841B" w14:textId="77777777" w:rsidR="001B1259" w:rsidRPr="00F95990" w:rsidRDefault="001B1259" w:rsidP="009353EF">
            <w:pPr>
              <w:rPr>
                <w:color w:val="0000FF"/>
              </w:rPr>
            </w:pPr>
            <w:r w:rsidRPr="00F95990">
              <w:t xml:space="preserve">Base Requirements </w:t>
            </w:r>
          </w:p>
        </w:tc>
      </w:tr>
      <w:tr w:rsidR="001B1259" w:rsidRPr="00F95990" w14:paraId="60357573" w14:textId="77777777" w:rsidTr="005B72AB">
        <w:tc>
          <w:tcPr>
            <w:tcW w:w="477" w:type="dxa"/>
          </w:tcPr>
          <w:p w14:paraId="1BFB7361" w14:textId="77777777" w:rsidR="001B1259" w:rsidRPr="00F95990" w:rsidRDefault="001B1259" w:rsidP="009353EF">
            <w:pPr>
              <w:jc w:val="center"/>
            </w:pPr>
          </w:p>
        </w:tc>
        <w:tc>
          <w:tcPr>
            <w:tcW w:w="966" w:type="dxa"/>
          </w:tcPr>
          <w:p w14:paraId="18860896" w14:textId="77777777" w:rsidR="001B1259" w:rsidRPr="00F95990" w:rsidRDefault="001B1259" w:rsidP="009353EF">
            <w:pPr>
              <w:jc w:val="center"/>
            </w:pPr>
            <w:r w:rsidRPr="00F95990">
              <w:t>O</w:t>
            </w:r>
          </w:p>
        </w:tc>
        <w:tc>
          <w:tcPr>
            <w:tcW w:w="7557" w:type="dxa"/>
          </w:tcPr>
          <w:p w14:paraId="69042CBE" w14:textId="77777777" w:rsidR="001B1259" w:rsidRPr="00F95990" w:rsidRDefault="001B1259" w:rsidP="009353EF">
            <w:r w:rsidRPr="00F95990">
              <w:t>Generates requests with an Enrollment filter</w:t>
            </w:r>
          </w:p>
        </w:tc>
      </w:tr>
      <w:tr w:rsidR="001B1259" w:rsidRPr="00F95990" w14:paraId="7645DF27" w14:textId="77777777" w:rsidTr="005B72AB">
        <w:tc>
          <w:tcPr>
            <w:tcW w:w="477" w:type="dxa"/>
          </w:tcPr>
          <w:p w14:paraId="7DE7A35A" w14:textId="77777777" w:rsidR="001B1259" w:rsidRPr="00F95990" w:rsidRDefault="001B1259" w:rsidP="009353EF">
            <w:pPr>
              <w:jc w:val="center"/>
            </w:pPr>
          </w:p>
        </w:tc>
        <w:tc>
          <w:tcPr>
            <w:tcW w:w="966" w:type="dxa"/>
          </w:tcPr>
          <w:p w14:paraId="3A72A716" w14:textId="77777777" w:rsidR="001B1259" w:rsidRPr="00F95990" w:rsidRDefault="001B1259" w:rsidP="009353EF">
            <w:pPr>
              <w:jc w:val="center"/>
            </w:pPr>
            <w:r w:rsidRPr="00F95990">
              <w:t>O</w:t>
            </w:r>
          </w:p>
        </w:tc>
        <w:tc>
          <w:tcPr>
            <w:tcW w:w="7557" w:type="dxa"/>
          </w:tcPr>
          <w:p w14:paraId="5B80C657" w14:textId="77777777" w:rsidR="001B1259" w:rsidRPr="00F95990" w:rsidRDefault="001B1259" w:rsidP="009353EF">
            <w:r w:rsidRPr="00F95990">
              <w:t>Generates requests with an Event State filter</w:t>
            </w:r>
          </w:p>
        </w:tc>
      </w:tr>
      <w:tr w:rsidR="001B1259" w:rsidRPr="00F95990" w14:paraId="091C690F" w14:textId="77777777" w:rsidTr="005B72AB">
        <w:tc>
          <w:tcPr>
            <w:tcW w:w="477" w:type="dxa"/>
          </w:tcPr>
          <w:p w14:paraId="718EDC6B" w14:textId="77777777" w:rsidR="001B1259" w:rsidRPr="00F95990" w:rsidRDefault="001B1259" w:rsidP="009353EF">
            <w:pPr>
              <w:jc w:val="center"/>
            </w:pPr>
          </w:p>
        </w:tc>
        <w:tc>
          <w:tcPr>
            <w:tcW w:w="966" w:type="dxa"/>
          </w:tcPr>
          <w:p w14:paraId="10AADB73" w14:textId="77777777" w:rsidR="001B1259" w:rsidRPr="00F95990" w:rsidRDefault="001B1259" w:rsidP="009353EF">
            <w:pPr>
              <w:jc w:val="center"/>
            </w:pPr>
            <w:r w:rsidRPr="00F95990">
              <w:t>O</w:t>
            </w:r>
          </w:p>
        </w:tc>
        <w:tc>
          <w:tcPr>
            <w:tcW w:w="7557" w:type="dxa"/>
          </w:tcPr>
          <w:p w14:paraId="05B197E2" w14:textId="77777777" w:rsidR="001B1259" w:rsidRPr="00F95990" w:rsidRDefault="001B1259" w:rsidP="009353EF">
            <w:r w:rsidRPr="00F95990">
              <w:t>Generates requests with an Event Type filter</w:t>
            </w:r>
          </w:p>
        </w:tc>
      </w:tr>
      <w:tr w:rsidR="001B1259" w:rsidRPr="00F95990" w14:paraId="0530F530" w14:textId="77777777" w:rsidTr="005B72AB">
        <w:tc>
          <w:tcPr>
            <w:tcW w:w="477" w:type="dxa"/>
          </w:tcPr>
          <w:p w14:paraId="21F72185" w14:textId="77777777" w:rsidR="001B1259" w:rsidRPr="00F95990" w:rsidRDefault="001B1259" w:rsidP="009353EF">
            <w:pPr>
              <w:jc w:val="center"/>
            </w:pPr>
          </w:p>
        </w:tc>
        <w:tc>
          <w:tcPr>
            <w:tcW w:w="966" w:type="dxa"/>
          </w:tcPr>
          <w:p w14:paraId="20CDA038" w14:textId="77777777" w:rsidR="001B1259" w:rsidRPr="00F95990" w:rsidRDefault="001B1259" w:rsidP="009353EF">
            <w:pPr>
              <w:jc w:val="center"/>
            </w:pPr>
            <w:r w:rsidRPr="00F95990">
              <w:t>O</w:t>
            </w:r>
          </w:p>
        </w:tc>
        <w:tc>
          <w:tcPr>
            <w:tcW w:w="7557" w:type="dxa"/>
          </w:tcPr>
          <w:p w14:paraId="0B8840F7" w14:textId="77777777" w:rsidR="001B1259" w:rsidRPr="00F95990" w:rsidRDefault="001B1259" w:rsidP="009353EF">
            <w:r w:rsidRPr="00F95990">
              <w:t>Generates requests with a Priority filter</w:t>
            </w:r>
          </w:p>
        </w:tc>
      </w:tr>
      <w:tr w:rsidR="001B1259" w:rsidRPr="00F95990" w14:paraId="56EDBD01" w14:textId="77777777" w:rsidTr="005B72AB">
        <w:tc>
          <w:tcPr>
            <w:tcW w:w="477" w:type="dxa"/>
          </w:tcPr>
          <w:p w14:paraId="423AE16B" w14:textId="77777777" w:rsidR="001B1259" w:rsidRPr="00F95990" w:rsidRDefault="001B1259" w:rsidP="009353EF">
            <w:pPr>
              <w:jc w:val="center"/>
            </w:pPr>
          </w:p>
        </w:tc>
        <w:tc>
          <w:tcPr>
            <w:tcW w:w="966" w:type="dxa"/>
          </w:tcPr>
          <w:p w14:paraId="67E69B70" w14:textId="77777777" w:rsidR="001B1259" w:rsidRPr="00F95990" w:rsidRDefault="001B1259" w:rsidP="009353EF">
            <w:pPr>
              <w:jc w:val="center"/>
            </w:pPr>
            <w:r w:rsidRPr="00F95990">
              <w:t>O</w:t>
            </w:r>
          </w:p>
        </w:tc>
        <w:tc>
          <w:tcPr>
            <w:tcW w:w="7557" w:type="dxa"/>
          </w:tcPr>
          <w:p w14:paraId="14E6022A" w14:textId="77777777" w:rsidR="001B1259" w:rsidRPr="00F95990" w:rsidRDefault="001B1259" w:rsidP="009353EF">
            <w:r w:rsidRPr="00F95990">
              <w:t>Generates requests with a Notification Class filter</w:t>
            </w:r>
          </w:p>
        </w:tc>
      </w:tr>
      <w:tr w:rsidR="001B1259" w:rsidRPr="00F95990" w14:paraId="4D1177F5" w14:textId="77777777" w:rsidTr="005B72AB">
        <w:tc>
          <w:tcPr>
            <w:tcW w:w="477" w:type="dxa"/>
          </w:tcPr>
          <w:p w14:paraId="7978AE98" w14:textId="77777777" w:rsidR="001B1259" w:rsidRPr="00F95990" w:rsidRDefault="001B1259" w:rsidP="009353EF">
            <w:pPr>
              <w:jc w:val="center"/>
            </w:pPr>
          </w:p>
        </w:tc>
        <w:tc>
          <w:tcPr>
            <w:tcW w:w="966" w:type="dxa"/>
          </w:tcPr>
          <w:p w14:paraId="25CEF841" w14:textId="77777777" w:rsidR="001B1259" w:rsidRPr="00F95990" w:rsidRDefault="001B1259" w:rsidP="009353EF">
            <w:pPr>
              <w:jc w:val="center"/>
            </w:pPr>
            <w:r w:rsidRPr="00F95990">
              <w:t>O</w:t>
            </w:r>
          </w:p>
        </w:tc>
        <w:tc>
          <w:tcPr>
            <w:tcW w:w="7557" w:type="dxa"/>
          </w:tcPr>
          <w:p w14:paraId="101692FC" w14:textId="77777777" w:rsidR="001B1259" w:rsidRPr="00F95990" w:rsidRDefault="001B1259" w:rsidP="009353EF">
            <w:r w:rsidRPr="00F95990">
              <w:t>Generates requests with multiple filters</w:t>
            </w:r>
          </w:p>
        </w:tc>
      </w:tr>
      <w:tr w:rsidR="001B1259" w:rsidRPr="00F95990" w14:paraId="07063BD1"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3233C480" w14:textId="77777777" w:rsidR="001B1259" w:rsidRPr="00F95990" w:rsidRDefault="001B1259" w:rsidP="009353EF">
            <w:pPr>
              <w:pStyle w:val="OptionFootnote"/>
            </w:pPr>
            <w:r w:rsidRPr="00DE1102">
              <w:rPr>
                <w:vertAlign w:val="superscript"/>
              </w:rPr>
              <w:t>1</w:t>
            </w:r>
            <w:r>
              <w:t xml:space="preserve"> This BIBB can be claimed if AE-AS-A is also claimed.</w:t>
            </w:r>
          </w:p>
        </w:tc>
      </w:tr>
      <w:tr w:rsidR="001B1259" w:rsidRPr="00F95990" w14:paraId="284242F3" w14:textId="77777777" w:rsidTr="0056012F">
        <w:trPr>
          <w:cantSplit/>
        </w:trPr>
        <w:tc>
          <w:tcPr>
            <w:tcW w:w="9000" w:type="dxa"/>
            <w:gridSpan w:val="3"/>
          </w:tcPr>
          <w:p w14:paraId="1531882F" w14:textId="77777777" w:rsidR="001B1259" w:rsidRPr="00F95990" w:rsidRDefault="001B1259"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Enrollment Summary </w:t>
            </w:r>
            <w:r w:rsidR="00012C95">
              <w:rPr>
                <w:b/>
                <w:bCs/>
              </w:rPr>
              <w:t>-</w:t>
            </w:r>
            <w:r w:rsidRPr="00F95990">
              <w:rPr>
                <w:b/>
                <w:bCs/>
              </w:rPr>
              <w:t xml:space="preserve"> B</w:t>
            </w:r>
          </w:p>
        </w:tc>
      </w:tr>
      <w:tr w:rsidR="001B1259" w:rsidRPr="00F95990" w14:paraId="3C175BA9" w14:textId="77777777" w:rsidTr="005B72AB">
        <w:tc>
          <w:tcPr>
            <w:tcW w:w="477" w:type="dxa"/>
          </w:tcPr>
          <w:p w14:paraId="110F2FE2" w14:textId="77777777" w:rsidR="001B1259" w:rsidRPr="00F95990" w:rsidRDefault="001B1259" w:rsidP="009353EF">
            <w:pPr>
              <w:jc w:val="center"/>
            </w:pPr>
          </w:p>
        </w:tc>
        <w:tc>
          <w:tcPr>
            <w:tcW w:w="966" w:type="dxa"/>
          </w:tcPr>
          <w:p w14:paraId="0EACAF25" w14:textId="77777777" w:rsidR="001B1259" w:rsidRPr="00F95990" w:rsidRDefault="001B1259" w:rsidP="009353EF">
            <w:pPr>
              <w:jc w:val="center"/>
            </w:pPr>
            <w:r w:rsidRPr="00F95990">
              <w:t>R</w:t>
            </w:r>
          </w:p>
        </w:tc>
        <w:tc>
          <w:tcPr>
            <w:tcW w:w="7557" w:type="dxa"/>
          </w:tcPr>
          <w:p w14:paraId="11C7E135" w14:textId="77777777" w:rsidR="001B1259" w:rsidRPr="00F95990" w:rsidRDefault="001B1259" w:rsidP="009353EF">
            <w:pPr>
              <w:rPr>
                <w:color w:val="0000FF"/>
              </w:rPr>
            </w:pPr>
            <w:r w:rsidRPr="00F95990">
              <w:t>Base Requirements</w:t>
            </w:r>
          </w:p>
        </w:tc>
      </w:tr>
      <w:tr w:rsidR="00AB7731" w:rsidRPr="00F95990" w14:paraId="7494D68D" w14:textId="77777777" w:rsidTr="0056012F">
        <w:trPr>
          <w:cantSplit/>
        </w:trPr>
        <w:tc>
          <w:tcPr>
            <w:tcW w:w="9000" w:type="dxa"/>
            <w:gridSpan w:val="3"/>
          </w:tcPr>
          <w:p w14:paraId="67243F14" w14:textId="77777777" w:rsidR="00AB7731" w:rsidRPr="00F95990" w:rsidRDefault="00AB7731" w:rsidP="009353EF">
            <w:pPr>
              <w:rPr>
                <w:b/>
                <w:bCs/>
              </w:rPr>
            </w:pPr>
          </w:p>
        </w:tc>
      </w:tr>
      <w:tr w:rsidR="00AB7731" w:rsidRPr="00F95990" w14:paraId="1BB9308E" w14:textId="77777777" w:rsidTr="0056012F">
        <w:trPr>
          <w:cantSplit/>
        </w:trPr>
        <w:tc>
          <w:tcPr>
            <w:tcW w:w="9000" w:type="dxa"/>
            <w:gridSpan w:val="3"/>
          </w:tcPr>
          <w:p w14:paraId="0CF7DBD5" w14:textId="77777777" w:rsidR="00AB7731" w:rsidRPr="00F95990" w:rsidRDefault="00AB7731" w:rsidP="00AB7731">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Informatio</w:t>
            </w:r>
            <w:r w:rsidRPr="00F95990">
              <w:rPr>
                <w:b/>
                <w:bCs/>
              </w:rPr>
              <w:t xml:space="preserve">n </w:t>
            </w:r>
            <w:r w:rsidR="00012C95">
              <w:rPr>
                <w:b/>
                <w:bCs/>
              </w:rPr>
              <w:t>-</w:t>
            </w:r>
            <w:r w:rsidRPr="00F95990">
              <w:rPr>
                <w:b/>
                <w:bCs/>
              </w:rPr>
              <w:t xml:space="preserve"> </w:t>
            </w:r>
            <w:r>
              <w:rPr>
                <w:b/>
                <w:bCs/>
              </w:rPr>
              <w:t>A</w:t>
            </w:r>
          </w:p>
        </w:tc>
      </w:tr>
      <w:tr w:rsidR="00AB7731" w:rsidRPr="00F95990" w14:paraId="637424C6" w14:textId="77777777" w:rsidTr="005B72AB">
        <w:tc>
          <w:tcPr>
            <w:tcW w:w="477" w:type="dxa"/>
          </w:tcPr>
          <w:p w14:paraId="2A887794" w14:textId="77777777" w:rsidR="00AB7731" w:rsidRPr="00F95990" w:rsidRDefault="00AB7731" w:rsidP="00830BD5">
            <w:pPr>
              <w:jc w:val="center"/>
            </w:pPr>
          </w:p>
        </w:tc>
        <w:tc>
          <w:tcPr>
            <w:tcW w:w="966" w:type="dxa"/>
          </w:tcPr>
          <w:p w14:paraId="506020E3" w14:textId="77777777" w:rsidR="00AB7731" w:rsidRPr="00AC32C9" w:rsidRDefault="00AB7731" w:rsidP="00830BD5">
            <w:pPr>
              <w:jc w:val="center"/>
              <w:rPr>
                <w:vertAlign w:val="superscript"/>
              </w:rPr>
            </w:pPr>
            <w:r w:rsidRPr="00F95990">
              <w:t>R</w:t>
            </w:r>
            <w:r w:rsidR="00D81D59">
              <w:rPr>
                <w:vertAlign w:val="superscript"/>
              </w:rPr>
              <w:t>1</w:t>
            </w:r>
          </w:p>
        </w:tc>
        <w:tc>
          <w:tcPr>
            <w:tcW w:w="7557" w:type="dxa"/>
          </w:tcPr>
          <w:p w14:paraId="12DA802E" w14:textId="77777777" w:rsidR="00AB7731" w:rsidRPr="00F95990" w:rsidRDefault="00AB7731" w:rsidP="00830BD5">
            <w:pPr>
              <w:rPr>
                <w:color w:val="0000FF"/>
              </w:rPr>
            </w:pPr>
            <w:r w:rsidRPr="00F95990">
              <w:t>Base Requirements</w:t>
            </w:r>
          </w:p>
        </w:tc>
      </w:tr>
      <w:tr w:rsidR="00AB7731" w:rsidRPr="00F95990" w14:paraId="7BDC7830" w14:textId="77777777" w:rsidTr="0056012F">
        <w:trPr>
          <w:cantSplit/>
        </w:trPr>
        <w:tc>
          <w:tcPr>
            <w:tcW w:w="9000" w:type="dxa"/>
            <w:gridSpan w:val="3"/>
          </w:tcPr>
          <w:p w14:paraId="79B3A561" w14:textId="77777777" w:rsidR="00AB7731" w:rsidRPr="00F95990" w:rsidRDefault="00AB7731" w:rsidP="00AB7731">
            <w:pPr>
              <w:ind w:left="702"/>
              <w:rPr>
                <w:b/>
                <w:bCs/>
              </w:rPr>
            </w:pPr>
            <w:r w:rsidRPr="00DE1102">
              <w:rPr>
                <w:vertAlign w:val="superscript"/>
              </w:rPr>
              <w:t>1</w:t>
            </w:r>
            <w:r>
              <w:t xml:space="preserve"> This BIBB can be claimed if AE-AS-A is also claimed.</w:t>
            </w:r>
          </w:p>
        </w:tc>
      </w:tr>
      <w:tr w:rsidR="00AB7731" w:rsidRPr="00F95990" w14:paraId="7F6793D2" w14:textId="77777777" w:rsidTr="0056012F">
        <w:trPr>
          <w:cantSplit/>
        </w:trPr>
        <w:tc>
          <w:tcPr>
            <w:tcW w:w="9000" w:type="dxa"/>
            <w:gridSpan w:val="3"/>
          </w:tcPr>
          <w:p w14:paraId="53FBD6AD" w14:textId="77777777" w:rsidR="00AB7731" w:rsidRPr="00F95990" w:rsidRDefault="00AB7731" w:rsidP="00830BD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 xml:space="preserve">Information </w:t>
            </w:r>
            <w:r w:rsidR="00012C95">
              <w:rPr>
                <w:b/>
                <w:bCs/>
              </w:rPr>
              <w:t>-</w:t>
            </w:r>
            <w:r w:rsidRPr="00F95990">
              <w:rPr>
                <w:b/>
                <w:bCs/>
              </w:rPr>
              <w:t xml:space="preserve"> B</w:t>
            </w:r>
          </w:p>
        </w:tc>
      </w:tr>
      <w:tr w:rsidR="00AB7731" w:rsidRPr="00F95990" w14:paraId="732462EB" w14:textId="77777777" w:rsidTr="005B72AB">
        <w:tc>
          <w:tcPr>
            <w:tcW w:w="477" w:type="dxa"/>
          </w:tcPr>
          <w:p w14:paraId="439ECB7C" w14:textId="77777777" w:rsidR="00AB7731" w:rsidRPr="00F95990" w:rsidRDefault="00AB7731" w:rsidP="00830BD5">
            <w:pPr>
              <w:jc w:val="center"/>
            </w:pPr>
          </w:p>
        </w:tc>
        <w:tc>
          <w:tcPr>
            <w:tcW w:w="966" w:type="dxa"/>
          </w:tcPr>
          <w:p w14:paraId="3DF138FA" w14:textId="77777777" w:rsidR="00AB7731" w:rsidRPr="00F95990" w:rsidRDefault="00AB7731" w:rsidP="00830BD5">
            <w:pPr>
              <w:jc w:val="center"/>
            </w:pPr>
            <w:r w:rsidRPr="00F95990">
              <w:t>R</w:t>
            </w:r>
          </w:p>
        </w:tc>
        <w:tc>
          <w:tcPr>
            <w:tcW w:w="7557" w:type="dxa"/>
          </w:tcPr>
          <w:p w14:paraId="6A239BFF" w14:textId="77777777" w:rsidR="00AB7731" w:rsidRPr="00F95990" w:rsidRDefault="00AB7731" w:rsidP="00830BD5">
            <w:pPr>
              <w:rPr>
                <w:color w:val="0000FF"/>
              </w:rPr>
            </w:pPr>
            <w:r w:rsidRPr="00F95990">
              <w:t>Base Requirements</w:t>
            </w:r>
          </w:p>
        </w:tc>
      </w:tr>
      <w:tr w:rsidR="00AB7731" w:rsidRPr="00F95990" w14:paraId="10970A47" w14:textId="77777777" w:rsidTr="005B72AB">
        <w:tc>
          <w:tcPr>
            <w:tcW w:w="477" w:type="dxa"/>
          </w:tcPr>
          <w:p w14:paraId="55F3D70B" w14:textId="77777777" w:rsidR="00AB7731" w:rsidRPr="00F95990" w:rsidRDefault="00AB7731" w:rsidP="00830BD5">
            <w:pPr>
              <w:jc w:val="center"/>
            </w:pPr>
          </w:p>
        </w:tc>
        <w:tc>
          <w:tcPr>
            <w:tcW w:w="966" w:type="dxa"/>
          </w:tcPr>
          <w:p w14:paraId="068D9CA3" w14:textId="77777777" w:rsidR="00AB7731" w:rsidRPr="00F95990" w:rsidRDefault="00AB7731" w:rsidP="00830BD5">
            <w:pPr>
              <w:jc w:val="center"/>
            </w:pPr>
            <w:r>
              <w:t>O</w:t>
            </w:r>
          </w:p>
        </w:tc>
        <w:tc>
          <w:tcPr>
            <w:tcW w:w="7557" w:type="dxa"/>
          </w:tcPr>
          <w:p w14:paraId="01BED250" w14:textId="77777777" w:rsidR="00AB7731" w:rsidRPr="00F95990" w:rsidRDefault="00AB7731" w:rsidP="00AB7731">
            <w:pPr>
              <w:rPr>
                <w:color w:val="0000FF"/>
              </w:rPr>
            </w:pPr>
            <w:r>
              <w:t>Supports AE-ACK-B</w:t>
            </w:r>
          </w:p>
        </w:tc>
      </w:tr>
      <w:tr w:rsidR="00AB7731" w:rsidRPr="00F95990" w14:paraId="68101944"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0D71F6A7" w14:textId="77777777" w:rsidR="00AB7731" w:rsidRPr="00F95990" w:rsidRDefault="00AB7731" w:rsidP="00830BD5">
            <w:pPr>
              <w:rPr>
                <w:b/>
                <w:bCs/>
              </w:rPr>
            </w:pPr>
          </w:p>
        </w:tc>
      </w:tr>
      <w:tr w:rsidR="00AB7731" w:rsidRPr="00F95990" w14:paraId="1F060749"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4CA6332C" w14:textId="77777777" w:rsidR="00AB7731" w:rsidRPr="00F95990" w:rsidRDefault="00AB7731" w:rsidP="000773C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Log View</w:t>
            </w:r>
            <w:r w:rsidRPr="00F95990">
              <w:rPr>
                <w:b/>
                <w:bCs/>
              </w:rPr>
              <w:t xml:space="preserve"> </w:t>
            </w:r>
            <w:r w:rsidR="00012C95">
              <w:rPr>
                <w:b/>
                <w:bCs/>
              </w:rPr>
              <w:t>-</w:t>
            </w:r>
            <w:r w:rsidRPr="00F95990">
              <w:rPr>
                <w:b/>
                <w:bCs/>
              </w:rPr>
              <w:t xml:space="preserve"> A</w:t>
            </w:r>
          </w:p>
        </w:tc>
      </w:tr>
      <w:tr w:rsidR="00AB7731" w:rsidRPr="00F95990" w14:paraId="2673B62E" w14:textId="77777777" w:rsidTr="005B72AB">
        <w:tc>
          <w:tcPr>
            <w:tcW w:w="477" w:type="dxa"/>
          </w:tcPr>
          <w:p w14:paraId="45524F5D" w14:textId="77777777" w:rsidR="00AB7731" w:rsidRPr="00F95990" w:rsidRDefault="00AB7731" w:rsidP="000773C5">
            <w:pPr>
              <w:jc w:val="center"/>
            </w:pPr>
          </w:p>
        </w:tc>
        <w:tc>
          <w:tcPr>
            <w:tcW w:w="966" w:type="dxa"/>
          </w:tcPr>
          <w:p w14:paraId="01BB8672" w14:textId="77777777" w:rsidR="00AB7731" w:rsidRPr="00F95990" w:rsidRDefault="00AB7731" w:rsidP="000773C5">
            <w:pPr>
              <w:jc w:val="center"/>
            </w:pPr>
            <w:r w:rsidRPr="00F95990">
              <w:t>R</w:t>
            </w:r>
          </w:p>
        </w:tc>
        <w:tc>
          <w:tcPr>
            <w:tcW w:w="7557" w:type="dxa"/>
          </w:tcPr>
          <w:p w14:paraId="122166DC" w14:textId="77777777" w:rsidR="00AB7731" w:rsidRPr="00F95990" w:rsidRDefault="00AB7731" w:rsidP="000773C5">
            <w:pPr>
              <w:rPr>
                <w:color w:val="0000FF"/>
              </w:rPr>
            </w:pPr>
            <w:r w:rsidRPr="00F95990">
              <w:t xml:space="preserve">Base Requirements </w:t>
            </w:r>
          </w:p>
        </w:tc>
      </w:tr>
      <w:tr w:rsidR="00AB7731" w:rsidRPr="00EC5679" w14:paraId="5BA6B65A" w14:textId="77777777" w:rsidTr="005B72AB">
        <w:tc>
          <w:tcPr>
            <w:tcW w:w="477" w:type="dxa"/>
          </w:tcPr>
          <w:p w14:paraId="4020CC4A" w14:textId="77777777" w:rsidR="00AB7731" w:rsidRPr="00EC5679" w:rsidRDefault="00AB7731" w:rsidP="00070FE8">
            <w:pPr>
              <w:jc w:val="center"/>
              <w:rPr>
                <w:lang w:val="en-CA"/>
              </w:rPr>
            </w:pPr>
          </w:p>
        </w:tc>
        <w:tc>
          <w:tcPr>
            <w:tcW w:w="966" w:type="dxa"/>
          </w:tcPr>
          <w:p w14:paraId="454A1AF5" w14:textId="77777777" w:rsidR="00AB7731" w:rsidRPr="00EC5679" w:rsidRDefault="00AB7731" w:rsidP="00070FE8">
            <w:pPr>
              <w:jc w:val="center"/>
              <w:rPr>
                <w:lang w:val="en-CA"/>
              </w:rPr>
            </w:pPr>
            <w:r w:rsidRPr="00EC5679">
              <w:rPr>
                <w:lang w:val="en-CA"/>
              </w:rPr>
              <w:t>R</w:t>
            </w:r>
          </w:p>
        </w:tc>
        <w:tc>
          <w:tcPr>
            <w:tcW w:w="7557" w:type="dxa"/>
          </w:tcPr>
          <w:p w14:paraId="46F90E4F" w14:textId="77777777" w:rsidR="00AB7731" w:rsidRPr="00EC5679" w:rsidRDefault="00AB7731" w:rsidP="00C96098">
            <w:pPr>
              <w:rPr>
                <w:lang w:val="en-CA"/>
              </w:rPr>
            </w:pPr>
            <w:r>
              <w:rPr>
                <w:lang w:val="en-CA"/>
              </w:rPr>
              <w:t>Initiates ReadRange</w:t>
            </w:r>
          </w:p>
        </w:tc>
      </w:tr>
      <w:tr w:rsidR="00AB7731" w:rsidRPr="00F95990" w14:paraId="7BE833A8" w14:textId="77777777" w:rsidTr="005B72AB">
        <w:tc>
          <w:tcPr>
            <w:tcW w:w="477" w:type="dxa"/>
          </w:tcPr>
          <w:p w14:paraId="25AE89BE" w14:textId="77777777" w:rsidR="00AB7731" w:rsidRPr="00893C2A" w:rsidRDefault="00AB7731" w:rsidP="000773C5">
            <w:pPr>
              <w:pStyle w:val="Header"/>
              <w:tabs>
                <w:tab w:val="clear" w:pos="4320"/>
                <w:tab w:val="clear" w:pos="8640"/>
              </w:tabs>
              <w:jc w:val="center"/>
              <w:rPr>
                <w:lang w:val="en-US" w:eastAsia="en-US"/>
              </w:rPr>
            </w:pPr>
          </w:p>
        </w:tc>
        <w:tc>
          <w:tcPr>
            <w:tcW w:w="966" w:type="dxa"/>
          </w:tcPr>
          <w:p w14:paraId="33E6F8D8" w14:textId="77777777" w:rsidR="00AB7731" w:rsidRPr="00F95990" w:rsidRDefault="00AB7731" w:rsidP="000773C5">
            <w:pPr>
              <w:jc w:val="center"/>
            </w:pPr>
            <w:r w:rsidRPr="00F95990">
              <w:t>C</w:t>
            </w:r>
            <w:r>
              <w:rPr>
                <w:vertAlign w:val="superscript"/>
              </w:rPr>
              <w:t>1</w:t>
            </w:r>
          </w:p>
        </w:tc>
        <w:tc>
          <w:tcPr>
            <w:tcW w:w="7557" w:type="dxa"/>
          </w:tcPr>
          <w:p w14:paraId="3EE54080"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Time with a positive count</w:t>
            </w:r>
          </w:p>
        </w:tc>
      </w:tr>
      <w:tr w:rsidR="00AB7731" w:rsidRPr="00F95990" w14:paraId="539700AA" w14:textId="77777777" w:rsidTr="005B72AB">
        <w:tc>
          <w:tcPr>
            <w:tcW w:w="477" w:type="dxa"/>
          </w:tcPr>
          <w:p w14:paraId="1612A6F9" w14:textId="77777777" w:rsidR="00AB7731" w:rsidRPr="00F95990" w:rsidRDefault="00AB7731" w:rsidP="000773C5">
            <w:pPr>
              <w:jc w:val="center"/>
            </w:pPr>
          </w:p>
        </w:tc>
        <w:tc>
          <w:tcPr>
            <w:tcW w:w="966" w:type="dxa"/>
          </w:tcPr>
          <w:p w14:paraId="649C6A82" w14:textId="77777777" w:rsidR="00AB7731" w:rsidRPr="00F95990" w:rsidRDefault="00AB7731" w:rsidP="000773C5">
            <w:pPr>
              <w:jc w:val="center"/>
            </w:pPr>
            <w:r w:rsidRPr="00F95990">
              <w:t>C</w:t>
            </w:r>
            <w:r>
              <w:rPr>
                <w:vertAlign w:val="superscript"/>
              </w:rPr>
              <w:t>1</w:t>
            </w:r>
          </w:p>
        </w:tc>
        <w:tc>
          <w:tcPr>
            <w:tcW w:w="7557" w:type="dxa"/>
          </w:tcPr>
          <w:p w14:paraId="5FAEE513" w14:textId="77777777" w:rsidR="00AB7731" w:rsidRPr="00893C2A" w:rsidRDefault="00AB7731" w:rsidP="000773C5">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Time with a negative count</w:t>
            </w:r>
          </w:p>
        </w:tc>
      </w:tr>
      <w:tr w:rsidR="00AB7731" w:rsidRPr="00F95990" w14:paraId="396A6B40" w14:textId="77777777" w:rsidTr="005B72AB">
        <w:tc>
          <w:tcPr>
            <w:tcW w:w="477" w:type="dxa"/>
          </w:tcPr>
          <w:p w14:paraId="63014FC6" w14:textId="77777777" w:rsidR="00AB7731" w:rsidRPr="00F95990" w:rsidRDefault="00AB7731" w:rsidP="000773C5">
            <w:pPr>
              <w:jc w:val="center"/>
            </w:pPr>
          </w:p>
        </w:tc>
        <w:tc>
          <w:tcPr>
            <w:tcW w:w="966" w:type="dxa"/>
          </w:tcPr>
          <w:p w14:paraId="445E4CD9" w14:textId="77777777" w:rsidR="00AB7731" w:rsidRPr="00F95990" w:rsidRDefault="00AB7731" w:rsidP="000773C5">
            <w:pPr>
              <w:jc w:val="center"/>
            </w:pPr>
            <w:r w:rsidRPr="00F95990">
              <w:t>C</w:t>
            </w:r>
            <w:r>
              <w:rPr>
                <w:vertAlign w:val="superscript"/>
              </w:rPr>
              <w:t>1</w:t>
            </w:r>
          </w:p>
        </w:tc>
        <w:tc>
          <w:tcPr>
            <w:tcW w:w="7557" w:type="dxa"/>
          </w:tcPr>
          <w:p w14:paraId="70B70C94" w14:textId="77777777" w:rsidR="00AB7731" w:rsidRPr="00893C2A" w:rsidRDefault="00AB7731" w:rsidP="000773C5">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Position with a positive count</w:t>
            </w:r>
          </w:p>
        </w:tc>
      </w:tr>
      <w:tr w:rsidR="00AB7731" w:rsidRPr="00F95990" w14:paraId="3E851D15" w14:textId="77777777" w:rsidTr="005B72AB">
        <w:tc>
          <w:tcPr>
            <w:tcW w:w="477" w:type="dxa"/>
          </w:tcPr>
          <w:p w14:paraId="42A135DD" w14:textId="77777777" w:rsidR="00AB7731" w:rsidRPr="00F95990" w:rsidRDefault="00AB7731" w:rsidP="000773C5">
            <w:pPr>
              <w:jc w:val="center"/>
            </w:pPr>
          </w:p>
        </w:tc>
        <w:tc>
          <w:tcPr>
            <w:tcW w:w="966" w:type="dxa"/>
          </w:tcPr>
          <w:p w14:paraId="3D9C414B" w14:textId="77777777" w:rsidR="00AB7731" w:rsidRPr="00F95990" w:rsidRDefault="00AB7731" w:rsidP="000773C5">
            <w:pPr>
              <w:jc w:val="center"/>
            </w:pPr>
            <w:r w:rsidRPr="00F95990">
              <w:t>C</w:t>
            </w:r>
            <w:r>
              <w:rPr>
                <w:vertAlign w:val="superscript"/>
              </w:rPr>
              <w:t>1</w:t>
            </w:r>
          </w:p>
        </w:tc>
        <w:tc>
          <w:tcPr>
            <w:tcW w:w="7557" w:type="dxa"/>
          </w:tcPr>
          <w:p w14:paraId="2E81A434"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Position with a negative count</w:t>
            </w:r>
          </w:p>
        </w:tc>
      </w:tr>
      <w:tr w:rsidR="00AB7731" w:rsidRPr="00F95990" w14:paraId="33F46D35" w14:textId="77777777" w:rsidTr="005B72AB">
        <w:tc>
          <w:tcPr>
            <w:tcW w:w="477" w:type="dxa"/>
          </w:tcPr>
          <w:p w14:paraId="13B97F54" w14:textId="77777777" w:rsidR="00AB7731" w:rsidRPr="00F95990" w:rsidRDefault="00AB7731" w:rsidP="000773C5">
            <w:pPr>
              <w:jc w:val="center"/>
            </w:pPr>
          </w:p>
        </w:tc>
        <w:tc>
          <w:tcPr>
            <w:tcW w:w="966" w:type="dxa"/>
          </w:tcPr>
          <w:p w14:paraId="4E56850B" w14:textId="77777777" w:rsidR="00AB7731" w:rsidRPr="00F95990" w:rsidRDefault="00AB7731" w:rsidP="000773C5">
            <w:pPr>
              <w:jc w:val="center"/>
            </w:pPr>
            <w:r w:rsidRPr="00F95990">
              <w:t>C</w:t>
            </w:r>
            <w:r>
              <w:rPr>
                <w:vertAlign w:val="superscript"/>
              </w:rPr>
              <w:t>1</w:t>
            </w:r>
          </w:p>
        </w:tc>
        <w:tc>
          <w:tcPr>
            <w:tcW w:w="7557" w:type="dxa"/>
          </w:tcPr>
          <w:p w14:paraId="683AD46E"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positive count</w:t>
            </w:r>
          </w:p>
        </w:tc>
      </w:tr>
      <w:tr w:rsidR="00AB7731" w:rsidRPr="00F95990" w14:paraId="67CCFEA1" w14:textId="77777777" w:rsidTr="005B72AB">
        <w:tc>
          <w:tcPr>
            <w:tcW w:w="477" w:type="dxa"/>
          </w:tcPr>
          <w:p w14:paraId="430E5DA6" w14:textId="77777777" w:rsidR="00AB7731" w:rsidRPr="00F95990" w:rsidRDefault="00AB7731" w:rsidP="000773C5">
            <w:pPr>
              <w:jc w:val="center"/>
            </w:pPr>
          </w:p>
        </w:tc>
        <w:tc>
          <w:tcPr>
            <w:tcW w:w="966" w:type="dxa"/>
          </w:tcPr>
          <w:p w14:paraId="192B8984" w14:textId="77777777" w:rsidR="00AB7731" w:rsidRPr="00F95990" w:rsidRDefault="00AB7731" w:rsidP="000773C5">
            <w:pPr>
              <w:jc w:val="center"/>
            </w:pPr>
            <w:r w:rsidRPr="00F95990">
              <w:t>C</w:t>
            </w:r>
            <w:r>
              <w:rPr>
                <w:vertAlign w:val="superscript"/>
              </w:rPr>
              <w:t>1</w:t>
            </w:r>
          </w:p>
        </w:tc>
        <w:tc>
          <w:tcPr>
            <w:tcW w:w="7557" w:type="dxa"/>
          </w:tcPr>
          <w:p w14:paraId="3647491F" w14:textId="77777777" w:rsidR="00AB7731" w:rsidRPr="00F95990" w:rsidRDefault="00AB7731" w:rsidP="000773C5">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negative count</w:t>
            </w:r>
          </w:p>
        </w:tc>
      </w:tr>
      <w:tr w:rsidR="00AB7731" w:rsidRPr="00F95990" w14:paraId="77BDB3FC" w14:textId="77777777" w:rsidTr="005B72AB">
        <w:tc>
          <w:tcPr>
            <w:tcW w:w="477" w:type="dxa"/>
          </w:tcPr>
          <w:p w14:paraId="3E51548F" w14:textId="77777777" w:rsidR="00AB7731" w:rsidRPr="00F95990" w:rsidRDefault="00AB7731" w:rsidP="000773C5">
            <w:pPr>
              <w:jc w:val="center"/>
            </w:pPr>
          </w:p>
        </w:tc>
        <w:tc>
          <w:tcPr>
            <w:tcW w:w="966" w:type="dxa"/>
          </w:tcPr>
          <w:p w14:paraId="5125C545" w14:textId="77777777" w:rsidR="00AB7731" w:rsidRPr="00F95990" w:rsidRDefault="00AB7731" w:rsidP="000773C5">
            <w:pPr>
              <w:jc w:val="center"/>
            </w:pPr>
            <w:r w:rsidRPr="00F95990">
              <w:t>O</w:t>
            </w:r>
          </w:p>
        </w:tc>
        <w:tc>
          <w:tcPr>
            <w:tcW w:w="7557" w:type="dxa"/>
          </w:tcPr>
          <w:p w14:paraId="310DC14F" w14:textId="77777777" w:rsidR="00AB7731" w:rsidRPr="00F95990" w:rsidRDefault="00AB7731" w:rsidP="000773C5">
            <w:r w:rsidRPr="00F95990">
              <w:rPr>
                <w:iCs/>
              </w:rPr>
              <w:t>Supports reading items with no range</w:t>
            </w:r>
          </w:p>
        </w:tc>
      </w:tr>
      <w:tr w:rsidR="00AB7731" w:rsidRPr="00F95990" w14:paraId="22C4C396"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43AEC4E8" w14:textId="77777777" w:rsidR="00AB7731" w:rsidRPr="00F95990" w:rsidRDefault="00AB7731" w:rsidP="000773C5">
            <w:pPr>
              <w:pStyle w:val="OptionFootnote"/>
            </w:pPr>
            <w:r>
              <w:rPr>
                <w:vertAlign w:val="superscript"/>
              </w:rPr>
              <w:t>1</w:t>
            </w:r>
            <w:r w:rsidRPr="00F95990">
              <w:t xml:space="preserve"> At least one of these options is required in order to claim conformance to this BIBB</w:t>
            </w:r>
            <w:r>
              <w:t>.</w:t>
            </w:r>
          </w:p>
        </w:tc>
      </w:tr>
      <w:tr w:rsidR="00AB7731" w:rsidRPr="00F95990" w14:paraId="40432B6D"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71901A05" w14:textId="77777777" w:rsidR="00AB7731" w:rsidRPr="00F95990" w:rsidRDefault="00AB7731" w:rsidP="000773C5">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Log View</w:t>
            </w:r>
            <w:r w:rsidRPr="00F95990">
              <w:rPr>
                <w:b/>
                <w:bCs/>
              </w:rPr>
              <w:t xml:space="preserve"> </w:t>
            </w:r>
            <w:r>
              <w:rPr>
                <w:b/>
                <w:bCs/>
              </w:rPr>
              <w:t xml:space="preserve">and Modify </w:t>
            </w:r>
            <w:r w:rsidR="00012C95">
              <w:rPr>
                <w:b/>
                <w:bCs/>
              </w:rPr>
              <w:t>-</w:t>
            </w:r>
            <w:r w:rsidRPr="00F95990">
              <w:rPr>
                <w:b/>
                <w:bCs/>
              </w:rPr>
              <w:t xml:space="preserve"> A</w:t>
            </w:r>
          </w:p>
        </w:tc>
      </w:tr>
      <w:tr w:rsidR="00AB7731" w:rsidRPr="00F95990" w14:paraId="17782F41" w14:textId="77777777" w:rsidTr="005B72AB">
        <w:tc>
          <w:tcPr>
            <w:tcW w:w="477" w:type="dxa"/>
          </w:tcPr>
          <w:p w14:paraId="6BE5C6F1" w14:textId="77777777" w:rsidR="00AB7731" w:rsidRPr="00F95990" w:rsidRDefault="00AB7731" w:rsidP="000773C5">
            <w:pPr>
              <w:jc w:val="center"/>
            </w:pPr>
          </w:p>
        </w:tc>
        <w:tc>
          <w:tcPr>
            <w:tcW w:w="966" w:type="dxa"/>
          </w:tcPr>
          <w:p w14:paraId="690DFD4A" w14:textId="77777777" w:rsidR="00AB7731" w:rsidRPr="00F95990" w:rsidRDefault="00AB7731" w:rsidP="000773C5">
            <w:pPr>
              <w:jc w:val="center"/>
            </w:pPr>
            <w:r w:rsidRPr="00F95990">
              <w:t>R</w:t>
            </w:r>
          </w:p>
        </w:tc>
        <w:tc>
          <w:tcPr>
            <w:tcW w:w="7557" w:type="dxa"/>
          </w:tcPr>
          <w:p w14:paraId="58BAF5E5" w14:textId="77777777" w:rsidR="00AB7731" w:rsidRPr="00F95990" w:rsidRDefault="00AB7731" w:rsidP="000773C5">
            <w:pPr>
              <w:rPr>
                <w:color w:val="0000FF"/>
              </w:rPr>
            </w:pPr>
            <w:r w:rsidRPr="00F95990">
              <w:t xml:space="preserve">Base Requirements </w:t>
            </w:r>
          </w:p>
        </w:tc>
      </w:tr>
      <w:tr w:rsidR="00AB7731" w:rsidRPr="00F95990" w14:paraId="052BA61A" w14:textId="77777777" w:rsidTr="005B72AB">
        <w:tc>
          <w:tcPr>
            <w:tcW w:w="477" w:type="dxa"/>
          </w:tcPr>
          <w:p w14:paraId="78B99B04" w14:textId="77777777" w:rsidR="00AB7731" w:rsidRPr="00F95990" w:rsidRDefault="00AB7731" w:rsidP="000773C5">
            <w:pPr>
              <w:jc w:val="center"/>
            </w:pPr>
          </w:p>
        </w:tc>
        <w:tc>
          <w:tcPr>
            <w:tcW w:w="966" w:type="dxa"/>
          </w:tcPr>
          <w:p w14:paraId="037CD075" w14:textId="77777777" w:rsidR="00AB7731" w:rsidRPr="00F95990" w:rsidRDefault="00AB7731" w:rsidP="000773C5">
            <w:pPr>
              <w:jc w:val="center"/>
            </w:pPr>
            <w:r w:rsidRPr="00F95990">
              <w:t>R</w:t>
            </w:r>
          </w:p>
        </w:tc>
        <w:tc>
          <w:tcPr>
            <w:tcW w:w="7557" w:type="dxa"/>
          </w:tcPr>
          <w:p w14:paraId="6655D079" w14:textId="77777777" w:rsidR="00AB7731" w:rsidRPr="00F95990" w:rsidRDefault="00AB7731" w:rsidP="000773C5">
            <w:r>
              <w:t>Supports AE-ELV</w:t>
            </w:r>
            <w:r w:rsidRPr="00F95990">
              <w:t>-A</w:t>
            </w:r>
          </w:p>
        </w:tc>
      </w:tr>
      <w:tr w:rsidR="00AB7731" w:rsidRPr="00F95990" w14:paraId="7427CEC2" w14:textId="77777777" w:rsidTr="005B72AB">
        <w:tc>
          <w:tcPr>
            <w:tcW w:w="477" w:type="dxa"/>
          </w:tcPr>
          <w:p w14:paraId="768FD563" w14:textId="77777777" w:rsidR="00AB7731" w:rsidRPr="00F95990" w:rsidRDefault="00AB7731" w:rsidP="000773C5">
            <w:pPr>
              <w:jc w:val="center"/>
            </w:pPr>
          </w:p>
        </w:tc>
        <w:tc>
          <w:tcPr>
            <w:tcW w:w="966" w:type="dxa"/>
          </w:tcPr>
          <w:p w14:paraId="06FA1BAC" w14:textId="77777777" w:rsidR="00AB7731" w:rsidRPr="00F95990" w:rsidRDefault="00AB7731" w:rsidP="000773C5">
            <w:pPr>
              <w:jc w:val="center"/>
            </w:pPr>
            <w:r w:rsidRPr="00F95990">
              <w:t>R</w:t>
            </w:r>
          </w:p>
        </w:tc>
        <w:tc>
          <w:tcPr>
            <w:tcW w:w="7557" w:type="dxa"/>
          </w:tcPr>
          <w:p w14:paraId="44044DC1" w14:textId="77777777" w:rsidR="00AB7731" w:rsidRPr="00F95990" w:rsidRDefault="00AB7731" w:rsidP="00BA3268">
            <w:r>
              <w:t>Supports DS-RP</w:t>
            </w:r>
            <w:r w:rsidRPr="00F95990">
              <w:t>-A</w:t>
            </w:r>
          </w:p>
        </w:tc>
      </w:tr>
      <w:tr w:rsidR="00AB7731" w:rsidRPr="00F95990" w14:paraId="0FF34CA7" w14:textId="77777777" w:rsidTr="005B72AB">
        <w:tc>
          <w:tcPr>
            <w:tcW w:w="477" w:type="dxa"/>
          </w:tcPr>
          <w:p w14:paraId="3633ED07" w14:textId="77777777" w:rsidR="00AB7731" w:rsidRPr="00F95990" w:rsidRDefault="00AB7731" w:rsidP="000773C5">
            <w:pPr>
              <w:jc w:val="center"/>
            </w:pPr>
          </w:p>
        </w:tc>
        <w:tc>
          <w:tcPr>
            <w:tcW w:w="966" w:type="dxa"/>
          </w:tcPr>
          <w:p w14:paraId="0118E576" w14:textId="77777777" w:rsidR="00AB7731" w:rsidRPr="00F95990" w:rsidRDefault="00AB7731" w:rsidP="000773C5">
            <w:pPr>
              <w:jc w:val="center"/>
            </w:pPr>
            <w:r w:rsidRPr="00F95990">
              <w:t>R</w:t>
            </w:r>
          </w:p>
        </w:tc>
        <w:tc>
          <w:tcPr>
            <w:tcW w:w="7557" w:type="dxa"/>
          </w:tcPr>
          <w:p w14:paraId="33279105" w14:textId="77777777" w:rsidR="00AB7731" w:rsidRPr="00F95990" w:rsidRDefault="00AB7731" w:rsidP="000773C5">
            <w:r>
              <w:t>Supports DS-WP</w:t>
            </w:r>
            <w:r w:rsidRPr="00F95990">
              <w:t>-A</w:t>
            </w:r>
          </w:p>
        </w:tc>
      </w:tr>
      <w:tr w:rsidR="00AB7731" w:rsidRPr="00F95990" w14:paraId="6E13622E"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03D06DDD" w14:textId="77777777" w:rsidR="00AB7731" w:rsidRPr="00F95990" w:rsidRDefault="00AB7731" w:rsidP="000773C5">
            <w:pPr>
              <w:pStyle w:val="OptionFootnote"/>
            </w:pPr>
          </w:p>
        </w:tc>
      </w:tr>
      <w:tr w:rsidR="00AB7731" w:rsidRPr="00F95990" w14:paraId="3CE3FA89"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78AA6B51" w14:textId="77777777" w:rsidR="00AB7731" w:rsidRPr="00F95990" w:rsidRDefault="00AB7731" w:rsidP="00414AE4">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 xml:space="preserve">Log </w:t>
            </w:r>
            <w:r w:rsidR="00012C95">
              <w:t>-</w:t>
            </w:r>
            <w:r>
              <w:t xml:space="preserve"> </w:t>
            </w:r>
            <w:r>
              <w:rPr>
                <w:b/>
                <w:bCs/>
              </w:rPr>
              <w:t xml:space="preserve">Internal </w:t>
            </w:r>
            <w:r w:rsidR="00012C95">
              <w:rPr>
                <w:b/>
                <w:bCs/>
              </w:rPr>
              <w:t>-</w:t>
            </w:r>
            <w:r w:rsidRPr="00F95990">
              <w:rPr>
                <w:b/>
                <w:bCs/>
              </w:rPr>
              <w:t xml:space="preserve"> </w:t>
            </w:r>
            <w:r>
              <w:rPr>
                <w:b/>
                <w:bCs/>
              </w:rPr>
              <w:t>B</w:t>
            </w:r>
          </w:p>
        </w:tc>
      </w:tr>
      <w:tr w:rsidR="00AB7731" w:rsidRPr="00F95990" w14:paraId="079AAF7F" w14:textId="77777777" w:rsidTr="005B72AB">
        <w:tc>
          <w:tcPr>
            <w:tcW w:w="477" w:type="dxa"/>
          </w:tcPr>
          <w:p w14:paraId="110F3A35" w14:textId="77777777" w:rsidR="00AB7731" w:rsidRPr="00F95990" w:rsidRDefault="00AB7731" w:rsidP="000773C5">
            <w:pPr>
              <w:jc w:val="center"/>
            </w:pPr>
          </w:p>
        </w:tc>
        <w:tc>
          <w:tcPr>
            <w:tcW w:w="966" w:type="dxa"/>
          </w:tcPr>
          <w:p w14:paraId="1038ADF7" w14:textId="77777777" w:rsidR="00AB7731" w:rsidRPr="00F95990" w:rsidRDefault="00AB7731" w:rsidP="000773C5">
            <w:pPr>
              <w:jc w:val="center"/>
            </w:pPr>
            <w:r w:rsidRPr="00F95990">
              <w:t>R</w:t>
            </w:r>
          </w:p>
        </w:tc>
        <w:tc>
          <w:tcPr>
            <w:tcW w:w="7557" w:type="dxa"/>
          </w:tcPr>
          <w:p w14:paraId="6976A4BC" w14:textId="77777777" w:rsidR="00AB7731" w:rsidRPr="00F95990" w:rsidRDefault="00AB7731" w:rsidP="000773C5">
            <w:pPr>
              <w:rPr>
                <w:color w:val="0000FF"/>
              </w:rPr>
            </w:pPr>
            <w:r w:rsidRPr="00F95990">
              <w:t xml:space="preserve">Base Requirements </w:t>
            </w:r>
          </w:p>
        </w:tc>
      </w:tr>
      <w:tr w:rsidR="00AB7731" w:rsidRPr="00F95990" w14:paraId="087FFE71" w14:textId="77777777" w:rsidTr="005B72AB">
        <w:tc>
          <w:tcPr>
            <w:tcW w:w="477" w:type="dxa"/>
          </w:tcPr>
          <w:p w14:paraId="544B3D87" w14:textId="77777777" w:rsidR="00AB7731" w:rsidRPr="00F95990" w:rsidRDefault="00AB7731" w:rsidP="000773C5">
            <w:pPr>
              <w:jc w:val="center"/>
            </w:pPr>
          </w:p>
        </w:tc>
        <w:tc>
          <w:tcPr>
            <w:tcW w:w="966" w:type="dxa"/>
          </w:tcPr>
          <w:p w14:paraId="65844C31" w14:textId="77777777" w:rsidR="00AB7731" w:rsidRPr="00F95990" w:rsidRDefault="00AB7731" w:rsidP="000773C5">
            <w:pPr>
              <w:jc w:val="center"/>
            </w:pPr>
            <w:r w:rsidRPr="00F95990">
              <w:t>R</w:t>
            </w:r>
          </w:p>
        </w:tc>
        <w:tc>
          <w:tcPr>
            <w:tcW w:w="7557" w:type="dxa"/>
          </w:tcPr>
          <w:p w14:paraId="1F6BE013" w14:textId="77777777" w:rsidR="00AB7731" w:rsidRPr="00F95990" w:rsidRDefault="00AB7731" w:rsidP="000773C5">
            <w:r>
              <w:t>Supports all forms of ReadRange</w:t>
            </w:r>
          </w:p>
        </w:tc>
      </w:tr>
      <w:tr w:rsidR="00AB7731" w:rsidRPr="00EC5679" w14:paraId="1AEA10D2" w14:textId="77777777" w:rsidTr="005B72AB">
        <w:tc>
          <w:tcPr>
            <w:tcW w:w="477" w:type="dxa"/>
          </w:tcPr>
          <w:p w14:paraId="3150D7BE" w14:textId="77777777" w:rsidR="00AB7731" w:rsidRPr="00EC5679" w:rsidRDefault="00AB7731" w:rsidP="00070FE8">
            <w:pPr>
              <w:jc w:val="center"/>
              <w:rPr>
                <w:lang w:val="en-CA"/>
              </w:rPr>
            </w:pPr>
          </w:p>
        </w:tc>
        <w:tc>
          <w:tcPr>
            <w:tcW w:w="966" w:type="dxa"/>
          </w:tcPr>
          <w:p w14:paraId="057171B0" w14:textId="77777777" w:rsidR="00AB7731" w:rsidRPr="00EC5679" w:rsidRDefault="00AB7731" w:rsidP="00070FE8">
            <w:pPr>
              <w:jc w:val="center"/>
              <w:rPr>
                <w:lang w:val="en-CA"/>
              </w:rPr>
            </w:pPr>
            <w:r w:rsidRPr="00EC5679">
              <w:rPr>
                <w:lang w:val="en-CA"/>
              </w:rPr>
              <w:t>R</w:t>
            </w:r>
          </w:p>
        </w:tc>
        <w:tc>
          <w:tcPr>
            <w:tcW w:w="7557" w:type="dxa"/>
          </w:tcPr>
          <w:p w14:paraId="6C23225C" w14:textId="77777777" w:rsidR="00AB7731" w:rsidRPr="00EC5679" w:rsidRDefault="00AB7731" w:rsidP="00C96098">
            <w:pPr>
              <w:rPr>
                <w:lang w:val="en-CA"/>
              </w:rPr>
            </w:pPr>
            <w:r>
              <w:rPr>
                <w:lang w:val="en-CA"/>
              </w:rPr>
              <w:t>Executes ReadRange</w:t>
            </w:r>
          </w:p>
        </w:tc>
      </w:tr>
      <w:tr w:rsidR="00AB7731" w:rsidRPr="00F95990" w14:paraId="121D9AB5" w14:textId="77777777" w:rsidTr="005B72AB">
        <w:tc>
          <w:tcPr>
            <w:tcW w:w="477" w:type="dxa"/>
          </w:tcPr>
          <w:p w14:paraId="20940343" w14:textId="77777777" w:rsidR="00AB7731" w:rsidRPr="00F95990" w:rsidRDefault="00AB7731" w:rsidP="000773C5">
            <w:pPr>
              <w:jc w:val="center"/>
            </w:pPr>
          </w:p>
        </w:tc>
        <w:tc>
          <w:tcPr>
            <w:tcW w:w="966" w:type="dxa"/>
          </w:tcPr>
          <w:p w14:paraId="694DD2F1" w14:textId="77777777" w:rsidR="00AB7731" w:rsidRPr="00F95990" w:rsidRDefault="00AB7731" w:rsidP="000773C5">
            <w:pPr>
              <w:jc w:val="center"/>
            </w:pPr>
            <w:r>
              <w:t>O</w:t>
            </w:r>
          </w:p>
        </w:tc>
        <w:tc>
          <w:tcPr>
            <w:tcW w:w="7557" w:type="dxa"/>
          </w:tcPr>
          <w:p w14:paraId="69A24AD4" w14:textId="77777777" w:rsidR="00AB7731" w:rsidRPr="00F95990" w:rsidRDefault="00AB7731" w:rsidP="000773C5">
            <w:r>
              <w:t>Supports logging of ACK_NOTIFICATION</w:t>
            </w:r>
          </w:p>
        </w:tc>
      </w:tr>
      <w:tr w:rsidR="00AB7731" w:rsidRPr="00F95990" w14:paraId="48E4DCCB" w14:textId="77777777" w:rsidTr="005B72AB">
        <w:tc>
          <w:tcPr>
            <w:tcW w:w="477" w:type="dxa"/>
          </w:tcPr>
          <w:p w14:paraId="14C4D69E" w14:textId="77777777" w:rsidR="00AB7731" w:rsidRPr="00F95990" w:rsidRDefault="00AB7731" w:rsidP="000773C5">
            <w:pPr>
              <w:jc w:val="center"/>
            </w:pPr>
          </w:p>
        </w:tc>
        <w:tc>
          <w:tcPr>
            <w:tcW w:w="966" w:type="dxa"/>
          </w:tcPr>
          <w:p w14:paraId="5E6A1C1A" w14:textId="77777777" w:rsidR="00AB7731" w:rsidRPr="00F95990" w:rsidRDefault="00AB7731" w:rsidP="000773C5">
            <w:pPr>
              <w:jc w:val="center"/>
            </w:pPr>
            <w:r>
              <w:t>O</w:t>
            </w:r>
          </w:p>
        </w:tc>
        <w:tc>
          <w:tcPr>
            <w:tcW w:w="7557" w:type="dxa"/>
          </w:tcPr>
          <w:p w14:paraId="27C4EDD5" w14:textId="77777777" w:rsidR="00AB7731" w:rsidRPr="00F95990" w:rsidRDefault="00AB7731" w:rsidP="000773C5">
            <w:r>
              <w:t>Supports Start_Time and Stop_Time properties</w:t>
            </w:r>
          </w:p>
        </w:tc>
      </w:tr>
      <w:tr w:rsidR="00AB7731" w:rsidRPr="00F95990" w14:paraId="3E2482EC"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0EF73E7A" w14:textId="77777777" w:rsidR="00AB7731" w:rsidRPr="00F95990" w:rsidRDefault="00AB7731" w:rsidP="000773C5">
            <w:pPr>
              <w:pStyle w:val="OptionFootnote"/>
            </w:pPr>
          </w:p>
        </w:tc>
      </w:tr>
      <w:tr w:rsidR="00AB7731" w:rsidRPr="00F95990" w14:paraId="5DA64667"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19BF5ED8" w14:textId="77777777" w:rsidR="00AB7731" w:rsidRPr="00F95990" w:rsidRDefault="00AB7731" w:rsidP="0088380A">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w:t>
            </w:r>
            <w:r>
              <w:rPr>
                <w:b/>
                <w:bCs/>
              </w:rPr>
              <w:t>Event</w:t>
            </w:r>
            <w:r w:rsidRPr="00F95990">
              <w:rPr>
                <w:b/>
                <w:bCs/>
              </w:rPr>
              <w:t xml:space="preserve"> </w:t>
            </w:r>
            <w:r>
              <w:rPr>
                <w:b/>
                <w:bCs/>
              </w:rPr>
              <w:t xml:space="preserve">Log </w:t>
            </w:r>
            <w:r w:rsidR="00012C95">
              <w:t>-</w:t>
            </w:r>
            <w:r>
              <w:t xml:space="preserve"> </w:t>
            </w:r>
            <w:r>
              <w:rPr>
                <w:b/>
                <w:bCs/>
              </w:rPr>
              <w:t xml:space="preserve">External </w:t>
            </w:r>
            <w:r w:rsidR="00012C95">
              <w:rPr>
                <w:b/>
                <w:bCs/>
              </w:rPr>
              <w:t>-</w:t>
            </w:r>
            <w:r w:rsidR="0088380A" w:rsidRPr="00F95990">
              <w:rPr>
                <w:b/>
                <w:bCs/>
              </w:rPr>
              <w:t xml:space="preserve"> </w:t>
            </w:r>
            <w:r>
              <w:rPr>
                <w:b/>
                <w:bCs/>
              </w:rPr>
              <w:t>B</w:t>
            </w:r>
          </w:p>
        </w:tc>
      </w:tr>
      <w:tr w:rsidR="00AB7731" w:rsidRPr="00F95990" w14:paraId="1C0CB77D" w14:textId="77777777" w:rsidTr="005B72AB">
        <w:tc>
          <w:tcPr>
            <w:tcW w:w="477" w:type="dxa"/>
          </w:tcPr>
          <w:p w14:paraId="4EE7D7A0" w14:textId="77777777" w:rsidR="00AB7731" w:rsidRPr="00F95990" w:rsidRDefault="00AB7731" w:rsidP="000773C5">
            <w:pPr>
              <w:jc w:val="center"/>
            </w:pPr>
          </w:p>
        </w:tc>
        <w:tc>
          <w:tcPr>
            <w:tcW w:w="966" w:type="dxa"/>
          </w:tcPr>
          <w:p w14:paraId="2F47F8C8" w14:textId="77777777" w:rsidR="00AB7731" w:rsidRPr="00F95990" w:rsidRDefault="00AB7731" w:rsidP="000773C5">
            <w:pPr>
              <w:jc w:val="center"/>
            </w:pPr>
            <w:r w:rsidRPr="00F95990">
              <w:t>R</w:t>
            </w:r>
          </w:p>
        </w:tc>
        <w:tc>
          <w:tcPr>
            <w:tcW w:w="7557" w:type="dxa"/>
          </w:tcPr>
          <w:p w14:paraId="771FDA75" w14:textId="77777777" w:rsidR="00AB7731" w:rsidRPr="00F95990" w:rsidRDefault="00AB7731" w:rsidP="000773C5">
            <w:pPr>
              <w:rPr>
                <w:color w:val="0000FF"/>
              </w:rPr>
            </w:pPr>
            <w:r w:rsidRPr="00F95990">
              <w:t xml:space="preserve">Base Requirements </w:t>
            </w:r>
          </w:p>
        </w:tc>
      </w:tr>
      <w:tr w:rsidR="00AB7731" w:rsidRPr="00F95990" w14:paraId="31F3629A" w14:textId="77777777" w:rsidTr="005B72AB">
        <w:tc>
          <w:tcPr>
            <w:tcW w:w="477" w:type="dxa"/>
          </w:tcPr>
          <w:p w14:paraId="2EE7E8FD" w14:textId="77777777" w:rsidR="00AB7731" w:rsidRPr="00F95990" w:rsidRDefault="00AB7731" w:rsidP="000773C5">
            <w:pPr>
              <w:jc w:val="center"/>
            </w:pPr>
          </w:p>
        </w:tc>
        <w:tc>
          <w:tcPr>
            <w:tcW w:w="966" w:type="dxa"/>
          </w:tcPr>
          <w:p w14:paraId="11E1FCB1" w14:textId="77777777" w:rsidR="00AB7731" w:rsidRPr="00F95990" w:rsidRDefault="00AB7731" w:rsidP="000773C5">
            <w:pPr>
              <w:jc w:val="center"/>
            </w:pPr>
            <w:r w:rsidRPr="00F95990">
              <w:t>R</w:t>
            </w:r>
          </w:p>
        </w:tc>
        <w:tc>
          <w:tcPr>
            <w:tcW w:w="7557" w:type="dxa"/>
          </w:tcPr>
          <w:p w14:paraId="25A7D06B" w14:textId="77777777" w:rsidR="00AB7731" w:rsidRPr="00F95990" w:rsidRDefault="00AB7731" w:rsidP="001944E3">
            <w:r>
              <w:t>Supports all forms of ReadRange</w:t>
            </w:r>
          </w:p>
        </w:tc>
      </w:tr>
      <w:tr w:rsidR="00AB7731" w:rsidRPr="00F95990" w14:paraId="0BE74EF4" w14:textId="77777777" w:rsidTr="005B72AB">
        <w:tc>
          <w:tcPr>
            <w:tcW w:w="477" w:type="dxa"/>
          </w:tcPr>
          <w:p w14:paraId="611A7D98" w14:textId="77777777" w:rsidR="00AB7731" w:rsidRPr="00F95990" w:rsidRDefault="00AB7731" w:rsidP="000773C5">
            <w:pPr>
              <w:jc w:val="center"/>
            </w:pPr>
          </w:p>
        </w:tc>
        <w:tc>
          <w:tcPr>
            <w:tcW w:w="966" w:type="dxa"/>
          </w:tcPr>
          <w:p w14:paraId="50510D47" w14:textId="77777777" w:rsidR="00AB7731" w:rsidRDefault="00AB7731" w:rsidP="001944E3">
            <w:pPr>
              <w:jc w:val="center"/>
            </w:pPr>
            <w:r>
              <w:t>R</w:t>
            </w:r>
          </w:p>
        </w:tc>
        <w:tc>
          <w:tcPr>
            <w:tcW w:w="7557" w:type="dxa"/>
          </w:tcPr>
          <w:p w14:paraId="50774D8F" w14:textId="77777777" w:rsidR="00AB7731" w:rsidRDefault="00AB7731" w:rsidP="001944E3">
            <w:r>
              <w:t>Executes ReadRange</w:t>
            </w:r>
          </w:p>
        </w:tc>
      </w:tr>
      <w:tr w:rsidR="00AB7731" w:rsidRPr="00F95990" w14:paraId="36307A5A" w14:textId="77777777" w:rsidTr="005B72AB">
        <w:tc>
          <w:tcPr>
            <w:tcW w:w="477" w:type="dxa"/>
          </w:tcPr>
          <w:p w14:paraId="43CC9E9D" w14:textId="77777777" w:rsidR="00AB7731" w:rsidRPr="00F95990" w:rsidRDefault="00AB7731" w:rsidP="000773C5">
            <w:pPr>
              <w:jc w:val="center"/>
            </w:pPr>
          </w:p>
        </w:tc>
        <w:tc>
          <w:tcPr>
            <w:tcW w:w="966" w:type="dxa"/>
          </w:tcPr>
          <w:p w14:paraId="1BEDBAD0" w14:textId="77777777" w:rsidR="00AB7731" w:rsidRPr="00F95990" w:rsidRDefault="00AB7731" w:rsidP="001944E3">
            <w:pPr>
              <w:jc w:val="center"/>
            </w:pPr>
            <w:r>
              <w:t>R</w:t>
            </w:r>
          </w:p>
        </w:tc>
        <w:tc>
          <w:tcPr>
            <w:tcW w:w="7557" w:type="dxa"/>
          </w:tcPr>
          <w:p w14:paraId="0A2485DF" w14:textId="77777777" w:rsidR="00AB7731" w:rsidRPr="00F95990" w:rsidRDefault="00AB7731" w:rsidP="001944E3">
            <w:r>
              <w:t>Supports logging all Notifications</w:t>
            </w:r>
          </w:p>
        </w:tc>
      </w:tr>
      <w:tr w:rsidR="00AB7731" w:rsidRPr="00F95990" w14:paraId="01FA5B00" w14:textId="77777777" w:rsidTr="005B72AB">
        <w:tc>
          <w:tcPr>
            <w:tcW w:w="477" w:type="dxa"/>
          </w:tcPr>
          <w:p w14:paraId="7CD2AD54" w14:textId="77777777" w:rsidR="00AB7731" w:rsidRPr="00F95990" w:rsidRDefault="00AB7731" w:rsidP="000773C5">
            <w:pPr>
              <w:jc w:val="center"/>
            </w:pPr>
          </w:p>
        </w:tc>
        <w:tc>
          <w:tcPr>
            <w:tcW w:w="966" w:type="dxa"/>
          </w:tcPr>
          <w:p w14:paraId="3950592A" w14:textId="77777777" w:rsidR="00AB7731" w:rsidRPr="00F95990" w:rsidRDefault="00AB7731" w:rsidP="000773C5">
            <w:pPr>
              <w:jc w:val="center"/>
            </w:pPr>
            <w:r>
              <w:t>O</w:t>
            </w:r>
          </w:p>
        </w:tc>
        <w:tc>
          <w:tcPr>
            <w:tcW w:w="7557" w:type="dxa"/>
          </w:tcPr>
          <w:p w14:paraId="5A797E97" w14:textId="77777777" w:rsidR="00AB7731" w:rsidRPr="00F95990" w:rsidRDefault="00AB7731" w:rsidP="001944E3">
            <w:r>
              <w:t>Supports Start_Time and Stop_Time properties</w:t>
            </w:r>
          </w:p>
        </w:tc>
      </w:tr>
      <w:tr w:rsidR="00AB7731" w:rsidRPr="00F95990" w14:paraId="166DF242"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7C81B0F0" w14:textId="77777777" w:rsidR="00AB7731" w:rsidRPr="00F95990" w:rsidRDefault="00AB7731" w:rsidP="000773C5">
            <w:pPr>
              <w:pStyle w:val="OptionFootnote"/>
            </w:pPr>
          </w:p>
        </w:tc>
      </w:tr>
      <w:tr w:rsidR="00AB7731" w:rsidRPr="00F95990" w14:paraId="26E760B5"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12F39D54" w14:textId="77777777" w:rsidR="00AB7731" w:rsidRPr="00F95990" w:rsidRDefault="00AB7731" w:rsidP="0088380A">
            <w:pPr>
              <w:rPr>
                <w:b/>
                <w:bCs/>
              </w:rPr>
            </w:pPr>
            <w:r w:rsidRPr="00F95990">
              <w:rPr>
                <w:b/>
                <w:bCs/>
              </w:rPr>
              <w:lastRenderedPageBreak/>
              <w:t xml:space="preserve">Alarm and Event </w:t>
            </w:r>
            <w:r w:rsidR="002849B8">
              <w:rPr>
                <w:b/>
                <w:bCs/>
              </w:rPr>
              <w:t>Management</w:t>
            </w:r>
            <w:r w:rsidR="002849B8" w:rsidRPr="00F95990">
              <w:rPr>
                <w:b/>
                <w:bCs/>
              </w:rPr>
              <w:t xml:space="preserve"> </w:t>
            </w:r>
            <w:r w:rsidR="00012C95">
              <w:rPr>
                <w:b/>
                <w:bCs/>
              </w:rPr>
              <w:t>-</w:t>
            </w:r>
            <w:r w:rsidRPr="00F95990">
              <w:rPr>
                <w:b/>
                <w:bCs/>
              </w:rPr>
              <w:t xml:space="preserve"> View Notifications </w:t>
            </w:r>
            <w:r w:rsidR="00012C95">
              <w:rPr>
                <w:b/>
                <w:bCs/>
              </w:rPr>
              <w:t>-</w:t>
            </w:r>
            <w:r w:rsidR="0088380A" w:rsidRPr="00F95990">
              <w:rPr>
                <w:b/>
                <w:bCs/>
              </w:rPr>
              <w:t xml:space="preserve"> </w:t>
            </w:r>
            <w:r w:rsidRPr="00F95990">
              <w:rPr>
                <w:b/>
                <w:bCs/>
              </w:rPr>
              <w:t>A</w:t>
            </w:r>
          </w:p>
        </w:tc>
      </w:tr>
      <w:tr w:rsidR="00AB7731" w:rsidRPr="00F95990" w14:paraId="614D3697" w14:textId="77777777" w:rsidTr="005B72AB">
        <w:tc>
          <w:tcPr>
            <w:tcW w:w="477" w:type="dxa"/>
          </w:tcPr>
          <w:p w14:paraId="1575B448" w14:textId="77777777" w:rsidR="00AB7731" w:rsidRPr="00F95990" w:rsidRDefault="00AB7731" w:rsidP="009353EF">
            <w:pPr>
              <w:jc w:val="center"/>
            </w:pPr>
          </w:p>
        </w:tc>
        <w:tc>
          <w:tcPr>
            <w:tcW w:w="966" w:type="dxa"/>
          </w:tcPr>
          <w:p w14:paraId="5F91EE4B" w14:textId="77777777" w:rsidR="00AB7731" w:rsidRPr="00F95990" w:rsidRDefault="00AB7731" w:rsidP="009353EF">
            <w:pPr>
              <w:jc w:val="center"/>
            </w:pPr>
            <w:r w:rsidRPr="00F95990">
              <w:t>R</w:t>
            </w:r>
          </w:p>
        </w:tc>
        <w:tc>
          <w:tcPr>
            <w:tcW w:w="7557" w:type="dxa"/>
          </w:tcPr>
          <w:p w14:paraId="7C6F9FAA" w14:textId="77777777" w:rsidR="00AB7731" w:rsidRPr="00F95990" w:rsidRDefault="00AB7731" w:rsidP="009353EF">
            <w:pPr>
              <w:rPr>
                <w:color w:val="0000FF"/>
              </w:rPr>
            </w:pPr>
            <w:r w:rsidRPr="00F95990">
              <w:t xml:space="preserve">Base Requirements </w:t>
            </w:r>
          </w:p>
        </w:tc>
      </w:tr>
      <w:tr w:rsidR="00AB7731" w:rsidRPr="00F95990" w14:paraId="20DB2BA7" w14:textId="77777777" w:rsidTr="005B72AB">
        <w:tc>
          <w:tcPr>
            <w:tcW w:w="477" w:type="dxa"/>
          </w:tcPr>
          <w:p w14:paraId="6A34262E" w14:textId="77777777" w:rsidR="00AB7731" w:rsidRPr="00F95990" w:rsidRDefault="00AB7731" w:rsidP="009353EF">
            <w:pPr>
              <w:jc w:val="center"/>
            </w:pPr>
          </w:p>
        </w:tc>
        <w:tc>
          <w:tcPr>
            <w:tcW w:w="966" w:type="dxa"/>
          </w:tcPr>
          <w:p w14:paraId="6DA99F0E" w14:textId="77777777" w:rsidR="00AB7731" w:rsidRPr="00F95990" w:rsidRDefault="00AB7731" w:rsidP="009353EF">
            <w:pPr>
              <w:jc w:val="center"/>
            </w:pPr>
            <w:r w:rsidRPr="00F95990">
              <w:t>R</w:t>
            </w:r>
          </w:p>
        </w:tc>
        <w:tc>
          <w:tcPr>
            <w:tcW w:w="7557" w:type="dxa"/>
          </w:tcPr>
          <w:p w14:paraId="1F47CEF4" w14:textId="77777777" w:rsidR="00AB7731" w:rsidRPr="00F95990" w:rsidRDefault="00AB7731" w:rsidP="009353EF">
            <w:r w:rsidRPr="00F95990">
              <w:t>Supports AE-N-A</w:t>
            </w:r>
          </w:p>
        </w:tc>
      </w:tr>
      <w:tr w:rsidR="00AB7731" w:rsidRPr="00F95990" w14:paraId="42E2FED8"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13266450" w14:textId="77777777" w:rsidR="00AB7731" w:rsidRPr="00F95990" w:rsidRDefault="00AB7731" w:rsidP="009353EF">
            <w:pPr>
              <w:pStyle w:val="OptionFootnote"/>
            </w:pPr>
          </w:p>
        </w:tc>
      </w:tr>
      <w:tr w:rsidR="00AB7731" w:rsidRPr="00F95990" w14:paraId="4C7B8F89"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19577DA3" w14:textId="77777777" w:rsidR="00AB7731" w:rsidRPr="00F95990" w:rsidRDefault="00AB7731" w:rsidP="0088380A">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View Modify </w:t>
            </w:r>
            <w:r w:rsidR="00012C95">
              <w:rPr>
                <w:b/>
                <w:bCs/>
              </w:rPr>
              <w:t>-</w:t>
            </w:r>
            <w:r w:rsidR="0088380A" w:rsidRPr="00F95990">
              <w:rPr>
                <w:b/>
                <w:bCs/>
              </w:rPr>
              <w:t xml:space="preserve"> </w:t>
            </w:r>
            <w:r w:rsidRPr="00F95990">
              <w:rPr>
                <w:b/>
                <w:bCs/>
              </w:rPr>
              <w:t>A</w:t>
            </w:r>
          </w:p>
        </w:tc>
      </w:tr>
      <w:tr w:rsidR="00AB7731" w:rsidRPr="00F95990" w14:paraId="71378DFB" w14:textId="77777777" w:rsidTr="005B72AB">
        <w:tc>
          <w:tcPr>
            <w:tcW w:w="477" w:type="dxa"/>
          </w:tcPr>
          <w:p w14:paraId="3B3E52E3" w14:textId="77777777" w:rsidR="00AB7731" w:rsidRPr="00F95990" w:rsidRDefault="00AB7731" w:rsidP="009353EF">
            <w:pPr>
              <w:jc w:val="center"/>
            </w:pPr>
          </w:p>
        </w:tc>
        <w:tc>
          <w:tcPr>
            <w:tcW w:w="966" w:type="dxa"/>
          </w:tcPr>
          <w:p w14:paraId="60FE9951" w14:textId="77777777" w:rsidR="00AB7731" w:rsidRPr="00F95990" w:rsidRDefault="00AB7731" w:rsidP="009353EF">
            <w:pPr>
              <w:jc w:val="center"/>
            </w:pPr>
            <w:r w:rsidRPr="00F95990">
              <w:t>R</w:t>
            </w:r>
          </w:p>
        </w:tc>
        <w:tc>
          <w:tcPr>
            <w:tcW w:w="7557" w:type="dxa"/>
          </w:tcPr>
          <w:p w14:paraId="224CA3E0" w14:textId="77777777" w:rsidR="00AB7731" w:rsidRPr="00F95990" w:rsidRDefault="00AB7731" w:rsidP="009353EF">
            <w:pPr>
              <w:rPr>
                <w:color w:val="0000FF"/>
              </w:rPr>
            </w:pPr>
            <w:r w:rsidRPr="00F95990">
              <w:t xml:space="preserve">Base Requirements </w:t>
            </w:r>
          </w:p>
        </w:tc>
      </w:tr>
      <w:tr w:rsidR="00AB7731" w:rsidRPr="00F95990" w14:paraId="7DC398D7" w14:textId="77777777" w:rsidTr="005B72AB">
        <w:tc>
          <w:tcPr>
            <w:tcW w:w="477" w:type="dxa"/>
          </w:tcPr>
          <w:p w14:paraId="7B4ECC91" w14:textId="77777777" w:rsidR="00AB7731" w:rsidRPr="00F95990" w:rsidRDefault="00AB7731" w:rsidP="009353EF">
            <w:pPr>
              <w:jc w:val="center"/>
            </w:pPr>
          </w:p>
        </w:tc>
        <w:tc>
          <w:tcPr>
            <w:tcW w:w="966" w:type="dxa"/>
          </w:tcPr>
          <w:p w14:paraId="190AD695" w14:textId="77777777" w:rsidR="00AB7731" w:rsidRPr="00F95990" w:rsidRDefault="00AB7731" w:rsidP="009353EF">
            <w:pPr>
              <w:jc w:val="center"/>
            </w:pPr>
            <w:r w:rsidRPr="00F95990">
              <w:t>R</w:t>
            </w:r>
          </w:p>
        </w:tc>
        <w:tc>
          <w:tcPr>
            <w:tcW w:w="7557" w:type="dxa"/>
          </w:tcPr>
          <w:p w14:paraId="4FD6C800" w14:textId="77777777" w:rsidR="00AB7731" w:rsidRPr="00F95990" w:rsidRDefault="00AB7731" w:rsidP="009353EF">
            <w:r w:rsidRPr="00F95990">
              <w:t>Supports DS-RP-A</w:t>
            </w:r>
          </w:p>
        </w:tc>
      </w:tr>
      <w:tr w:rsidR="00AB7731" w:rsidRPr="00F95990" w14:paraId="25B78066" w14:textId="77777777" w:rsidTr="005B72AB">
        <w:tc>
          <w:tcPr>
            <w:tcW w:w="477" w:type="dxa"/>
          </w:tcPr>
          <w:p w14:paraId="53CB5F13" w14:textId="77777777" w:rsidR="00AB7731" w:rsidRPr="00F95990" w:rsidRDefault="00AB7731" w:rsidP="009353EF">
            <w:pPr>
              <w:jc w:val="center"/>
            </w:pPr>
          </w:p>
        </w:tc>
        <w:tc>
          <w:tcPr>
            <w:tcW w:w="966" w:type="dxa"/>
          </w:tcPr>
          <w:p w14:paraId="3C0B3631" w14:textId="77777777" w:rsidR="00AB7731" w:rsidRPr="00F95990" w:rsidRDefault="00AB7731" w:rsidP="009353EF">
            <w:pPr>
              <w:jc w:val="center"/>
            </w:pPr>
            <w:r w:rsidRPr="00F95990">
              <w:t>R</w:t>
            </w:r>
          </w:p>
        </w:tc>
        <w:tc>
          <w:tcPr>
            <w:tcW w:w="7557" w:type="dxa"/>
          </w:tcPr>
          <w:p w14:paraId="152ACAEC" w14:textId="77777777" w:rsidR="00AB7731" w:rsidRPr="00F95990" w:rsidRDefault="00AB7731" w:rsidP="009353EF">
            <w:r w:rsidRPr="00F95990">
              <w:t>Supports DS-WP-A</w:t>
            </w:r>
          </w:p>
        </w:tc>
      </w:tr>
      <w:tr w:rsidR="00AB7731" w:rsidRPr="00F95990" w14:paraId="369FAD08"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0BC59988" w14:textId="77777777" w:rsidR="00AB7731" w:rsidRPr="00F95990" w:rsidRDefault="00AB7731" w:rsidP="009353EF">
            <w:pPr>
              <w:pStyle w:val="OptionFootnote"/>
            </w:pPr>
          </w:p>
        </w:tc>
      </w:tr>
      <w:tr w:rsidR="00AB7731" w:rsidRPr="00F95990" w14:paraId="5AC828BA"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26BDCF58" w14:textId="77777777"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Advanced View Notifications </w:t>
            </w:r>
            <w:r w:rsidR="00012C95">
              <w:rPr>
                <w:b/>
                <w:bCs/>
              </w:rPr>
              <w:t>-</w:t>
            </w:r>
            <w:r w:rsidRPr="00F95990">
              <w:rPr>
                <w:b/>
                <w:bCs/>
              </w:rPr>
              <w:t xml:space="preserve"> A</w:t>
            </w:r>
          </w:p>
        </w:tc>
      </w:tr>
      <w:tr w:rsidR="00AB7731" w:rsidRPr="00F95990" w14:paraId="4743C5CE" w14:textId="77777777" w:rsidTr="005B72AB">
        <w:tc>
          <w:tcPr>
            <w:tcW w:w="477" w:type="dxa"/>
          </w:tcPr>
          <w:p w14:paraId="4BCF4588" w14:textId="77777777" w:rsidR="00AB7731" w:rsidRPr="00F95990" w:rsidRDefault="00AB7731" w:rsidP="009353EF">
            <w:pPr>
              <w:jc w:val="center"/>
            </w:pPr>
          </w:p>
        </w:tc>
        <w:tc>
          <w:tcPr>
            <w:tcW w:w="966" w:type="dxa"/>
          </w:tcPr>
          <w:p w14:paraId="69AB43B4" w14:textId="77777777" w:rsidR="00AB7731" w:rsidRPr="00F95990" w:rsidRDefault="00AB7731" w:rsidP="009353EF">
            <w:pPr>
              <w:jc w:val="center"/>
            </w:pPr>
            <w:r w:rsidRPr="00F95990">
              <w:t>R</w:t>
            </w:r>
          </w:p>
        </w:tc>
        <w:tc>
          <w:tcPr>
            <w:tcW w:w="7557" w:type="dxa"/>
          </w:tcPr>
          <w:p w14:paraId="6A512D4D" w14:textId="77777777" w:rsidR="00AB7731" w:rsidRPr="00F95990" w:rsidRDefault="00AB7731" w:rsidP="009353EF">
            <w:pPr>
              <w:rPr>
                <w:color w:val="0000FF"/>
              </w:rPr>
            </w:pPr>
            <w:r w:rsidRPr="00F95990">
              <w:t xml:space="preserve">Base Requirements </w:t>
            </w:r>
          </w:p>
        </w:tc>
      </w:tr>
      <w:tr w:rsidR="00AB7731" w:rsidRPr="00F95990" w14:paraId="2CFE18CB" w14:textId="77777777" w:rsidTr="005B72AB">
        <w:tc>
          <w:tcPr>
            <w:tcW w:w="477" w:type="dxa"/>
          </w:tcPr>
          <w:p w14:paraId="0E0839B8" w14:textId="77777777" w:rsidR="00AB7731" w:rsidRPr="00F95990" w:rsidRDefault="00AB7731" w:rsidP="009353EF">
            <w:pPr>
              <w:jc w:val="center"/>
            </w:pPr>
          </w:p>
        </w:tc>
        <w:tc>
          <w:tcPr>
            <w:tcW w:w="966" w:type="dxa"/>
          </w:tcPr>
          <w:p w14:paraId="6C9AFF10" w14:textId="77777777" w:rsidR="00AB7731" w:rsidRPr="00F95990" w:rsidRDefault="00AB7731" w:rsidP="009353EF">
            <w:pPr>
              <w:jc w:val="center"/>
            </w:pPr>
            <w:r w:rsidRPr="00F95990">
              <w:t>R</w:t>
            </w:r>
          </w:p>
        </w:tc>
        <w:tc>
          <w:tcPr>
            <w:tcW w:w="7557" w:type="dxa"/>
          </w:tcPr>
          <w:p w14:paraId="113803FF" w14:textId="77777777" w:rsidR="00AB7731" w:rsidRPr="00F95990" w:rsidRDefault="00AB7731" w:rsidP="009353EF">
            <w:r w:rsidRPr="00F95990">
              <w:t>Supports AE-VN-A</w:t>
            </w:r>
          </w:p>
        </w:tc>
      </w:tr>
      <w:tr w:rsidR="00AB7731" w:rsidRPr="00F95990" w14:paraId="34A38B18"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2B09DE57" w14:textId="77777777" w:rsidR="00AB7731" w:rsidRPr="00F95990" w:rsidRDefault="00AB7731" w:rsidP="009353EF">
            <w:pPr>
              <w:pStyle w:val="OptionFootnote"/>
            </w:pPr>
          </w:p>
        </w:tc>
      </w:tr>
      <w:tr w:rsidR="00AB7731" w:rsidRPr="00F95990" w14:paraId="26CFBAFA"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011BE93F" w14:textId="77777777"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Advanced View Modify </w:t>
            </w:r>
            <w:r w:rsidR="00012C95">
              <w:rPr>
                <w:b/>
                <w:bCs/>
              </w:rPr>
              <w:t>-</w:t>
            </w:r>
            <w:r w:rsidRPr="00F95990">
              <w:rPr>
                <w:b/>
                <w:bCs/>
              </w:rPr>
              <w:t xml:space="preserve"> A</w:t>
            </w:r>
          </w:p>
        </w:tc>
      </w:tr>
      <w:tr w:rsidR="00AB7731" w:rsidRPr="00F95990" w14:paraId="22B315FF" w14:textId="77777777" w:rsidTr="005B72AB">
        <w:tc>
          <w:tcPr>
            <w:tcW w:w="477" w:type="dxa"/>
          </w:tcPr>
          <w:p w14:paraId="0A44DF4B" w14:textId="77777777" w:rsidR="00AB7731" w:rsidRPr="00F95990" w:rsidRDefault="00AB7731" w:rsidP="009353EF">
            <w:pPr>
              <w:jc w:val="center"/>
            </w:pPr>
          </w:p>
        </w:tc>
        <w:tc>
          <w:tcPr>
            <w:tcW w:w="966" w:type="dxa"/>
          </w:tcPr>
          <w:p w14:paraId="0F36F064" w14:textId="77777777" w:rsidR="00AB7731" w:rsidRPr="00F95990" w:rsidRDefault="00AB7731" w:rsidP="009353EF">
            <w:pPr>
              <w:jc w:val="center"/>
            </w:pPr>
            <w:r w:rsidRPr="00F95990">
              <w:t>R</w:t>
            </w:r>
          </w:p>
        </w:tc>
        <w:tc>
          <w:tcPr>
            <w:tcW w:w="7557" w:type="dxa"/>
          </w:tcPr>
          <w:p w14:paraId="49B0E7A2" w14:textId="77777777" w:rsidR="00AB7731" w:rsidRPr="00F95990" w:rsidRDefault="00AB7731" w:rsidP="009353EF">
            <w:pPr>
              <w:rPr>
                <w:color w:val="0000FF"/>
              </w:rPr>
            </w:pPr>
            <w:r w:rsidRPr="00F95990">
              <w:t xml:space="preserve">Base Requirements </w:t>
            </w:r>
          </w:p>
        </w:tc>
      </w:tr>
      <w:tr w:rsidR="00AB7731" w:rsidRPr="00F95990" w14:paraId="35DEE68A" w14:textId="77777777" w:rsidTr="005B72AB">
        <w:tc>
          <w:tcPr>
            <w:tcW w:w="477" w:type="dxa"/>
          </w:tcPr>
          <w:p w14:paraId="4B5F953A" w14:textId="77777777" w:rsidR="00AB7731" w:rsidRPr="00F95990" w:rsidRDefault="00AB7731" w:rsidP="009353EF">
            <w:pPr>
              <w:jc w:val="center"/>
            </w:pPr>
          </w:p>
        </w:tc>
        <w:tc>
          <w:tcPr>
            <w:tcW w:w="966" w:type="dxa"/>
          </w:tcPr>
          <w:p w14:paraId="2CECB7C0" w14:textId="77777777" w:rsidR="00AB7731" w:rsidRPr="00F95990" w:rsidRDefault="00AB7731" w:rsidP="009353EF">
            <w:pPr>
              <w:jc w:val="center"/>
            </w:pPr>
            <w:r w:rsidRPr="00F95990">
              <w:t>R</w:t>
            </w:r>
          </w:p>
        </w:tc>
        <w:tc>
          <w:tcPr>
            <w:tcW w:w="7557" w:type="dxa"/>
          </w:tcPr>
          <w:p w14:paraId="105206E3" w14:textId="77777777" w:rsidR="00AB7731" w:rsidRPr="00F95990" w:rsidRDefault="00AB7731" w:rsidP="009353EF">
            <w:r w:rsidRPr="00F95990">
              <w:t>Supports DS-RP-A</w:t>
            </w:r>
          </w:p>
        </w:tc>
      </w:tr>
      <w:tr w:rsidR="00AB7731" w:rsidRPr="00F95990" w14:paraId="4D78BA67" w14:textId="77777777" w:rsidTr="005B72AB">
        <w:tc>
          <w:tcPr>
            <w:tcW w:w="477" w:type="dxa"/>
          </w:tcPr>
          <w:p w14:paraId="433F1F30" w14:textId="77777777" w:rsidR="00AB7731" w:rsidRPr="00F95990" w:rsidRDefault="00AB7731" w:rsidP="009353EF">
            <w:pPr>
              <w:jc w:val="center"/>
            </w:pPr>
          </w:p>
        </w:tc>
        <w:tc>
          <w:tcPr>
            <w:tcW w:w="966" w:type="dxa"/>
          </w:tcPr>
          <w:p w14:paraId="679C5338" w14:textId="77777777" w:rsidR="00AB7731" w:rsidRPr="00F95990" w:rsidRDefault="00AB7731" w:rsidP="009353EF">
            <w:pPr>
              <w:jc w:val="center"/>
            </w:pPr>
            <w:r w:rsidRPr="00F95990">
              <w:t>R</w:t>
            </w:r>
          </w:p>
        </w:tc>
        <w:tc>
          <w:tcPr>
            <w:tcW w:w="7557" w:type="dxa"/>
          </w:tcPr>
          <w:p w14:paraId="733182ED" w14:textId="77777777" w:rsidR="00AB7731" w:rsidRPr="00F95990" w:rsidRDefault="00AB7731" w:rsidP="009353EF">
            <w:r w:rsidRPr="00F95990">
              <w:t>Supports DS-WP-A</w:t>
            </w:r>
          </w:p>
        </w:tc>
      </w:tr>
      <w:tr w:rsidR="00AB7731" w:rsidRPr="00F95990" w14:paraId="47393793" w14:textId="77777777" w:rsidTr="005B72AB">
        <w:tc>
          <w:tcPr>
            <w:tcW w:w="477" w:type="dxa"/>
          </w:tcPr>
          <w:p w14:paraId="2B93E872" w14:textId="77777777" w:rsidR="00AB7731" w:rsidRPr="00F95990" w:rsidRDefault="00AB7731" w:rsidP="009353EF">
            <w:pPr>
              <w:jc w:val="center"/>
            </w:pPr>
          </w:p>
        </w:tc>
        <w:tc>
          <w:tcPr>
            <w:tcW w:w="966" w:type="dxa"/>
          </w:tcPr>
          <w:p w14:paraId="64492DE3" w14:textId="77777777" w:rsidR="00AB7731" w:rsidRPr="00F95990" w:rsidRDefault="00AB7731" w:rsidP="009353EF">
            <w:pPr>
              <w:jc w:val="center"/>
            </w:pPr>
            <w:r w:rsidRPr="00F95990">
              <w:t>R</w:t>
            </w:r>
          </w:p>
        </w:tc>
        <w:tc>
          <w:tcPr>
            <w:tcW w:w="7557" w:type="dxa"/>
          </w:tcPr>
          <w:p w14:paraId="66723A73" w14:textId="77777777" w:rsidR="00AB7731" w:rsidRPr="00F95990" w:rsidRDefault="00AB7731" w:rsidP="009353EF">
            <w:r w:rsidRPr="00F95990">
              <w:t>Supports DM-OCD-A</w:t>
            </w:r>
          </w:p>
        </w:tc>
      </w:tr>
      <w:tr w:rsidR="00AB7731" w:rsidRPr="00F95990" w14:paraId="596C68A3"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7915EE85" w14:textId="77777777" w:rsidR="00AB7731" w:rsidRPr="00F95990" w:rsidRDefault="00AB7731" w:rsidP="009353EF">
            <w:pPr>
              <w:pStyle w:val="OptionFootnote"/>
            </w:pPr>
          </w:p>
        </w:tc>
      </w:tr>
      <w:tr w:rsidR="00AB7731" w:rsidRPr="00F95990" w14:paraId="5B872A07"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2EF72D07" w14:textId="77777777" w:rsidR="00AB7731" w:rsidRPr="00F95990" w:rsidRDefault="00AB7731" w:rsidP="009353EF">
            <w:pPr>
              <w:rPr>
                <w:b/>
                <w:bCs/>
              </w:rPr>
            </w:pPr>
            <w:r w:rsidRPr="00F95990">
              <w:rPr>
                <w:b/>
                <w:bCs/>
              </w:rPr>
              <w:t xml:space="preserve">Alarm and Event </w:t>
            </w:r>
            <w:r w:rsidR="002849B8">
              <w:rPr>
                <w:b/>
                <w:bCs/>
              </w:rPr>
              <w:t>Management</w:t>
            </w:r>
            <w:r w:rsidR="002849B8" w:rsidRPr="00F95990">
              <w:rPr>
                <w:b/>
                <w:bCs/>
              </w:rPr>
              <w:t xml:space="preserve"> </w:t>
            </w:r>
            <w:r w:rsidR="00012C95">
              <w:rPr>
                <w:b/>
                <w:bCs/>
              </w:rPr>
              <w:t>-</w:t>
            </w:r>
            <w:r w:rsidRPr="00F95990">
              <w:rPr>
                <w:b/>
                <w:bCs/>
              </w:rPr>
              <w:t xml:space="preserve"> Alarm Summary View </w:t>
            </w:r>
            <w:r w:rsidR="00012C95">
              <w:rPr>
                <w:b/>
                <w:bCs/>
              </w:rPr>
              <w:t>-</w:t>
            </w:r>
            <w:r w:rsidRPr="00F95990">
              <w:rPr>
                <w:b/>
                <w:bCs/>
              </w:rPr>
              <w:t xml:space="preserve"> A</w:t>
            </w:r>
          </w:p>
        </w:tc>
      </w:tr>
      <w:tr w:rsidR="00AB7731" w:rsidRPr="00F95990" w14:paraId="306FB79E" w14:textId="77777777" w:rsidTr="005B72AB">
        <w:tc>
          <w:tcPr>
            <w:tcW w:w="477" w:type="dxa"/>
          </w:tcPr>
          <w:p w14:paraId="6B642921" w14:textId="77777777" w:rsidR="00AB7731" w:rsidRPr="00F95990" w:rsidRDefault="00AB7731" w:rsidP="009353EF">
            <w:pPr>
              <w:jc w:val="center"/>
            </w:pPr>
          </w:p>
        </w:tc>
        <w:tc>
          <w:tcPr>
            <w:tcW w:w="966" w:type="dxa"/>
          </w:tcPr>
          <w:p w14:paraId="7C8AC7FA" w14:textId="77777777" w:rsidR="00AB7731" w:rsidRPr="00F95990" w:rsidRDefault="00AB7731" w:rsidP="009353EF">
            <w:pPr>
              <w:jc w:val="center"/>
            </w:pPr>
            <w:r w:rsidRPr="00F95990">
              <w:t>R</w:t>
            </w:r>
          </w:p>
        </w:tc>
        <w:tc>
          <w:tcPr>
            <w:tcW w:w="7557" w:type="dxa"/>
          </w:tcPr>
          <w:p w14:paraId="7326BEB9" w14:textId="77777777" w:rsidR="00AB7731" w:rsidRPr="00F95990" w:rsidRDefault="00AB7731" w:rsidP="009353EF">
            <w:pPr>
              <w:rPr>
                <w:color w:val="0000FF"/>
              </w:rPr>
            </w:pPr>
            <w:r w:rsidRPr="00F95990">
              <w:t xml:space="preserve">Base Requirements </w:t>
            </w:r>
          </w:p>
        </w:tc>
      </w:tr>
      <w:tr w:rsidR="00AB7731" w:rsidRPr="00F95990" w14:paraId="6D27A452" w14:textId="77777777" w:rsidTr="005B72AB">
        <w:tc>
          <w:tcPr>
            <w:tcW w:w="477" w:type="dxa"/>
          </w:tcPr>
          <w:p w14:paraId="48E3FE57" w14:textId="77777777" w:rsidR="00AB7731" w:rsidRPr="00F95990" w:rsidRDefault="00AB7731" w:rsidP="009353EF">
            <w:pPr>
              <w:jc w:val="center"/>
            </w:pPr>
          </w:p>
        </w:tc>
        <w:tc>
          <w:tcPr>
            <w:tcW w:w="966" w:type="dxa"/>
          </w:tcPr>
          <w:p w14:paraId="6DA1368E" w14:textId="77777777" w:rsidR="00AB7731" w:rsidRPr="00F95990" w:rsidRDefault="00AB7731" w:rsidP="009353EF">
            <w:pPr>
              <w:jc w:val="center"/>
            </w:pPr>
            <w:r w:rsidRPr="00F95990">
              <w:t>R</w:t>
            </w:r>
          </w:p>
        </w:tc>
        <w:tc>
          <w:tcPr>
            <w:tcW w:w="7557" w:type="dxa"/>
          </w:tcPr>
          <w:p w14:paraId="5CB6D574" w14:textId="77777777" w:rsidR="00AB7731" w:rsidRPr="00F95990" w:rsidRDefault="00AB7731" w:rsidP="009353EF">
            <w:r w:rsidRPr="00F95990">
              <w:t>Supports initiation of GetEventInformation service</w:t>
            </w:r>
          </w:p>
        </w:tc>
      </w:tr>
      <w:tr w:rsidR="00AB7731" w:rsidRPr="00F95990" w14:paraId="5C46E6C7" w14:textId="77777777" w:rsidTr="005B72AB">
        <w:tc>
          <w:tcPr>
            <w:tcW w:w="477" w:type="dxa"/>
          </w:tcPr>
          <w:p w14:paraId="24D7CE2F" w14:textId="77777777" w:rsidR="00AB7731" w:rsidRPr="00F95990" w:rsidRDefault="00AB7731" w:rsidP="009353EF">
            <w:pPr>
              <w:jc w:val="center"/>
            </w:pPr>
          </w:p>
        </w:tc>
        <w:tc>
          <w:tcPr>
            <w:tcW w:w="966" w:type="dxa"/>
          </w:tcPr>
          <w:p w14:paraId="060DA63D" w14:textId="77777777" w:rsidR="00AB7731" w:rsidRPr="00F95990" w:rsidRDefault="00AB7731" w:rsidP="009353EF">
            <w:pPr>
              <w:jc w:val="center"/>
            </w:pPr>
            <w:r w:rsidRPr="00F95990">
              <w:t>R</w:t>
            </w:r>
          </w:p>
        </w:tc>
        <w:tc>
          <w:tcPr>
            <w:tcW w:w="7557" w:type="dxa"/>
          </w:tcPr>
          <w:p w14:paraId="54AF185F" w14:textId="77777777" w:rsidR="00AB7731" w:rsidRPr="00F95990" w:rsidRDefault="00AB7731" w:rsidP="009353EF">
            <w:r w:rsidRPr="00F95990">
              <w:t>Supports initiation of GetAlarmSummary service</w:t>
            </w:r>
          </w:p>
        </w:tc>
      </w:tr>
      <w:tr w:rsidR="00AB7731" w:rsidRPr="00F95990" w14:paraId="3495DBE5"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27103A35" w14:textId="77777777" w:rsidR="00AB7731" w:rsidRPr="00F95990" w:rsidRDefault="00AB7731" w:rsidP="009353EF">
            <w:pPr>
              <w:pStyle w:val="OptionFootnote"/>
            </w:pPr>
          </w:p>
        </w:tc>
      </w:tr>
      <w:tr w:rsidR="00B2207F" w:rsidRPr="00605C65" w14:paraId="4C3B3E77" w14:textId="77777777" w:rsidTr="0056012F">
        <w:trPr>
          <w:cantSplit/>
        </w:trPr>
        <w:tc>
          <w:tcPr>
            <w:tcW w:w="9000" w:type="dxa"/>
            <w:gridSpan w:val="3"/>
            <w:tcBorders>
              <w:top w:val="single" w:sz="4" w:space="0" w:color="auto"/>
              <w:left w:val="single" w:sz="4" w:space="0" w:color="auto"/>
              <w:bottom w:val="single" w:sz="4" w:space="0" w:color="auto"/>
              <w:right w:val="single" w:sz="4" w:space="0" w:color="auto"/>
            </w:tcBorders>
          </w:tcPr>
          <w:p w14:paraId="7421B575" w14:textId="77777777" w:rsidR="00B2207F" w:rsidRPr="00B2207F" w:rsidRDefault="00B2207F" w:rsidP="00B2207F">
            <w:pPr>
              <w:pStyle w:val="OptionFootnote"/>
              <w:ind w:left="0"/>
              <w:rPr>
                <w:b/>
              </w:rPr>
            </w:pPr>
            <w:r w:rsidRPr="00B2207F">
              <w:rPr>
                <w:b/>
              </w:rPr>
              <w:t xml:space="preserve">Alarm and Event </w:t>
            </w:r>
            <w:r w:rsidR="002849B8">
              <w:rPr>
                <w:b/>
              </w:rPr>
              <w:t>M</w:t>
            </w:r>
            <w:r w:rsidRPr="00B2207F">
              <w:rPr>
                <w:b/>
              </w:rPr>
              <w:t xml:space="preserve">anagement </w:t>
            </w:r>
            <w:r w:rsidR="00012C95">
              <w:rPr>
                <w:b/>
              </w:rPr>
              <w:t>-</w:t>
            </w:r>
            <w:r w:rsidRPr="00B2207F">
              <w:rPr>
                <w:b/>
              </w:rPr>
              <w:t xml:space="preserve"> LifeSafety </w:t>
            </w:r>
            <w:r w:rsidR="00012C95">
              <w:rPr>
                <w:b/>
              </w:rPr>
              <w:t>-</w:t>
            </w:r>
            <w:r w:rsidRPr="00B2207F">
              <w:rPr>
                <w:b/>
              </w:rPr>
              <w:t xml:space="preserve"> A</w:t>
            </w:r>
          </w:p>
        </w:tc>
      </w:tr>
      <w:tr w:rsidR="008F390E" w:rsidRPr="00F95990" w14:paraId="61916D52" w14:textId="77777777" w:rsidTr="005B72AB">
        <w:tc>
          <w:tcPr>
            <w:tcW w:w="477" w:type="dxa"/>
          </w:tcPr>
          <w:p w14:paraId="17D849E7" w14:textId="77777777" w:rsidR="008F390E" w:rsidRPr="006F1682" w:rsidRDefault="008F390E" w:rsidP="005B72AB">
            <w:pPr>
              <w:jc w:val="center"/>
            </w:pPr>
          </w:p>
        </w:tc>
        <w:tc>
          <w:tcPr>
            <w:tcW w:w="966" w:type="dxa"/>
          </w:tcPr>
          <w:p w14:paraId="5F97E142" w14:textId="77777777" w:rsidR="008F390E" w:rsidRPr="006F1682" w:rsidRDefault="008F390E" w:rsidP="00F37728">
            <w:pPr>
              <w:jc w:val="center"/>
            </w:pPr>
            <w:r w:rsidRPr="006F1682">
              <w:t>R</w:t>
            </w:r>
          </w:p>
        </w:tc>
        <w:tc>
          <w:tcPr>
            <w:tcW w:w="7557" w:type="dxa"/>
          </w:tcPr>
          <w:p w14:paraId="60A97F9C" w14:textId="77777777" w:rsidR="008F390E" w:rsidRPr="006F1682" w:rsidRDefault="008F390E" w:rsidP="00F37728">
            <w:r w:rsidRPr="006F1682">
              <w:t>Base Requirements</w:t>
            </w:r>
          </w:p>
        </w:tc>
      </w:tr>
      <w:tr w:rsidR="008F390E" w:rsidRPr="00F95990" w14:paraId="7512DE94" w14:textId="77777777" w:rsidTr="005B72AB">
        <w:tc>
          <w:tcPr>
            <w:tcW w:w="477" w:type="dxa"/>
          </w:tcPr>
          <w:p w14:paraId="231BC0FA" w14:textId="77777777" w:rsidR="008F390E" w:rsidRPr="006F1682" w:rsidRDefault="008F390E" w:rsidP="005B72AB">
            <w:pPr>
              <w:jc w:val="center"/>
            </w:pPr>
          </w:p>
        </w:tc>
        <w:tc>
          <w:tcPr>
            <w:tcW w:w="966" w:type="dxa"/>
          </w:tcPr>
          <w:p w14:paraId="7AC6F6A8" w14:textId="46010865" w:rsidR="008F390E" w:rsidRPr="006F1682" w:rsidRDefault="00E36EC1" w:rsidP="00F37728">
            <w:pPr>
              <w:jc w:val="center"/>
            </w:pPr>
            <w:r>
              <w:t>C</w:t>
            </w:r>
            <w:r w:rsidRPr="00582D01">
              <w:rPr>
                <w:vertAlign w:val="superscript"/>
              </w:rPr>
              <w:t>1</w:t>
            </w:r>
          </w:p>
        </w:tc>
        <w:tc>
          <w:tcPr>
            <w:tcW w:w="7557" w:type="dxa"/>
          </w:tcPr>
          <w:p w14:paraId="3DF181F1" w14:textId="51593422" w:rsidR="008F390E" w:rsidRPr="006F1682" w:rsidRDefault="008F390E" w:rsidP="00F37728">
            <w:r>
              <w:t>Initiates LifeSafetyOperation requests</w:t>
            </w:r>
            <w:r w:rsidR="00E36EC1">
              <w:t xml:space="preserve"> targeting a single object</w:t>
            </w:r>
          </w:p>
        </w:tc>
      </w:tr>
      <w:tr w:rsidR="00E36EC1" w:rsidRPr="00F95990" w14:paraId="3708B153" w14:textId="77777777" w:rsidTr="005B72AB">
        <w:tc>
          <w:tcPr>
            <w:tcW w:w="477" w:type="dxa"/>
          </w:tcPr>
          <w:p w14:paraId="0358E773" w14:textId="77777777" w:rsidR="00E36EC1" w:rsidRPr="006F1682" w:rsidRDefault="00E36EC1" w:rsidP="005B72AB">
            <w:pPr>
              <w:jc w:val="center"/>
            </w:pPr>
          </w:p>
        </w:tc>
        <w:tc>
          <w:tcPr>
            <w:tcW w:w="966" w:type="dxa"/>
          </w:tcPr>
          <w:p w14:paraId="04B3EBCA" w14:textId="20B3B5C9" w:rsidR="00E36EC1" w:rsidRPr="006F1682" w:rsidRDefault="00E36EC1" w:rsidP="00F37728">
            <w:pPr>
              <w:jc w:val="center"/>
            </w:pPr>
            <w:r>
              <w:t>C</w:t>
            </w:r>
            <w:r w:rsidRPr="00582D01">
              <w:rPr>
                <w:vertAlign w:val="superscript"/>
              </w:rPr>
              <w:t>1</w:t>
            </w:r>
          </w:p>
        </w:tc>
        <w:tc>
          <w:tcPr>
            <w:tcW w:w="7557" w:type="dxa"/>
          </w:tcPr>
          <w:p w14:paraId="05696307" w14:textId="6CC95CBD" w:rsidR="00E36EC1" w:rsidRDefault="00E36EC1" w:rsidP="00F37728">
            <w:r>
              <w:t>Initiates LifeSafetyOperation requests targeting all life safety objects in a device</w:t>
            </w:r>
          </w:p>
        </w:tc>
      </w:tr>
      <w:tr w:rsidR="008F390E" w:rsidRPr="00F95990" w14:paraId="48AA0E2C" w14:textId="77777777" w:rsidTr="005B72AB">
        <w:tc>
          <w:tcPr>
            <w:tcW w:w="477" w:type="dxa"/>
          </w:tcPr>
          <w:p w14:paraId="6FF1C069" w14:textId="77777777" w:rsidR="008F390E" w:rsidRPr="006F1682" w:rsidRDefault="008F390E" w:rsidP="005B72AB">
            <w:pPr>
              <w:jc w:val="center"/>
            </w:pPr>
          </w:p>
        </w:tc>
        <w:tc>
          <w:tcPr>
            <w:tcW w:w="966" w:type="dxa"/>
          </w:tcPr>
          <w:p w14:paraId="286F64AC" w14:textId="77777777" w:rsidR="008F390E" w:rsidRPr="006F1682" w:rsidRDefault="008F390E" w:rsidP="00F37728">
            <w:pPr>
              <w:jc w:val="center"/>
            </w:pPr>
            <w:r w:rsidRPr="006F1682">
              <w:t>R</w:t>
            </w:r>
          </w:p>
        </w:tc>
        <w:tc>
          <w:tcPr>
            <w:tcW w:w="7557" w:type="dxa"/>
          </w:tcPr>
          <w:p w14:paraId="5475DCF2" w14:textId="77777777" w:rsidR="008F390E" w:rsidRPr="006F1682" w:rsidRDefault="008F390E" w:rsidP="00F37728">
            <w:r w:rsidRPr="006F1682">
              <w:t>Executes ConfirmedEventNotifications</w:t>
            </w:r>
          </w:p>
        </w:tc>
      </w:tr>
      <w:tr w:rsidR="008F390E" w:rsidRPr="00F95990" w14:paraId="14C48F0A" w14:textId="77777777" w:rsidTr="005B72AB">
        <w:tc>
          <w:tcPr>
            <w:tcW w:w="477" w:type="dxa"/>
          </w:tcPr>
          <w:p w14:paraId="3EEE9B28" w14:textId="77777777" w:rsidR="008F390E" w:rsidRPr="006F1682" w:rsidRDefault="008F390E" w:rsidP="005B72AB">
            <w:pPr>
              <w:jc w:val="center"/>
            </w:pPr>
          </w:p>
        </w:tc>
        <w:tc>
          <w:tcPr>
            <w:tcW w:w="966" w:type="dxa"/>
          </w:tcPr>
          <w:p w14:paraId="62C319F5" w14:textId="77777777" w:rsidR="008F390E" w:rsidRPr="006F1682" w:rsidRDefault="008F390E" w:rsidP="00F37728">
            <w:pPr>
              <w:jc w:val="center"/>
            </w:pPr>
            <w:r w:rsidRPr="006F1682">
              <w:t>R</w:t>
            </w:r>
          </w:p>
        </w:tc>
        <w:tc>
          <w:tcPr>
            <w:tcW w:w="7557" w:type="dxa"/>
          </w:tcPr>
          <w:p w14:paraId="71C7B055" w14:textId="77777777" w:rsidR="008F390E" w:rsidRPr="006F1682" w:rsidRDefault="008F390E" w:rsidP="00F37728">
            <w:r w:rsidRPr="006F1682">
              <w:t>Executes UnconfirmedEventNotifications</w:t>
            </w:r>
          </w:p>
        </w:tc>
      </w:tr>
      <w:tr w:rsidR="008F390E" w:rsidRPr="00F95990" w14:paraId="00505549" w14:textId="77777777" w:rsidTr="005B72AB">
        <w:tc>
          <w:tcPr>
            <w:tcW w:w="477" w:type="dxa"/>
          </w:tcPr>
          <w:p w14:paraId="53B0244F" w14:textId="77777777" w:rsidR="008F390E" w:rsidRPr="006F1682" w:rsidRDefault="008F390E" w:rsidP="005B72AB">
            <w:pPr>
              <w:jc w:val="center"/>
            </w:pPr>
          </w:p>
        </w:tc>
        <w:tc>
          <w:tcPr>
            <w:tcW w:w="966" w:type="dxa"/>
          </w:tcPr>
          <w:p w14:paraId="276DD4F3" w14:textId="77777777" w:rsidR="008F390E" w:rsidRPr="006F1682" w:rsidRDefault="008F390E" w:rsidP="00F37728">
            <w:pPr>
              <w:jc w:val="center"/>
            </w:pPr>
            <w:r w:rsidRPr="006F1682">
              <w:t>R</w:t>
            </w:r>
          </w:p>
        </w:tc>
        <w:tc>
          <w:tcPr>
            <w:tcW w:w="7557" w:type="dxa"/>
          </w:tcPr>
          <w:p w14:paraId="3B8F377C" w14:textId="77777777" w:rsidR="008F390E" w:rsidRPr="006F1682" w:rsidRDefault="008F390E" w:rsidP="00F37728">
            <w:r w:rsidRPr="006F1682">
              <w:t>Processes intrinsically generated notifications</w:t>
            </w:r>
          </w:p>
        </w:tc>
      </w:tr>
      <w:tr w:rsidR="008F390E" w:rsidRPr="00F95990" w14:paraId="15D5A2CC" w14:textId="77777777" w:rsidTr="005B72AB">
        <w:tc>
          <w:tcPr>
            <w:tcW w:w="477" w:type="dxa"/>
          </w:tcPr>
          <w:p w14:paraId="24E47EB4" w14:textId="77777777" w:rsidR="008F390E" w:rsidRPr="006F1682" w:rsidRDefault="008F390E" w:rsidP="005B72AB">
            <w:pPr>
              <w:jc w:val="center"/>
            </w:pPr>
          </w:p>
        </w:tc>
        <w:tc>
          <w:tcPr>
            <w:tcW w:w="966" w:type="dxa"/>
          </w:tcPr>
          <w:p w14:paraId="6CDD872C" w14:textId="77777777" w:rsidR="008F390E" w:rsidRPr="006F1682" w:rsidRDefault="008F390E" w:rsidP="00F37728">
            <w:pPr>
              <w:jc w:val="center"/>
            </w:pPr>
            <w:r w:rsidRPr="006F1682">
              <w:t>R</w:t>
            </w:r>
          </w:p>
        </w:tc>
        <w:tc>
          <w:tcPr>
            <w:tcW w:w="7557" w:type="dxa"/>
          </w:tcPr>
          <w:p w14:paraId="09978BAA" w14:textId="77777777" w:rsidR="008F390E" w:rsidRPr="006F1682" w:rsidRDefault="008F390E" w:rsidP="00F37728">
            <w:r w:rsidRPr="006F1682">
              <w:t>Processes algorithmically generated notifications</w:t>
            </w:r>
          </w:p>
        </w:tc>
      </w:tr>
      <w:tr w:rsidR="008F390E" w:rsidRPr="00F95990" w14:paraId="6E680F30" w14:textId="77777777" w:rsidTr="005B72AB">
        <w:tc>
          <w:tcPr>
            <w:tcW w:w="477" w:type="dxa"/>
          </w:tcPr>
          <w:p w14:paraId="3FD31BC4" w14:textId="77777777" w:rsidR="008F390E" w:rsidRPr="006F1682" w:rsidRDefault="008F390E" w:rsidP="005B72AB">
            <w:pPr>
              <w:jc w:val="center"/>
            </w:pPr>
          </w:p>
        </w:tc>
        <w:tc>
          <w:tcPr>
            <w:tcW w:w="966" w:type="dxa"/>
          </w:tcPr>
          <w:p w14:paraId="20DCF5C3" w14:textId="77777777" w:rsidR="008F390E" w:rsidRPr="006F1682" w:rsidRDefault="008F390E" w:rsidP="00F37728">
            <w:pPr>
              <w:jc w:val="center"/>
            </w:pPr>
            <w:r w:rsidRPr="006F1682">
              <w:t>R</w:t>
            </w:r>
          </w:p>
        </w:tc>
        <w:tc>
          <w:tcPr>
            <w:tcW w:w="7557" w:type="dxa"/>
          </w:tcPr>
          <w:p w14:paraId="57CCFF39" w14:textId="77777777" w:rsidR="008F390E" w:rsidRPr="006F1682" w:rsidRDefault="008F390E" w:rsidP="00F37728">
            <w:r w:rsidRPr="006F1682">
              <w:t>Processes event notifications with timestamps of the BACnetDateTime form</w:t>
            </w:r>
          </w:p>
        </w:tc>
      </w:tr>
      <w:tr w:rsidR="008F390E" w:rsidRPr="00F95990" w14:paraId="19E19BA3" w14:textId="77777777" w:rsidTr="005B72AB">
        <w:tc>
          <w:tcPr>
            <w:tcW w:w="477" w:type="dxa"/>
          </w:tcPr>
          <w:p w14:paraId="291B8A57" w14:textId="77777777" w:rsidR="008F390E" w:rsidRPr="006F1682" w:rsidRDefault="008F390E" w:rsidP="005B72AB">
            <w:pPr>
              <w:jc w:val="center"/>
            </w:pPr>
          </w:p>
        </w:tc>
        <w:tc>
          <w:tcPr>
            <w:tcW w:w="966" w:type="dxa"/>
          </w:tcPr>
          <w:p w14:paraId="209706A5" w14:textId="77777777" w:rsidR="008F390E" w:rsidRPr="006F1682" w:rsidRDefault="008F390E" w:rsidP="00F37728">
            <w:pPr>
              <w:jc w:val="center"/>
            </w:pPr>
            <w:r w:rsidRPr="006F1682">
              <w:t>R</w:t>
            </w:r>
          </w:p>
        </w:tc>
        <w:tc>
          <w:tcPr>
            <w:tcW w:w="7557" w:type="dxa"/>
          </w:tcPr>
          <w:p w14:paraId="5CE6B604" w14:textId="77777777" w:rsidR="008F390E" w:rsidRPr="006F1682" w:rsidRDefault="008F390E" w:rsidP="00F37728">
            <w:r w:rsidRPr="006F1682">
              <w:t>Processes event notifications with timestamps of the Time form</w:t>
            </w:r>
          </w:p>
        </w:tc>
      </w:tr>
      <w:tr w:rsidR="008F390E" w:rsidRPr="00F95990" w14:paraId="6C8812B8" w14:textId="77777777" w:rsidTr="005B72AB">
        <w:tc>
          <w:tcPr>
            <w:tcW w:w="477" w:type="dxa"/>
          </w:tcPr>
          <w:p w14:paraId="7F1C6A11" w14:textId="77777777" w:rsidR="008F390E" w:rsidRPr="006F1682" w:rsidRDefault="008F390E" w:rsidP="005B72AB">
            <w:pPr>
              <w:jc w:val="center"/>
            </w:pPr>
          </w:p>
        </w:tc>
        <w:tc>
          <w:tcPr>
            <w:tcW w:w="966" w:type="dxa"/>
          </w:tcPr>
          <w:p w14:paraId="001E14AD" w14:textId="77777777" w:rsidR="008F390E" w:rsidRPr="006F1682" w:rsidRDefault="008F390E" w:rsidP="00F37728">
            <w:pPr>
              <w:jc w:val="center"/>
            </w:pPr>
            <w:r w:rsidRPr="006F1682">
              <w:t>R</w:t>
            </w:r>
          </w:p>
        </w:tc>
        <w:tc>
          <w:tcPr>
            <w:tcW w:w="7557" w:type="dxa"/>
          </w:tcPr>
          <w:p w14:paraId="1D0BE620" w14:textId="77777777" w:rsidR="008F390E" w:rsidRPr="006F1682" w:rsidRDefault="008F390E" w:rsidP="00F37728">
            <w:r w:rsidRPr="006F1682">
              <w:t>Processes event notifications with timestamps of the Sequence Number form</w:t>
            </w:r>
          </w:p>
        </w:tc>
      </w:tr>
      <w:tr w:rsidR="008F390E" w:rsidRPr="00F95990" w14:paraId="718E206B" w14:textId="77777777" w:rsidTr="005B72AB">
        <w:trPr>
          <w:trHeight w:val="161"/>
        </w:trPr>
        <w:tc>
          <w:tcPr>
            <w:tcW w:w="477" w:type="dxa"/>
          </w:tcPr>
          <w:p w14:paraId="3B4314CE" w14:textId="77777777" w:rsidR="008F390E" w:rsidRPr="006F1682" w:rsidRDefault="008F390E" w:rsidP="005B72AB">
            <w:pPr>
              <w:jc w:val="center"/>
            </w:pPr>
          </w:p>
        </w:tc>
        <w:tc>
          <w:tcPr>
            <w:tcW w:w="966" w:type="dxa"/>
          </w:tcPr>
          <w:p w14:paraId="1781F556" w14:textId="77777777" w:rsidR="008F390E" w:rsidRPr="006F1682" w:rsidRDefault="008F390E" w:rsidP="00F37728">
            <w:pPr>
              <w:jc w:val="center"/>
            </w:pPr>
            <w:r w:rsidRPr="006F1682">
              <w:t>R</w:t>
            </w:r>
          </w:p>
        </w:tc>
        <w:tc>
          <w:tcPr>
            <w:tcW w:w="7557" w:type="dxa"/>
          </w:tcPr>
          <w:p w14:paraId="6FAD9731" w14:textId="77777777" w:rsidR="008F390E" w:rsidRPr="006F1682" w:rsidRDefault="008F390E" w:rsidP="00F37728">
            <w:r w:rsidRPr="006F1682">
              <w:t>Supports AE</w:t>
            </w:r>
            <w:r>
              <w:t>-</w:t>
            </w:r>
            <w:r w:rsidRPr="006F1682">
              <w:t>ACK</w:t>
            </w:r>
            <w:r>
              <w:t>-</w:t>
            </w:r>
            <w:r w:rsidRPr="006F1682">
              <w:t>A</w:t>
            </w:r>
          </w:p>
        </w:tc>
      </w:tr>
      <w:tr w:rsidR="00C06382" w:rsidRPr="00F95990" w14:paraId="0A564FF9" w14:textId="77777777" w:rsidTr="005B72AB">
        <w:tc>
          <w:tcPr>
            <w:tcW w:w="477" w:type="dxa"/>
          </w:tcPr>
          <w:p w14:paraId="747E9F2E" w14:textId="77777777" w:rsidR="00C06382" w:rsidRPr="006F1682" w:rsidRDefault="00C06382" w:rsidP="005B72AB">
            <w:pPr>
              <w:jc w:val="center"/>
            </w:pPr>
          </w:p>
        </w:tc>
        <w:tc>
          <w:tcPr>
            <w:tcW w:w="966" w:type="dxa"/>
          </w:tcPr>
          <w:p w14:paraId="38ADA0B9" w14:textId="77777777" w:rsidR="00C06382" w:rsidRPr="006F1682" w:rsidRDefault="00C06382" w:rsidP="00F37728">
            <w:pPr>
              <w:jc w:val="center"/>
            </w:pPr>
            <w:r>
              <w:t>R</w:t>
            </w:r>
          </w:p>
        </w:tc>
        <w:tc>
          <w:tcPr>
            <w:tcW w:w="7557" w:type="dxa"/>
          </w:tcPr>
          <w:p w14:paraId="77FB9A2B" w14:textId="77777777" w:rsidR="00C06382" w:rsidRPr="006F1682" w:rsidRDefault="00C06382" w:rsidP="00F37728">
            <w:r>
              <w:t>Supports AE-AS-A</w:t>
            </w:r>
          </w:p>
        </w:tc>
      </w:tr>
      <w:tr w:rsidR="00B2207F" w:rsidRPr="0089157C" w14:paraId="2DEAD742"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2C46A9BF" w14:textId="0A984D08" w:rsidR="00B2207F" w:rsidRPr="00582D01" w:rsidRDefault="00E36EC1" w:rsidP="00B2207F">
            <w:pPr>
              <w:ind w:left="720"/>
            </w:pPr>
            <w:r>
              <w:rPr>
                <w:vertAlign w:val="superscript"/>
              </w:rPr>
              <w:t xml:space="preserve">1 </w:t>
            </w:r>
            <w:r>
              <w:t>At least one of these options must be supported</w:t>
            </w:r>
          </w:p>
        </w:tc>
      </w:tr>
      <w:tr w:rsidR="00B2207F" w:rsidRPr="00605C65" w14:paraId="28FF6295"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2550D4C5"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LifeSafety </w:t>
            </w:r>
            <w:r w:rsidR="00012C95">
              <w:rPr>
                <w:b/>
                <w:bCs/>
              </w:rPr>
              <w:t>-</w:t>
            </w:r>
            <w:r>
              <w:rPr>
                <w:b/>
                <w:bCs/>
              </w:rPr>
              <w:t xml:space="preserve"> B</w:t>
            </w:r>
          </w:p>
        </w:tc>
      </w:tr>
      <w:tr w:rsidR="008F390E" w:rsidRPr="00F95990" w14:paraId="71EA0D8B" w14:textId="77777777" w:rsidTr="005B72AB">
        <w:tc>
          <w:tcPr>
            <w:tcW w:w="477" w:type="dxa"/>
          </w:tcPr>
          <w:p w14:paraId="6875BFE0" w14:textId="77777777" w:rsidR="008F390E" w:rsidRDefault="008F390E" w:rsidP="005B72AB">
            <w:pPr>
              <w:jc w:val="center"/>
            </w:pPr>
          </w:p>
        </w:tc>
        <w:tc>
          <w:tcPr>
            <w:tcW w:w="966" w:type="dxa"/>
          </w:tcPr>
          <w:p w14:paraId="084ED4BD" w14:textId="77777777" w:rsidR="008F390E" w:rsidRPr="00E50E20" w:rsidRDefault="008F390E" w:rsidP="00F37728">
            <w:pPr>
              <w:jc w:val="center"/>
            </w:pPr>
            <w:r w:rsidRPr="00E50E20">
              <w:t>R</w:t>
            </w:r>
          </w:p>
        </w:tc>
        <w:tc>
          <w:tcPr>
            <w:tcW w:w="7557" w:type="dxa"/>
          </w:tcPr>
          <w:p w14:paraId="5343FA66" w14:textId="77777777" w:rsidR="008F390E" w:rsidRPr="00E50E20" w:rsidRDefault="008F390E" w:rsidP="00F37728">
            <w:r w:rsidRPr="00E50E20">
              <w:t>Base Requirements</w:t>
            </w:r>
          </w:p>
        </w:tc>
      </w:tr>
      <w:tr w:rsidR="008F390E" w:rsidRPr="00F95990" w14:paraId="3BF892F2" w14:textId="77777777" w:rsidTr="005B72AB">
        <w:tc>
          <w:tcPr>
            <w:tcW w:w="477" w:type="dxa"/>
          </w:tcPr>
          <w:p w14:paraId="3B167C51" w14:textId="77777777" w:rsidR="008F390E" w:rsidRDefault="008F390E" w:rsidP="005B72AB">
            <w:pPr>
              <w:jc w:val="center"/>
            </w:pPr>
          </w:p>
        </w:tc>
        <w:tc>
          <w:tcPr>
            <w:tcW w:w="966" w:type="dxa"/>
          </w:tcPr>
          <w:p w14:paraId="68ABFBC7" w14:textId="77777777" w:rsidR="008F390E" w:rsidRPr="00E50E20" w:rsidRDefault="008F390E" w:rsidP="00F37728">
            <w:pPr>
              <w:jc w:val="center"/>
            </w:pPr>
            <w:r w:rsidRPr="00E50E20">
              <w:t>R</w:t>
            </w:r>
          </w:p>
        </w:tc>
        <w:tc>
          <w:tcPr>
            <w:tcW w:w="7557" w:type="dxa"/>
          </w:tcPr>
          <w:p w14:paraId="28E6DEA8" w14:textId="77777777" w:rsidR="008F390E" w:rsidRPr="00E50E20" w:rsidRDefault="008F390E" w:rsidP="00F37728">
            <w:r w:rsidRPr="00E50E20">
              <w:t>Supports the Notification Class Object</w:t>
            </w:r>
          </w:p>
        </w:tc>
      </w:tr>
      <w:tr w:rsidR="008F390E" w:rsidRPr="00F95990" w14:paraId="21E41416" w14:textId="77777777" w:rsidTr="005B72AB">
        <w:tc>
          <w:tcPr>
            <w:tcW w:w="477" w:type="dxa"/>
          </w:tcPr>
          <w:p w14:paraId="4A2A256E" w14:textId="77777777" w:rsidR="008F390E" w:rsidRDefault="008F390E" w:rsidP="005B72AB">
            <w:pPr>
              <w:jc w:val="center"/>
            </w:pPr>
          </w:p>
        </w:tc>
        <w:tc>
          <w:tcPr>
            <w:tcW w:w="966" w:type="dxa"/>
          </w:tcPr>
          <w:p w14:paraId="4DEACCCB" w14:textId="77777777" w:rsidR="008F390E" w:rsidRPr="00E50E20" w:rsidRDefault="008F390E" w:rsidP="00F37728">
            <w:pPr>
              <w:jc w:val="center"/>
            </w:pPr>
            <w:r>
              <w:t>R</w:t>
            </w:r>
          </w:p>
        </w:tc>
        <w:tc>
          <w:tcPr>
            <w:tcW w:w="7557" w:type="dxa"/>
          </w:tcPr>
          <w:p w14:paraId="43BF6DCC" w14:textId="77777777" w:rsidR="008F390E" w:rsidRPr="00E50E20" w:rsidRDefault="008F390E" w:rsidP="00F37728">
            <w:pPr>
              <w:pStyle w:val="CommentText"/>
              <w:rPr>
                <w:szCs w:val="24"/>
              </w:rPr>
            </w:pPr>
            <w:r w:rsidRPr="00E50E20">
              <w:rPr>
                <w:szCs w:val="24"/>
              </w:rPr>
              <w:t>Supports AE</w:t>
            </w:r>
            <w:r>
              <w:rPr>
                <w:szCs w:val="24"/>
              </w:rPr>
              <w:t>-</w:t>
            </w:r>
            <w:r w:rsidRPr="00E50E20">
              <w:rPr>
                <w:szCs w:val="24"/>
              </w:rPr>
              <w:t>INFO</w:t>
            </w:r>
            <w:r>
              <w:rPr>
                <w:szCs w:val="24"/>
              </w:rPr>
              <w:t>-</w:t>
            </w:r>
            <w:r w:rsidRPr="00E50E20">
              <w:rPr>
                <w:szCs w:val="24"/>
              </w:rPr>
              <w:t>B</w:t>
            </w:r>
          </w:p>
        </w:tc>
      </w:tr>
      <w:tr w:rsidR="008F390E" w:rsidRPr="00F95990" w14:paraId="24440EA0" w14:textId="77777777" w:rsidTr="005B72AB">
        <w:tc>
          <w:tcPr>
            <w:tcW w:w="477" w:type="dxa"/>
          </w:tcPr>
          <w:p w14:paraId="45E355D3" w14:textId="77777777" w:rsidR="008F390E" w:rsidRPr="00E50E20" w:rsidRDefault="008F390E" w:rsidP="005B72AB">
            <w:pPr>
              <w:jc w:val="center"/>
            </w:pPr>
          </w:p>
        </w:tc>
        <w:tc>
          <w:tcPr>
            <w:tcW w:w="966" w:type="dxa"/>
          </w:tcPr>
          <w:p w14:paraId="3D606495" w14:textId="77777777" w:rsidR="008F390E" w:rsidRPr="00E50E20" w:rsidRDefault="008F390E" w:rsidP="00F37728">
            <w:pPr>
              <w:jc w:val="center"/>
            </w:pPr>
            <w:r>
              <w:t>C</w:t>
            </w:r>
            <w:r w:rsidRPr="00EA649B">
              <w:rPr>
                <w:vertAlign w:val="superscript"/>
              </w:rPr>
              <w:t>1</w:t>
            </w:r>
          </w:p>
        </w:tc>
        <w:tc>
          <w:tcPr>
            <w:tcW w:w="7557" w:type="dxa"/>
          </w:tcPr>
          <w:p w14:paraId="35FF754E" w14:textId="77777777" w:rsidR="008F390E" w:rsidRPr="00E50E20" w:rsidRDefault="008F390E" w:rsidP="00F37728">
            <w:r w:rsidRPr="00E50E20">
              <w:t>Implements intrinsic alarming</w:t>
            </w:r>
          </w:p>
        </w:tc>
      </w:tr>
      <w:tr w:rsidR="008F390E" w:rsidRPr="00F95990" w14:paraId="01673C6A" w14:textId="77777777" w:rsidTr="005B72AB">
        <w:tc>
          <w:tcPr>
            <w:tcW w:w="477" w:type="dxa"/>
          </w:tcPr>
          <w:p w14:paraId="61F1C912" w14:textId="77777777" w:rsidR="008F390E" w:rsidRPr="00E50E20" w:rsidRDefault="008F390E" w:rsidP="005B72AB">
            <w:pPr>
              <w:jc w:val="center"/>
            </w:pPr>
          </w:p>
        </w:tc>
        <w:tc>
          <w:tcPr>
            <w:tcW w:w="966" w:type="dxa"/>
          </w:tcPr>
          <w:p w14:paraId="13BB932E" w14:textId="77777777" w:rsidR="008F390E" w:rsidRPr="00E50E20" w:rsidRDefault="008F390E" w:rsidP="00F37728">
            <w:pPr>
              <w:jc w:val="center"/>
            </w:pPr>
            <w:r>
              <w:t>C</w:t>
            </w:r>
            <w:r w:rsidRPr="00EA649B">
              <w:rPr>
                <w:vertAlign w:val="superscript"/>
              </w:rPr>
              <w:t>1</w:t>
            </w:r>
          </w:p>
        </w:tc>
        <w:tc>
          <w:tcPr>
            <w:tcW w:w="7557" w:type="dxa"/>
          </w:tcPr>
          <w:p w14:paraId="1E0A04CF" w14:textId="2DA479BA" w:rsidR="008F390E" w:rsidRPr="00E50E20" w:rsidRDefault="008F390E" w:rsidP="00F37728">
            <w:r w:rsidRPr="00E50E20">
              <w:t>Supports the Event Enrollment object</w:t>
            </w:r>
            <w:r w:rsidR="00AE1F50">
              <w:t xml:space="preserve"> using the CHANGE_OF_LIFE_SAFETY algorithm</w:t>
            </w:r>
          </w:p>
        </w:tc>
      </w:tr>
      <w:tr w:rsidR="008F390E" w:rsidRPr="00F95990" w14:paraId="2AE3D945" w14:textId="77777777" w:rsidTr="005B72AB">
        <w:tc>
          <w:tcPr>
            <w:tcW w:w="477" w:type="dxa"/>
          </w:tcPr>
          <w:p w14:paraId="61CA5C92" w14:textId="77777777" w:rsidR="008F390E" w:rsidRPr="00E50E20" w:rsidRDefault="008F390E" w:rsidP="005B72AB">
            <w:pPr>
              <w:jc w:val="center"/>
            </w:pPr>
          </w:p>
        </w:tc>
        <w:tc>
          <w:tcPr>
            <w:tcW w:w="966" w:type="dxa"/>
          </w:tcPr>
          <w:p w14:paraId="2B4E2502" w14:textId="77777777" w:rsidR="008F390E" w:rsidRPr="00E50E20" w:rsidRDefault="008F390E" w:rsidP="00F37728">
            <w:pPr>
              <w:jc w:val="center"/>
            </w:pPr>
            <w:r>
              <w:t>C</w:t>
            </w:r>
            <w:r w:rsidRPr="00EA649B">
              <w:rPr>
                <w:vertAlign w:val="superscript"/>
              </w:rPr>
              <w:t>2</w:t>
            </w:r>
          </w:p>
        </w:tc>
        <w:tc>
          <w:tcPr>
            <w:tcW w:w="7557" w:type="dxa"/>
          </w:tcPr>
          <w:p w14:paraId="6FEE7AA4" w14:textId="77777777" w:rsidR="008F390E" w:rsidRPr="00E50E20" w:rsidRDefault="008F390E" w:rsidP="00F37728">
            <w:r w:rsidRPr="00E50E20">
              <w:t>Supports AE</w:t>
            </w:r>
            <w:r>
              <w:t>-</w:t>
            </w:r>
            <w:r w:rsidRPr="00E50E20">
              <w:t>ACK</w:t>
            </w:r>
            <w:r>
              <w:t>-</w:t>
            </w:r>
            <w:r w:rsidRPr="00E50E20">
              <w:t>B</w:t>
            </w:r>
          </w:p>
        </w:tc>
      </w:tr>
      <w:tr w:rsidR="008F390E" w:rsidRPr="00F95990" w14:paraId="5FE9F75C" w14:textId="77777777" w:rsidTr="005B72AB">
        <w:tc>
          <w:tcPr>
            <w:tcW w:w="477" w:type="dxa"/>
          </w:tcPr>
          <w:p w14:paraId="0212F0EE" w14:textId="77777777" w:rsidR="008F390E" w:rsidRPr="00E50E20" w:rsidRDefault="008F390E" w:rsidP="005B72AB">
            <w:pPr>
              <w:jc w:val="center"/>
            </w:pPr>
          </w:p>
        </w:tc>
        <w:tc>
          <w:tcPr>
            <w:tcW w:w="966" w:type="dxa"/>
          </w:tcPr>
          <w:p w14:paraId="2BB18B2A" w14:textId="77777777" w:rsidR="008F390E" w:rsidRPr="00F95990" w:rsidRDefault="008F390E" w:rsidP="00F37728">
            <w:pPr>
              <w:jc w:val="center"/>
            </w:pPr>
            <w:r w:rsidRPr="00F95990">
              <w:t>C</w:t>
            </w:r>
            <w:r>
              <w:rPr>
                <w:vertAlign w:val="superscript"/>
              </w:rPr>
              <w:t>3</w:t>
            </w:r>
          </w:p>
        </w:tc>
        <w:tc>
          <w:tcPr>
            <w:tcW w:w="7557" w:type="dxa"/>
          </w:tcPr>
          <w:p w14:paraId="5534A6A5" w14:textId="77777777" w:rsidR="008F390E" w:rsidRPr="00F95990" w:rsidRDefault="008F390E" w:rsidP="00F37728">
            <w:r w:rsidRPr="00F95990">
              <w:t>Generates event notifications with timestamps of the BACnetDateTime form</w:t>
            </w:r>
          </w:p>
        </w:tc>
      </w:tr>
      <w:tr w:rsidR="008F390E" w:rsidRPr="00F95990" w14:paraId="5A0F6540" w14:textId="77777777" w:rsidTr="005B72AB">
        <w:tc>
          <w:tcPr>
            <w:tcW w:w="477" w:type="dxa"/>
          </w:tcPr>
          <w:p w14:paraId="2DC36215" w14:textId="77777777" w:rsidR="008F390E" w:rsidRPr="00E50E20" w:rsidRDefault="008F390E" w:rsidP="005B72AB">
            <w:pPr>
              <w:jc w:val="center"/>
            </w:pPr>
          </w:p>
        </w:tc>
        <w:tc>
          <w:tcPr>
            <w:tcW w:w="966" w:type="dxa"/>
          </w:tcPr>
          <w:p w14:paraId="3B969B6B" w14:textId="77777777" w:rsidR="008F390E" w:rsidRPr="00F95990" w:rsidRDefault="008F390E" w:rsidP="00F37728">
            <w:pPr>
              <w:jc w:val="center"/>
            </w:pPr>
            <w:r w:rsidRPr="00F95990">
              <w:t>C</w:t>
            </w:r>
            <w:r>
              <w:rPr>
                <w:vertAlign w:val="superscript"/>
              </w:rPr>
              <w:t>3</w:t>
            </w:r>
          </w:p>
        </w:tc>
        <w:tc>
          <w:tcPr>
            <w:tcW w:w="7557" w:type="dxa"/>
          </w:tcPr>
          <w:p w14:paraId="1BD51EE8" w14:textId="77777777" w:rsidR="008F390E" w:rsidRPr="00F95990" w:rsidRDefault="008F390E" w:rsidP="00F37728">
            <w:r w:rsidRPr="00F95990">
              <w:t>Generates event notifications with timestamps of the Time form</w:t>
            </w:r>
          </w:p>
        </w:tc>
      </w:tr>
      <w:tr w:rsidR="008F390E" w:rsidRPr="00F95990" w14:paraId="35AD08FB" w14:textId="77777777" w:rsidTr="005B72AB">
        <w:tc>
          <w:tcPr>
            <w:tcW w:w="477" w:type="dxa"/>
          </w:tcPr>
          <w:p w14:paraId="1BAC2038" w14:textId="77777777" w:rsidR="008F390E" w:rsidRPr="00E50E20" w:rsidRDefault="008F390E" w:rsidP="005B72AB">
            <w:pPr>
              <w:jc w:val="center"/>
            </w:pPr>
          </w:p>
        </w:tc>
        <w:tc>
          <w:tcPr>
            <w:tcW w:w="966" w:type="dxa"/>
          </w:tcPr>
          <w:p w14:paraId="355CC143" w14:textId="77777777" w:rsidR="008F390E" w:rsidRPr="00F95990" w:rsidRDefault="008F390E" w:rsidP="00F37728">
            <w:pPr>
              <w:jc w:val="center"/>
            </w:pPr>
            <w:r w:rsidRPr="00F95990">
              <w:t>C</w:t>
            </w:r>
            <w:r>
              <w:rPr>
                <w:vertAlign w:val="superscript"/>
              </w:rPr>
              <w:t>3</w:t>
            </w:r>
          </w:p>
        </w:tc>
        <w:tc>
          <w:tcPr>
            <w:tcW w:w="7557" w:type="dxa"/>
          </w:tcPr>
          <w:p w14:paraId="426EF4AB" w14:textId="77777777" w:rsidR="008F390E" w:rsidRPr="00F95990" w:rsidRDefault="008F390E" w:rsidP="00F37728">
            <w:r w:rsidRPr="00F95990">
              <w:t>Generates event notifications with timestamps of the Sequence Number form</w:t>
            </w:r>
          </w:p>
        </w:tc>
      </w:tr>
      <w:tr w:rsidR="008F390E" w:rsidRPr="00F95990" w14:paraId="238C2F38" w14:textId="77777777" w:rsidTr="005B72AB">
        <w:tc>
          <w:tcPr>
            <w:tcW w:w="477" w:type="dxa"/>
          </w:tcPr>
          <w:p w14:paraId="4A3E5C40" w14:textId="77777777" w:rsidR="008F390E" w:rsidRPr="00E50E20" w:rsidRDefault="008F390E" w:rsidP="005B72AB">
            <w:pPr>
              <w:jc w:val="center"/>
            </w:pPr>
          </w:p>
        </w:tc>
        <w:tc>
          <w:tcPr>
            <w:tcW w:w="966" w:type="dxa"/>
          </w:tcPr>
          <w:p w14:paraId="5565DFA3" w14:textId="77777777" w:rsidR="008F390E" w:rsidRPr="00F95990" w:rsidRDefault="008F390E" w:rsidP="00F37728">
            <w:pPr>
              <w:jc w:val="center"/>
            </w:pPr>
            <w:r>
              <w:t>O</w:t>
            </w:r>
          </w:p>
        </w:tc>
        <w:tc>
          <w:tcPr>
            <w:tcW w:w="7557" w:type="dxa"/>
          </w:tcPr>
          <w:p w14:paraId="404148A1" w14:textId="77777777" w:rsidR="008F390E" w:rsidRPr="00222710" w:rsidRDefault="00777A6B" w:rsidP="0028727B">
            <w:pPr>
              <w:rPr>
                <w:lang w:val="en-CA"/>
              </w:rPr>
            </w:pPr>
            <w:r>
              <w:t>Supports m</w:t>
            </w:r>
            <w:r w:rsidR="008F390E" w:rsidRPr="00222710">
              <w:t xml:space="preserve">ode </w:t>
            </w:r>
            <w:r>
              <w:t>t</w:t>
            </w:r>
            <w:r w:rsidR="008F390E" w:rsidRPr="00222710">
              <w:t xml:space="preserve">ransition when Event State is </w:t>
            </w:r>
            <w:r w:rsidR="0028727B">
              <w:t>m</w:t>
            </w:r>
            <w:r w:rsidR="0028727B" w:rsidRPr="00222710">
              <w:t>aintained</w:t>
            </w:r>
            <w:r w:rsidR="0028727B" w:rsidRPr="00222710">
              <w:rPr>
                <w:lang w:val="en-CA"/>
              </w:rPr>
              <w:t xml:space="preserve"> </w:t>
            </w:r>
          </w:p>
        </w:tc>
      </w:tr>
      <w:tr w:rsidR="008F390E" w:rsidRPr="00F95990" w14:paraId="501CD4BE" w14:textId="77777777" w:rsidTr="005B72AB">
        <w:tc>
          <w:tcPr>
            <w:tcW w:w="477" w:type="dxa"/>
          </w:tcPr>
          <w:p w14:paraId="53FC2BF1" w14:textId="77777777" w:rsidR="008F390E" w:rsidRPr="00E50E20" w:rsidRDefault="008F390E" w:rsidP="005B72AB">
            <w:pPr>
              <w:jc w:val="center"/>
            </w:pPr>
          </w:p>
        </w:tc>
        <w:tc>
          <w:tcPr>
            <w:tcW w:w="966" w:type="dxa"/>
          </w:tcPr>
          <w:p w14:paraId="0C2EAA06" w14:textId="77777777" w:rsidR="008F390E" w:rsidRPr="00DE34D8" w:rsidRDefault="008F390E" w:rsidP="00F37728">
            <w:pPr>
              <w:jc w:val="center"/>
              <w:rPr>
                <w:lang w:val="en-CA"/>
              </w:rPr>
            </w:pPr>
            <w:r w:rsidRPr="00DE34D8">
              <w:rPr>
                <w:lang w:val="en-CA"/>
              </w:rPr>
              <w:t>O</w:t>
            </w:r>
          </w:p>
        </w:tc>
        <w:tc>
          <w:tcPr>
            <w:tcW w:w="7557" w:type="dxa"/>
          </w:tcPr>
          <w:p w14:paraId="753D6A1D" w14:textId="77777777" w:rsidR="008F390E" w:rsidRPr="00DE34D8" w:rsidRDefault="008F390E" w:rsidP="00F37728">
            <w:pPr>
              <w:rPr>
                <w:lang w:val="en-CA"/>
              </w:rPr>
            </w:pPr>
            <w:r w:rsidRPr="00DE34D8">
              <w:rPr>
                <w:lang w:val="en-CA"/>
              </w:rPr>
              <w:t>Supports Event_Message_Texts property</w:t>
            </w:r>
          </w:p>
        </w:tc>
      </w:tr>
      <w:tr w:rsidR="008F390E" w:rsidRPr="00F95990" w14:paraId="0313B081" w14:textId="77777777" w:rsidTr="005B72AB">
        <w:tc>
          <w:tcPr>
            <w:tcW w:w="477" w:type="dxa"/>
          </w:tcPr>
          <w:p w14:paraId="7D1A60C0" w14:textId="77777777" w:rsidR="008F390E" w:rsidRPr="00E50E20" w:rsidRDefault="008F390E" w:rsidP="005B72AB">
            <w:pPr>
              <w:jc w:val="center"/>
            </w:pPr>
          </w:p>
        </w:tc>
        <w:tc>
          <w:tcPr>
            <w:tcW w:w="966" w:type="dxa"/>
          </w:tcPr>
          <w:p w14:paraId="77FE9CE2" w14:textId="77777777" w:rsidR="008F390E" w:rsidRPr="00DE34D8" w:rsidRDefault="008F390E" w:rsidP="00F37728">
            <w:pPr>
              <w:jc w:val="center"/>
              <w:rPr>
                <w:lang w:val="en-CA"/>
              </w:rPr>
            </w:pPr>
            <w:r w:rsidRPr="00DE34D8">
              <w:rPr>
                <w:lang w:val="en-CA"/>
              </w:rPr>
              <w:t>O</w:t>
            </w:r>
          </w:p>
        </w:tc>
        <w:tc>
          <w:tcPr>
            <w:tcW w:w="7557" w:type="dxa"/>
          </w:tcPr>
          <w:p w14:paraId="7DD5831B" w14:textId="77777777" w:rsidR="008F390E" w:rsidRPr="00DE34D8" w:rsidRDefault="008F390E" w:rsidP="00F37728">
            <w:pPr>
              <w:rPr>
                <w:lang w:val="en-CA"/>
              </w:rPr>
            </w:pPr>
            <w:r w:rsidRPr="00DE34D8">
              <w:rPr>
                <w:lang w:val="en-CA"/>
              </w:rPr>
              <w:t>Supports Event_Message_Texts</w:t>
            </w:r>
            <w:r>
              <w:rPr>
                <w:lang w:val="en-CA"/>
              </w:rPr>
              <w:t>_Config</w:t>
            </w:r>
            <w:r w:rsidRPr="00DE34D8">
              <w:rPr>
                <w:lang w:val="en-CA"/>
              </w:rPr>
              <w:t xml:space="preserve"> p</w:t>
            </w:r>
            <w:r>
              <w:rPr>
                <w:lang w:val="en-CA"/>
              </w:rPr>
              <w:t>roperty</w:t>
            </w:r>
          </w:p>
        </w:tc>
      </w:tr>
      <w:tr w:rsidR="005F3D92" w:rsidRPr="00F95990" w14:paraId="1CEE9D48" w14:textId="77777777" w:rsidTr="005B72AB">
        <w:tc>
          <w:tcPr>
            <w:tcW w:w="477" w:type="dxa"/>
          </w:tcPr>
          <w:p w14:paraId="5B25858F" w14:textId="77777777" w:rsidR="005F3D92" w:rsidRPr="00E50E20" w:rsidRDefault="005F3D92" w:rsidP="005B72AB">
            <w:pPr>
              <w:jc w:val="center"/>
            </w:pPr>
          </w:p>
        </w:tc>
        <w:tc>
          <w:tcPr>
            <w:tcW w:w="966" w:type="dxa"/>
          </w:tcPr>
          <w:p w14:paraId="4981A800" w14:textId="0B389EFA" w:rsidR="005F3D92" w:rsidRPr="00DE34D8" w:rsidRDefault="005F3D92" w:rsidP="00F37728">
            <w:pPr>
              <w:jc w:val="center"/>
              <w:rPr>
                <w:lang w:val="en-CA"/>
              </w:rPr>
            </w:pPr>
            <w:r>
              <w:rPr>
                <w:lang w:val="en-CA"/>
              </w:rPr>
              <w:t>O</w:t>
            </w:r>
          </w:p>
        </w:tc>
        <w:tc>
          <w:tcPr>
            <w:tcW w:w="7557" w:type="dxa"/>
          </w:tcPr>
          <w:p w14:paraId="0E16D4CE" w14:textId="4A0DDDC6" w:rsidR="005F3D92" w:rsidRPr="00DE34D8" w:rsidRDefault="005F3D92" w:rsidP="00F37728">
            <w:pPr>
              <w:rPr>
                <w:lang w:val="en-CA"/>
              </w:rPr>
            </w:pPr>
            <w:r>
              <w:rPr>
                <w:lang w:val="en-CA"/>
              </w:rPr>
              <w:t>Supports Re-alerting CHANGE_OF_LIFE_SAFETY events</w:t>
            </w:r>
          </w:p>
        </w:tc>
      </w:tr>
      <w:tr w:rsidR="008F390E" w:rsidRPr="00F95990" w14:paraId="63A8D010" w14:textId="77777777" w:rsidTr="0056012F">
        <w:tc>
          <w:tcPr>
            <w:tcW w:w="9000" w:type="dxa"/>
            <w:gridSpan w:val="3"/>
          </w:tcPr>
          <w:p w14:paraId="2566E48F" w14:textId="77777777" w:rsidR="008F390E" w:rsidRDefault="008F390E" w:rsidP="00F37728">
            <w:pPr>
              <w:pStyle w:val="OptionFootnote"/>
            </w:pPr>
            <w:r w:rsidRPr="00F95990">
              <w:rPr>
                <w:vertAlign w:val="superscript"/>
              </w:rPr>
              <w:t>1</w:t>
            </w:r>
            <w:r w:rsidRPr="00F95990">
              <w:t xml:space="preserve"> At least one of these options must be supported to claim support for this BIBB</w:t>
            </w:r>
            <w:r>
              <w:t>.</w:t>
            </w:r>
          </w:p>
          <w:p w14:paraId="775B156B" w14:textId="77777777" w:rsidR="008F390E" w:rsidRPr="00F95990" w:rsidRDefault="008F390E" w:rsidP="00F37728">
            <w:pPr>
              <w:pStyle w:val="OptionFootnote"/>
            </w:pPr>
            <w:r w:rsidRPr="00F95990">
              <w:rPr>
                <w:vertAlign w:val="superscript"/>
              </w:rPr>
              <w:t>2</w:t>
            </w:r>
            <w:r w:rsidRPr="00B453A5">
              <w:t xml:space="preserve"> Required if EventNotifications with service parameter AckRequired = True can be issued</w:t>
            </w:r>
            <w:r w:rsidRPr="00F95990">
              <w:t>.</w:t>
            </w:r>
          </w:p>
          <w:p w14:paraId="7C51A80C" w14:textId="77777777" w:rsidR="008F390E" w:rsidRPr="00E50E20" w:rsidRDefault="008F390E" w:rsidP="00DA1EB5">
            <w:pPr>
              <w:pStyle w:val="OptionFootnote"/>
            </w:pPr>
            <w:r>
              <w:rPr>
                <w:vertAlign w:val="superscript"/>
              </w:rPr>
              <w:t>3</w:t>
            </w:r>
            <w:r w:rsidRPr="00F95990">
              <w:t xml:space="preserve"> At least one of these options must be supported to claim support for this BIBB.</w:t>
            </w:r>
            <w:r w:rsidRPr="00F95990">
              <w:rPr>
                <w:color w:val="0000FF"/>
              </w:rPr>
              <w:t xml:space="preserve"> </w:t>
            </w:r>
            <w:r w:rsidRPr="00F95990">
              <w:t>The BACnetDateTime form of the timestamp is the recommended option.</w:t>
            </w:r>
          </w:p>
        </w:tc>
      </w:tr>
      <w:tr w:rsidR="00B2207F" w:rsidRPr="00605C65" w14:paraId="4943D05E"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5E42F1D1" w14:textId="77777777"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Notification Forwarder</w:t>
            </w:r>
            <w:r w:rsidRPr="005B1074">
              <w:rPr>
                <w:b/>
              </w:rPr>
              <w:t xml:space="preserve"> </w:t>
            </w:r>
            <w:r w:rsidR="00012C95">
              <w:rPr>
                <w:b/>
              </w:rPr>
              <w:t>-</w:t>
            </w:r>
            <w:r w:rsidRPr="005B1074">
              <w:rPr>
                <w:b/>
              </w:rPr>
              <w:t xml:space="preserve"> </w:t>
            </w:r>
            <w:r>
              <w:rPr>
                <w:b/>
              </w:rPr>
              <w:t>B</w:t>
            </w:r>
          </w:p>
        </w:tc>
      </w:tr>
      <w:tr w:rsidR="00B2207F" w:rsidRPr="00605C65" w14:paraId="325E03F3"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499D8023"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3A499E53" w14:textId="77777777" w:rsidR="00B2207F" w:rsidRPr="00605C65" w:rsidRDefault="00B2207F" w:rsidP="00CE4F1B">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354BA74D" w14:textId="77777777" w:rsidR="00B2207F" w:rsidRPr="00605C65" w:rsidRDefault="00B2207F" w:rsidP="00B2207F">
            <w:r w:rsidRPr="00605C65">
              <w:t>Base Requirements</w:t>
            </w:r>
          </w:p>
        </w:tc>
      </w:tr>
      <w:tr w:rsidR="00CE4F1B" w:rsidRPr="00BB14BF" w14:paraId="17FA1A15"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shd w:val="clear" w:color="auto" w:fill="auto"/>
          </w:tcPr>
          <w:p w14:paraId="5BCA45FC" w14:textId="77777777" w:rsidR="00CE4F1B" w:rsidRPr="00BB14BF" w:rsidRDefault="00CE4F1B" w:rsidP="0023533F">
            <w:pPr>
              <w:snapToGrid w:val="0"/>
              <w:jc w:val="center"/>
              <w:rPr>
                <w:szCs w:val="20"/>
              </w:rPr>
            </w:pPr>
          </w:p>
        </w:tc>
        <w:tc>
          <w:tcPr>
            <w:tcW w:w="966" w:type="dxa"/>
            <w:tcBorders>
              <w:left w:val="single" w:sz="4" w:space="0" w:color="000000"/>
              <w:bottom w:val="single" w:sz="4" w:space="0" w:color="000000"/>
            </w:tcBorders>
            <w:shd w:val="clear" w:color="auto" w:fill="auto"/>
          </w:tcPr>
          <w:p w14:paraId="79EBC409" w14:textId="77777777" w:rsidR="00CE4F1B" w:rsidRPr="00BB14BF" w:rsidRDefault="00CE4F1B" w:rsidP="0023533F">
            <w:pPr>
              <w:jc w:val="center"/>
              <w:rPr>
                <w:szCs w:val="20"/>
              </w:rPr>
            </w:pPr>
            <w:r w:rsidRPr="00BB14BF">
              <w:rPr>
                <w:szCs w:val="20"/>
              </w:rPr>
              <w:t>O</w:t>
            </w:r>
          </w:p>
        </w:tc>
        <w:tc>
          <w:tcPr>
            <w:tcW w:w="7557" w:type="dxa"/>
            <w:tcBorders>
              <w:left w:val="single" w:sz="4" w:space="0" w:color="000000"/>
              <w:bottom w:val="single" w:sz="4" w:space="0" w:color="000000"/>
              <w:right w:val="single" w:sz="4" w:space="0" w:color="000000"/>
            </w:tcBorders>
            <w:shd w:val="clear" w:color="auto" w:fill="auto"/>
          </w:tcPr>
          <w:p w14:paraId="64CC9842" w14:textId="77777777" w:rsidR="00CE4F1B" w:rsidRPr="00BB14BF" w:rsidRDefault="00CE4F1B" w:rsidP="0023533F">
            <w:r w:rsidRPr="00BB14BF">
              <w:rPr>
                <w:szCs w:val="20"/>
              </w:rPr>
              <w:t>Supports forwarding of events received from the local device</w:t>
            </w:r>
          </w:p>
        </w:tc>
      </w:tr>
      <w:tr w:rsidR="00B2207F" w:rsidRPr="0089157C" w14:paraId="2CA10E0E"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70C76600" w14:textId="77777777" w:rsidR="00B2207F" w:rsidRPr="00FB3F7A" w:rsidRDefault="00B2207F" w:rsidP="00B2207F">
            <w:pPr>
              <w:ind w:left="720"/>
              <w:rPr>
                <w:vertAlign w:val="superscript"/>
              </w:rPr>
            </w:pPr>
          </w:p>
        </w:tc>
      </w:tr>
      <w:tr w:rsidR="00B2207F" w:rsidRPr="00605C65" w14:paraId="080723CC"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39A4F2E6"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Notification Forwarder </w:t>
            </w:r>
            <w:r w:rsidR="00012C95">
              <w:rPr>
                <w:b/>
                <w:bCs/>
              </w:rPr>
              <w:t>-</w:t>
            </w:r>
            <w:r>
              <w:rPr>
                <w:b/>
                <w:bCs/>
              </w:rPr>
              <w:t xml:space="preserve"> I</w:t>
            </w:r>
            <w:r w:rsidR="008D2223">
              <w:rPr>
                <w:b/>
                <w:bCs/>
              </w:rPr>
              <w:t>nternal</w:t>
            </w:r>
            <w:r>
              <w:rPr>
                <w:b/>
                <w:bCs/>
              </w:rPr>
              <w:t xml:space="preserve"> </w:t>
            </w:r>
            <w:r w:rsidR="00012C95">
              <w:rPr>
                <w:b/>
                <w:bCs/>
              </w:rPr>
              <w:t>-</w:t>
            </w:r>
            <w:r>
              <w:rPr>
                <w:b/>
                <w:bCs/>
              </w:rPr>
              <w:t xml:space="preserve"> B</w:t>
            </w:r>
          </w:p>
        </w:tc>
      </w:tr>
      <w:tr w:rsidR="00CE4F1B" w:rsidRPr="00605C65" w14:paraId="06586DED"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14F4EC1B" w14:textId="77777777" w:rsidR="00B2207F" w:rsidRPr="007C34B9" w:rsidRDefault="00B2207F" w:rsidP="007C34B9">
            <w:pPr>
              <w:jc w:val="center"/>
            </w:pPr>
          </w:p>
        </w:tc>
        <w:tc>
          <w:tcPr>
            <w:tcW w:w="966" w:type="dxa"/>
            <w:tcBorders>
              <w:top w:val="single" w:sz="4" w:space="0" w:color="auto"/>
              <w:left w:val="single" w:sz="4" w:space="0" w:color="auto"/>
              <w:bottom w:val="single" w:sz="4" w:space="0" w:color="auto"/>
              <w:right w:val="single" w:sz="4" w:space="0" w:color="auto"/>
            </w:tcBorders>
            <w:hideMark/>
          </w:tcPr>
          <w:p w14:paraId="1312749E" w14:textId="77777777" w:rsidR="00B2207F" w:rsidRPr="00605C65" w:rsidRDefault="00B2207F" w:rsidP="00195EF0">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46109CB4" w14:textId="77777777" w:rsidR="00B2207F" w:rsidRPr="00605C65" w:rsidRDefault="00B2207F" w:rsidP="00B2207F">
            <w:r w:rsidRPr="00605C65">
              <w:t>Base Requirements</w:t>
            </w:r>
          </w:p>
        </w:tc>
      </w:tr>
      <w:tr w:rsidR="00CE4F1B" w:rsidRPr="00BB14BF" w14:paraId="7B8294A0"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shd w:val="clear" w:color="auto" w:fill="auto"/>
          </w:tcPr>
          <w:p w14:paraId="097DC9FC" w14:textId="77777777" w:rsidR="00CE4F1B" w:rsidRPr="005B72AB" w:rsidRDefault="00CE4F1B" w:rsidP="005B72AB">
            <w:pPr>
              <w:snapToGrid w:val="0"/>
              <w:jc w:val="center"/>
              <w:rPr>
                <w:szCs w:val="20"/>
              </w:rPr>
            </w:pPr>
          </w:p>
        </w:tc>
        <w:tc>
          <w:tcPr>
            <w:tcW w:w="966" w:type="dxa"/>
            <w:tcBorders>
              <w:left w:val="single" w:sz="4" w:space="0" w:color="000000"/>
              <w:bottom w:val="single" w:sz="4" w:space="0" w:color="000000"/>
              <w:right w:val="single" w:sz="4" w:space="0" w:color="auto"/>
            </w:tcBorders>
            <w:shd w:val="clear" w:color="auto" w:fill="auto"/>
          </w:tcPr>
          <w:p w14:paraId="39BA7475" w14:textId="77777777" w:rsidR="00CE4F1B" w:rsidRPr="00BB14BF" w:rsidRDefault="00CE4F1B" w:rsidP="0023533F">
            <w:pPr>
              <w:jc w:val="center"/>
              <w:rPr>
                <w:color w:val="000000"/>
                <w:szCs w:val="20"/>
              </w:rPr>
            </w:pPr>
            <w:r w:rsidRPr="00BB14BF">
              <w:rPr>
                <w:szCs w:val="20"/>
              </w:rPr>
              <w:t>O</w:t>
            </w:r>
          </w:p>
        </w:tc>
        <w:tc>
          <w:tcPr>
            <w:tcW w:w="7557" w:type="dxa"/>
            <w:tcBorders>
              <w:top w:val="single" w:sz="4" w:space="0" w:color="auto"/>
              <w:left w:val="single" w:sz="4" w:space="0" w:color="auto"/>
              <w:bottom w:val="single" w:sz="4" w:space="0" w:color="auto"/>
              <w:right w:val="single" w:sz="4" w:space="0" w:color="auto"/>
            </w:tcBorders>
            <w:shd w:val="clear" w:color="auto" w:fill="auto"/>
          </w:tcPr>
          <w:p w14:paraId="411270EA" w14:textId="77777777" w:rsidR="00CE4F1B" w:rsidRPr="00CE4F1B" w:rsidRDefault="00CE4F1B" w:rsidP="00DA1EB5">
            <w:r w:rsidRPr="00CE4F1B">
              <w:t>Supports forwarding of events received from an external device</w:t>
            </w:r>
          </w:p>
        </w:tc>
      </w:tr>
      <w:tr w:rsidR="00CE4F1B" w:rsidRPr="00BB14BF" w14:paraId="6A029F1F"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shd w:val="clear" w:color="auto" w:fill="auto"/>
          </w:tcPr>
          <w:p w14:paraId="5B8CB33D" w14:textId="77777777" w:rsidR="00CE4F1B" w:rsidRPr="005B72AB" w:rsidRDefault="00CE4F1B" w:rsidP="005B72AB">
            <w:pPr>
              <w:snapToGrid w:val="0"/>
              <w:jc w:val="center"/>
              <w:rPr>
                <w:szCs w:val="20"/>
              </w:rPr>
            </w:pPr>
          </w:p>
        </w:tc>
        <w:tc>
          <w:tcPr>
            <w:tcW w:w="966" w:type="dxa"/>
            <w:tcBorders>
              <w:left w:val="single" w:sz="4" w:space="0" w:color="000000"/>
              <w:bottom w:val="single" w:sz="4" w:space="0" w:color="000000"/>
              <w:right w:val="single" w:sz="4" w:space="0" w:color="auto"/>
            </w:tcBorders>
            <w:shd w:val="clear" w:color="auto" w:fill="auto"/>
          </w:tcPr>
          <w:p w14:paraId="3FC50167" w14:textId="77777777" w:rsidR="00CE4F1B" w:rsidRPr="00BB14BF" w:rsidRDefault="00CE4F1B" w:rsidP="0023533F">
            <w:pPr>
              <w:jc w:val="center"/>
              <w:rPr>
                <w:szCs w:val="20"/>
              </w:rPr>
            </w:pPr>
            <w:r w:rsidRPr="00BB14BF">
              <w:rPr>
                <w:szCs w:val="20"/>
              </w:rPr>
              <w:t>C</w:t>
            </w:r>
            <w:r w:rsidRPr="00BB14BF">
              <w:rPr>
                <w:szCs w:val="20"/>
                <w:vertAlign w:val="superscript"/>
              </w:rPr>
              <w:t>1</w:t>
            </w:r>
          </w:p>
        </w:tc>
        <w:tc>
          <w:tcPr>
            <w:tcW w:w="7557" w:type="dxa"/>
            <w:tcBorders>
              <w:top w:val="single" w:sz="4" w:space="0" w:color="auto"/>
              <w:left w:val="single" w:sz="4" w:space="0" w:color="auto"/>
              <w:bottom w:val="single" w:sz="4" w:space="0" w:color="auto"/>
              <w:right w:val="single" w:sz="4" w:space="0" w:color="auto"/>
            </w:tcBorders>
            <w:shd w:val="clear" w:color="auto" w:fill="auto"/>
          </w:tcPr>
          <w:p w14:paraId="03D3A8E2" w14:textId="77777777" w:rsidR="00CE4F1B" w:rsidRPr="00CE4F1B" w:rsidDel="00A04CC3" w:rsidRDefault="00CE4F1B" w:rsidP="00DA1EB5">
            <w:r w:rsidRPr="00CE4F1B">
              <w:t xml:space="preserve">Supports </w:t>
            </w:r>
            <w:r w:rsidR="003365D9">
              <w:t>non-</w:t>
            </w:r>
            <w:r w:rsidRPr="00CE4F1B">
              <w:t>configurable Process_Identifier_Filter</w:t>
            </w:r>
            <w:r w:rsidR="00380CC4">
              <w:t xml:space="preserve"> Property</w:t>
            </w:r>
          </w:p>
        </w:tc>
      </w:tr>
      <w:tr w:rsidR="00CE4F1B" w:rsidRPr="00BB14BF" w14:paraId="7F3C894B"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shd w:val="clear" w:color="auto" w:fill="auto"/>
          </w:tcPr>
          <w:p w14:paraId="019F4ADF" w14:textId="77777777" w:rsidR="00CE4F1B" w:rsidRPr="005B72AB" w:rsidRDefault="00CE4F1B" w:rsidP="005B72AB">
            <w:pPr>
              <w:snapToGrid w:val="0"/>
              <w:jc w:val="center"/>
              <w:rPr>
                <w:szCs w:val="20"/>
              </w:rPr>
            </w:pPr>
          </w:p>
        </w:tc>
        <w:tc>
          <w:tcPr>
            <w:tcW w:w="966" w:type="dxa"/>
            <w:tcBorders>
              <w:left w:val="single" w:sz="4" w:space="0" w:color="000000"/>
              <w:bottom w:val="single" w:sz="4" w:space="0" w:color="000000"/>
              <w:right w:val="single" w:sz="4" w:space="0" w:color="auto"/>
            </w:tcBorders>
            <w:shd w:val="clear" w:color="auto" w:fill="auto"/>
          </w:tcPr>
          <w:p w14:paraId="570801FC" w14:textId="77777777" w:rsidR="00CE4F1B" w:rsidRPr="00BB14BF" w:rsidRDefault="00CE4F1B" w:rsidP="0023533F">
            <w:pPr>
              <w:jc w:val="center"/>
              <w:rPr>
                <w:szCs w:val="20"/>
              </w:rPr>
            </w:pPr>
            <w:r w:rsidRPr="00BB14BF">
              <w:rPr>
                <w:szCs w:val="20"/>
              </w:rPr>
              <w:t>C</w:t>
            </w:r>
            <w:r w:rsidRPr="00BB14BF">
              <w:rPr>
                <w:szCs w:val="20"/>
                <w:vertAlign w:val="superscript"/>
              </w:rPr>
              <w:t>1</w:t>
            </w:r>
          </w:p>
        </w:tc>
        <w:tc>
          <w:tcPr>
            <w:tcW w:w="7557" w:type="dxa"/>
            <w:tcBorders>
              <w:top w:val="single" w:sz="4" w:space="0" w:color="auto"/>
              <w:left w:val="single" w:sz="4" w:space="0" w:color="auto"/>
              <w:bottom w:val="single" w:sz="4" w:space="0" w:color="auto"/>
              <w:right w:val="single" w:sz="4" w:space="0" w:color="auto"/>
            </w:tcBorders>
            <w:shd w:val="clear" w:color="auto" w:fill="auto"/>
          </w:tcPr>
          <w:p w14:paraId="69410A7F" w14:textId="77777777" w:rsidR="00CE4F1B" w:rsidRPr="00CE4F1B" w:rsidDel="00A04CC3" w:rsidRDefault="00CE4F1B" w:rsidP="00DA1EB5">
            <w:r w:rsidRPr="00CE4F1B">
              <w:t>Supports configurable Process_Identifier_Filter</w:t>
            </w:r>
            <w:r w:rsidR="00380CC4">
              <w:t xml:space="preserve"> Property</w:t>
            </w:r>
          </w:p>
        </w:tc>
      </w:tr>
      <w:tr w:rsidR="00CE4F1B" w:rsidRPr="00BB14BF" w14:paraId="58D51C79" w14:textId="77777777" w:rsidTr="005601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000" w:type="dxa"/>
            <w:gridSpan w:val="3"/>
            <w:tcBorders>
              <w:left w:val="single" w:sz="4" w:space="0" w:color="000000"/>
              <w:bottom w:val="single" w:sz="4" w:space="0" w:color="000000"/>
              <w:right w:val="single" w:sz="4" w:space="0" w:color="000000"/>
            </w:tcBorders>
            <w:shd w:val="clear" w:color="auto" w:fill="auto"/>
          </w:tcPr>
          <w:p w14:paraId="506BF64F" w14:textId="77777777" w:rsidR="00CE4F1B" w:rsidRPr="00BB14BF" w:rsidRDefault="00CE4F1B" w:rsidP="00740BD1">
            <w:pPr>
              <w:snapToGrid w:val="0"/>
              <w:ind w:left="720"/>
              <w:rPr>
                <w:szCs w:val="20"/>
              </w:rPr>
            </w:pPr>
            <w:r w:rsidRPr="00BB14BF">
              <w:rPr>
                <w:szCs w:val="20"/>
                <w:vertAlign w:val="superscript"/>
              </w:rPr>
              <w:t>1</w:t>
            </w:r>
            <w:r w:rsidRPr="00BB14BF">
              <w:rPr>
                <w:szCs w:val="20"/>
              </w:rPr>
              <w:t xml:space="preserve"> </w:t>
            </w:r>
            <w:r w:rsidR="00924D5F">
              <w:rPr>
                <w:szCs w:val="20"/>
              </w:rPr>
              <w:t>At lea</w:t>
            </w:r>
            <w:r w:rsidR="00740BD1">
              <w:rPr>
                <w:szCs w:val="20"/>
              </w:rPr>
              <w:t>s</w:t>
            </w:r>
            <w:r w:rsidR="00924D5F">
              <w:rPr>
                <w:szCs w:val="20"/>
              </w:rPr>
              <w:t>t</w:t>
            </w:r>
            <w:r w:rsidR="00740BD1">
              <w:rPr>
                <w:szCs w:val="20"/>
              </w:rPr>
              <w:t xml:space="preserve"> one</w:t>
            </w:r>
            <w:r w:rsidRPr="00BB14BF">
              <w:rPr>
                <w:szCs w:val="20"/>
              </w:rPr>
              <w:t xml:space="preserve"> of these options must be supported</w:t>
            </w:r>
            <w:r w:rsidR="00740BD1">
              <w:rPr>
                <w:szCs w:val="20"/>
              </w:rPr>
              <w:t>.</w:t>
            </w:r>
          </w:p>
        </w:tc>
      </w:tr>
      <w:tr w:rsidR="00B2207F" w:rsidRPr="00605C65" w14:paraId="0AF7C8E4"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02B23DC1" w14:textId="77777777"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Configurable Recipient Lists</w:t>
            </w:r>
            <w:r w:rsidRPr="005B1074">
              <w:rPr>
                <w:b/>
              </w:rPr>
              <w:t xml:space="preserve"> </w:t>
            </w:r>
            <w:r w:rsidR="00012C95">
              <w:rPr>
                <w:b/>
              </w:rPr>
              <w:t>-</w:t>
            </w:r>
            <w:r w:rsidRPr="005B1074">
              <w:rPr>
                <w:b/>
              </w:rPr>
              <w:t xml:space="preserve"> </w:t>
            </w:r>
            <w:r>
              <w:rPr>
                <w:b/>
              </w:rPr>
              <w:t>B</w:t>
            </w:r>
          </w:p>
        </w:tc>
      </w:tr>
      <w:tr w:rsidR="009713B9" w:rsidRPr="00C56EC5" w14:paraId="17DE4BB3"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77" w:type="dxa"/>
            <w:tcBorders>
              <w:top w:val="single" w:sz="4" w:space="0" w:color="000000"/>
              <w:left w:val="single" w:sz="4" w:space="0" w:color="000000"/>
              <w:bottom w:val="single" w:sz="4" w:space="0" w:color="000000"/>
            </w:tcBorders>
            <w:shd w:val="clear" w:color="auto" w:fill="FFFFFF"/>
          </w:tcPr>
          <w:p w14:paraId="5EE29A03" w14:textId="77777777" w:rsidR="009713B9" w:rsidRPr="00C56EC5" w:rsidRDefault="009713B9" w:rsidP="007C34B9">
            <w:pPr>
              <w:snapToGrid w:val="0"/>
              <w:spacing w:line="100" w:lineRule="atLeast"/>
              <w:jc w:val="center"/>
              <w:rPr>
                <w:iCs/>
              </w:rPr>
            </w:pPr>
          </w:p>
        </w:tc>
        <w:tc>
          <w:tcPr>
            <w:tcW w:w="966" w:type="dxa"/>
            <w:tcBorders>
              <w:top w:val="single" w:sz="4" w:space="0" w:color="000000"/>
              <w:left w:val="single" w:sz="4" w:space="0" w:color="000000"/>
              <w:bottom w:val="single" w:sz="4" w:space="0" w:color="000000"/>
            </w:tcBorders>
            <w:shd w:val="clear" w:color="auto" w:fill="FFFFFF"/>
          </w:tcPr>
          <w:p w14:paraId="363B44FD" w14:textId="77777777" w:rsidR="009713B9" w:rsidRPr="00C56EC5" w:rsidRDefault="009713B9" w:rsidP="00F163A9">
            <w:pPr>
              <w:spacing w:line="100" w:lineRule="atLeast"/>
              <w:jc w:val="center"/>
              <w:rPr>
                <w:iCs/>
              </w:rPr>
            </w:pPr>
            <w:r w:rsidRPr="00C56EC5">
              <w:rPr>
                <w:iCs/>
              </w:rPr>
              <w:t>R</w:t>
            </w:r>
          </w:p>
        </w:tc>
        <w:tc>
          <w:tcPr>
            <w:tcW w:w="7557" w:type="dxa"/>
            <w:tcBorders>
              <w:top w:val="single" w:sz="4" w:space="0" w:color="000000"/>
              <w:left w:val="single" w:sz="4" w:space="0" w:color="000000"/>
              <w:bottom w:val="single" w:sz="4" w:space="0" w:color="000000"/>
              <w:right w:val="single" w:sz="4" w:space="0" w:color="000000"/>
            </w:tcBorders>
            <w:shd w:val="clear" w:color="auto" w:fill="FFFFFF"/>
          </w:tcPr>
          <w:p w14:paraId="1AD27BA6" w14:textId="77777777" w:rsidR="009713B9" w:rsidRPr="00C56EC5" w:rsidRDefault="009713B9" w:rsidP="00FF0143">
            <w:pPr>
              <w:spacing w:line="100" w:lineRule="atLeast"/>
              <w:ind w:left="90"/>
            </w:pPr>
            <w:r w:rsidRPr="00C56EC5">
              <w:rPr>
                <w:iCs/>
              </w:rPr>
              <w:t>Base Requirements</w:t>
            </w:r>
          </w:p>
        </w:tc>
      </w:tr>
      <w:tr w:rsidR="009713B9" w:rsidRPr="00C56EC5" w14:paraId="1B6B68E4"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77" w:type="dxa"/>
            <w:tcBorders>
              <w:top w:val="single" w:sz="4" w:space="0" w:color="000000"/>
              <w:left w:val="single" w:sz="4" w:space="0" w:color="000000"/>
              <w:bottom w:val="single" w:sz="4" w:space="0" w:color="000000"/>
            </w:tcBorders>
            <w:shd w:val="clear" w:color="auto" w:fill="FFFFFF"/>
          </w:tcPr>
          <w:p w14:paraId="460AD4F0" w14:textId="77777777" w:rsidR="009713B9" w:rsidRPr="00C56EC5" w:rsidRDefault="009713B9" w:rsidP="007C34B9">
            <w:pPr>
              <w:snapToGrid w:val="0"/>
              <w:spacing w:line="100" w:lineRule="atLeast"/>
              <w:jc w:val="center"/>
              <w:rPr>
                <w:iCs/>
              </w:rPr>
            </w:pPr>
          </w:p>
        </w:tc>
        <w:tc>
          <w:tcPr>
            <w:tcW w:w="966" w:type="dxa"/>
            <w:tcBorders>
              <w:top w:val="single" w:sz="4" w:space="0" w:color="000000"/>
              <w:left w:val="single" w:sz="4" w:space="0" w:color="000000"/>
              <w:bottom w:val="single" w:sz="4" w:space="0" w:color="000000"/>
            </w:tcBorders>
            <w:shd w:val="clear" w:color="auto" w:fill="FFFFFF"/>
          </w:tcPr>
          <w:p w14:paraId="2897DCE5" w14:textId="77777777" w:rsidR="009713B9" w:rsidRPr="00C56EC5" w:rsidRDefault="00FF0143" w:rsidP="00F163A9">
            <w:pPr>
              <w:spacing w:line="100" w:lineRule="atLeast"/>
              <w:jc w:val="center"/>
              <w:rPr>
                <w:iCs/>
              </w:rPr>
            </w:pPr>
            <w:r>
              <w:rPr>
                <w:iCs/>
              </w:rPr>
              <w:t>R</w:t>
            </w:r>
          </w:p>
        </w:tc>
        <w:tc>
          <w:tcPr>
            <w:tcW w:w="7557" w:type="dxa"/>
            <w:tcBorders>
              <w:top w:val="single" w:sz="4" w:space="0" w:color="000000"/>
              <w:left w:val="single" w:sz="4" w:space="0" w:color="000000"/>
              <w:bottom w:val="single" w:sz="4" w:space="0" w:color="000000"/>
              <w:right w:val="single" w:sz="4" w:space="0" w:color="000000"/>
            </w:tcBorders>
            <w:shd w:val="clear" w:color="auto" w:fill="FFFFFF"/>
          </w:tcPr>
          <w:p w14:paraId="650211A2" w14:textId="77777777" w:rsidR="009713B9" w:rsidRPr="00C56EC5" w:rsidRDefault="009713B9" w:rsidP="00FF0143">
            <w:pPr>
              <w:spacing w:line="100" w:lineRule="atLeast"/>
              <w:ind w:left="90"/>
            </w:pPr>
            <w:r w:rsidRPr="00C56EC5">
              <w:rPr>
                <w:iCs/>
              </w:rPr>
              <w:t>Supports DS-WP-B</w:t>
            </w:r>
          </w:p>
        </w:tc>
      </w:tr>
      <w:tr w:rsidR="009713B9" w:rsidRPr="00C56EC5" w14:paraId="3BE26D27"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77" w:type="dxa"/>
            <w:tcBorders>
              <w:top w:val="single" w:sz="4" w:space="0" w:color="000000"/>
              <w:left w:val="single" w:sz="4" w:space="0" w:color="000000"/>
              <w:bottom w:val="single" w:sz="4" w:space="0" w:color="000000"/>
            </w:tcBorders>
            <w:shd w:val="clear" w:color="auto" w:fill="FFFFFF"/>
          </w:tcPr>
          <w:p w14:paraId="02A3C208" w14:textId="77777777" w:rsidR="009713B9" w:rsidRPr="00C56EC5" w:rsidRDefault="009713B9" w:rsidP="007C34B9">
            <w:pPr>
              <w:snapToGrid w:val="0"/>
              <w:spacing w:line="100" w:lineRule="atLeast"/>
              <w:jc w:val="center"/>
              <w:rPr>
                <w:iCs/>
              </w:rPr>
            </w:pPr>
          </w:p>
        </w:tc>
        <w:tc>
          <w:tcPr>
            <w:tcW w:w="966" w:type="dxa"/>
            <w:tcBorders>
              <w:top w:val="single" w:sz="4" w:space="0" w:color="000000"/>
              <w:left w:val="single" w:sz="4" w:space="0" w:color="000000"/>
              <w:bottom w:val="single" w:sz="4" w:space="0" w:color="000000"/>
            </w:tcBorders>
            <w:shd w:val="clear" w:color="auto" w:fill="FFFFFF"/>
          </w:tcPr>
          <w:p w14:paraId="5F576028" w14:textId="77777777" w:rsidR="009713B9" w:rsidRPr="00C56EC5" w:rsidRDefault="009713B9" w:rsidP="00F163A9">
            <w:pPr>
              <w:spacing w:line="100" w:lineRule="atLeast"/>
              <w:jc w:val="center"/>
              <w:rPr>
                <w:iCs/>
              </w:rPr>
            </w:pPr>
            <w:r w:rsidRPr="00C56EC5">
              <w:rPr>
                <w:iCs/>
              </w:rPr>
              <w:t>R</w:t>
            </w:r>
          </w:p>
        </w:tc>
        <w:tc>
          <w:tcPr>
            <w:tcW w:w="7557" w:type="dxa"/>
            <w:tcBorders>
              <w:top w:val="single" w:sz="4" w:space="0" w:color="000000"/>
              <w:left w:val="single" w:sz="4" w:space="0" w:color="000000"/>
              <w:bottom w:val="single" w:sz="4" w:space="0" w:color="000000"/>
              <w:right w:val="single" w:sz="4" w:space="0" w:color="000000"/>
            </w:tcBorders>
            <w:shd w:val="clear" w:color="auto" w:fill="FFFFFF"/>
          </w:tcPr>
          <w:p w14:paraId="3610C1AA" w14:textId="77777777" w:rsidR="009713B9" w:rsidRPr="00C56EC5" w:rsidRDefault="009713B9" w:rsidP="00FF0143">
            <w:pPr>
              <w:spacing w:line="100" w:lineRule="atLeast"/>
              <w:ind w:left="90"/>
            </w:pPr>
            <w:r w:rsidRPr="00C56EC5">
              <w:rPr>
                <w:iCs/>
              </w:rPr>
              <w:t>Supports DM-DDB-A</w:t>
            </w:r>
          </w:p>
        </w:tc>
      </w:tr>
      <w:tr w:rsidR="00CE4F1B" w:rsidRPr="00C1655E" w14:paraId="263BF782"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shd w:val="clear" w:color="auto" w:fill="auto"/>
          </w:tcPr>
          <w:p w14:paraId="78823533" w14:textId="77777777" w:rsidR="00CE4F1B" w:rsidRPr="005B72AB" w:rsidRDefault="00CE4F1B" w:rsidP="005B72AB">
            <w:pPr>
              <w:snapToGrid w:val="0"/>
              <w:jc w:val="center"/>
              <w:rPr>
                <w:bCs/>
                <w:szCs w:val="20"/>
              </w:rPr>
            </w:pPr>
          </w:p>
        </w:tc>
        <w:tc>
          <w:tcPr>
            <w:tcW w:w="966" w:type="dxa"/>
            <w:tcBorders>
              <w:left w:val="single" w:sz="4" w:space="0" w:color="000000"/>
              <w:bottom w:val="single" w:sz="4" w:space="0" w:color="000000"/>
            </w:tcBorders>
            <w:shd w:val="clear" w:color="auto" w:fill="auto"/>
          </w:tcPr>
          <w:p w14:paraId="363FE308" w14:textId="77777777" w:rsidR="00CE4F1B" w:rsidRPr="00C1655E" w:rsidRDefault="00CE4F1B" w:rsidP="00FF0143">
            <w:pPr>
              <w:jc w:val="center"/>
              <w:rPr>
                <w:szCs w:val="20"/>
              </w:rPr>
            </w:pPr>
            <w:r w:rsidRPr="00C1655E">
              <w:rPr>
                <w:szCs w:val="20"/>
              </w:rPr>
              <w:t>C</w:t>
            </w:r>
            <w:r w:rsidR="00FF0143">
              <w:rPr>
                <w:szCs w:val="20"/>
                <w:vertAlign w:val="superscript"/>
              </w:rPr>
              <w:t>1</w:t>
            </w:r>
          </w:p>
        </w:tc>
        <w:tc>
          <w:tcPr>
            <w:tcW w:w="7557" w:type="dxa"/>
            <w:tcBorders>
              <w:left w:val="single" w:sz="4" w:space="0" w:color="000000"/>
              <w:bottom w:val="single" w:sz="4" w:space="0" w:color="000000"/>
              <w:right w:val="single" w:sz="4" w:space="0" w:color="000000"/>
            </w:tcBorders>
            <w:shd w:val="clear" w:color="auto" w:fill="auto"/>
          </w:tcPr>
          <w:p w14:paraId="4BF58D56" w14:textId="77777777" w:rsidR="00CE4F1B" w:rsidRPr="00CE4F1B" w:rsidRDefault="00CE4F1B" w:rsidP="00CE4F1B">
            <w:r w:rsidRPr="00CE4F1B">
              <w:t xml:space="preserve">Supports writable Recipient_List property in Notification Class </w:t>
            </w:r>
            <w:r w:rsidR="00CB3E52">
              <w:t>o</w:t>
            </w:r>
            <w:r w:rsidRPr="00CE4F1B">
              <w:t xml:space="preserve">bjects </w:t>
            </w:r>
          </w:p>
        </w:tc>
      </w:tr>
      <w:tr w:rsidR="00CE4F1B" w:rsidRPr="00C1655E" w14:paraId="3A5AA4DB"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shd w:val="clear" w:color="auto" w:fill="auto"/>
          </w:tcPr>
          <w:p w14:paraId="6592F2D7" w14:textId="77777777" w:rsidR="00CE4F1B" w:rsidRPr="005B72AB" w:rsidRDefault="00CE4F1B" w:rsidP="005B72AB">
            <w:pPr>
              <w:snapToGrid w:val="0"/>
              <w:jc w:val="center"/>
              <w:rPr>
                <w:bCs/>
                <w:szCs w:val="20"/>
              </w:rPr>
            </w:pPr>
          </w:p>
        </w:tc>
        <w:tc>
          <w:tcPr>
            <w:tcW w:w="966" w:type="dxa"/>
            <w:tcBorders>
              <w:left w:val="single" w:sz="4" w:space="0" w:color="000000"/>
              <w:bottom w:val="single" w:sz="4" w:space="0" w:color="000000"/>
            </w:tcBorders>
            <w:shd w:val="clear" w:color="auto" w:fill="auto"/>
          </w:tcPr>
          <w:p w14:paraId="517B2049" w14:textId="77777777" w:rsidR="00CE4F1B" w:rsidRPr="00C1655E" w:rsidRDefault="00CE4F1B" w:rsidP="00FF0143">
            <w:pPr>
              <w:jc w:val="center"/>
              <w:rPr>
                <w:szCs w:val="20"/>
              </w:rPr>
            </w:pPr>
            <w:r w:rsidRPr="00C1655E">
              <w:rPr>
                <w:szCs w:val="20"/>
              </w:rPr>
              <w:t>C</w:t>
            </w:r>
            <w:r w:rsidR="00FF0143">
              <w:rPr>
                <w:szCs w:val="20"/>
                <w:vertAlign w:val="superscript"/>
              </w:rPr>
              <w:t>1</w:t>
            </w:r>
          </w:p>
        </w:tc>
        <w:tc>
          <w:tcPr>
            <w:tcW w:w="7557" w:type="dxa"/>
            <w:tcBorders>
              <w:left w:val="single" w:sz="4" w:space="0" w:color="000000"/>
              <w:bottom w:val="single" w:sz="4" w:space="0" w:color="000000"/>
              <w:right w:val="single" w:sz="4" w:space="0" w:color="000000"/>
            </w:tcBorders>
            <w:shd w:val="clear" w:color="auto" w:fill="auto"/>
          </w:tcPr>
          <w:p w14:paraId="7B9265DC" w14:textId="77777777" w:rsidR="00CE4F1B" w:rsidRPr="00DA1EB5" w:rsidRDefault="00CE4F1B" w:rsidP="00DA1EB5">
            <w:r w:rsidRPr="00DA1EB5">
              <w:t xml:space="preserve">Supports writable Recipient_List property in Notification Forwarder </w:t>
            </w:r>
            <w:r w:rsidR="00CB3E52">
              <w:t>o</w:t>
            </w:r>
            <w:r w:rsidRPr="00DA1EB5">
              <w:t>bject</w:t>
            </w:r>
            <w:r w:rsidR="00380CC4">
              <w:t>s</w:t>
            </w:r>
            <w:r w:rsidRPr="00DA1EB5">
              <w:t xml:space="preserve"> </w:t>
            </w:r>
          </w:p>
        </w:tc>
      </w:tr>
      <w:tr w:rsidR="00CE4F1B" w:rsidRPr="00C1655E" w14:paraId="7F2CEE31"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shd w:val="clear" w:color="auto" w:fill="auto"/>
          </w:tcPr>
          <w:p w14:paraId="427329D2" w14:textId="77777777" w:rsidR="00CE4F1B" w:rsidRPr="005B72AB" w:rsidRDefault="00CE4F1B" w:rsidP="005B72AB">
            <w:pPr>
              <w:snapToGrid w:val="0"/>
              <w:jc w:val="center"/>
              <w:rPr>
                <w:bCs/>
                <w:szCs w:val="20"/>
              </w:rPr>
            </w:pPr>
          </w:p>
        </w:tc>
        <w:tc>
          <w:tcPr>
            <w:tcW w:w="966" w:type="dxa"/>
            <w:tcBorders>
              <w:left w:val="single" w:sz="4" w:space="0" w:color="000000"/>
              <w:bottom w:val="single" w:sz="4" w:space="0" w:color="000000"/>
            </w:tcBorders>
            <w:shd w:val="clear" w:color="auto" w:fill="auto"/>
          </w:tcPr>
          <w:p w14:paraId="571822F9" w14:textId="77777777" w:rsidR="00CE4F1B" w:rsidRPr="00C1655E" w:rsidRDefault="00CE4F1B" w:rsidP="0023533F">
            <w:pPr>
              <w:jc w:val="center"/>
              <w:rPr>
                <w:szCs w:val="20"/>
              </w:rPr>
            </w:pPr>
            <w:r w:rsidRPr="00C1655E">
              <w:rPr>
                <w:szCs w:val="20"/>
              </w:rPr>
              <w:t>O</w:t>
            </w:r>
          </w:p>
        </w:tc>
        <w:tc>
          <w:tcPr>
            <w:tcW w:w="7557" w:type="dxa"/>
            <w:tcBorders>
              <w:left w:val="single" w:sz="4" w:space="0" w:color="000000"/>
              <w:bottom w:val="single" w:sz="4" w:space="0" w:color="000000"/>
              <w:right w:val="single" w:sz="4" w:space="0" w:color="000000"/>
            </w:tcBorders>
            <w:shd w:val="clear" w:color="auto" w:fill="auto"/>
          </w:tcPr>
          <w:p w14:paraId="54028173" w14:textId="77777777" w:rsidR="00CE4F1B" w:rsidRPr="00DA1EB5" w:rsidRDefault="00CE4F1B" w:rsidP="00DA1EB5">
            <w:r w:rsidRPr="00DA1EB5">
              <w:t>Supports DM-LM-B for Recipient_List property</w:t>
            </w:r>
          </w:p>
        </w:tc>
      </w:tr>
      <w:tr w:rsidR="009713B9" w:rsidRPr="00C56EC5" w14:paraId="0EE54975" w14:textId="77777777" w:rsidTr="005601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000"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BAD0B3" w14:textId="77777777" w:rsidR="00CE4F1B" w:rsidRPr="00CE4F1B" w:rsidRDefault="00FF0143">
            <w:pPr>
              <w:snapToGrid w:val="0"/>
              <w:spacing w:line="100" w:lineRule="atLeast"/>
              <w:ind w:left="702"/>
              <w:rPr>
                <w:szCs w:val="20"/>
              </w:rPr>
            </w:pPr>
            <w:r>
              <w:rPr>
                <w:iCs/>
                <w:position w:val="7"/>
                <w:szCs w:val="20"/>
                <w:vertAlign w:val="superscript"/>
              </w:rPr>
              <w:t>1</w:t>
            </w:r>
            <w:r w:rsidR="00CE4F1B" w:rsidRPr="00DA1EB5">
              <w:rPr>
                <w:iCs/>
                <w:position w:val="7"/>
                <w:szCs w:val="20"/>
              </w:rPr>
              <w:t xml:space="preserve"> Must contain at least one instance of one of these objects to claim this BIBB.</w:t>
            </w:r>
          </w:p>
        </w:tc>
      </w:tr>
      <w:tr w:rsidR="00B2207F" w:rsidRPr="00605C65" w14:paraId="639B9AAE"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0D3FCCAC"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Temporary Event Subscription </w:t>
            </w:r>
            <w:r w:rsidR="00012C95">
              <w:rPr>
                <w:b/>
                <w:bCs/>
              </w:rPr>
              <w:t>-</w:t>
            </w:r>
            <w:r>
              <w:rPr>
                <w:b/>
                <w:bCs/>
              </w:rPr>
              <w:t xml:space="preserve"> A</w:t>
            </w:r>
          </w:p>
        </w:tc>
      </w:tr>
      <w:tr w:rsidR="00B2207F" w:rsidRPr="00605C65" w14:paraId="7704B6C7"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389E7E4"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3C91F822" w14:textId="77777777"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46E9162E" w14:textId="77777777" w:rsidR="00B2207F" w:rsidRPr="00605C65" w:rsidRDefault="00B2207F" w:rsidP="00B2207F">
            <w:r w:rsidRPr="00605C65">
              <w:t>Base Requirements</w:t>
            </w:r>
          </w:p>
        </w:tc>
      </w:tr>
      <w:tr w:rsidR="00CE4F1B" w:rsidRPr="00C1655E" w14:paraId="33149B4A" w14:textId="77777777" w:rsidTr="005B72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 w:type="dxa"/>
            <w:tcBorders>
              <w:left w:val="single" w:sz="4" w:space="0" w:color="000000"/>
              <w:bottom w:val="single" w:sz="4" w:space="0" w:color="000000"/>
            </w:tcBorders>
            <w:shd w:val="clear" w:color="auto" w:fill="auto"/>
          </w:tcPr>
          <w:p w14:paraId="0AE4E8DB" w14:textId="77777777" w:rsidR="00CE4F1B" w:rsidRPr="005B72AB" w:rsidRDefault="00CE4F1B" w:rsidP="005B72AB">
            <w:pPr>
              <w:snapToGrid w:val="0"/>
              <w:jc w:val="center"/>
              <w:rPr>
                <w:bCs/>
                <w:szCs w:val="20"/>
              </w:rPr>
            </w:pPr>
          </w:p>
        </w:tc>
        <w:tc>
          <w:tcPr>
            <w:tcW w:w="966" w:type="dxa"/>
            <w:tcBorders>
              <w:left w:val="single" w:sz="4" w:space="0" w:color="000000"/>
              <w:bottom w:val="single" w:sz="4" w:space="0" w:color="000000"/>
            </w:tcBorders>
            <w:shd w:val="clear" w:color="auto" w:fill="auto"/>
          </w:tcPr>
          <w:p w14:paraId="0AC5D714" w14:textId="77777777" w:rsidR="00CE4F1B" w:rsidRPr="00C1655E" w:rsidRDefault="00CE4F1B" w:rsidP="0023533F">
            <w:pPr>
              <w:jc w:val="center"/>
              <w:rPr>
                <w:color w:val="000000"/>
                <w:szCs w:val="20"/>
              </w:rPr>
            </w:pPr>
            <w:r w:rsidRPr="00C1655E">
              <w:rPr>
                <w:szCs w:val="20"/>
              </w:rPr>
              <w:t>R</w:t>
            </w:r>
          </w:p>
        </w:tc>
        <w:tc>
          <w:tcPr>
            <w:tcW w:w="7557" w:type="dxa"/>
            <w:tcBorders>
              <w:left w:val="single" w:sz="4" w:space="0" w:color="000000"/>
              <w:bottom w:val="single" w:sz="4" w:space="0" w:color="000000"/>
              <w:right w:val="single" w:sz="4" w:space="0" w:color="000000"/>
            </w:tcBorders>
            <w:shd w:val="clear" w:color="auto" w:fill="auto"/>
          </w:tcPr>
          <w:p w14:paraId="62D8D29C" w14:textId="77777777" w:rsidR="00CE4F1B" w:rsidRPr="00CE4F1B" w:rsidRDefault="00CE4F1B" w:rsidP="00DA1EB5">
            <w:r w:rsidRPr="00CE4F1B">
              <w:t>Supports DM-LM-A for Subscribed_Recipients property</w:t>
            </w:r>
          </w:p>
        </w:tc>
      </w:tr>
      <w:tr w:rsidR="00B2207F" w:rsidRPr="0089157C" w14:paraId="77200D7D"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38963FF3" w14:textId="77777777" w:rsidR="00B2207F" w:rsidRPr="00FB3F7A" w:rsidRDefault="00B2207F" w:rsidP="00B2207F">
            <w:pPr>
              <w:ind w:left="720"/>
              <w:rPr>
                <w:vertAlign w:val="superscript"/>
              </w:rPr>
            </w:pPr>
          </w:p>
        </w:tc>
      </w:tr>
      <w:tr w:rsidR="00B2207F" w:rsidRPr="00605C65" w14:paraId="0E44F2D3"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23B267CD" w14:textId="77777777" w:rsidR="00B2207F" w:rsidRPr="005B1074" w:rsidRDefault="00B2207F" w:rsidP="002849B8">
            <w:pPr>
              <w:rPr>
                <w:b/>
              </w:rPr>
            </w:pPr>
            <w:r w:rsidRPr="005B1074">
              <w:rPr>
                <w:b/>
              </w:rPr>
              <w:t xml:space="preserve">Alarm and Event </w:t>
            </w:r>
            <w:r w:rsidR="002849B8">
              <w:rPr>
                <w:b/>
              </w:rPr>
              <w:t>M</w:t>
            </w:r>
            <w:r w:rsidRPr="005B1074">
              <w:rPr>
                <w:b/>
              </w:rPr>
              <w:t xml:space="preserve">anagement </w:t>
            </w:r>
            <w:r w:rsidR="00012C95">
              <w:rPr>
                <w:b/>
              </w:rPr>
              <w:t>-</w:t>
            </w:r>
            <w:r w:rsidRPr="005B1074">
              <w:rPr>
                <w:b/>
              </w:rPr>
              <w:t xml:space="preserve"> </w:t>
            </w:r>
            <w:r>
              <w:rPr>
                <w:b/>
              </w:rPr>
              <w:t>Life Safety View Notifications</w:t>
            </w:r>
            <w:r w:rsidRPr="005B1074">
              <w:rPr>
                <w:b/>
              </w:rPr>
              <w:t xml:space="preserve"> </w:t>
            </w:r>
            <w:r w:rsidR="00012C95">
              <w:rPr>
                <w:b/>
              </w:rPr>
              <w:t>-</w:t>
            </w:r>
            <w:r w:rsidRPr="005B1074">
              <w:rPr>
                <w:b/>
              </w:rPr>
              <w:t xml:space="preserve"> A</w:t>
            </w:r>
          </w:p>
        </w:tc>
      </w:tr>
      <w:tr w:rsidR="00B2207F" w:rsidRPr="00605C65" w14:paraId="3A9C855A"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62449D8"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393197FF" w14:textId="2E251596"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3EA0D1C7" w14:textId="77777777" w:rsidR="00B2207F" w:rsidRPr="00605C65" w:rsidRDefault="00B2207F" w:rsidP="00B2207F">
            <w:r w:rsidRPr="00605C65">
              <w:t>Base Requirements</w:t>
            </w:r>
          </w:p>
        </w:tc>
      </w:tr>
      <w:tr w:rsidR="00C310D9" w:rsidRPr="00605C65" w14:paraId="204F76AA"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481F2154" w14:textId="77777777" w:rsidR="00C310D9" w:rsidRPr="00605C65" w:rsidRDefault="00C310D9"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6D4E6A6E" w14:textId="23881E6B" w:rsidR="00C310D9" w:rsidRPr="00605C65" w:rsidRDefault="00C310D9"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7455F2C5" w14:textId="78B014C7" w:rsidR="00C310D9" w:rsidRPr="00605C65" w:rsidRDefault="00C310D9" w:rsidP="00B2207F">
            <w:r>
              <w:t>Supports AE-N-A</w:t>
            </w:r>
          </w:p>
        </w:tc>
      </w:tr>
      <w:tr w:rsidR="00C310D9" w:rsidRPr="00605C65" w14:paraId="483413FC"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E4EA3D5" w14:textId="77777777" w:rsidR="00C310D9" w:rsidRPr="00605C65" w:rsidRDefault="00C310D9"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59F010A2" w14:textId="10EF7CE5" w:rsidR="00C310D9" w:rsidRDefault="00C310D9"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69BB0ECF" w14:textId="7D74E29A" w:rsidR="00C310D9" w:rsidRDefault="00C310D9" w:rsidP="00B2207F">
            <w:r>
              <w:t>Supports AE-LS-A</w:t>
            </w:r>
          </w:p>
        </w:tc>
      </w:tr>
      <w:tr w:rsidR="00B2207F" w:rsidRPr="0089157C" w14:paraId="2997AF70"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21B4A12B" w14:textId="0E96F827" w:rsidR="00B2207F" w:rsidRPr="0089157C" w:rsidRDefault="00B2207F" w:rsidP="00B2207F">
            <w:pPr>
              <w:ind w:left="720"/>
            </w:pPr>
          </w:p>
        </w:tc>
      </w:tr>
      <w:tr w:rsidR="00B2207F" w:rsidRPr="00605C65" w14:paraId="0B2BE80B"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3B3213BC" w14:textId="77777777" w:rsidR="00B2207F" w:rsidRPr="00605C65" w:rsidRDefault="00B2207F" w:rsidP="001F52E9">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Life Safety Ad</w:t>
            </w:r>
            <w:r w:rsidR="001F52E9">
              <w:rPr>
                <w:b/>
                <w:bCs/>
              </w:rPr>
              <w:t>v</w:t>
            </w:r>
            <w:r>
              <w:rPr>
                <w:b/>
                <w:bCs/>
              </w:rPr>
              <w:t xml:space="preserve">anced View Notifications </w:t>
            </w:r>
            <w:r w:rsidR="00012C95">
              <w:rPr>
                <w:b/>
                <w:bCs/>
              </w:rPr>
              <w:t>-</w:t>
            </w:r>
            <w:r>
              <w:rPr>
                <w:b/>
                <w:bCs/>
              </w:rPr>
              <w:t xml:space="preserve"> A</w:t>
            </w:r>
          </w:p>
        </w:tc>
      </w:tr>
      <w:tr w:rsidR="00B2207F" w:rsidRPr="00605C65" w14:paraId="26C0C82F"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2E71B22F"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5ACD73CA" w14:textId="50BAA956"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16DFE780" w14:textId="77777777" w:rsidR="00B2207F" w:rsidRPr="00605C65" w:rsidRDefault="00B2207F" w:rsidP="00B2207F">
            <w:r w:rsidRPr="00605C65">
              <w:t>Base Requirements</w:t>
            </w:r>
          </w:p>
        </w:tc>
      </w:tr>
      <w:tr w:rsidR="005F2E64" w:rsidRPr="00605C65" w14:paraId="1AB2C152"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26CF56FF"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7B494E06" w14:textId="56AF32C4" w:rsidR="005F2E64" w:rsidRPr="00605C65"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464330C5" w14:textId="56699009" w:rsidR="005F2E64" w:rsidRPr="00605C65" w:rsidRDefault="005F2E64" w:rsidP="00B2207F">
            <w:r>
              <w:t>Supports AE-AVN-A</w:t>
            </w:r>
          </w:p>
        </w:tc>
      </w:tr>
      <w:tr w:rsidR="005F2E64" w:rsidRPr="00605C65" w14:paraId="1CF50827"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FC1A312"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7299E219" w14:textId="7F469163"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1483BCF7" w14:textId="435B7E39" w:rsidR="005F2E64" w:rsidRDefault="005F2E64" w:rsidP="00B2207F">
            <w:r>
              <w:t>Supports AE-LS-A</w:t>
            </w:r>
          </w:p>
        </w:tc>
      </w:tr>
      <w:tr w:rsidR="00B2207F" w:rsidRPr="0089157C" w14:paraId="59759629"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4CCC6CC5" w14:textId="5152253B" w:rsidR="00B2207F" w:rsidRPr="0089157C" w:rsidRDefault="00B2207F" w:rsidP="00B2207F">
            <w:pPr>
              <w:ind w:left="720"/>
            </w:pPr>
          </w:p>
        </w:tc>
      </w:tr>
      <w:tr w:rsidR="00B2207F" w:rsidRPr="00605C65" w14:paraId="3A3E652F"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0F0E7F82" w14:textId="77777777"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Life Safety View and Modify</w:t>
            </w:r>
            <w:r w:rsidRPr="007E1C49">
              <w:rPr>
                <w:b/>
              </w:rPr>
              <w:t xml:space="preserve"> </w:t>
            </w:r>
            <w:r w:rsidR="00012C95">
              <w:rPr>
                <w:b/>
              </w:rPr>
              <w:t>-</w:t>
            </w:r>
            <w:r w:rsidRPr="007E1C49">
              <w:rPr>
                <w:b/>
              </w:rPr>
              <w:t xml:space="preserve"> A</w:t>
            </w:r>
          </w:p>
        </w:tc>
      </w:tr>
      <w:tr w:rsidR="00B2207F" w:rsidRPr="00605C65" w14:paraId="6BEF2A96"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6BC9671"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0BE422C7" w14:textId="576B3B73"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4A16E8D6" w14:textId="77777777" w:rsidR="00B2207F" w:rsidRPr="00605C65" w:rsidRDefault="00B2207F" w:rsidP="00B2207F">
            <w:r w:rsidRPr="00605C65">
              <w:t>Base Requirements</w:t>
            </w:r>
          </w:p>
        </w:tc>
      </w:tr>
      <w:tr w:rsidR="00C310D9" w:rsidRPr="00605C65" w14:paraId="45AFC909"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F52DA85" w14:textId="77777777" w:rsidR="00C310D9" w:rsidRPr="00605C65" w:rsidRDefault="00C310D9"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7895D1FE" w14:textId="2806162B" w:rsidR="00C310D9" w:rsidRPr="00605C65"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26A5E786" w14:textId="4A8D343C" w:rsidR="00C310D9" w:rsidRPr="00605C65" w:rsidRDefault="005F2E64" w:rsidP="00B2207F">
            <w:r>
              <w:t>Supports DS-RP-A</w:t>
            </w:r>
          </w:p>
        </w:tc>
      </w:tr>
      <w:tr w:rsidR="005F2E64" w:rsidRPr="00605C65" w14:paraId="50173642"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12C9A65C"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5CFFCBB8" w14:textId="25895453"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5C3749CD" w14:textId="73926C61" w:rsidR="005F2E64" w:rsidRDefault="005F2E64" w:rsidP="00B2207F">
            <w:r>
              <w:t>Supports DS-WP-A</w:t>
            </w:r>
          </w:p>
        </w:tc>
      </w:tr>
      <w:tr w:rsidR="005F2E64" w:rsidRPr="00605C65" w14:paraId="5142AD20"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252921BB"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35FFD402" w14:textId="05F893BF"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327518BC" w14:textId="15B09896" w:rsidR="005F2E64" w:rsidRDefault="005F2E64" w:rsidP="00B2207F">
            <w:r>
              <w:t>Supports AE-VM-A</w:t>
            </w:r>
          </w:p>
        </w:tc>
      </w:tr>
      <w:tr w:rsidR="00B2207F" w:rsidRPr="0089157C" w14:paraId="61E26B21"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5141BC52" w14:textId="19E6DB19" w:rsidR="00B2207F" w:rsidRPr="0089157C" w:rsidRDefault="00B2207F" w:rsidP="00B2207F">
            <w:pPr>
              <w:ind w:left="720"/>
            </w:pPr>
          </w:p>
        </w:tc>
      </w:tr>
      <w:tr w:rsidR="00B2207F" w:rsidRPr="00605C65" w14:paraId="72A63DD7"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4634CCEB"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Life Safety Advanced View and Modify </w:t>
            </w:r>
            <w:r w:rsidR="00012C95">
              <w:rPr>
                <w:b/>
                <w:bCs/>
              </w:rPr>
              <w:t>-</w:t>
            </w:r>
            <w:r>
              <w:rPr>
                <w:b/>
                <w:bCs/>
              </w:rPr>
              <w:t xml:space="preserve"> A</w:t>
            </w:r>
          </w:p>
        </w:tc>
      </w:tr>
      <w:tr w:rsidR="00B2207F" w:rsidRPr="00605C65" w14:paraId="276D95A6"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E9F6593"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7408BDFF" w14:textId="48701FD4"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0E6DDABF" w14:textId="77777777" w:rsidR="00B2207F" w:rsidRPr="00605C65" w:rsidRDefault="00B2207F" w:rsidP="00B2207F">
            <w:r w:rsidRPr="00605C65">
              <w:t>Base Requirements</w:t>
            </w:r>
          </w:p>
        </w:tc>
      </w:tr>
      <w:tr w:rsidR="005F2E64" w:rsidRPr="00605C65" w14:paraId="64F711E0"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333386A3"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5AC0EC23" w14:textId="7575ACBE" w:rsidR="005F2E64" w:rsidRPr="00605C65"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362FDB26" w14:textId="5CFE708B" w:rsidR="005F2E64" w:rsidRPr="00605C65" w:rsidRDefault="005F2E64" w:rsidP="00B2207F">
            <w:r>
              <w:t>Supports DS-RP-A</w:t>
            </w:r>
          </w:p>
        </w:tc>
      </w:tr>
      <w:tr w:rsidR="005F2E64" w:rsidRPr="00605C65" w14:paraId="34869473"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580795E5"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360E668E" w14:textId="29F9DF8A"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618132CC" w14:textId="6C1AE0C3" w:rsidR="005F2E64" w:rsidRDefault="005F2E64" w:rsidP="00B2207F">
            <w:r>
              <w:t>Supports DS-WP-A</w:t>
            </w:r>
          </w:p>
        </w:tc>
      </w:tr>
      <w:tr w:rsidR="005F2E64" w:rsidRPr="00605C65" w14:paraId="2A2D0F92"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9BD13C6"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15AC7709" w14:textId="1DBB2F3B"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145F6186" w14:textId="2A84D973" w:rsidR="005F2E64" w:rsidRDefault="005F2E64" w:rsidP="00B2207F">
            <w:r>
              <w:t>Supports DM-OCD-A</w:t>
            </w:r>
          </w:p>
        </w:tc>
      </w:tr>
      <w:tr w:rsidR="005F2E64" w:rsidRPr="00605C65" w14:paraId="35E51B02"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4D9198E3"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65A324EA" w14:textId="3149FBF0"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3ECC1241" w14:textId="0294CECC" w:rsidR="005F2E64" w:rsidRDefault="005F2E64" w:rsidP="00B2207F">
            <w:r>
              <w:t>Supports AE-AVM-A</w:t>
            </w:r>
          </w:p>
        </w:tc>
      </w:tr>
      <w:tr w:rsidR="00B2207F" w:rsidRPr="0089157C" w14:paraId="1568AEE8"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3212C6FD" w14:textId="2B99FE85" w:rsidR="00B2207F" w:rsidRPr="0089157C" w:rsidRDefault="00B2207F" w:rsidP="00B2207F">
            <w:pPr>
              <w:ind w:left="720"/>
            </w:pPr>
          </w:p>
        </w:tc>
      </w:tr>
      <w:tr w:rsidR="00B2207F" w:rsidRPr="00605C65" w14:paraId="700F24C7"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6C0AA955" w14:textId="77777777"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Access Control</w:t>
            </w:r>
            <w:r w:rsidRPr="007E1C49">
              <w:rPr>
                <w:b/>
              </w:rPr>
              <w:t xml:space="preserve"> </w:t>
            </w:r>
            <w:r w:rsidR="00012C95">
              <w:rPr>
                <w:b/>
              </w:rPr>
              <w:t>-</w:t>
            </w:r>
            <w:r w:rsidRPr="007E1C49">
              <w:rPr>
                <w:b/>
              </w:rPr>
              <w:t xml:space="preserve"> A</w:t>
            </w:r>
          </w:p>
        </w:tc>
      </w:tr>
      <w:tr w:rsidR="00B2207F" w:rsidRPr="00605C65" w14:paraId="58B69838"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1002CCB9" w14:textId="77777777" w:rsidR="00B2207F" w:rsidRPr="007C34B9" w:rsidRDefault="00B2207F" w:rsidP="007C34B9">
            <w:pPr>
              <w:jc w:val="center"/>
            </w:pPr>
          </w:p>
        </w:tc>
        <w:tc>
          <w:tcPr>
            <w:tcW w:w="966" w:type="dxa"/>
            <w:tcBorders>
              <w:top w:val="single" w:sz="4" w:space="0" w:color="auto"/>
              <w:left w:val="single" w:sz="4" w:space="0" w:color="auto"/>
              <w:bottom w:val="single" w:sz="4" w:space="0" w:color="auto"/>
              <w:right w:val="single" w:sz="4" w:space="0" w:color="auto"/>
            </w:tcBorders>
            <w:hideMark/>
          </w:tcPr>
          <w:p w14:paraId="5674945F" w14:textId="4DC600AB"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516CDF12" w14:textId="77777777" w:rsidR="00B2207F" w:rsidRPr="00605C65" w:rsidRDefault="00B2207F" w:rsidP="00B2207F">
            <w:r w:rsidRPr="00605C65">
              <w:t>Base Requirements</w:t>
            </w:r>
          </w:p>
        </w:tc>
      </w:tr>
      <w:tr w:rsidR="005F2E64" w:rsidRPr="00F95990" w14:paraId="26B08B85" w14:textId="77777777" w:rsidTr="005B72AB">
        <w:tc>
          <w:tcPr>
            <w:tcW w:w="477" w:type="dxa"/>
          </w:tcPr>
          <w:p w14:paraId="0181DE84" w14:textId="77777777" w:rsidR="005F2E64" w:rsidRPr="007C34B9" w:rsidRDefault="005F2E64" w:rsidP="005B72AB">
            <w:pPr>
              <w:jc w:val="center"/>
            </w:pPr>
          </w:p>
        </w:tc>
        <w:tc>
          <w:tcPr>
            <w:tcW w:w="966" w:type="dxa"/>
          </w:tcPr>
          <w:p w14:paraId="6E420D0C" w14:textId="77777777" w:rsidR="005F2E64" w:rsidRPr="006F1682" w:rsidRDefault="005F2E64" w:rsidP="00F35506">
            <w:pPr>
              <w:jc w:val="center"/>
            </w:pPr>
            <w:r w:rsidRPr="006F1682">
              <w:t>R</w:t>
            </w:r>
          </w:p>
        </w:tc>
        <w:tc>
          <w:tcPr>
            <w:tcW w:w="7557" w:type="dxa"/>
          </w:tcPr>
          <w:p w14:paraId="76FB6DCF" w14:textId="77777777" w:rsidR="005F2E64" w:rsidRPr="006F1682" w:rsidRDefault="005F2E64" w:rsidP="00F35506">
            <w:r w:rsidRPr="006F1682">
              <w:t>Executes ConfirmedEventNotifications</w:t>
            </w:r>
          </w:p>
        </w:tc>
      </w:tr>
      <w:tr w:rsidR="005F2E64" w:rsidRPr="00F95990" w14:paraId="6B996100" w14:textId="77777777" w:rsidTr="005B72AB">
        <w:tc>
          <w:tcPr>
            <w:tcW w:w="477" w:type="dxa"/>
          </w:tcPr>
          <w:p w14:paraId="5DE547C1" w14:textId="77777777" w:rsidR="005F2E64" w:rsidRPr="007C34B9" w:rsidRDefault="005F2E64" w:rsidP="005B72AB">
            <w:pPr>
              <w:jc w:val="center"/>
            </w:pPr>
          </w:p>
        </w:tc>
        <w:tc>
          <w:tcPr>
            <w:tcW w:w="966" w:type="dxa"/>
          </w:tcPr>
          <w:p w14:paraId="3FFE9A2B" w14:textId="77777777" w:rsidR="005F2E64" w:rsidRPr="006F1682" w:rsidRDefault="005F2E64" w:rsidP="00F35506">
            <w:pPr>
              <w:jc w:val="center"/>
            </w:pPr>
            <w:r w:rsidRPr="006F1682">
              <w:t>R</w:t>
            </w:r>
          </w:p>
        </w:tc>
        <w:tc>
          <w:tcPr>
            <w:tcW w:w="7557" w:type="dxa"/>
          </w:tcPr>
          <w:p w14:paraId="256D4268" w14:textId="77777777" w:rsidR="005F2E64" w:rsidRPr="006F1682" w:rsidRDefault="005F2E64" w:rsidP="00F35506">
            <w:r w:rsidRPr="006F1682">
              <w:t>Executes UnconfirmedEventNotifications</w:t>
            </w:r>
          </w:p>
        </w:tc>
      </w:tr>
      <w:tr w:rsidR="005F2E64" w:rsidRPr="00F95990" w14:paraId="117B0CE9" w14:textId="77777777" w:rsidTr="005B72AB">
        <w:tc>
          <w:tcPr>
            <w:tcW w:w="477" w:type="dxa"/>
          </w:tcPr>
          <w:p w14:paraId="762B394E" w14:textId="77777777" w:rsidR="005F2E64" w:rsidRPr="007C34B9" w:rsidRDefault="005F2E64" w:rsidP="005B72AB">
            <w:pPr>
              <w:jc w:val="center"/>
            </w:pPr>
          </w:p>
        </w:tc>
        <w:tc>
          <w:tcPr>
            <w:tcW w:w="966" w:type="dxa"/>
          </w:tcPr>
          <w:p w14:paraId="73424C5C" w14:textId="77777777" w:rsidR="005F2E64" w:rsidRPr="006F1682" w:rsidRDefault="005F2E64" w:rsidP="00F35506">
            <w:pPr>
              <w:jc w:val="center"/>
            </w:pPr>
            <w:r w:rsidRPr="006F1682">
              <w:t>R</w:t>
            </w:r>
          </w:p>
        </w:tc>
        <w:tc>
          <w:tcPr>
            <w:tcW w:w="7557" w:type="dxa"/>
          </w:tcPr>
          <w:p w14:paraId="51785C55" w14:textId="77777777" w:rsidR="005F2E64" w:rsidRPr="006F1682" w:rsidRDefault="005F2E64" w:rsidP="00F35506">
            <w:r w:rsidRPr="006F1682">
              <w:t>Processes intrinsically generated notifications</w:t>
            </w:r>
          </w:p>
        </w:tc>
      </w:tr>
      <w:tr w:rsidR="005F2E64" w:rsidRPr="00F95990" w14:paraId="5C4BF919" w14:textId="77777777" w:rsidTr="005B72AB">
        <w:tc>
          <w:tcPr>
            <w:tcW w:w="477" w:type="dxa"/>
          </w:tcPr>
          <w:p w14:paraId="38AB0CEE" w14:textId="77777777" w:rsidR="005F2E64" w:rsidRPr="007C34B9" w:rsidRDefault="005F2E64" w:rsidP="005B72AB">
            <w:pPr>
              <w:jc w:val="center"/>
            </w:pPr>
          </w:p>
        </w:tc>
        <w:tc>
          <w:tcPr>
            <w:tcW w:w="966" w:type="dxa"/>
          </w:tcPr>
          <w:p w14:paraId="151BC87A" w14:textId="77777777" w:rsidR="005F2E64" w:rsidRPr="006F1682" w:rsidRDefault="005F2E64" w:rsidP="00F35506">
            <w:pPr>
              <w:jc w:val="center"/>
            </w:pPr>
            <w:r w:rsidRPr="006F1682">
              <w:t>R</w:t>
            </w:r>
          </w:p>
        </w:tc>
        <w:tc>
          <w:tcPr>
            <w:tcW w:w="7557" w:type="dxa"/>
          </w:tcPr>
          <w:p w14:paraId="65E6A4C5" w14:textId="77777777" w:rsidR="005F2E64" w:rsidRPr="006F1682" w:rsidRDefault="005F2E64" w:rsidP="00F35506">
            <w:r w:rsidRPr="006F1682">
              <w:t>Processes algorithmically generated notifications</w:t>
            </w:r>
          </w:p>
        </w:tc>
      </w:tr>
      <w:tr w:rsidR="005F2E64" w:rsidRPr="00F95990" w14:paraId="6204CEA5" w14:textId="77777777" w:rsidTr="005B72AB">
        <w:tc>
          <w:tcPr>
            <w:tcW w:w="477" w:type="dxa"/>
          </w:tcPr>
          <w:p w14:paraId="69A0249F" w14:textId="77777777" w:rsidR="005F2E64" w:rsidRPr="007C34B9" w:rsidRDefault="005F2E64" w:rsidP="005B72AB">
            <w:pPr>
              <w:jc w:val="center"/>
            </w:pPr>
          </w:p>
        </w:tc>
        <w:tc>
          <w:tcPr>
            <w:tcW w:w="966" w:type="dxa"/>
          </w:tcPr>
          <w:p w14:paraId="3FA9E139" w14:textId="77777777" w:rsidR="005F2E64" w:rsidRPr="006F1682" w:rsidRDefault="005F2E64" w:rsidP="00F35506">
            <w:pPr>
              <w:jc w:val="center"/>
            </w:pPr>
            <w:r w:rsidRPr="006F1682">
              <w:t>R</w:t>
            </w:r>
          </w:p>
        </w:tc>
        <w:tc>
          <w:tcPr>
            <w:tcW w:w="7557" w:type="dxa"/>
          </w:tcPr>
          <w:p w14:paraId="73320C0A" w14:textId="77777777" w:rsidR="005F2E64" w:rsidRPr="006F1682" w:rsidRDefault="005F2E64" w:rsidP="00F35506">
            <w:r w:rsidRPr="006F1682">
              <w:t>Processes event notifications with timestamps of the BACnetDateTime form</w:t>
            </w:r>
          </w:p>
        </w:tc>
      </w:tr>
      <w:tr w:rsidR="005F2E64" w:rsidRPr="00F95990" w14:paraId="053CE16A" w14:textId="77777777" w:rsidTr="005B72AB">
        <w:tc>
          <w:tcPr>
            <w:tcW w:w="477" w:type="dxa"/>
          </w:tcPr>
          <w:p w14:paraId="6D78893F" w14:textId="77777777" w:rsidR="005F2E64" w:rsidRPr="007C34B9" w:rsidRDefault="005F2E64" w:rsidP="005B72AB">
            <w:pPr>
              <w:jc w:val="center"/>
            </w:pPr>
          </w:p>
        </w:tc>
        <w:tc>
          <w:tcPr>
            <w:tcW w:w="966" w:type="dxa"/>
          </w:tcPr>
          <w:p w14:paraId="44363903" w14:textId="77777777" w:rsidR="005F2E64" w:rsidRPr="006F1682" w:rsidRDefault="005F2E64" w:rsidP="00F35506">
            <w:pPr>
              <w:jc w:val="center"/>
            </w:pPr>
            <w:r w:rsidRPr="006F1682">
              <w:t>R</w:t>
            </w:r>
          </w:p>
        </w:tc>
        <w:tc>
          <w:tcPr>
            <w:tcW w:w="7557" w:type="dxa"/>
          </w:tcPr>
          <w:p w14:paraId="6F35FD22" w14:textId="77777777" w:rsidR="005F2E64" w:rsidRPr="006F1682" w:rsidRDefault="005F2E64" w:rsidP="00F35506">
            <w:r w:rsidRPr="006F1682">
              <w:t>Processes event notifications with timestamps of the Time form</w:t>
            </w:r>
          </w:p>
        </w:tc>
      </w:tr>
      <w:tr w:rsidR="005F2E64" w:rsidRPr="00F95990" w14:paraId="26926CBC" w14:textId="77777777" w:rsidTr="005B72AB">
        <w:tc>
          <w:tcPr>
            <w:tcW w:w="477" w:type="dxa"/>
          </w:tcPr>
          <w:p w14:paraId="0BA04DE4" w14:textId="77777777" w:rsidR="005F2E64" w:rsidRPr="007C34B9" w:rsidRDefault="005F2E64" w:rsidP="005B72AB">
            <w:pPr>
              <w:jc w:val="center"/>
            </w:pPr>
          </w:p>
        </w:tc>
        <w:tc>
          <w:tcPr>
            <w:tcW w:w="966" w:type="dxa"/>
          </w:tcPr>
          <w:p w14:paraId="1FD8E804" w14:textId="77777777" w:rsidR="005F2E64" w:rsidRPr="006F1682" w:rsidRDefault="005F2E64" w:rsidP="00F35506">
            <w:pPr>
              <w:jc w:val="center"/>
            </w:pPr>
            <w:r w:rsidRPr="006F1682">
              <w:t>R</w:t>
            </w:r>
          </w:p>
        </w:tc>
        <w:tc>
          <w:tcPr>
            <w:tcW w:w="7557" w:type="dxa"/>
          </w:tcPr>
          <w:p w14:paraId="5F49A02B" w14:textId="77777777" w:rsidR="005F2E64" w:rsidRPr="006F1682" w:rsidRDefault="005F2E64" w:rsidP="00F35506">
            <w:r w:rsidRPr="006F1682">
              <w:t>Processes event notifications with timestamps of the Sequence Number form</w:t>
            </w:r>
          </w:p>
        </w:tc>
      </w:tr>
      <w:tr w:rsidR="005F2E64" w:rsidRPr="00F95990" w14:paraId="3188D14F" w14:textId="77777777" w:rsidTr="005B72AB">
        <w:trPr>
          <w:trHeight w:val="161"/>
        </w:trPr>
        <w:tc>
          <w:tcPr>
            <w:tcW w:w="477" w:type="dxa"/>
          </w:tcPr>
          <w:p w14:paraId="5A623D57" w14:textId="77777777" w:rsidR="005F2E64" w:rsidRPr="007C34B9" w:rsidRDefault="005F2E64" w:rsidP="005B72AB">
            <w:pPr>
              <w:jc w:val="center"/>
            </w:pPr>
          </w:p>
        </w:tc>
        <w:tc>
          <w:tcPr>
            <w:tcW w:w="966" w:type="dxa"/>
          </w:tcPr>
          <w:p w14:paraId="05D812AB" w14:textId="77777777" w:rsidR="005F2E64" w:rsidRPr="006F1682" w:rsidRDefault="005F2E64" w:rsidP="00F35506">
            <w:pPr>
              <w:jc w:val="center"/>
            </w:pPr>
            <w:r w:rsidRPr="006F1682">
              <w:t>R</w:t>
            </w:r>
          </w:p>
        </w:tc>
        <w:tc>
          <w:tcPr>
            <w:tcW w:w="7557" w:type="dxa"/>
          </w:tcPr>
          <w:p w14:paraId="4D50D85A" w14:textId="77777777" w:rsidR="005F2E64" w:rsidRPr="006F1682" w:rsidRDefault="005F2E64" w:rsidP="00F35506">
            <w:r w:rsidRPr="006F1682">
              <w:t>Supports AE-ACK-A</w:t>
            </w:r>
          </w:p>
        </w:tc>
      </w:tr>
      <w:tr w:rsidR="00B2207F" w:rsidRPr="0089157C" w14:paraId="77D98C21"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6FFA7EA6" w14:textId="4F6A5DE2" w:rsidR="00B2207F" w:rsidRPr="0089157C" w:rsidRDefault="00B2207F" w:rsidP="00B2207F">
            <w:pPr>
              <w:ind w:left="720"/>
            </w:pPr>
          </w:p>
        </w:tc>
      </w:tr>
      <w:tr w:rsidR="00B2207F" w:rsidRPr="00605C65" w14:paraId="43D58960"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6FE1C87E"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w:t>
            </w:r>
            <w:r w:rsidR="00012C95">
              <w:rPr>
                <w:b/>
                <w:bCs/>
              </w:rPr>
              <w:t>-</w:t>
            </w:r>
            <w:r>
              <w:rPr>
                <w:b/>
                <w:bCs/>
              </w:rPr>
              <w:t xml:space="preserve"> B</w:t>
            </w:r>
          </w:p>
        </w:tc>
      </w:tr>
      <w:tr w:rsidR="00B2207F" w:rsidRPr="00605C65" w14:paraId="66B8DECA"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72040E99" w14:textId="77777777" w:rsidR="00B2207F" w:rsidRPr="007C34B9" w:rsidRDefault="00B2207F" w:rsidP="007C34B9">
            <w:pPr>
              <w:jc w:val="center"/>
            </w:pPr>
          </w:p>
        </w:tc>
        <w:tc>
          <w:tcPr>
            <w:tcW w:w="966" w:type="dxa"/>
            <w:tcBorders>
              <w:top w:val="single" w:sz="4" w:space="0" w:color="auto"/>
              <w:left w:val="single" w:sz="4" w:space="0" w:color="auto"/>
              <w:bottom w:val="single" w:sz="4" w:space="0" w:color="auto"/>
              <w:right w:val="single" w:sz="4" w:space="0" w:color="auto"/>
            </w:tcBorders>
            <w:hideMark/>
          </w:tcPr>
          <w:p w14:paraId="20B104E9" w14:textId="3EA086EF"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421625E7" w14:textId="77777777" w:rsidR="00B2207F" w:rsidRPr="00605C65" w:rsidRDefault="00B2207F" w:rsidP="00B2207F">
            <w:r w:rsidRPr="00605C65">
              <w:t>Base Requirements</w:t>
            </w:r>
          </w:p>
        </w:tc>
      </w:tr>
      <w:tr w:rsidR="005F2E64" w:rsidRPr="00F95990" w14:paraId="3C4165A0" w14:textId="77777777" w:rsidTr="005B72AB">
        <w:tc>
          <w:tcPr>
            <w:tcW w:w="477" w:type="dxa"/>
          </w:tcPr>
          <w:p w14:paraId="16A49E11" w14:textId="77777777" w:rsidR="005F2E64" w:rsidRPr="007C34B9" w:rsidRDefault="005F2E64" w:rsidP="007C34B9">
            <w:pPr>
              <w:jc w:val="center"/>
            </w:pPr>
          </w:p>
        </w:tc>
        <w:tc>
          <w:tcPr>
            <w:tcW w:w="966" w:type="dxa"/>
          </w:tcPr>
          <w:p w14:paraId="4450B23D" w14:textId="77777777" w:rsidR="005F2E64" w:rsidRPr="00F95990" w:rsidRDefault="005F2E64" w:rsidP="00F35506">
            <w:pPr>
              <w:jc w:val="center"/>
            </w:pPr>
            <w:r w:rsidRPr="00F95990">
              <w:t>R</w:t>
            </w:r>
          </w:p>
        </w:tc>
        <w:tc>
          <w:tcPr>
            <w:tcW w:w="7557" w:type="dxa"/>
          </w:tcPr>
          <w:p w14:paraId="66D2B39C" w14:textId="77777777" w:rsidR="005F2E64" w:rsidRPr="00F95990" w:rsidRDefault="005F2E64" w:rsidP="00F35506">
            <w:pPr>
              <w:pStyle w:val="CommentText"/>
            </w:pPr>
            <w:r w:rsidRPr="00F95990">
              <w:t>Supports AE-INFO-B</w:t>
            </w:r>
          </w:p>
        </w:tc>
      </w:tr>
      <w:tr w:rsidR="005F2E64" w:rsidRPr="00F95990" w14:paraId="47ABFF81" w14:textId="77777777" w:rsidTr="005B72AB">
        <w:tc>
          <w:tcPr>
            <w:tcW w:w="477" w:type="dxa"/>
          </w:tcPr>
          <w:p w14:paraId="33E491ED" w14:textId="77777777" w:rsidR="005F2E64" w:rsidRPr="007C34B9" w:rsidRDefault="005F2E64" w:rsidP="005B72AB">
            <w:pPr>
              <w:jc w:val="center"/>
            </w:pPr>
          </w:p>
        </w:tc>
        <w:tc>
          <w:tcPr>
            <w:tcW w:w="966" w:type="dxa"/>
          </w:tcPr>
          <w:p w14:paraId="62BF1307" w14:textId="77777777" w:rsidR="005F2E64" w:rsidRPr="00F95990" w:rsidRDefault="005F2E64" w:rsidP="00F35506">
            <w:pPr>
              <w:jc w:val="center"/>
            </w:pPr>
            <w:r w:rsidRPr="00F95990">
              <w:t>R</w:t>
            </w:r>
          </w:p>
        </w:tc>
        <w:tc>
          <w:tcPr>
            <w:tcW w:w="7557" w:type="dxa"/>
          </w:tcPr>
          <w:p w14:paraId="5749DCE4" w14:textId="77777777" w:rsidR="005F2E64" w:rsidRPr="00F95990" w:rsidRDefault="005F2E64" w:rsidP="00F35506">
            <w:r w:rsidRPr="00F95990">
              <w:t>Supports the Notification Class Object</w:t>
            </w:r>
          </w:p>
        </w:tc>
      </w:tr>
      <w:tr w:rsidR="005F2E64" w:rsidRPr="00F95990" w14:paraId="64CF2A5D" w14:textId="77777777" w:rsidTr="005B72AB">
        <w:tc>
          <w:tcPr>
            <w:tcW w:w="477" w:type="dxa"/>
          </w:tcPr>
          <w:p w14:paraId="2C75C830" w14:textId="77777777" w:rsidR="005F2E64" w:rsidRPr="007C34B9" w:rsidRDefault="005F2E64" w:rsidP="007C34B9">
            <w:pPr>
              <w:jc w:val="center"/>
            </w:pPr>
          </w:p>
        </w:tc>
        <w:tc>
          <w:tcPr>
            <w:tcW w:w="966" w:type="dxa"/>
          </w:tcPr>
          <w:p w14:paraId="3D8DA87D" w14:textId="77777777" w:rsidR="005F2E64" w:rsidRPr="00F95990" w:rsidRDefault="005F2E64" w:rsidP="00F35506">
            <w:pPr>
              <w:jc w:val="center"/>
            </w:pPr>
            <w:r>
              <w:t>C</w:t>
            </w:r>
            <w:r>
              <w:rPr>
                <w:vertAlign w:val="superscript"/>
              </w:rPr>
              <w:t>1</w:t>
            </w:r>
          </w:p>
        </w:tc>
        <w:tc>
          <w:tcPr>
            <w:tcW w:w="7557" w:type="dxa"/>
          </w:tcPr>
          <w:p w14:paraId="7E858F16" w14:textId="77777777" w:rsidR="005F2E64" w:rsidRPr="00F95990" w:rsidRDefault="005F2E64" w:rsidP="00F35506">
            <w:pPr>
              <w:pStyle w:val="CommentText"/>
            </w:pPr>
            <w:r w:rsidRPr="00F95990">
              <w:t>Supports AE-</w:t>
            </w:r>
            <w:r>
              <w:t>ACK</w:t>
            </w:r>
            <w:r w:rsidRPr="00F95990">
              <w:t>-B</w:t>
            </w:r>
          </w:p>
        </w:tc>
      </w:tr>
      <w:tr w:rsidR="005F2E64" w:rsidRPr="00F95990" w14:paraId="4FD67424" w14:textId="77777777" w:rsidTr="005B72AB">
        <w:tc>
          <w:tcPr>
            <w:tcW w:w="477" w:type="dxa"/>
          </w:tcPr>
          <w:p w14:paraId="7A9916DC" w14:textId="77777777" w:rsidR="005F2E64" w:rsidRPr="007C34B9" w:rsidRDefault="005F2E64" w:rsidP="005B72AB">
            <w:pPr>
              <w:jc w:val="center"/>
            </w:pPr>
          </w:p>
        </w:tc>
        <w:tc>
          <w:tcPr>
            <w:tcW w:w="966" w:type="dxa"/>
          </w:tcPr>
          <w:p w14:paraId="5E0EF765" w14:textId="77777777" w:rsidR="005F2E64" w:rsidRPr="00F95990" w:rsidRDefault="005F2E64" w:rsidP="00F35506">
            <w:pPr>
              <w:jc w:val="center"/>
            </w:pPr>
            <w:r w:rsidRPr="00F95990">
              <w:t>C</w:t>
            </w:r>
            <w:r>
              <w:rPr>
                <w:vertAlign w:val="superscript"/>
              </w:rPr>
              <w:t>2</w:t>
            </w:r>
          </w:p>
        </w:tc>
        <w:tc>
          <w:tcPr>
            <w:tcW w:w="7557" w:type="dxa"/>
          </w:tcPr>
          <w:p w14:paraId="7F35D918" w14:textId="77777777" w:rsidR="005F2E64" w:rsidRPr="00F95990" w:rsidRDefault="005F2E64" w:rsidP="00F35506">
            <w:r w:rsidRPr="00F95990">
              <w:t>Implements intrinsic alarming</w:t>
            </w:r>
          </w:p>
        </w:tc>
      </w:tr>
      <w:tr w:rsidR="005F2E64" w:rsidRPr="00F95990" w14:paraId="14E23425" w14:textId="77777777" w:rsidTr="005B72AB">
        <w:tc>
          <w:tcPr>
            <w:tcW w:w="477" w:type="dxa"/>
          </w:tcPr>
          <w:p w14:paraId="71325DD2" w14:textId="77777777" w:rsidR="005F2E64" w:rsidRPr="007C34B9" w:rsidRDefault="005F2E64" w:rsidP="005B72AB">
            <w:pPr>
              <w:jc w:val="center"/>
            </w:pPr>
          </w:p>
        </w:tc>
        <w:tc>
          <w:tcPr>
            <w:tcW w:w="966" w:type="dxa"/>
          </w:tcPr>
          <w:p w14:paraId="34462BD7" w14:textId="77777777" w:rsidR="005F2E64" w:rsidRPr="00F95990" w:rsidRDefault="005F2E64" w:rsidP="00F35506">
            <w:pPr>
              <w:jc w:val="center"/>
              <w:rPr>
                <w:vertAlign w:val="superscript"/>
              </w:rPr>
            </w:pPr>
            <w:r w:rsidRPr="00F95990">
              <w:t>C</w:t>
            </w:r>
            <w:r>
              <w:rPr>
                <w:vertAlign w:val="superscript"/>
              </w:rPr>
              <w:t>2</w:t>
            </w:r>
          </w:p>
        </w:tc>
        <w:tc>
          <w:tcPr>
            <w:tcW w:w="7557" w:type="dxa"/>
          </w:tcPr>
          <w:p w14:paraId="030C95F9" w14:textId="77777777" w:rsidR="005F2E64" w:rsidRPr="00F95990" w:rsidRDefault="005F2E64" w:rsidP="00F35506">
            <w:r w:rsidRPr="00B453A5">
              <w:t>Supports the Event Enrollment object</w:t>
            </w:r>
          </w:p>
        </w:tc>
      </w:tr>
      <w:tr w:rsidR="005F2E64" w14:paraId="272C6329" w14:textId="77777777" w:rsidTr="005B72AB">
        <w:tc>
          <w:tcPr>
            <w:tcW w:w="477" w:type="dxa"/>
          </w:tcPr>
          <w:p w14:paraId="44F73C3F" w14:textId="77777777" w:rsidR="005F2E64" w:rsidRPr="007C34B9" w:rsidRDefault="005F2E64" w:rsidP="007C34B9">
            <w:pPr>
              <w:jc w:val="center"/>
            </w:pPr>
          </w:p>
        </w:tc>
        <w:tc>
          <w:tcPr>
            <w:tcW w:w="966" w:type="dxa"/>
          </w:tcPr>
          <w:p w14:paraId="5BCF0E55" w14:textId="77777777" w:rsidR="005F2E64" w:rsidRDefault="005F2E64" w:rsidP="00F35506">
            <w:pPr>
              <w:jc w:val="center"/>
            </w:pPr>
            <w:r w:rsidRPr="00F95990">
              <w:t>C</w:t>
            </w:r>
            <w:r>
              <w:rPr>
                <w:vertAlign w:val="superscript"/>
              </w:rPr>
              <w:t>3</w:t>
            </w:r>
          </w:p>
        </w:tc>
        <w:tc>
          <w:tcPr>
            <w:tcW w:w="7557" w:type="dxa"/>
          </w:tcPr>
          <w:p w14:paraId="3165BDBA" w14:textId="77777777" w:rsidR="005F2E64" w:rsidRPr="0053572C" w:rsidRDefault="005F2E64" w:rsidP="00F35506">
            <w:r w:rsidRPr="00631ECE">
              <w:t xml:space="preserve">Generates Event Notifications with Timestamps of the </w:t>
            </w:r>
            <w:r w:rsidRPr="0053572C">
              <w:t>BacnetDateTime</w:t>
            </w:r>
            <w:r w:rsidRPr="00631ECE">
              <w:t xml:space="preserve"> Form</w:t>
            </w:r>
          </w:p>
        </w:tc>
      </w:tr>
      <w:tr w:rsidR="005F2E64" w14:paraId="13142EFC" w14:textId="77777777" w:rsidTr="005B72AB">
        <w:tc>
          <w:tcPr>
            <w:tcW w:w="477" w:type="dxa"/>
          </w:tcPr>
          <w:p w14:paraId="6CE4E685" w14:textId="77777777" w:rsidR="005F2E64" w:rsidRPr="007C34B9" w:rsidRDefault="005F2E64" w:rsidP="007C34B9">
            <w:pPr>
              <w:jc w:val="center"/>
            </w:pPr>
          </w:p>
        </w:tc>
        <w:tc>
          <w:tcPr>
            <w:tcW w:w="966" w:type="dxa"/>
          </w:tcPr>
          <w:p w14:paraId="246C7939" w14:textId="77777777" w:rsidR="005F2E64" w:rsidRDefault="005F2E64" w:rsidP="00F35506">
            <w:pPr>
              <w:jc w:val="center"/>
            </w:pPr>
            <w:r w:rsidRPr="00F95990">
              <w:t>C</w:t>
            </w:r>
            <w:r>
              <w:rPr>
                <w:vertAlign w:val="superscript"/>
              </w:rPr>
              <w:t>3</w:t>
            </w:r>
          </w:p>
        </w:tc>
        <w:tc>
          <w:tcPr>
            <w:tcW w:w="7557" w:type="dxa"/>
          </w:tcPr>
          <w:p w14:paraId="707351C0" w14:textId="77777777" w:rsidR="005F2E64" w:rsidRPr="0053572C" w:rsidRDefault="005F2E64" w:rsidP="00F35506">
            <w:r w:rsidRPr="00631ECE">
              <w:t>Generates Event Notifications with Timestamps of the Time Form</w:t>
            </w:r>
          </w:p>
        </w:tc>
      </w:tr>
      <w:tr w:rsidR="005F2E64" w14:paraId="341E1DC0" w14:textId="77777777" w:rsidTr="005B72AB">
        <w:tc>
          <w:tcPr>
            <w:tcW w:w="477" w:type="dxa"/>
          </w:tcPr>
          <w:p w14:paraId="085B3352" w14:textId="77777777" w:rsidR="005F2E64" w:rsidRPr="007C34B9" w:rsidRDefault="005F2E64" w:rsidP="007C34B9">
            <w:pPr>
              <w:jc w:val="center"/>
            </w:pPr>
          </w:p>
        </w:tc>
        <w:tc>
          <w:tcPr>
            <w:tcW w:w="966" w:type="dxa"/>
          </w:tcPr>
          <w:p w14:paraId="2DCC85FD" w14:textId="77777777" w:rsidR="005F2E64" w:rsidRPr="00F95990" w:rsidRDefault="005F2E64" w:rsidP="00F35506">
            <w:pPr>
              <w:jc w:val="center"/>
            </w:pPr>
            <w:r w:rsidRPr="00F95990">
              <w:t>C</w:t>
            </w:r>
            <w:r>
              <w:rPr>
                <w:vertAlign w:val="superscript"/>
              </w:rPr>
              <w:t>3</w:t>
            </w:r>
          </w:p>
        </w:tc>
        <w:tc>
          <w:tcPr>
            <w:tcW w:w="7557" w:type="dxa"/>
          </w:tcPr>
          <w:p w14:paraId="1A3D1367" w14:textId="77777777" w:rsidR="005F2E64" w:rsidRPr="0053572C" w:rsidRDefault="005F2E64" w:rsidP="00F35506">
            <w:r w:rsidRPr="0053572C">
              <w:t>Generates Event Notifications with Timestamps of the Sequence Number Form</w:t>
            </w:r>
          </w:p>
        </w:tc>
      </w:tr>
      <w:tr w:rsidR="005F2E64" w14:paraId="46748D71" w14:textId="77777777" w:rsidTr="005B72AB">
        <w:tc>
          <w:tcPr>
            <w:tcW w:w="477" w:type="dxa"/>
          </w:tcPr>
          <w:p w14:paraId="02682599" w14:textId="77777777" w:rsidR="005F2E64" w:rsidRPr="007C34B9" w:rsidRDefault="005F2E64" w:rsidP="007C34B9">
            <w:pPr>
              <w:jc w:val="center"/>
            </w:pPr>
          </w:p>
        </w:tc>
        <w:tc>
          <w:tcPr>
            <w:tcW w:w="966" w:type="dxa"/>
          </w:tcPr>
          <w:p w14:paraId="7076FFB3" w14:textId="77777777" w:rsidR="005F2E64" w:rsidRPr="00F95990" w:rsidRDefault="005F2E64" w:rsidP="00F35506">
            <w:pPr>
              <w:jc w:val="center"/>
            </w:pPr>
            <w:r>
              <w:t>O</w:t>
            </w:r>
          </w:p>
        </w:tc>
        <w:tc>
          <w:tcPr>
            <w:tcW w:w="7557" w:type="dxa"/>
          </w:tcPr>
          <w:p w14:paraId="203C5ACF" w14:textId="77777777" w:rsidR="005F2E64" w:rsidRPr="0053572C" w:rsidRDefault="005F2E64" w:rsidP="00F35506">
            <w:r w:rsidRPr="0053572C">
              <w:t>Supports Event_Message_Texts Property</w:t>
            </w:r>
          </w:p>
        </w:tc>
      </w:tr>
      <w:tr w:rsidR="005F2E64" w14:paraId="63F16A89" w14:textId="77777777" w:rsidTr="005B72AB">
        <w:tc>
          <w:tcPr>
            <w:tcW w:w="477" w:type="dxa"/>
          </w:tcPr>
          <w:p w14:paraId="00630484" w14:textId="77777777" w:rsidR="005F2E64" w:rsidRPr="007C34B9" w:rsidRDefault="005F2E64" w:rsidP="007C34B9">
            <w:pPr>
              <w:jc w:val="center"/>
            </w:pPr>
          </w:p>
        </w:tc>
        <w:tc>
          <w:tcPr>
            <w:tcW w:w="966" w:type="dxa"/>
          </w:tcPr>
          <w:p w14:paraId="71B0F4F9" w14:textId="77777777" w:rsidR="005F2E64" w:rsidRDefault="005F2E64" w:rsidP="00F35506">
            <w:pPr>
              <w:jc w:val="center"/>
            </w:pPr>
            <w:r>
              <w:t>O</w:t>
            </w:r>
          </w:p>
        </w:tc>
        <w:tc>
          <w:tcPr>
            <w:tcW w:w="7557" w:type="dxa"/>
          </w:tcPr>
          <w:p w14:paraId="2CB2D711" w14:textId="77777777" w:rsidR="005F2E64" w:rsidRPr="0053572C" w:rsidRDefault="005F2E64" w:rsidP="00F35506">
            <w:r w:rsidRPr="0053572C">
              <w:t>Supports Event_Message_Texts_Config Property</w:t>
            </w:r>
          </w:p>
        </w:tc>
      </w:tr>
      <w:tr w:rsidR="005F2E64" w:rsidRPr="00F95990" w14:paraId="216ADC44" w14:textId="77777777" w:rsidTr="0056012F">
        <w:trPr>
          <w:cantSplit/>
        </w:trPr>
        <w:tc>
          <w:tcPr>
            <w:tcW w:w="9000" w:type="dxa"/>
            <w:gridSpan w:val="3"/>
          </w:tcPr>
          <w:p w14:paraId="3F90EEEC" w14:textId="77777777" w:rsidR="005F2E64" w:rsidRDefault="005F2E64" w:rsidP="00F35506">
            <w:pPr>
              <w:pStyle w:val="OptionFootnote"/>
            </w:pPr>
            <w:r w:rsidRPr="00F95990">
              <w:rPr>
                <w:vertAlign w:val="superscript"/>
              </w:rPr>
              <w:t>1</w:t>
            </w:r>
            <w:r w:rsidRPr="00F95990">
              <w:t xml:space="preserve"> </w:t>
            </w:r>
            <w:r w:rsidRPr="00B453A5">
              <w:t>Required if EventNotifications with service parameter AckRequired = True can be issued</w:t>
            </w:r>
            <w:r w:rsidRPr="00F95990">
              <w:t>.</w:t>
            </w:r>
          </w:p>
          <w:p w14:paraId="362AB5D1" w14:textId="77777777" w:rsidR="005F2E64" w:rsidRDefault="005F2E64" w:rsidP="00F35506">
            <w:pPr>
              <w:pStyle w:val="OptionFootnote"/>
            </w:pPr>
            <w:r w:rsidRPr="00F95990">
              <w:rPr>
                <w:vertAlign w:val="superscript"/>
              </w:rPr>
              <w:t>2</w:t>
            </w:r>
            <w:r w:rsidRPr="00F95990">
              <w:t xml:space="preserve"> At least one of these options must be supported to claim support for this BIBB.</w:t>
            </w:r>
          </w:p>
          <w:p w14:paraId="1F8DE3DA" w14:textId="77777777" w:rsidR="005F2E64" w:rsidRPr="00F95990" w:rsidRDefault="005F2E64" w:rsidP="00F35506">
            <w:pPr>
              <w:pStyle w:val="OptionFootnote"/>
            </w:pPr>
            <w:r>
              <w:rPr>
                <w:vertAlign w:val="superscript"/>
              </w:rPr>
              <w:t>3</w:t>
            </w:r>
            <w:r w:rsidRPr="00F95990">
              <w:t xml:space="preserve"> At least one of these options must be supported to claim support for this BIBB.</w:t>
            </w:r>
          </w:p>
        </w:tc>
      </w:tr>
      <w:tr w:rsidR="00B2207F" w:rsidRPr="00605C65" w14:paraId="1AA07F02"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06E1AC6D" w14:textId="77777777" w:rsidR="00B2207F" w:rsidRPr="007E1C49" w:rsidRDefault="00B2207F" w:rsidP="002849B8">
            <w:pPr>
              <w:rPr>
                <w:b/>
              </w:rPr>
            </w:pPr>
            <w:r w:rsidRPr="007E1C49">
              <w:rPr>
                <w:b/>
              </w:rPr>
              <w:t xml:space="preserve">Alarm and Event </w:t>
            </w:r>
            <w:r w:rsidR="002849B8">
              <w:rPr>
                <w:b/>
              </w:rPr>
              <w:t>M</w:t>
            </w:r>
            <w:r w:rsidRPr="007E1C49">
              <w:rPr>
                <w:b/>
              </w:rPr>
              <w:t xml:space="preserve">anagement </w:t>
            </w:r>
            <w:r w:rsidR="00012C95">
              <w:rPr>
                <w:b/>
              </w:rPr>
              <w:t>-</w:t>
            </w:r>
            <w:r w:rsidRPr="007E1C49">
              <w:rPr>
                <w:b/>
              </w:rPr>
              <w:t xml:space="preserve"> </w:t>
            </w:r>
            <w:r>
              <w:rPr>
                <w:b/>
              </w:rPr>
              <w:t>Access Control Advanced View Notifications</w:t>
            </w:r>
            <w:r w:rsidRPr="007E1C49">
              <w:rPr>
                <w:b/>
              </w:rPr>
              <w:t xml:space="preserve"> </w:t>
            </w:r>
            <w:r w:rsidR="00012C95">
              <w:rPr>
                <w:b/>
              </w:rPr>
              <w:t>-</w:t>
            </w:r>
            <w:r w:rsidRPr="007E1C49">
              <w:rPr>
                <w:b/>
              </w:rPr>
              <w:t xml:space="preserve"> A</w:t>
            </w:r>
          </w:p>
        </w:tc>
      </w:tr>
      <w:tr w:rsidR="00B2207F" w:rsidRPr="00605C65" w14:paraId="4DE77352"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1A35260D"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04018EA7" w14:textId="2F6564E1"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4ACA4C8C" w14:textId="77777777" w:rsidR="00B2207F" w:rsidRPr="00605C65" w:rsidRDefault="00B2207F" w:rsidP="00B2207F">
            <w:r w:rsidRPr="00605C65">
              <w:t>Base Requirements</w:t>
            </w:r>
          </w:p>
        </w:tc>
      </w:tr>
      <w:tr w:rsidR="005F2E64" w:rsidRPr="00605C65" w14:paraId="1BEE49D1"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3C7271FC"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0D8BB7F4" w14:textId="1F929C3D" w:rsidR="005F2E64" w:rsidRPr="00605C65"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441CB23B" w14:textId="0286594C" w:rsidR="005F2E64" w:rsidRPr="00605C65" w:rsidRDefault="005F2E64" w:rsidP="00B2207F">
            <w:r>
              <w:t>Supports AE-AVN-A</w:t>
            </w:r>
          </w:p>
        </w:tc>
      </w:tr>
      <w:tr w:rsidR="005F2E64" w:rsidRPr="00605C65" w14:paraId="7A0A7C90"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A744161"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28FCECE6" w14:textId="7F59A814" w:rsidR="005F2E64"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0A18F20C" w14:textId="4DFDBEDA" w:rsidR="005F2E64" w:rsidRDefault="005F2E64" w:rsidP="00B2207F">
            <w:r>
              <w:t>Supports AE-AC-A</w:t>
            </w:r>
          </w:p>
        </w:tc>
      </w:tr>
      <w:tr w:rsidR="00B2207F" w:rsidRPr="0089157C" w14:paraId="06EDAA98"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433FF02C" w14:textId="1621D7F9" w:rsidR="00B2207F" w:rsidRPr="0089157C" w:rsidRDefault="00B2207F" w:rsidP="00B2207F">
            <w:pPr>
              <w:ind w:left="720"/>
            </w:pPr>
          </w:p>
        </w:tc>
      </w:tr>
      <w:tr w:rsidR="00B2207F" w:rsidRPr="00605C65" w14:paraId="787CC7BF"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66B63E31"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View and Modify </w:t>
            </w:r>
            <w:r w:rsidR="00012C95">
              <w:rPr>
                <w:b/>
                <w:bCs/>
              </w:rPr>
              <w:t>-</w:t>
            </w:r>
            <w:r>
              <w:rPr>
                <w:b/>
                <w:bCs/>
              </w:rPr>
              <w:t xml:space="preserve"> A</w:t>
            </w:r>
          </w:p>
        </w:tc>
      </w:tr>
      <w:tr w:rsidR="00B2207F" w:rsidRPr="00605C65" w14:paraId="51E481D0"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6607E471"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57D3BF35" w14:textId="2B6738A2"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715B2D44" w14:textId="77777777" w:rsidR="00B2207F" w:rsidRPr="00605C65" w:rsidRDefault="00B2207F" w:rsidP="00B2207F">
            <w:r w:rsidRPr="00605C65">
              <w:t>Base Requirements</w:t>
            </w:r>
          </w:p>
        </w:tc>
      </w:tr>
      <w:tr w:rsidR="005F2E64" w:rsidRPr="00605C65" w14:paraId="7E397498"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0EF7B0C5" w14:textId="77777777" w:rsidR="005F2E64" w:rsidRPr="00605C65" w:rsidRDefault="005F2E64"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4F453601" w14:textId="7D3AD3E4" w:rsidR="005F2E64" w:rsidRPr="00605C65" w:rsidRDefault="005F2E64"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2D35A64C" w14:textId="43AA03D4" w:rsidR="005F2E64" w:rsidRPr="00605C65" w:rsidRDefault="005F2E64" w:rsidP="00B2207F">
            <w:r>
              <w:t>Supports AE-VM-A</w:t>
            </w:r>
          </w:p>
        </w:tc>
      </w:tr>
      <w:tr w:rsidR="00B2207F" w:rsidRPr="0089157C" w14:paraId="427B4FB6"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4654E8FF" w14:textId="5D9803D1" w:rsidR="00B2207F" w:rsidRPr="0089157C" w:rsidRDefault="00B2207F" w:rsidP="00B2207F">
            <w:pPr>
              <w:ind w:left="720"/>
            </w:pPr>
          </w:p>
        </w:tc>
      </w:tr>
      <w:tr w:rsidR="00B2207F" w:rsidRPr="00605C65" w14:paraId="17D6B175"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0FADC120" w14:textId="77777777" w:rsidR="00B2207F" w:rsidRPr="00605C65" w:rsidRDefault="00B2207F" w:rsidP="002849B8">
            <w:pPr>
              <w:rPr>
                <w:b/>
              </w:rPr>
            </w:pPr>
            <w:r>
              <w:rPr>
                <w:b/>
                <w:bCs/>
              </w:rPr>
              <w:t xml:space="preserve">Alarm and Event </w:t>
            </w:r>
            <w:r w:rsidR="002849B8">
              <w:rPr>
                <w:b/>
                <w:bCs/>
              </w:rPr>
              <w:t>M</w:t>
            </w:r>
            <w:r>
              <w:rPr>
                <w:b/>
                <w:bCs/>
              </w:rPr>
              <w:t>anagement</w:t>
            </w:r>
            <w:r w:rsidRPr="00605C65">
              <w:rPr>
                <w:b/>
                <w:bCs/>
              </w:rPr>
              <w:t xml:space="preserve"> </w:t>
            </w:r>
            <w:r w:rsidR="00012C95">
              <w:rPr>
                <w:b/>
                <w:bCs/>
              </w:rPr>
              <w:t>-</w:t>
            </w:r>
            <w:r w:rsidRPr="00605C65">
              <w:rPr>
                <w:b/>
                <w:bCs/>
              </w:rPr>
              <w:t xml:space="preserve"> </w:t>
            </w:r>
            <w:r>
              <w:rPr>
                <w:b/>
                <w:bCs/>
              </w:rPr>
              <w:t xml:space="preserve">Access Control Advanced View and Modify </w:t>
            </w:r>
            <w:r w:rsidR="00012C95">
              <w:rPr>
                <w:b/>
                <w:bCs/>
              </w:rPr>
              <w:t>-</w:t>
            </w:r>
            <w:r>
              <w:rPr>
                <w:b/>
                <w:bCs/>
              </w:rPr>
              <w:t xml:space="preserve"> A</w:t>
            </w:r>
          </w:p>
        </w:tc>
      </w:tr>
      <w:tr w:rsidR="00B2207F" w:rsidRPr="00605C65" w14:paraId="50A7FA16"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22629E43" w14:textId="77777777" w:rsidR="00B2207F" w:rsidRPr="00605C65" w:rsidRDefault="00B2207F" w:rsidP="00B2207F">
            <w:pPr>
              <w:jc w:val="center"/>
            </w:pPr>
          </w:p>
        </w:tc>
        <w:tc>
          <w:tcPr>
            <w:tcW w:w="966" w:type="dxa"/>
            <w:tcBorders>
              <w:top w:val="single" w:sz="4" w:space="0" w:color="auto"/>
              <w:left w:val="single" w:sz="4" w:space="0" w:color="auto"/>
              <w:bottom w:val="single" w:sz="4" w:space="0" w:color="auto"/>
              <w:right w:val="single" w:sz="4" w:space="0" w:color="auto"/>
            </w:tcBorders>
            <w:hideMark/>
          </w:tcPr>
          <w:p w14:paraId="3C5E3221" w14:textId="2BD74863" w:rsidR="00B2207F" w:rsidRPr="00605C65" w:rsidRDefault="00B2207F" w:rsidP="00B2207F">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04B5E1E6" w14:textId="77777777" w:rsidR="00B2207F" w:rsidRPr="00605C65" w:rsidRDefault="00B2207F" w:rsidP="00B2207F">
            <w:r w:rsidRPr="00605C65">
              <w:t>Base Requirements</w:t>
            </w:r>
          </w:p>
        </w:tc>
      </w:tr>
      <w:tr w:rsidR="00C24458" w:rsidRPr="00605C65" w14:paraId="0F5BBA5B"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28770CDB" w14:textId="77777777" w:rsidR="00C24458" w:rsidRPr="00605C65" w:rsidRDefault="00C24458"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7A34E8F9" w14:textId="4D08DE45" w:rsidR="00C24458" w:rsidRPr="00605C65" w:rsidRDefault="00C24458"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5ADA9A3B" w14:textId="43673AED" w:rsidR="00C24458" w:rsidRPr="00605C65" w:rsidRDefault="00C24458" w:rsidP="00B2207F">
            <w:r>
              <w:t>Supports DS-RP-A</w:t>
            </w:r>
          </w:p>
        </w:tc>
      </w:tr>
      <w:tr w:rsidR="00C24458" w:rsidRPr="00605C65" w14:paraId="4FFAB8C4"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4ECEFDEC" w14:textId="77777777" w:rsidR="00C24458" w:rsidRPr="00605C65" w:rsidRDefault="00C24458"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75F0316E" w14:textId="608F13F6" w:rsidR="00C24458" w:rsidRDefault="00C24458"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1AA53BFA" w14:textId="7356E322" w:rsidR="00C24458" w:rsidRDefault="00C24458" w:rsidP="00B2207F">
            <w:r>
              <w:t>Supports DS-WP-A</w:t>
            </w:r>
          </w:p>
        </w:tc>
      </w:tr>
      <w:tr w:rsidR="00C24458" w:rsidRPr="00605C65" w14:paraId="05ADC74C"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73314E23" w14:textId="77777777" w:rsidR="00C24458" w:rsidRPr="00605C65" w:rsidRDefault="00C24458"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458F8927" w14:textId="76C36022" w:rsidR="00C24458" w:rsidRDefault="00C24458"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2E8D8180" w14:textId="64DD3AA7" w:rsidR="00C24458" w:rsidRDefault="00C24458" w:rsidP="00B2207F">
            <w:r>
              <w:t>Supports DM-OCD-A</w:t>
            </w:r>
          </w:p>
        </w:tc>
      </w:tr>
      <w:tr w:rsidR="00C24458" w:rsidRPr="00605C65" w14:paraId="2B2164DB" w14:textId="77777777" w:rsidTr="005B72AB">
        <w:tblPrEx>
          <w:tblLook w:val="04A0" w:firstRow="1" w:lastRow="0" w:firstColumn="1" w:lastColumn="0" w:noHBand="0" w:noVBand="1"/>
        </w:tblPrEx>
        <w:tc>
          <w:tcPr>
            <w:tcW w:w="477" w:type="dxa"/>
            <w:tcBorders>
              <w:top w:val="single" w:sz="4" w:space="0" w:color="auto"/>
              <w:left w:val="single" w:sz="4" w:space="0" w:color="auto"/>
              <w:bottom w:val="single" w:sz="4" w:space="0" w:color="auto"/>
              <w:right w:val="single" w:sz="4" w:space="0" w:color="auto"/>
            </w:tcBorders>
          </w:tcPr>
          <w:p w14:paraId="57AFFA5E" w14:textId="77777777" w:rsidR="00C24458" w:rsidRPr="00605C65" w:rsidRDefault="00C24458" w:rsidP="00B2207F">
            <w:pPr>
              <w:jc w:val="center"/>
            </w:pPr>
          </w:p>
        </w:tc>
        <w:tc>
          <w:tcPr>
            <w:tcW w:w="966" w:type="dxa"/>
            <w:tcBorders>
              <w:top w:val="single" w:sz="4" w:space="0" w:color="auto"/>
              <w:left w:val="single" w:sz="4" w:space="0" w:color="auto"/>
              <w:bottom w:val="single" w:sz="4" w:space="0" w:color="auto"/>
              <w:right w:val="single" w:sz="4" w:space="0" w:color="auto"/>
            </w:tcBorders>
          </w:tcPr>
          <w:p w14:paraId="1524D9E5" w14:textId="3B26E77F" w:rsidR="00C24458" w:rsidRDefault="00C24458" w:rsidP="00B2207F">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41C7DACB" w14:textId="490F18AF" w:rsidR="00C24458" w:rsidRDefault="00C24458" w:rsidP="00B2207F">
            <w:r>
              <w:t>Supports AE-AVM-A</w:t>
            </w:r>
          </w:p>
        </w:tc>
      </w:tr>
      <w:tr w:rsidR="00B2207F" w:rsidRPr="0089157C" w14:paraId="363952CE" w14:textId="77777777" w:rsidTr="0056012F">
        <w:tblPrEx>
          <w:tblLook w:val="04A0" w:firstRow="1" w:lastRow="0" w:firstColumn="1" w:lastColumn="0" w:noHBand="0" w:noVBand="1"/>
        </w:tblPrEx>
        <w:tc>
          <w:tcPr>
            <w:tcW w:w="9000" w:type="dxa"/>
            <w:gridSpan w:val="3"/>
            <w:tcBorders>
              <w:top w:val="single" w:sz="4" w:space="0" w:color="auto"/>
              <w:left w:val="single" w:sz="4" w:space="0" w:color="auto"/>
              <w:bottom w:val="single" w:sz="4" w:space="0" w:color="auto"/>
              <w:right w:val="single" w:sz="4" w:space="0" w:color="auto"/>
            </w:tcBorders>
          </w:tcPr>
          <w:p w14:paraId="57320D69" w14:textId="0C7228A4" w:rsidR="00B2207F" w:rsidRPr="0089157C" w:rsidRDefault="00B2207F" w:rsidP="00B2207F">
            <w:pPr>
              <w:ind w:left="720"/>
            </w:pPr>
          </w:p>
        </w:tc>
      </w:tr>
      <w:tr w:rsidR="00EF1CAE" w:rsidRPr="00B56E85" w14:paraId="0A2EB529"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502A849F" w14:textId="77777777" w:rsidR="00EF1CAE" w:rsidRPr="00B56E85" w:rsidRDefault="00EF1CAE" w:rsidP="00740BD1">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 xml:space="preserve">Elevator View </w:t>
            </w:r>
            <w:r w:rsidRPr="00F95990">
              <w:rPr>
                <w:b/>
                <w:bCs/>
              </w:rPr>
              <w:t>Notification</w:t>
            </w:r>
            <w:r>
              <w:rPr>
                <w:b/>
                <w:bCs/>
              </w:rPr>
              <w:t>s</w:t>
            </w:r>
            <w:r w:rsidRPr="00F95990">
              <w:rPr>
                <w:b/>
                <w:bCs/>
              </w:rPr>
              <w:t xml:space="preserve"> </w:t>
            </w:r>
            <w:r>
              <w:rPr>
                <w:b/>
                <w:bCs/>
              </w:rPr>
              <w:t>-</w:t>
            </w:r>
            <w:r w:rsidRPr="00F95990">
              <w:rPr>
                <w:b/>
                <w:bCs/>
              </w:rPr>
              <w:t xml:space="preserve"> A</w:t>
            </w:r>
          </w:p>
        </w:tc>
      </w:tr>
      <w:tr w:rsidR="00EF1CAE" w:rsidRPr="00605C65" w14:paraId="65A6C6BB" w14:textId="77777777" w:rsidTr="005B72AB">
        <w:tc>
          <w:tcPr>
            <w:tcW w:w="477" w:type="dxa"/>
            <w:tcBorders>
              <w:top w:val="single" w:sz="4" w:space="0" w:color="auto"/>
              <w:left w:val="single" w:sz="4" w:space="0" w:color="auto"/>
              <w:bottom w:val="single" w:sz="4" w:space="0" w:color="auto"/>
              <w:right w:val="single" w:sz="4" w:space="0" w:color="auto"/>
            </w:tcBorders>
          </w:tcPr>
          <w:p w14:paraId="3CE8A0DD" w14:textId="77777777" w:rsidR="00EF1CAE" w:rsidRPr="00605C65" w:rsidRDefault="00EF1CAE" w:rsidP="00740BD1">
            <w:pPr>
              <w:jc w:val="center"/>
            </w:pPr>
          </w:p>
        </w:tc>
        <w:tc>
          <w:tcPr>
            <w:tcW w:w="966" w:type="dxa"/>
            <w:tcBorders>
              <w:top w:val="single" w:sz="4" w:space="0" w:color="auto"/>
              <w:left w:val="single" w:sz="4" w:space="0" w:color="auto"/>
              <w:bottom w:val="single" w:sz="4" w:space="0" w:color="auto"/>
              <w:right w:val="single" w:sz="4" w:space="0" w:color="auto"/>
            </w:tcBorders>
            <w:hideMark/>
          </w:tcPr>
          <w:p w14:paraId="43701640" w14:textId="2F76DC2D" w:rsidR="00EF1CAE" w:rsidRPr="00605C65" w:rsidRDefault="00EF1CAE" w:rsidP="00740BD1">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3E127888" w14:textId="77777777" w:rsidR="00EF1CAE" w:rsidRPr="00605C65" w:rsidRDefault="00EF1CAE" w:rsidP="00740BD1">
            <w:r w:rsidRPr="00605C65">
              <w:t>Base Requirements</w:t>
            </w:r>
          </w:p>
        </w:tc>
      </w:tr>
      <w:tr w:rsidR="00E970CF" w:rsidRPr="00605C65" w14:paraId="6FDC0F88" w14:textId="77777777" w:rsidTr="005B72AB">
        <w:tc>
          <w:tcPr>
            <w:tcW w:w="477" w:type="dxa"/>
            <w:tcBorders>
              <w:top w:val="single" w:sz="4" w:space="0" w:color="auto"/>
              <w:left w:val="single" w:sz="4" w:space="0" w:color="auto"/>
              <w:bottom w:val="single" w:sz="4" w:space="0" w:color="auto"/>
              <w:right w:val="single" w:sz="4" w:space="0" w:color="auto"/>
            </w:tcBorders>
          </w:tcPr>
          <w:p w14:paraId="5DCB924B"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65B83ADC" w14:textId="684CD6C8"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67B6EE2D" w14:textId="427BF894" w:rsidR="00E970CF" w:rsidRPr="00605C65" w:rsidRDefault="00E970CF" w:rsidP="00740BD1">
            <w:r>
              <w:t>Supports AE-N-A</w:t>
            </w:r>
          </w:p>
        </w:tc>
      </w:tr>
      <w:tr w:rsidR="00EF1CAE" w:rsidRPr="0089157C" w14:paraId="36D7D899"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4A22DF28" w14:textId="40FBF1CB" w:rsidR="00EF1CAE" w:rsidRPr="0089157C" w:rsidRDefault="00EF1CAE" w:rsidP="00740BD1">
            <w:pPr>
              <w:ind w:left="720"/>
            </w:pPr>
          </w:p>
        </w:tc>
      </w:tr>
      <w:tr w:rsidR="00EF1CAE" w:rsidRPr="00B56E85" w14:paraId="58F89F82"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119D41F9" w14:textId="77777777" w:rsidR="00EF1CAE" w:rsidRPr="00B56E85" w:rsidRDefault="00EF1CAE" w:rsidP="00740BD1">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 xml:space="preserve">Elevator Advanced View </w:t>
            </w:r>
            <w:r w:rsidRPr="00F95990">
              <w:rPr>
                <w:b/>
                <w:bCs/>
              </w:rPr>
              <w:t>Notification</w:t>
            </w:r>
            <w:r>
              <w:rPr>
                <w:b/>
                <w:bCs/>
              </w:rPr>
              <w:t>s</w:t>
            </w:r>
            <w:r w:rsidRPr="00F95990">
              <w:rPr>
                <w:b/>
                <w:bCs/>
              </w:rPr>
              <w:t xml:space="preserve"> </w:t>
            </w:r>
            <w:r>
              <w:rPr>
                <w:b/>
                <w:bCs/>
              </w:rPr>
              <w:t>-</w:t>
            </w:r>
            <w:r w:rsidRPr="00F95990">
              <w:rPr>
                <w:b/>
                <w:bCs/>
              </w:rPr>
              <w:t xml:space="preserve"> A</w:t>
            </w:r>
          </w:p>
        </w:tc>
      </w:tr>
      <w:tr w:rsidR="00EF1CAE" w:rsidRPr="00605C65" w14:paraId="4B7FDECF" w14:textId="77777777" w:rsidTr="005B72AB">
        <w:tc>
          <w:tcPr>
            <w:tcW w:w="477" w:type="dxa"/>
            <w:tcBorders>
              <w:top w:val="single" w:sz="4" w:space="0" w:color="auto"/>
              <w:left w:val="single" w:sz="4" w:space="0" w:color="auto"/>
              <w:bottom w:val="single" w:sz="4" w:space="0" w:color="auto"/>
              <w:right w:val="single" w:sz="4" w:space="0" w:color="auto"/>
            </w:tcBorders>
          </w:tcPr>
          <w:p w14:paraId="550C24F4" w14:textId="77777777" w:rsidR="00EF1CAE" w:rsidRPr="00605C65" w:rsidRDefault="00EF1CAE" w:rsidP="00740BD1">
            <w:pPr>
              <w:jc w:val="center"/>
            </w:pPr>
          </w:p>
        </w:tc>
        <w:tc>
          <w:tcPr>
            <w:tcW w:w="966" w:type="dxa"/>
            <w:tcBorders>
              <w:top w:val="single" w:sz="4" w:space="0" w:color="auto"/>
              <w:left w:val="single" w:sz="4" w:space="0" w:color="auto"/>
              <w:bottom w:val="single" w:sz="4" w:space="0" w:color="auto"/>
              <w:right w:val="single" w:sz="4" w:space="0" w:color="auto"/>
            </w:tcBorders>
            <w:hideMark/>
          </w:tcPr>
          <w:p w14:paraId="4DF27F9A" w14:textId="1C77CCBE" w:rsidR="00EF1CAE" w:rsidRPr="00605C65" w:rsidRDefault="00EF1CAE" w:rsidP="00740BD1">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6B16246A" w14:textId="77777777" w:rsidR="00EF1CAE" w:rsidRPr="00605C65" w:rsidRDefault="00EF1CAE" w:rsidP="00740BD1">
            <w:r w:rsidRPr="00605C65">
              <w:t>Base Requirements</w:t>
            </w:r>
          </w:p>
        </w:tc>
      </w:tr>
      <w:tr w:rsidR="00E970CF" w:rsidRPr="00605C65" w14:paraId="5868A026" w14:textId="77777777" w:rsidTr="005B72AB">
        <w:tc>
          <w:tcPr>
            <w:tcW w:w="477" w:type="dxa"/>
            <w:tcBorders>
              <w:top w:val="single" w:sz="4" w:space="0" w:color="auto"/>
              <w:left w:val="single" w:sz="4" w:space="0" w:color="auto"/>
              <w:bottom w:val="single" w:sz="4" w:space="0" w:color="auto"/>
              <w:right w:val="single" w:sz="4" w:space="0" w:color="auto"/>
            </w:tcBorders>
          </w:tcPr>
          <w:p w14:paraId="1C423B55"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33EADCBC" w14:textId="40D4B948"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5422DC42" w14:textId="4F85C928" w:rsidR="00E970CF" w:rsidRPr="00605C65" w:rsidRDefault="00E970CF" w:rsidP="00740BD1">
            <w:r>
              <w:t>Supports AE-AVN-A</w:t>
            </w:r>
          </w:p>
        </w:tc>
      </w:tr>
      <w:tr w:rsidR="00EF1CAE" w:rsidRPr="0089157C" w14:paraId="4C7DACA6"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03937F0C" w14:textId="196B18B7" w:rsidR="00EF1CAE" w:rsidRPr="0089157C" w:rsidRDefault="00EF1CAE" w:rsidP="00740BD1">
            <w:pPr>
              <w:ind w:left="720"/>
            </w:pPr>
          </w:p>
        </w:tc>
      </w:tr>
      <w:tr w:rsidR="00EF1CAE" w:rsidRPr="001C50B5" w14:paraId="3F639493"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0C554C7A" w14:textId="77777777" w:rsidR="00EF1CAE" w:rsidRPr="001C50B5" w:rsidRDefault="00EF1CAE" w:rsidP="00740BD1">
            <w:pPr>
              <w:rPr>
                <w:b/>
                <w:bCs/>
              </w:rPr>
            </w:pPr>
            <w:r w:rsidRPr="001C50B5">
              <w:rPr>
                <w:b/>
                <w:bCs/>
              </w:rPr>
              <w:t xml:space="preserve">Alarm and Event Management - Elevator View </w:t>
            </w:r>
            <w:r>
              <w:rPr>
                <w:b/>
                <w:bCs/>
              </w:rPr>
              <w:t>and Modify</w:t>
            </w:r>
            <w:r w:rsidRPr="001C50B5">
              <w:rPr>
                <w:b/>
                <w:bCs/>
              </w:rPr>
              <w:t xml:space="preserve"> - A</w:t>
            </w:r>
          </w:p>
        </w:tc>
      </w:tr>
      <w:tr w:rsidR="00EF1CAE" w:rsidRPr="00605C65" w14:paraId="55322360" w14:textId="77777777" w:rsidTr="005B72AB">
        <w:tc>
          <w:tcPr>
            <w:tcW w:w="477" w:type="dxa"/>
            <w:tcBorders>
              <w:top w:val="single" w:sz="4" w:space="0" w:color="auto"/>
              <w:left w:val="single" w:sz="4" w:space="0" w:color="auto"/>
              <w:bottom w:val="single" w:sz="4" w:space="0" w:color="auto"/>
              <w:right w:val="single" w:sz="4" w:space="0" w:color="auto"/>
            </w:tcBorders>
          </w:tcPr>
          <w:p w14:paraId="6A47A457" w14:textId="77777777" w:rsidR="00EF1CAE" w:rsidRPr="00605C65" w:rsidRDefault="00EF1CAE" w:rsidP="00740BD1">
            <w:pPr>
              <w:jc w:val="center"/>
            </w:pPr>
          </w:p>
        </w:tc>
        <w:tc>
          <w:tcPr>
            <w:tcW w:w="966" w:type="dxa"/>
            <w:tcBorders>
              <w:top w:val="single" w:sz="4" w:space="0" w:color="auto"/>
              <w:left w:val="single" w:sz="4" w:space="0" w:color="auto"/>
              <w:bottom w:val="single" w:sz="4" w:space="0" w:color="auto"/>
              <w:right w:val="single" w:sz="4" w:space="0" w:color="auto"/>
            </w:tcBorders>
            <w:hideMark/>
          </w:tcPr>
          <w:p w14:paraId="59788EBF" w14:textId="3C9FF661" w:rsidR="00EF1CAE" w:rsidRPr="00605C65" w:rsidRDefault="00EF1CAE" w:rsidP="00740BD1">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010919DF" w14:textId="77777777" w:rsidR="00EF1CAE" w:rsidRPr="00605C65" w:rsidRDefault="00EF1CAE" w:rsidP="00740BD1">
            <w:r w:rsidRPr="00605C65">
              <w:t>Base Requirements</w:t>
            </w:r>
          </w:p>
        </w:tc>
      </w:tr>
      <w:tr w:rsidR="00E970CF" w:rsidRPr="00605C65" w14:paraId="35379F7F" w14:textId="77777777" w:rsidTr="005B72AB">
        <w:tc>
          <w:tcPr>
            <w:tcW w:w="477" w:type="dxa"/>
            <w:tcBorders>
              <w:top w:val="single" w:sz="4" w:space="0" w:color="auto"/>
              <w:left w:val="single" w:sz="4" w:space="0" w:color="auto"/>
              <w:bottom w:val="single" w:sz="4" w:space="0" w:color="auto"/>
              <w:right w:val="single" w:sz="4" w:space="0" w:color="auto"/>
            </w:tcBorders>
          </w:tcPr>
          <w:p w14:paraId="1404AB78"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1232D497" w14:textId="32648EEF"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43126EF6" w14:textId="67A92AB9" w:rsidR="00E970CF" w:rsidRPr="00605C65" w:rsidRDefault="00E970CF" w:rsidP="00740BD1">
            <w:r>
              <w:t>Supports DS-RP-A</w:t>
            </w:r>
          </w:p>
        </w:tc>
      </w:tr>
      <w:tr w:rsidR="00E970CF" w:rsidRPr="00605C65" w14:paraId="554300C5" w14:textId="77777777" w:rsidTr="005B72AB">
        <w:tc>
          <w:tcPr>
            <w:tcW w:w="477" w:type="dxa"/>
            <w:tcBorders>
              <w:top w:val="single" w:sz="4" w:space="0" w:color="auto"/>
              <w:left w:val="single" w:sz="4" w:space="0" w:color="auto"/>
              <w:bottom w:val="single" w:sz="4" w:space="0" w:color="auto"/>
              <w:right w:val="single" w:sz="4" w:space="0" w:color="auto"/>
            </w:tcBorders>
          </w:tcPr>
          <w:p w14:paraId="759F1570"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73066731" w14:textId="56CC296F"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57B1A63B" w14:textId="3CB6FBE1" w:rsidR="00E970CF" w:rsidRPr="00605C65" w:rsidRDefault="00E970CF" w:rsidP="00740BD1">
            <w:r>
              <w:t>Supports DS-WP-A</w:t>
            </w:r>
          </w:p>
        </w:tc>
      </w:tr>
      <w:tr w:rsidR="00E970CF" w:rsidRPr="00605C65" w14:paraId="3B6F3AB0" w14:textId="77777777" w:rsidTr="005B72AB">
        <w:tc>
          <w:tcPr>
            <w:tcW w:w="477" w:type="dxa"/>
            <w:tcBorders>
              <w:top w:val="single" w:sz="4" w:space="0" w:color="auto"/>
              <w:left w:val="single" w:sz="4" w:space="0" w:color="auto"/>
              <w:bottom w:val="single" w:sz="4" w:space="0" w:color="auto"/>
              <w:right w:val="single" w:sz="4" w:space="0" w:color="auto"/>
            </w:tcBorders>
          </w:tcPr>
          <w:p w14:paraId="510CB43A"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6F6AEAF0" w14:textId="715E7385"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73C3D92B" w14:textId="7540CB7E" w:rsidR="00E970CF" w:rsidRPr="00605C65" w:rsidRDefault="00E970CF" w:rsidP="00740BD1">
            <w:r>
              <w:t>Supports AE-VM-A</w:t>
            </w:r>
          </w:p>
        </w:tc>
      </w:tr>
      <w:tr w:rsidR="00EF1CAE" w:rsidRPr="0089157C" w14:paraId="08625FFE"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7F840FE2" w14:textId="1BFA0DB6" w:rsidR="00EF1CAE" w:rsidRPr="0089157C" w:rsidRDefault="00EF1CAE" w:rsidP="00740BD1">
            <w:pPr>
              <w:ind w:left="720"/>
            </w:pPr>
          </w:p>
        </w:tc>
      </w:tr>
      <w:tr w:rsidR="00EF1CAE" w:rsidRPr="00B56E85" w14:paraId="1E2AEB8F"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410955BC" w14:textId="77777777" w:rsidR="00EF1CAE" w:rsidRPr="00B56E85" w:rsidRDefault="00EF1CAE" w:rsidP="00740BD1">
            <w:pPr>
              <w:rPr>
                <w:b/>
              </w:rPr>
            </w:pPr>
            <w:r w:rsidRPr="00F95990">
              <w:rPr>
                <w:b/>
                <w:bCs/>
              </w:rPr>
              <w:t>Alarm and Event</w:t>
            </w:r>
            <w:r>
              <w:rPr>
                <w:b/>
                <w:bCs/>
              </w:rPr>
              <w:t xml:space="preserve"> Management</w:t>
            </w:r>
            <w:r w:rsidRPr="00F95990">
              <w:rPr>
                <w:b/>
                <w:bCs/>
              </w:rPr>
              <w:t xml:space="preserve"> </w:t>
            </w:r>
            <w:r>
              <w:rPr>
                <w:b/>
                <w:bCs/>
              </w:rPr>
              <w:t>-</w:t>
            </w:r>
            <w:r w:rsidRPr="00F95990">
              <w:rPr>
                <w:b/>
                <w:bCs/>
              </w:rPr>
              <w:t xml:space="preserve"> </w:t>
            </w:r>
            <w:r>
              <w:rPr>
                <w:b/>
                <w:bCs/>
              </w:rPr>
              <w:t>Elevator Advanced View and Modify</w:t>
            </w:r>
            <w:r w:rsidRPr="00F95990">
              <w:rPr>
                <w:b/>
                <w:bCs/>
              </w:rPr>
              <w:t xml:space="preserve"> </w:t>
            </w:r>
            <w:r>
              <w:rPr>
                <w:b/>
                <w:bCs/>
              </w:rPr>
              <w:t>-</w:t>
            </w:r>
            <w:r w:rsidRPr="00F95990">
              <w:rPr>
                <w:b/>
                <w:bCs/>
              </w:rPr>
              <w:t xml:space="preserve"> A</w:t>
            </w:r>
          </w:p>
        </w:tc>
      </w:tr>
      <w:tr w:rsidR="00EF1CAE" w:rsidRPr="00605C65" w14:paraId="494BBA0B" w14:textId="77777777" w:rsidTr="005B72AB">
        <w:tc>
          <w:tcPr>
            <w:tcW w:w="477" w:type="dxa"/>
            <w:tcBorders>
              <w:top w:val="single" w:sz="4" w:space="0" w:color="auto"/>
              <w:left w:val="single" w:sz="4" w:space="0" w:color="auto"/>
              <w:bottom w:val="single" w:sz="4" w:space="0" w:color="auto"/>
              <w:right w:val="single" w:sz="4" w:space="0" w:color="auto"/>
            </w:tcBorders>
          </w:tcPr>
          <w:p w14:paraId="6F9B93C1" w14:textId="77777777" w:rsidR="00EF1CAE" w:rsidRPr="00605C65" w:rsidRDefault="00EF1CAE" w:rsidP="00740BD1">
            <w:pPr>
              <w:jc w:val="center"/>
            </w:pPr>
          </w:p>
        </w:tc>
        <w:tc>
          <w:tcPr>
            <w:tcW w:w="966" w:type="dxa"/>
            <w:tcBorders>
              <w:top w:val="single" w:sz="4" w:space="0" w:color="auto"/>
              <w:left w:val="single" w:sz="4" w:space="0" w:color="auto"/>
              <w:bottom w:val="single" w:sz="4" w:space="0" w:color="auto"/>
              <w:right w:val="single" w:sz="4" w:space="0" w:color="auto"/>
            </w:tcBorders>
            <w:hideMark/>
          </w:tcPr>
          <w:p w14:paraId="3E8045E7" w14:textId="62ECC087" w:rsidR="00EF1CAE" w:rsidRPr="00605C65" w:rsidRDefault="00EF1CAE" w:rsidP="00740BD1">
            <w:pPr>
              <w:jc w:val="center"/>
            </w:pPr>
            <w:r w:rsidRPr="00605C65">
              <w:t>R</w:t>
            </w:r>
          </w:p>
        </w:tc>
        <w:tc>
          <w:tcPr>
            <w:tcW w:w="7557" w:type="dxa"/>
            <w:tcBorders>
              <w:top w:val="single" w:sz="4" w:space="0" w:color="auto"/>
              <w:left w:val="single" w:sz="4" w:space="0" w:color="auto"/>
              <w:bottom w:val="single" w:sz="4" w:space="0" w:color="auto"/>
              <w:right w:val="single" w:sz="4" w:space="0" w:color="auto"/>
            </w:tcBorders>
            <w:hideMark/>
          </w:tcPr>
          <w:p w14:paraId="5A06933F" w14:textId="77777777" w:rsidR="00EF1CAE" w:rsidRPr="00605C65" w:rsidRDefault="00EF1CAE" w:rsidP="00740BD1">
            <w:r w:rsidRPr="00605C65">
              <w:t>Base Requirements</w:t>
            </w:r>
          </w:p>
        </w:tc>
      </w:tr>
      <w:tr w:rsidR="00E970CF" w:rsidRPr="00605C65" w14:paraId="5192B04C" w14:textId="77777777" w:rsidTr="005B72AB">
        <w:tc>
          <w:tcPr>
            <w:tcW w:w="477" w:type="dxa"/>
            <w:tcBorders>
              <w:top w:val="single" w:sz="4" w:space="0" w:color="auto"/>
              <w:left w:val="single" w:sz="4" w:space="0" w:color="auto"/>
              <w:bottom w:val="single" w:sz="4" w:space="0" w:color="auto"/>
              <w:right w:val="single" w:sz="4" w:space="0" w:color="auto"/>
            </w:tcBorders>
          </w:tcPr>
          <w:p w14:paraId="570C673A"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11E0F2D7" w14:textId="58AA7295"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7DD0E29E" w14:textId="7E16AD6F" w:rsidR="00E970CF" w:rsidRPr="00605C65" w:rsidRDefault="00E970CF" w:rsidP="00740BD1">
            <w:r>
              <w:t>Supports DS-RP-A</w:t>
            </w:r>
          </w:p>
        </w:tc>
      </w:tr>
      <w:tr w:rsidR="00E970CF" w:rsidRPr="00605C65" w14:paraId="1D88001B" w14:textId="77777777" w:rsidTr="005B72AB">
        <w:tc>
          <w:tcPr>
            <w:tcW w:w="477" w:type="dxa"/>
            <w:tcBorders>
              <w:top w:val="single" w:sz="4" w:space="0" w:color="auto"/>
              <w:left w:val="single" w:sz="4" w:space="0" w:color="auto"/>
              <w:bottom w:val="single" w:sz="4" w:space="0" w:color="auto"/>
              <w:right w:val="single" w:sz="4" w:space="0" w:color="auto"/>
            </w:tcBorders>
          </w:tcPr>
          <w:p w14:paraId="6A5295AA"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7D448EAB" w14:textId="1DFAA588"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4A223640" w14:textId="0A886294" w:rsidR="00E970CF" w:rsidRPr="00605C65" w:rsidRDefault="00E970CF" w:rsidP="00740BD1">
            <w:r>
              <w:t>Supports DS-WP-A</w:t>
            </w:r>
          </w:p>
        </w:tc>
      </w:tr>
      <w:tr w:rsidR="00E970CF" w:rsidRPr="00605C65" w14:paraId="59026AAC" w14:textId="77777777" w:rsidTr="005B72AB">
        <w:tc>
          <w:tcPr>
            <w:tcW w:w="477" w:type="dxa"/>
            <w:tcBorders>
              <w:top w:val="single" w:sz="4" w:space="0" w:color="auto"/>
              <w:left w:val="single" w:sz="4" w:space="0" w:color="auto"/>
              <w:bottom w:val="single" w:sz="4" w:space="0" w:color="auto"/>
              <w:right w:val="single" w:sz="4" w:space="0" w:color="auto"/>
            </w:tcBorders>
          </w:tcPr>
          <w:p w14:paraId="63329FAD"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28248C03" w14:textId="33AD1F5C"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1D1C129A" w14:textId="08E75489" w:rsidR="00E970CF" w:rsidRPr="00605C65" w:rsidRDefault="00E970CF" w:rsidP="00740BD1">
            <w:r>
              <w:t>Supports DM-OCD-A</w:t>
            </w:r>
          </w:p>
        </w:tc>
      </w:tr>
      <w:tr w:rsidR="00E970CF" w:rsidRPr="00605C65" w14:paraId="3330228E" w14:textId="77777777" w:rsidTr="005B72AB">
        <w:tc>
          <w:tcPr>
            <w:tcW w:w="477" w:type="dxa"/>
            <w:tcBorders>
              <w:top w:val="single" w:sz="4" w:space="0" w:color="auto"/>
              <w:left w:val="single" w:sz="4" w:space="0" w:color="auto"/>
              <w:bottom w:val="single" w:sz="4" w:space="0" w:color="auto"/>
              <w:right w:val="single" w:sz="4" w:space="0" w:color="auto"/>
            </w:tcBorders>
          </w:tcPr>
          <w:p w14:paraId="7736BF4B" w14:textId="77777777" w:rsidR="00E970CF" w:rsidRPr="00605C65" w:rsidRDefault="00E970CF" w:rsidP="00740BD1">
            <w:pPr>
              <w:jc w:val="center"/>
            </w:pPr>
          </w:p>
        </w:tc>
        <w:tc>
          <w:tcPr>
            <w:tcW w:w="966" w:type="dxa"/>
            <w:tcBorders>
              <w:top w:val="single" w:sz="4" w:space="0" w:color="auto"/>
              <w:left w:val="single" w:sz="4" w:space="0" w:color="auto"/>
              <w:bottom w:val="single" w:sz="4" w:space="0" w:color="auto"/>
              <w:right w:val="single" w:sz="4" w:space="0" w:color="auto"/>
            </w:tcBorders>
          </w:tcPr>
          <w:p w14:paraId="0A559955" w14:textId="1398D4CE" w:rsidR="00E970CF" w:rsidRPr="00605C65" w:rsidRDefault="00E970CF" w:rsidP="00740BD1">
            <w:pPr>
              <w:jc w:val="center"/>
            </w:pPr>
            <w:r>
              <w:t>R</w:t>
            </w:r>
          </w:p>
        </w:tc>
        <w:tc>
          <w:tcPr>
            <w:tcW w:w="7557" w:type="dxa"/>
            <w:tcBorders>
              <w:top w:val="single" w:sz="4" w:space="0" w:color="auto"/>
              <w:left w:val="single" w:sz="4" w:space="0" w:color="auto"/>
              <w:bottom w:val="single" w:sz="4" w:space="0" w:color="auto"/>
              <w:right w:val="single" w:sz="4" w:space="0" w:color="auto"/>
            </w:tcBorders>
          </w:tcPr>
          <w:p w14:paraId="10E819BD" w14:textId="63039D6C" w:rsidR="00E970CF" w:rsidRPr="00605C65" w:rsidRDefault="00E970CF" w:rsidP="00740BD1">
            <w:r>
              <w:t>Supports AE-AVM-A</w:t>
            </w:r>
          </w:p>
        </w:tc>
      </w:tr>
      <w:tr w:rsidR="00EF1CAE" w:rsidRPr="0089157C" w14:paraId="50C753C7" w14:textId="77777777" w:rsidTr="0056012F">
        <w:tc>
          <w:tcPr>
            <w:tcW w:w="9000" w:type="dxa"/>
            <w:gridSpan w:val="3"/>
            <w:tcBorders>
              <w:top w:val="single" w:sz="4" w:space="0" w:color="auto"/>
              <w:left w:val="single" w:sz="4" w:space="0" w:color="auto"/>
              <w:bottom w:val="single" w:sz="4" w:space="0" w:color="auto"/>
              <w:right w:val="single" w:sz="4" w:space="0" w:color="auto"/>
            </w:tcBorders>
          </w:tcPr>
          <w:p w14:paraId="792D0FE2" w14:textId="690DBE48" w:rsidR="00EF1CAE" w:rsidRPr="0089157C" w:rsidRDefault="00EF1CAE" w:rsidP="00740BD1">
            <w:pPr>
              <w:ind w:left="720"/>
            </w:pPr>
          </w:p>
        </w:tc>
      </w:tr>
    </w:tbl>
    <w:p w14:paraId="09E5CABE" w14:textId="77777777" w:rsidR="00EF1CAE" w:rsidRDefault="00EF1CAE" w:rsidP="00EF1CAE"/>
    <w:p w14:paraId="4F9F9F82" w14:textId="77777777" w:rsidR="00EA6DE9" w:rsidRDefault="00BC4493" w:rsidP="008353C1">
      <w:pPr>
        <w:pStyle w:val="Heading1"/>
      </w:pPr>
      <w:r w:rsidRPr="00BC4493">
        <w:lastRenderedPageBreak/>
        <w:t>Scheduling BIBBs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
        <w:gridCol w:w="900"/>
        <w:gridCol w:w="65"/>
        <w:gridCol w:w="25"/>
        <w:gridCol w:w="7470"/>
      </w:tblGrid>
      <w:tr w:rsidR="00417058" w:rsidRPr="00F95990" w14:paraId="448C1DF6" w14:textId="77777777" w:rsidTr="00B2207F">
        <w:trPr>
          <w:cantSplit/>
          <w:trHeight w:val="980"/>
          <w:tblHeader/>
        </w:trPr>
        <w:tc>
          <w:tcPr>
            <w:tcW w:w="441" w:type="dxa"/>
            <w:textDirection w:val="tbRl"/>
          </w:tcPr>
          <w:p w14:paraId="39B718D1" w14:textId="77777777" w:rsidR="00417058" w:rsidRPr="00F95990" w:rsidRDefault="00417058" w:rsidP="00DA0D2A">
            <w:pPr>
              <w:jc w:val="center"/>
            </w:pPr>
            <w:r w:rsidRPr="00F95990">
              <w:br w:type="page"/>
            </w:r>
            <w:r w:rsidRPr="00F95990">
              <w:br w:type="page"/>
            </w:r>
            <w:r w:rsidRPr="00DA0D2A">
              <w:rPr>
                <w:b/>
              </w:rPr>
              <w:t>Support</w:t>
            </w:r>
          </w:p>
        </w:tc>
        <w:tc>
          <w:tcPr>
            <w:tcW w:w="974" w:type="dxa"/>
            <w:gridSpan w:val="3"/>
            <w:textDirection w:val="tbRl"/>
          </w:tcPr>
          <w:p w14:paraId="403FD48E" w14:textId="77777777" w:rsidR="00417058" w:rsidRPr="00F95990" w:rsidRDefault="00417058" w:rsidP="009353EF">
            <w:pPr>
              <w:ind w:left="113" w:right="113"/>
              <w:jc w:val="center"/>
              <w:rPr>
                <w:b/>
                <w:bCs/>
              </w:rPr>
            </w:pPr>
            <w:r w:rsidRPr="00F95990">
              <w:rPr>
                <w:b/>
                <w:bCs/>
              </w:rPr>
              <w:t>Listing</w:t>
            </w:r>
          </w:p>
        </w:tc>
        <w:tc>
          <w:tcPr>
            <w:tcW w:w="7495" w:type="dxa"/>
            <w:gridSpan w:val="2"/>
            <w:vAlign w:val="center"/>
          </w:tcPr>
          <w:p w14:paraId="6BCA2220" w14:textId="77777777" w:rsidR="00417058" w:rsidRPr="00F95990" w:rsidRDefault="00417058" w:rsidP="00DA0D2A">
            <w:r w:rsidRPr="00DA0D2A">
              <w:rPr>
                <w:b/>
              </w:rPr>
              <w:t>Option</w:t>
            </w:r>
          </w:p>
        </w:tc>
      </w:tr>
      <w:tr w:rsidR="009353EF" w:rsidRPr="00F95990" w14:paraId="421C158D"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4E66356A" w14:textId="77777777" w:rsidR="009353EF" w:rsidRPr="00F95990" w:rsidRDefault="009353EF" w:rsidP="009353EF">
            <w:pPr>
              <w:rPr>
                <w:b/>
                <w:bCs/>
              </w:rPr>
            </w:pPr>
            <w:r w:rsidRPr="00F95990">
              <w:rPr>
                <w:b/>
                <w:bCs/>
              </w:rPr>
              <w:t xml:space="preserve">Scheduling </w:t>
            </w:r>
            <w:r w:rsidR="00012C95">
              <w:rPr>
                <w:b/>
                <w:bCs/>
              </w:rPr>
              <w:t>-</w:t>
            </w:r>
            <w:r w:rsidRPr="00F95990">
              <w:rPr>
                <w:b/>
                <w:bCs/>
              </w:rPr>
              <w:t xml:space="preserve"> Advanced View Modify </w:t>
            </w:r>
            <w:r w:rsidR="00012C95">
              <w:rPr>
                <w:b/>
                <w:bCs/>
              </w:rPr>
              <w:t>-</w:t>
            </w:r>
            <w:r w:rsidRPr="00F95990">
              <w:rPr>
                <w:b/>
                <w:bCs/>
              </w:rPr>
              <w:t xml:space="preserve"> A</w:t>
            </w:r>
          </w:p>
        </w:tc>
      </w:tr>
      <w:tr w:rsidR="009353EF" w:rsidRPr="00F95990" w14:paraId="68ACAF8B" w14:textId="77777777" w:rsidTr="00B2207F">
        <w:tc>
          <w:tcPr>
            <w:tcW w:w="450" w:type="dxa"/>
            <w:gridSpan w:val="2"/>
          </w:tcPr>
          <w:p w14:paraId="4A73873B" w14:textId="77777777" w:rsidR="009353EF" w:rsidRPr="00F95990" w:rsidRDefault="009353EF" w:rsidP="009353EF">
            <w:pPr>
              <w:jc w:val="center"/>
            </w:pPr>
          </w:p>
        </w:tc>
        <w:tc>
          <w:tcPr>
            <w:tcW w:w="900" w:type="dxa"/>
          </w:tcPr>
          <w:p w14:paraId="4D17C770" w14:textId="77777777" w:rsidR="009353EF" w:rsidRPr="00F95990" w:rsidRDefault="009353EF" w:rsidP="009353EF">
            <w:pPr>
              <w:jc w:val="center"/>
            </w:pPr>
            <w:r w:rsidRPr="00F95990">
              <w:t>R</w:t>
            </w:r>
          </w:p>
        </w:tc>
        <w:tc>
          <w:tcPr>
            <w:tcW w:w="7560" w:type="dxa"/>
            <w:gridSpan w:val="3"/>
          </w:tcPr>
          <w:p w14:paraId="244AE7D6" w14:textId="77777777" w:rsidR="009353EF" w:rsidRPr="00F95990" w:rsidRDefault="009353EF" w:rsidP="009353EF">
            <w:pPr>
              <w:rPr>
                <w:color w:val="0000FF"/>
              </w:rPr>
            </w:pPr>
            <w:r w:rsidRPr="00F95990">
              <w:t xml:space="preserve">Base Requirements </w:t>
            </w:r>
          </w:p>
        </w:tc>
      </w:tr>
      <w:tr w:rsidR="009353EF" w:rsidRPr="00F95990" w14:paraId="378F2219" w14:textId="77777777" w:rsidTr="00B2207F">
        <w:tc>
          <w:tcPr>
            <w:tcW w:w="450" w:type="dxa"/>
            <w:gridSpan w:val="2"/>
          </w:tcPr>
          <w:p w14:paraId="43D7472E" w14:textId="77777777" w:rsidR="009353EF" w:rsidRPr="00F95990" w:rsidRDefault="009353EF" w:rsidP="009353EF">
            <w:pPr>
              <w:pStyle w:val="NoSpacing"/>
              <w:jc w:val="center"/>
              <w:rPr>
                <w:szCs w:val="20"/>
              </w:rPr>
            </w:pPr>
          </w:p>
        </w:tc>
        <w:tc>
          <w:tcPr>
            <w:tcW w:w="900" w:type="dxa"/>
          </w:tcPr>
          <w:p w14:paraId="34D287D4"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0BB19ADF" w14:textId="77777777" w:rsidR="009353EF" w:rsidRPr="00F95990" w:rsidRDefault="009353EF" w:rsidP="009353EF">
            <w:pPr>
              <w:pStyle w:val="NoSpacing"/>
              <w:rPr>
                <w:szCs w:val="20"/>
              </w:rPr>
            </w:pPr>
            <w:r w:rsidRPr="00F95990">
              <w:rPr>
                <w:szCs w:val="20"/>
              </w:rPr>
              <w:t>Supports SCH</w:t>
            </w:r>
            <w:r>
              <w:rPr>
                <w:szCs w:val="20"/>
              </w:rPr>
              <w:t>ED</w:t>
            </w:r>
            <w:r w:rsidRPr="00F95990">
              <w:rPr>
                <w:szCs w:val="20"/>
              </w:rPr>
              <w:t>-VM-A</w:t>
            </w:r>
          </w:p>
        </w:tc>
      </w:tr>
      <w:tr w:rsidR="009353EF" w:rsidRPr="00F95990" w14:paraId="2788C377" w14:textId="77777777" w:rsidTr="00B2207F">
        <w:tc>
          <w:tcPr>
            <w:tcW w:w="450" w:type="dxa"/>
            <w:gridSpan w:val="2"/>
          </w:tcPr>
          <w:p w14:paraId="091BDEB2" w14:textId="77777777" w:rsidR="009353EF" w:rsidRPr="00F95990" w:rsidRDefault="009353EF" w:rsidP="009353EF">
            <w:pPr>
              <w:pStyle w:val="NoSpacing"/>
              <w:jc w:val="center"/>
              <w:rPr>
                <w:szCs w:val="20"/>
              </w:rPr>
            </w:pPr>
          </w:p>
        </w:tc>
        <w:tc>
          <w:tcPr>
            <w:tcW w:w="900" w:type="dxa"/>
          </w:tcPr>
          <w:p w14:paraId="0D3AFC54"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2AEED5B1" w14:textId="77777777" w:rsidR="009353EF" w:rsidRPr="00F95990" w:rsidRDefault="009353EF" w:rsidP="009353EF">
            <w:pPr>
              <w:pStyle w:val="NoSpacing"/>
              <w:rPr>
                <w:szCs w:val="20"/>
              </w:rPr>
            </w:pPr>
            <w:r w:rsidRPr="00F95990">
              <w:rPr>
                <w:szCs w:val="20"/>
              </w:rPr>
              <w:t>Supports DM-OCD-A</w:t>
            </w:r>
          </w:p>
        </w:tc>
      </w:tr>
      <w:tr w:rsidR="009353EF" w:rsidRPr="00F95990" w14:paraId="7F2E98BF"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44BF6FBE" w14:textId="77777777" w:rsidR="009353EF" w:rsidRPr="00F95990" w:rsidRDefault="009353EF" w:rsidP="009353EF">
            <w:pPr>
              <w:pStyle w:val="OptionFootnote"/>
            </w:pPr>
          </w:p>
        </w:tc>
      </w:tr>
      <w:tr w:rsidR="009353EF" w:rsidRPr="00F95990" w14:paraId="50A98D9A"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39A6D797" w14:textId="77777777" w:rsidR="009353EF" w:rsidRPr="00F95990" w:rsidRDefault="009353EF" w:rsidP="009353EF">
            <w:pPr>
              <w:rPr>
                <w:b/>
                <w:bCs/>
              </w:rPr>
            </w:pPr>
            <w:r w:rsidRPr="00F95990">
              <w:rPr>
                <w:b/>
                <w:bCs/>
              </w:rPr>
              <w:t xml:space="preserve">Scheduling </w:t>
            </w:r>
            <w:r w:rsidR="00012C95">
              <w:rPr>
                <w:b/>
                <w:bCs/>
              </w:rPr>
              <w:t>-</w:t>
            </w:r>
            <w:r w:rsidRPr="00F95990">
              <w:rPr>
                <w:b/>
                <w:bCs/>
              </w:rPr>
              <w:t xml:space="preserve"> View Modify </w:t>
            </w:r>
            <w:r w:rsidR="00012C95">
              <w:rPr>
                <w:b/>
                <w:bCs/>
              </w:rPr>
              <w:t>-</w:t>
            </w:r>
            <w:r w:rsidRPr="00F95990">
              <w:rPr>
                <w:b/>
                <w:bCs/>
              </w:rPr>
              <w:t xml:space="preserve"> A</w:t>
            </w:r>
          </w:p>
        </w:tc>
      </w:tr>
      <w:tr w:rsidR="009353EF" w:rsidRPr="00F95990" w14:paraId="2967472C" w14:textId="77777777" w:rsidTr="00B2207F">
        <w:tc>
          <w:tcPr>
            <w:tcW w:w="450" w:type="dxa"/>
            <w:gridSpan w:val="2"/>
          </w:tcPr>
          <w:p w14:paraId="13AA2D4E" w14:textId="77777777" w:rsidR="009353EF" w:rsidRPr="00F95990" w:rsidRDefault="009353EF" w:rsidP="009353EF">
            <w:pPr>
              <w:jc w:val="center"/>
            </w:pPr>
          </w:p>
        </w:tc>
        <w:tc>
          <w:tcPr>
            <w:tcW w:w="900" w:type="dxa"/>
          </w:tcPr>
          <w:p w14:paraId="0298D372" w14:textId="77777777" w:rsidR="009353EF" w:rsidRPr="00F95990" w:rsidRDefault="009353EF" w:rsidP="009353EF">
            <w:pPr>
              <w:jc w:val="center"/>
            </w:pPr>
            <w:r w:rsidRPr="00F95990">
              <w:t>R</w:t>
            </w:r>
          </w:p>
        </w:tc>
        <w:tc>
          <w:tcPr>
            <w:tcW w:w="7560" w:type="dxa"/>
            <w:gridSpan w:val="3"/>
          </w:tcPr>
          <w:p w14:paraId="3BF4622E" w14:textId="77777777" w:rsidR="009353EF" w:rsidRPr="00F95990" w:rsidRDefault="009353EF" w:rsidP="009353EF">
            <w:pPr>
              <w:rPr>
                <w:color w:val="0000FF"/>
              </w:rPr>
            </w:pPr>
            <w:r w:rsidRPr="00F95990">
              <w:t xml:space="preserve">Base Requirements </w:t>
            </w:r>
          </w:p>
        </w:tc>
      </w:tr>
      <w:tr w:rsidR="009353EF" w:rsidRPr="00F95990" w14:paraId="05355575" w14:textId="77777777" w:rsidTr="00B2207F">
        <w:tc>
          <w:tcPr>
            <w:tcW w:w="450" w:type="dxa"/>
            <w:gridSpan w:val="2"/>
          </w:tcPr>
          <w:p w14:paraId="7A221FE6" w14:textId="77777777" w:rsidR="009353EF" w:rsidRPr="00F95990" w:rsidRDefault="009353EF" w:rsidP="009353EF">
            <w:pPr>
              <w:pStyle w:val="NoSpacing"/>
              <w:jc w:val="center"/>
              <w:rPr>
                <w:szCs w:val="20"/>
              </w:rPr>
            </w:pPr>
          </w:p>
        </w:tc>
        <w:tc>
          <w:tcPr>
            <w:tcW w:w="900" w:type="dxa"/>
          </w:tcPr>
          <w:p w14:paraId="0A2EAE3F"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3BDF6BBF" w14:textId="77777777" w:rsidR="009353EF" w:rsidRPr="00F95990" w:rsidRDefault="009353EF" w:rsidP="009353EF">
            <w:pPr>
              <w:pStyle w:val="NoSpacing"/>
              <w:rPr>
                <w:szCs w:val="20"/>
              </w:rPr>
            </w:pPr>
            <w:r w:rsidRPr="00F95990">
              <w:rPr>
                <w:szCs w:val="20"/>
              </w:rPr>
              <w:t>Supports DS-RP-A</w:t>
            </w:r>
          </w:p>
        </w:tc>
      </w:tr>
      <w:tr w:rsidR="009353EF" w:rsidRPr="00F95990" w14:paraId="76618B65" w14:textId="77777777" w:rsidTr="00B2207F">
        <w:tc>
          <w:tcPr>
            <w:tcW w:w="450" w:type="dxa"/>
            <w:gridSpan w:val="2"/>
          </w:tcPr>
          <w:p w14:paraId="6A1C1F86" w14:textId="77777777" w:rsidR="009353EF" w:rsidRPr="00F95990" w:rsidRDefault="009353EF" w:rsidP="009353EF">
            <w:pPr>
              <w:pStyle w:val="NoSpacing"/>
              <w:jc w:val="center"/>
              <w:rPr>
                <w:szCs w:val="20"/>
              </w:rPr>
            </w:pPr>
          </w:p>
        </w:tc>
        <w:tc>
          <w:tcPr>
            <w:tcW w:w="900" w:type="dxa"/>
          </w:tcPr>
          <w:p w14:paraId="53F25675"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12EBAD3C" w14:textId="77777777" w:rsidR="009353EF" w:rsidRPr="00F95990" w:rsidRDefault="009353EF" w:rsidP="009353EF">
            <w:pPr>
              <w:pStyle w:val="NoSpacing"/>
              <w:rPr>
                <w:szCs w:val="20"/>
              </w:rPr>
            </w:pPr>
            <w:r w:rsidRPr="00F95990">
              <w:rPr>
                <w:szCs w:val="20"/>
              </w:rPr>
              <w:t>Supports DS-WP-A</w:t>
            </w:r>
          </w:p>
        </w:tc>
      </w:tr>
      <w:tr w:rsidR="009353EF" w:rsidRPr="00F95990" w14:paraId="520B6445" w14:textId="77777777" w:rsidTr="00B2207F">
        <w:tc>
          <w:tcPr>
            <w:tcW w:w="450" w:type="dxa"/>
            <w:gridSpan w:val="2"/>
          </w:tcPr>
          <w:p w14:paraId="172D8F2A" w14:textId="77777777" w:rsidR="009353EF" w:rsidRPr="00F95990" w:rsidRDefault="009353EF" w:rsidP="009353EF">
            <w:pPr>
              <w:pStyle w:val="NoSpacing"/>
              <w:jc w:val="center"/>
              <w:rPr>
                <w:szCs w:val="20"/>
              </w:rPr>
            </w:pPr>
          </w:p>
        </w:tc>
        <w:tc>
          <w:tcPr>
            <w:tcW w:w="900" w:type="dxa"/>
          </w:tcPr>
          <w:p w14:paraId="49DA0045"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4B4931E1" w14:textId="77777777" w:rsidR="009353EF" w:rsidRPr="00F95990" w:rsidRDefault="009353EF" w:rsidP="009353EF">
            <w:pPr>
              <w:pStyle w:val="NoSpacing"/>
              <w:rPr>
                <w:szCs w:val="20"/>
              </w:rPr>
            </w:pPr>
            <w:r w:rsidRPr="00F95990">
              <w:rPr>
                <w:szCs w:val="20"/>
              </w:rPr>
              <w:t>Is able to schedule any B-side device regardless of the claimed Protocol_Revision in the B-side device.</w:t>
            </w:r>
          </w:p>
        </w:tc>
      </w:tr>
      <w:tr w:rsidR="009353EF" w:rsidRPr="00F95990" w14:paraId="22EA0192" w14:textId="77777777" w:rsidTr="00B2207F">
        <w:tc>
          <w:tcPr>
            <w:tcW w:w="450" w:type="dxa"/>
            <w:gridSpan w:val="2"/>
          </w:tcPr>
          <w:p w14:paraId="1A129B9D" w14:textId="77777777" w:rsidR="009353EF" w:rsidRPr="00F95990" w:rsidRDefault="009353EF" w:rsidP="009353EF">
            <w:pPr>
              <w:pStyle w:val="NoSpacing"/>
              <w:jc w:val="center"/>
              <w:rPr>
                <w:szCs w:val="20"/>
              </w:rPr>
            </w:pPr>
          </w:p>
        </w:tc>
        <w:tc>
          <w:tcPr>
            <w:tcW w:w="900" w:type="dxa"/>
          </w:tcPr>
          <w:p w14:paraId="56E882C4"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30ED83E7" w14:textId="77777777" w:rsidR="009353EF" w:rsidRPr="00F95990" w:rsidRDefault="009353EF" w:rsidP="009353EF">
            <w:pPr>
              <w:pStyle w:val="NoSpacing"/>
              <w:rPr>
                <w:szCs w:val="20"/>
              </w:rPr>
            </w:pPr>
            <w:r w:rsidRPr="00F95990">
              <w:rPr>
                <w:szCs w:val="20"/>
              </w:rPr>
              <w:t>Is able to present and modify schedules that do not include the Exception_Schedule property</w:t>
            </w:r>
          </w:p>
        </w:tc>
      </w:tr>
      <w:tr w:rsidR="009353EF" w:rsidRPr="00F95990" w14:paraId="28065824" w14:textId="77777777" w:rsidTr="00B2207F">
        <w:tc>
          <w:tcPr>
            <w:tcW w:w="450" w:type="dxa"/>
            <w:gridSpan w:val="2"/>
          </w:tcPr>
          <w:p w14:paraId="064B10EA" w14:textId="77777777" w:rsidR="009353EF" w:rsidRPr="00F95990" w:rsidRDefault="009353EF" w:rsidP="009353EF">
            <w:pPr>
              <w:pStyle w:val="NoSpacing"/>
              <w:jc w:val="center"/>
              <w:rPr>
                <w:szCs w:val="20"/>
              </w:rPr>
            </w:pPr>
          </w:p>
        </w:tc>
        <w:tc>
          <w:tcPr>
            <w:tcW w:w="900" w:type="dxa"/>
          </w:tcPr>
          <w:p w14:paraId="08D49071"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5DB5F1B3" w14:textId="77777777" w:rsidR="009353EF" w:rsidRPr="00F95990" w:rsidRDefault="009353EF" w:rsidP="009353EF">
            <w:pPr>
              <w:pStyle w:val="NoSpacing"/>
              <w:rPr>
                <w:szCs w:val="20"/>
              </w:rPr>
            </w:pPr>
            <w:r w:rsidRPr="00F95990">
              <w:rPr>
                <w:szCs w:val="20"/>
              </w:rPr>
              <w:t>Is able to present and modify a Calendar Object</w:t>
            </w:r>
          </w:p>
        </w:tc>
      </w:tr>
      <w:tr w:rsidR="009353EF" w:rsidRPr="00F95990" w14:paraId="3F45C004" w14:textId="77777777" w:rsidTr="00B2207F">
        <w:tc>
          <w:tcPr>
            <w:tcW w:w="450" w:type="dxa"/>
            <w:gridSpan w:val="2"/>
          </w:tcPr>
          <w:p w14:paraId="16701713" w14:textId="77777777" w:rsidR="009353EF" w:rsidRPr="00F95990" w:rsidRDefault="009353EF" w:rsidP="009353EF">
            <w:pPr>
              <w:pStyle w:val="NoSpacing"/>
              <w:jc w:val="center"/>
              <w:rPr>
                <w:szCs w:val="20"/>
              </w:rPr>
            </w:pPr>
          </w:p>
        </w:tc>
        <w:tc>
          <w:tcPr>
            <w:tcW w:w="900" w:type="dxa"/>
          </w:tcPr>
          <w:p w14:paraId="6531FE01"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49EA5EDA" w14:textId="77777777" w:rsidR="009353EF" w:rsidRPr="00F95990" w:rsidRDefault="009353EF" w:rsidP="009353EF">
            <w:pPr>
              <w:pStyle w:val="NoSpacing"/>
              <w:rPr>
                <w:szCs w:val="20"/>
              </w:rPr>
            </w:pPr>
            <w:r w:rsidRPr="00F95990">
              <w:rPr>
                <w:szCs w:val="20"/>
              </w:rPr>
              <w:t>Is able to present and modify schedules of Enumerated type</w:t>
            </w:r>
          </w:p>
        </w:tc>
      </w:tr>
      <w:tr w:rsidR="009353EF" w:rsidRPr="00F95990" w14:paraId="4D93FF3C" w14:textId="77777777" w:rsidTr="00B2207F">
        <w:tc>
          <w:tcPr>
            <w:tcW w:w="450" w:type="dxa"/>
            <w:gridSpan w:val="2"/>
          </w:tcPr>
          <w:p w14:paraId="71E425BA" w14:textId="77777777" w:rsidR="009353EF" w:rsidRPr="00F95990" w:rsidRDefault="009353EF" w:rsidP="009353EF">
            <w:pPr>
              <w:pStyle w:val="NoSpacing"/>
              <w:jc w:val="center"/>
              <w:rPr>
                <w:szCs w:val="20"/>
              </w:rPr>
            </w:pPr>
          </w:p>
        </w:tc>
        <w:tc>
          <w:tcPr>
            <w:tcW w:w="900" w:type="dxa"/>
          </w:tcPr>
          <w:p w14:paraId="58884D53"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000B53A1" w14:textId="77777777" w:rsidR="009353EF" w:rsidRPr="00F95990" w:rsidRDefault="009353EF" w:rsidP="009353EF">
            <w:pPr>
              <w:pStyle w:val="NoSpacing"/>
              <w:rPr>
                <w:szCs w:val="20"/>
              </w:rPr>
            </w:pPr>
            <w:r w:rsidRPr="00F95990">
              <w:rPr>
                <w:szCs w:val="20"/>
              </w:rPr>
              <w:t>Is able to present and modify schedules of REAL type</w:t>
            </w:r>
          </w:p>
        </w:tc>
      </w:tr>
      <w:tr w:rsidR="009353EF" w:rsidRPr="00F95990" w14:paraId="625CCF7B" w14:textId="77777777" w:rsidTr="00B2207F">
        <w:tc>
          <w:tcPr>
            <w:tcW w:w="450" w:type="dxa"/>
            <w:gridSpan w:val="2"/>
          </w:tcPr>
          <w:p w14:paraId="41B38008" w14:textId="77777777" w:rsidR="009353EF" w:rsidRPr="00F95990" w:rsidRDefault="009353EF" w:rsidP="009353EF">
            <w:pPr>
              <w:pStyle w:val="NoSpacing"/>
              <w:jc w:val="center"/>
              <w:rPr>
                <w:szCs w:val="20"/>
              </w:rPr>
            </w:pPr>
          </w:p>
        </w:tc>
        <w:tc>
          <w:tcPr>
            <w:tcW w:w="900" w:type="dxa"/>
          </w:tcPr>
          <w:p w14:paraId="1E439537" w14:textId="77777777" w:rsidR="009353EF" w:rsidRPr="00F95990" w:rsidRDefault="009353EF" w:rsidP="009353EF">
            <w:pPr>
              <w:pStyle w:val="NoSpacing"/>
              <w:jc w:val="center"/>
              <w:rPr>
                <w:szCs w:val="20"/>
              </w:rPr>
            </w:pPr>
            <w:r w:rsidRPr="00F95990">
              <w:rPr>
                <w:szCs w:val="20"/>
              </w:rPr>
              <w:t>R</w:t>
            </w:r>
          </w:p>
        </w:tc>
        <w:tc>
          <w:tcPr>
            <w:tcW w:w="7560" w:type="dxa"/>
            <w:gridSpan w:val="3"/>
          </w:tcPr>
          <w:p w14:paraId="21C01E72" w14:textId="77777777" w:rsidR="009353EF" w:rsidRPr="00F95990" w:rsidRDefault="009353EF" w:rsidP="009353EF">
            <w:pPr>
              <w:pStyle w:val="NoSpacing"/>
              <w:rPr>
                <w:szCs w:val="20"/>
              </w:rPr>
            </w:pPr>
            <w:r w:rsidRPr="00F95990">
              <w:rPr>
                <w:szCs w:val="20"/>
              </w:rPr>
              <w:t>Is able to present and modify schedules of Unsigned32 type</w:t>
            </w:r>
          </w:p>
        </w:tc>
      </w:tr>
      <w:tr w:rsidR="009353EF" w:rsidRPr="00F95990" w14:paraId="2A2AC85A" w14:textId="77777777" w:rsidTr="00B2207F">
        <w:tc>
          <w:tcPr>
            <w:tcW w:w="450" w:type="dxa"/>
            <w:gridSpan w:val="2"/>
          </w:tcPr>
          <w:p w14:paraId="1D909A3F" w14:textId="77777777" w:rsidR="009353EF" w:rsidRPr="00F95990" w:rsidRDefault="009353EF" w:rsidP="009353EF">
            <w:pPr>
              <w:pStyle w:val="NoSpacing"/>
              <w:jc w:val="center"/>
              <w:rPr>
                <w:szCs w:val="20"/>
              </w:rPr>
            </w:pPr>
          </w:p>
        </w:tc>
        <w:tc>
          <w:tcPr>
            <w:tcW w:w="900" w:type="dxa"/>
          </w:tcPr>
          <w:p w14:paraId="4F7A2054" w14:textId="77777777" w:rsidR="009353EF" w:rsidRPr="00F95990" w:rsidRDefault="001B1259" w:rsidP="009353EF">
            <w:pPr>
              <w:pStyle w:val="NoSpacing"/>
              <w:jc w:val="center"/>
              <w:rPr>
                <w:szCs w:val="20"/>
              </w:rPr>
            </w:pPr>
            <w:r w:rsidRPr="001E58E4">
              <w:rPr>
                <w:szCs w:val="20"/>
              </w:rPr>
              <w:t>R</w:t>
            </w:r>
            <w:r w:rsidR="005E3930" w:rsidRPr="00DA1EB5">
              <w:rPr>
                <w:szCs w:val="20"/>
                <w:vertAlign w:val="superscript"/>
              </w:rPr>
              <w:t>1</w:t>
            </w:r>
          </w:p>
        </w:tc>
        <w:tc>
          <w:tcPr>
            <w:tcW w:w="7560" w:type="dxa"/>
            <w:gridSpan w:val="3"/>
          </w:tcPr>
          <w:p w14:paraId="1B370E42" w14:textId="77777777" w:rsidR="009353EF" w:rsidRPr="00F95990" w:rsidRDefault="009353EF" w:rsidP="009353EF">
            <w:pPr>
              <w:pStyle w:val="NoSpacing"/>
              <w:rPr>
                <w:szCs w:val="20"/>
              </w:rPr>
            </w:pPr>
            <w:r w:rsidRPr="00F95990">
              <w:rPr>
                <w:szCs w:val="20"/>
              </w:rPr>
              <w:t>Is able to present and modify schedules of BOOLEAN type</w:t>
            </w:r>
          </w:p>
        </w:tc>
      </w:tr>
      <w:tr w:rsidR="009353EF" w:rsidRPr="00F95990" w14:paraId="4D039BDF" w14:textId="77777777" w:rsidTr="00B2207F">
        <w:tc>
          <w:tcPr>
            <w:tcW w:w="450" w:type="dxa"/>
            <w:gridSpan w:val="2"/>
          </w:tcPr>
          <w:p w14:paraId="4654FE62" w14:textId="77777777" w:rsidR="009353EF" w:rsidRPr="00F95990" w:rsidRDefault="009353EF" w:rsidP="009353EF">
            <w:pPr>
              <w:pStyle w:val="NoSpacing"/>
              <w:jc w:val="center"/>
              <w:rPr>
                <w:szCs w:val="20"/>
              </w:rPr>
            </w:pPr>
          </w:p>
        </w:tc>
        <w:tc>
          <w:tcPr>
            <w:tcW w:w="900" w:type="dxa"/>
          </w:tcPr>
          <w:p w14:paraId="45AFDFB3"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0725B7AA" w14:textId="77777777" w:rsidR="009353EF" w:rsidRPr="00F95990" w:rsidRDefault="009353EF" w:rsidP="009353EF">
            <w:pPr>
              <w:pStyle w:val="NoSpacing"/>
              <w:rPr>
                <w:szCs w:val="20"/>
              </w:rPr>
            </w:pPr>
            <w:r w:rsidRPr="00F95990">
              <w:rPr>
                <w:szCs w:val="20"/>
              </w:rPr>
              <w:t>Is able to present and modify schedules of INTEGER (signed) type</w:t>
            </w:r>
          </w:p>
        </w:tc>
      </w:tr>
      <w:tr w:rsidR="009353EF" w:rsidRPr="00F95990" w14:paraId="78D5FBCB" w14:textId="77777777" w:rsidTr="00B2207F">
        <w:tc>
          <w:tcPr>
            <w:tcW w:w="450" w:type="dxa"/>
            <w:gridSpan w:val="2"/>
          </w:tcPr>
          <w:p w14:paraId="1E7F8CCF" w14:textId="77777777" w:rsidR="009353EF" w:rsidRPr="00F95990" w:rsidRDefault="009353EF" w:rsidP="009353EF">
            <w:pPr>
              <w:pStyle w:val="NoSpacing"/>
              <w:jc w:val="center"/>
              <w:rPr>
                <w:szCs w:val="20"/>
              </w:rPr>
            </w:pPr>
          </w:p>
        </w:tc>
        <w:tc>
          <w:tcPr>
            <w:tcW w:w="900" w:type="dxa"/>
          </w:tcPr>
          <w:p w14:paraId="1E49B007"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0BF2B352" w14:textId="77777777" w:rsidR="009353EF" w:rsidRPr="00F95990" w:rsidRDefault="009353EF" w:rsidP="009353EF">
            <w:pPr>
              <w:pStyle w:val="NoSpacing"/>
              <w:rPr>
                <w:szCs w:val="20"/>
              </w:rPr>
            </w:pPr>
            <w:r w:rsidRPr="00F95990">
              <w:rPr>
                <w:szCs w:val="20"/>
              </w:rPr>
              <w:t>Is able to present and modify schedules of Double type</w:t>
            </w:r>
          </w:p>
        </w:tc>
      </w:tr>
      <w:tr w:rsidR="009353EF" w:rsidRPr="00F95990" w14:paraId="6E8C7F68" w14:textId="77777777" w:rsidTr="00B2207F">
        <w:tc>
          <w:tcPr>
            <w:tcW w:w="450" w:type="dxa"/>
            <w:gridSpan w:val="2"/>
          </w:tcPr>
          <w:p w14:paraId="4429A4FD" w14:textId="77777777" w:rsidR="009353EF" w:rsidRPr="00F95990" w:rsidRDefault="009353EF" w:rsidP="009353EF">
            <w:pPr>
              <w:pStyle w:val="NoSpacing"/>
              <w:jc w:val="center"/>
              <w:rPr>
                <w:szCs w:val="20"/>
              </w:rPr>
            </w:pPr>
          </w:p>
        </w:tc>
        <w:tc>
          <w:tcPr>
            <w:tcW w:w="900" w:type="dxa"/>
          </w:tcPr>
          <w:p w14:paraId="0CAB5CB3"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250FE9E3" w14:textId="77777777" w:rsidR="009353EF" w:rsidRPr="00F95990" w:rsidRDefault="009353EF" w:rsidP="009353EF">
            <w:pPr>
              <w:pStyle w:val="NoSpacing"/>
              <w:rPr>
                <w:szCs w:val="20"/>
              </w:rPr>
            </w:pPr>
            <w:r w:rsidRPr="00F95990">
              <w:rPr>
                <w:szCs w:val="20"/>
              </w:rPr>
              <w:t>Is able to present and modify schedules of Octet String type</w:t>
            </w:r>
          </w:p>
        </w:tc>
      </w:tr>
      <w:tr w:rsidR="009353EF" w:rsidRPr="00F95990" w14:paraId="4E80F81F" w14:textId="77777777" w:rsidTr="00B2207F">
        <w:tc>
          <w:tcPr>
            <w:tcW w:w="450" w:type="dxa"/>
            <w:gridSpan w:val="2"/>
          </w:tcPr>
          <w:p w14:paraId="1F009FBC" w14:textId="77777777" w:rsidR="009353EF" w:rsidRPr="00F95990" w:rsidRDefault="009353EF" w:rsidP="009353EF">
            <w:pPr>
              <w:pStyle w:val="NoSpacing"/>
              <w:jc w:val="center"/>
              <w:rPr>
                <w:szCs w:val="20"/>
              </w:rPr>
            </w:pPr>
          </w:p>
        </w:tc>
        <w:tc>
          <w:tcPr>
            <w:tcW w:w="900" w:type="dxa"/>
          </w:tcPr>
          <w:p w14:paraId="75FCB8F3"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7B503151" w14:textId="77777777" w:rsidR="009353EF" w:rsidRPr="00F95990" w:rsidRDefault="009353EF" w:rsidP="009353EF">
            <w:pPr>
              <w:pStyle w:val="NoSpacing"/>
              <w:rPr>
                <w:szCs w:val="20"/>
              </w:rPr>
            </w:pPr>
            <w:r w:rsidRPr="00F95990">
              <w:rPr>
                <w:szCs w:val="20"/>
              </w:rPr>
              <w:t>Is able to present and modify schedules of Character String type</w:t>
            </w:r>
          </w:p>
        </w:tc>
      </w:tr>
      <w:tr w:rsidR="009353EF" w:rsidRPr="00F95990" w14:paraId="2F29FA51" w14:textId="77777777" w:rsidTr="00B2207F">
        <w:tc>
          <w:tcPr>
            <w:tcW w:w="450" w:type="dxa"/>
            <w:gridSpan w:val="2"/>
          </w:tcPr>
          <w:p w14:paraId="44BB954D" w14:textId="77777777" w:rsidR="009353EF" w:rsidRPr="00F95990" w:rsidRDefault="009353EF" w:rsidP="009353EF">
            <w:pPr>
              <w:pStyle w:val="NoSpacing"/>
              <w:jc w:val="center"/>
              <w:rPr>
                <w:szCs w:val="20"/>
              </w:rPr>
            </w:pPr>
          </w:p>
        </w:tc>
        <w:tc>
          <w:tcPr>
            <w:tcW w:w="900" w:type="dxa"/>
          </w:tcPr>
          <w:p w14:paraId="6B5B9538"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337874EA" w14:textId="77777777" w:rsidR="009353EF" w:rsidRPr="00F95990" w:rsidRDefault="009353EF" w:rsidP="009353EF">
            <w:pPr>
              <w:pStyle w:val="NoSpacing"/>
              <w:rPr>
                <w:szCs w:val="20"/>
              </w:rPr>
            </w:pPr>
            <w:r w:rsidRPr="00F95990">
              <w:rPr>
                <w:szCs w:val="20"/>
              </w:rPr>
              <w:t>Is able to present and modify schedules of Bit String type</w:t>
            </w:r>
          </w:p>
        </w:tc>
      </w:tr>
      <w:tr w:rsidR="009353EF" w:rsidRPr="00F95990" w14:paraId="152019A0" w14:textId="77777777" w:rsidTr="00B2207F">
        <w:tc>
          <w:tcPr>
            <w:tcW w:w="450" w:type="dxa"/>
            <w:gridSpan w:val="2"/>
          </w:tcPr>
          <w:p w14:paraId="7874CFF0" w14:textId="77777777" w:rsidR="009353EF" w:rsidRPr="00F95990" w:rsidRDefault="009353EF" w:rsidP="009353EF">
            <w:pPr>
              <w:pStyle w:val="NoSpacing"/>
              <w:jc w:val="center"/>
              <w:rPr>
                <w:szCs w:val="20"/>
              </w:rPr>
            </w:pPr>
          </w:p>
        </w:tc>
        <w:tc>
          <w:tcPr>
            <w:tcW w:w="900" w:type="dxa"/>
          </w:tcPr>
          <w:p w14:paraId="345A1436"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7EC6365A" w14:textId="77777777" w:rsidR="009353EF" w:rsidRPr="00F95990" w:rsidRDefault="009353EF" w:rsidP="009353EF">
            <w:pPr>
              <w:pStyle w:val="NoSpacing"/>
              <w:rPr>
                <w:szCs w:val="20"/>
              </w:rPr>
            </w:pPr>
            <w:r w:rsidRPr="00F95990">
              <w:rPr>
                <w:szCs w:val="20"/>
              </w:rPr>
              <w:t>Is able to present and modify schedules of Date type</w:t>
            </w:r>
          </w:p>
        </w:tc>
      </w:tr>
      <w:tr w:rsidR="009353EF" w:rsidRPr="00F95990" w14:paraId="4007219B" w14:textId="77777777" w:rsidTr="00B2207F">
        <w:tc>
          <w:tcPr>
            <w:tcW w:w="450" w:type="dxa"/>
            <w:gridSpan w:val="2"/>
          </w:tcPr>
          <w:p w14:paraId="0B83DD94" w14:textId="77777777" w:rsidR="009353EF" w:rsidRPr="00F95990" w:rsidRDefault="009353EF" w:rsidP="009353EF">
            <w:pPr>
              <w:pStyle w:val="NoSpacing"/>
              <w:jc w:val="center"/>
              <w:rPr>
                <w:szCs w:val="20"/>
              </w:rPr>
            </w:pPr>
          </w:p>
        </w:tc>
        <w:tc>
          <w:tcPr>
            <w:tcW w:w="900" w:type="dxa"/>
          </w:tcPr>
          <w:p w14:paraId="5CD8310F"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6CDEF26D" w14:textId="77777777" w:rsidR="009353EF" w:rsidRPr="00F95990" w:rsidRDefault="009353EF" w:rsidP="009353EF">
            <w:pPr>
              <w:pStyle w:val="NoSpacing"/>
              <w:rPr>
                <w:szCs w:val="20"/>
              </w:rPr>
            </w:pPr>
            <w:r w:rsidRPr="00F95990">
              <w:rPr>
                <w:szCs w:val="20"/>
              </w:rPr>
              <w:t>Is able to present and modify schedules of Time type</w:t>
            </w:r>
          </w:p>
        </w:tc>
      </w:tr>
      <w:tr w:rsidR="009353EF" w:rsidRPr="00F95990" w14:paraId="79DD962B" w14:textId="77777777" w:rsidTr="00B2207F">
        <w:tc>
          <w:tcPr>
            <w:tcW w:w="450" w:type="dxa"/>
            <w:gridSpan w:val="2"/>
          </w:tcPr>
          <w:p w14:paraId="6CA10143" w14:textId="77777777" w:rsidR="009353EF" w:rsidRPr="00F95990" w:rsidRDefault="009353EF" w:rsidP="009353EF">
            <w:pPr>
              <w:pStyle w:val="NoSpacing"/>
              <w:jc w:val="center"/>
              <w:rPr>
                <w:szCs w:val="20"/>
              </w:rPr>
            </w:pPr>
          </w:p>
        </w:tc>
        <w:tc>
          <w:tcPr>
            <w:tcW w:w="900" w:type="dxa"/>
          </w:tcPr>
          <w:p w14:paraId="77BA4BE4" w14:textId="77777777" w:rsidR="009353EF" w:rsidRPr="00F95990" w:rsidRDefault="009353EF" w:rsidP="009353EF">
            <w:pPr>
              <w:pStyle w:val="NoSpacing"/>
              <w:jc w:val="center"/>
              <w:rPr>
                <w:szCs w:val="20"/>
              </w:rPr>
            </w:pPr>
            <w:r w:rsidRPr="00F95990">
              <w:rPr>
                <w:szCs w:val="20"/>
              </w:rPr>
              <w:t>O</w:t>
            </w:r>
          </w:p>
        </w:tc>
        <w:tc>
          <w:tcPr>
            <w:tcW w:w="7560" w:type="dxa"/>
            <w:gridSpan w:val="3"/>
          </w:tcPr>
          <w:p w14:paraId="40FE610A" w14:textId="77777777" w:rsidR="009353EF" w:rsidRPr="00F95990" w:rsidRDefault="009353EF" w:rsidP="009353EF">
            <w:pPr>
              <w:pStyle w:val="NoSpacing"/>
              <w:rPr>
                <w:szCs w:val="20"/>
              </w:rPr>
            </w:pPr>
            <w:r w:rsidRPr="00F95990">
              <w:rPr>
                <w:szCs w:val="20"/>
              </w:rPr>
              <w:t>Is able to present and modify schedules of BACnetObjectIdentifier type</w:t>
            </w:r>
          </w:p>
        </w:tc>
      </w:tr>
      <w:tr w:rsidR="009353EF" w:rsidRPr="00F95990" w14:paraId="05145F78"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44D6F225" w14:textId="77777777" w:rsidR="009353EF" w:rsidRPr="00F95990" w:rsidRDefault="005E3930" w:rsidP="009353EF">
            <w:pPr>
              <w:pStyle w:val="OptionFootnote"/>
            </w:pPr>
            <w:r w:rsidRPr="00DA1EB5">
              <w:rPr>
                <w:vertAlign w:val="superscript"/>
              </w:rPr>
              <w:t>1</w:t>
            </w:r>
            <w:r>
              <w:t xml:space="preserve"> BTL-R if the IUT claims a revision before Protocol_Revision 20.</w:t>
            </w:r>
          </w:p>
        </w:tc>
      </w:tr>
      <w:tr w:rsidR="009353EF" w:rsidRPr="00F95990" w14:paraId="6B704CC9"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799F32E4" w14:textId="77777777" w:rsidR="009353EF" w:rsidRPr="00F95990" w:rsidRDefault="009353EF" w:rsidP="009353EF">
            <w:pPr>
              <w:rPr>
                <w:b/>
                <w:bCs/>
              </w:rPr>
            </w:pPr>
            <w:r w:rsidRPr="00F95990">
              <w:rPr>
                <w:b/>
                <w:bCs/>
              </w:rPr>
              <w:t xml:space="preserve">Scheduling </w:t>
            </w:r>
            <w:r w:rsidR="00012C95">
              <w:rPr>
                <w:b/>
                <w:bCs/>
              </w:rPr>
              <w:t>-</w:t>
            </w:r>
            <w:r w:rsidRPr="00F95990">
              <w:rPr>
                <w:b/>
                <w:bCs/>
              </w:rPr>
              <w:t xml:space="preserve"> Weekly Schedule </w:t>
            </w:r>
            <w:r w:rsidR="00012C95">
              <w:rPr>
                <w:b/>
                <w:bCs/>
              </w:rPr>
              <w:t>-</w:t>
            </w:r>
            <w:r w:rsidRPr="00F95990">
              <w:rPr>
                <w:b/>
                <w:bCs/>
              </w:rPr>
              <w:t xml:space="preserve"> A</w:t>
            </w:r>
          </w:p>
        </w:tc>
      </w:tr>
      <w:tr w:rsidR="009353EF" w:rsidRPr="00F95990" w14:paraId="06B621BD" w14:textId="77777777" w:rsidTr="00B2207F">
        <w:tc>
          <w:tcPr>
            <w:tcW w:w="450" w:type="dxa"/>
            <w:gridSpan w:val="2"/>
          </w:tcPr>
          <w:p w14:paraId="4E3EB3E1" w14:textId="77777777" w:rsidR="009353EF" w:rsidRPr="00F95990" w:rsidRDefault="009353EF" w:rsidP="009353EF">
            <w:pPr>
              <w:jc w:val="center"/>
            </w:pPr>
          </w:p>
        </w:tc>
        <w:tc>
          <w:tcPr>
            <w:tcW w:w="990" w:type="dxa"/>
            <w:gridSpan w:val="3"/>
          </w:tcPr>
          <w:p w14:paraId="56879820" w14:textId="77777777" w:rsidR="009353EF" w:rsidRPr="00F95990" w:rsidRDefault="009353EF" w:rsidP="009353EF">
            <w:pPr>
              <w:jc w:val="center"/>
            </w:pPr>
            <w:r w:rsidRPr="00F95990">
              <w:t>R</w:t>
            </w:r>
            <w:r w:rsidR="00DE1102" w:rsidRPr="00DE1102">
              <w:rPr>
                <w:vertAlign w:val="superscript"/>
              </w:rPr>
              <w:t>1</w:t>
            </w:r>
          </w:p>
        </w:tc>
        <w:tc>
          <w:tcPr>
            <w:tcW w:w="7470" w:type="dxa"/>
          </w:tcPr>
          <w:p w14:paraId="2AE3F837" w14:textId="77777777" w:rsidR="009353EF" w:rsidRPr="00F95990" w:rsidRDefault="009353EF" w:rsidP="009353EF">
            <w:pPr>
              <w:rPr>
                <w:color w:val="0000FF"/>
              </w:rPr>
            </w:pPr>
            <w:r w:rsidRPr="00F95990">
              <w:t xml:space="preserve">Base Requirements </w:t>
            </w:r>
          </w:p>
        </w:tc>
      </w:tr>
      <w:tr w:rsidR="009353EF" w:rsidRPr="00F95990" w14:paraId="1D70ADC6" w14:textId="77777777" w:rsidTr="00B2207F">
        <w:tc>
          <w:tcPr>
            <w:tcW w:w="450" w:type="dxa"/>
            <w:gridSpan w:val="2"/>
          </w:tcPr>
          <w:p w14:paraId="1438F547" w14:textId="77777777" w:rsidR="009353EF" w:rsidRPr="00F95990" w:rsidRDefault="009353EF" w:rsidP="009353EF">
            <w:pPr>
              <w:pStyle w:val="NoSpacing"/>
              <w:jc w:val="center"/>
              <w:rPr>
                <w:szCs w:val="20"/>
              </w:rPr>
            </w:pPr>
          </w:p>
        </w:tc>
        <w:tc>
          <w:tcPr>
            <w:tcW w:w="990" w:type="dxa"/>
            <w:gridSpan w:val="3"/>
          </w:tcPr>
          <w:p w14:paraId="68265F4F" w14:textId="77777777" w:rsidR="009353EF" w:rsidRPr="00F95990" w:rsidRDefault="009353EF" w:rsidP="009353EF">
            <w:pPr>
              <w:pStyle w:val="NoSpacing"/>
              <w:jc w:val="center"/>
              <w:rPr>
                <w:szCs w:val="20"/>
              </w:rPr>
            </w:pPr>
            <w:r w:rsidRPr="00F95990">
              <w:rPr>
                <w:szCs w:val="20"/>
              </w:rPr>
              <w:t>R</w:t>
            </w:r>
          </w:p>
        </w:tc>
        <w:tc>
          <w:tcPr>
            <w:tcW w:w="7470" w:type="dxa"/>
          </w:tcPr>
          <w:p w14:paraId="23235495" w14:textId="77777777" w:rsidR="009353EF" w:rsidRPr="00F95990" w:rsidRDefault="009353EF" w:rsidP="009353EF">
            <w:pPr>
              <w:pStyle w:val="NoSpacing"/>
              <w:rPr>
                <w:szCs w:val="20"/>
              </w:rPr>
            </w:pPr>
            <w:r w:rsidRPr="00F95990">
              <w:rPr>
                <w:szCs w:val="20"/>
              </w:rPr>
              <w:t>Supports DS-RP-A</w:t>
            </w:r>
          </w:p>
        </w:tc>
      </w:tr>
      <w:tr w:rsidR="009353EF" w:rsidRPr="00F95990" w14:paraId="08C14582" w14:textId="77777777" w:rsidTr="00B2207F">
        <w:tc>
          <w:tcPr>
            <w:tcW w:w="450" w:type="dxa"/>
            <w:gridSpan w:val="2"/>
          </w:tcPr>
          <w:p w14:paraId="06C75003" w14:textId="77777777" w:rsidR="009353EF" w:rsidRPr="00F95990" w:rsidRDefault="009353EF" w:rsidP="009353EF">
            <w:pPr>
              <w:pStyle w:val="NoSpacing"/>
              <w:jc w:val="center"/>
              <w:rPr>
                <w:szCs w:val="20"/>
              </w:rPr>
            </w:pPr>
          </w:p>
        </w:tc>
        <w:tc>
          <w:tcPr>
            <w:tcW w:w="990" w:type="dxa"/>
            <w:gridSpan w:val="3"/>
          </w:tcPr>
          <w:p w14:paraId="275536B8" w14:textId="77777777" w:rsidR="009353EF" w:rsidRPr="00F95990" w:rsidRDefault="009353EF" w:rsidP="009353EF">
            <w:pPr>
              <w:pStyle w:val="NoSpacing"/>
              <w:jc w:val="center"/>
              <w:rPr>
                <w:szCs w:val="20"/>
              </w:rPr>
            </w:pPr>
            <w:r w:rsidRPr="00F95990">
              <w:rPr>
                <w:szCs w:val="20"/>
              </w:rPr>
              <w:t>R</w:t>
            </w:r>
          </w:p>
        </w:tc>
        <w:tc>
          <w:tcPr>
            <w:tcW w:w="7470" w:type="dxa"/>
          </w:tcPr>
          <w:p w14:paraId="0B20EA18" w14:textId="77777777" w:rsidR="009353EF" w:rsidRPr="00F95990" w:rsidRDefault="009353EF" w:rsidP="009353EF">
            <w:pPr>
              <w:pStyle w:val="NoSpacing"/>
              <w:rPr>
                <w:szCs w:val="20"/>
              </w:rPr>
            </w:pPr>
            <w:r w:rsidRPr="00F95990">
              <w:rPr>
                <w:szCs w:val="20"/>
              </w:rPr>
              <w:t>Supports DS-WP-A</w:t>
            </w:r>
          </w:p>
        </w:tc>
      </w:tr>
      <w:tr w:rsidR="009353EF" w:rsidRPr="00F95990" w14:paraId="1AFC8C97" w14:textId="77777777" w:rsidTr="00B2207F">
        <w:tc>
          <w:tcPr>
            <w:tcW w:w="450" w:type="dxa"/>
            <w:gridSpan w:val="2"/>
          </w:tcPr>
          <w:p w14:paraId="799434D6" w14:textId="77777777" w:rsidR="009353EF" w:rsidRPr="00F95990" w:rsidRDefault="009353EF" w:rsidP="009353EF">
            <w:pPr>
              <w:pStyle w:val="NoSpacing"/>
              <w:jc w:val="center"/>
              <w:rPr>
                <w:szCs w:val="20"/>
              </w:rPr>
            </w:pPr>
          </w:p>
        </w:tc>
        <w:tc>
          <w:tcPr>
            <w:tcW w:w="990" w:type="dxa"/>
            <w:gridSpan w:val="3"/>
          </w:tcPr>
          <w:p w14:paraId="45BBE0D1" w14:textId="77777777" w:rsidR="009353EF" w:rsidRPr="00F95990" w:rsidRDefault="009353EF" w:rsidP="009353EF">
            <w:pPr>
              <w:pStyle w:val="NoSpacing"/>
              <w:jc w:val="center"/>
              <w:rPr>
                <w:szCs w:val="20"/>
              </w:rPr>
            </w:pPr>
            <w:r w:rsidRPr="00F95990">
              <w:rPr>
                <w:szCs w:val="20"/>
              </w:rPr>
              <w:t>R</w:t>
            </w:r>
          </w:p>
        </w:tc>
        <w:tc>
          <w:tcPr>
            <w:tcW w:w="7470" w:type="dxa"/>
          </w:tcPr>
          <w:p w14:paraId="53AC7B21" w14:textId="77777777" w:rsidR="009353EF" w:rsidRPr="00F95990" w:rsidRDefault="009353EF" w:rsidP="009353EF">
            <w:pPr>
              <w:pStyle w:val="NoSpacing"/>
              <w:rPr>
                <w:szCs w:val="20"/>
              </w:rPr>
            </w:pPr>
            <w:r w:rsidRPr="00F95990">
              <w:rPr>
                <w:szCs w:val="20"/>
              </w:rPr>
              <w:t>Is able to schedule any B-side device with a Protocol_Revision less than or equal to its own Protocol_Revision</w:t>
            </w:r>
          </w:p>
        </w:tc>
      </w:tr>
      <w:tr w:rsidR="009353EF" w:rsidRPr="00F95990" w14:paraId="0547443B" w14:textId="77777777" w:rsidTr="00B2207F">
        <w:tc>
          <w:tcPr>
            <w:tcW w:w="450" w:type="dxa"/>
            <w:gridSpan w:val="2"/>
          </w:tcPr>
          <w:p w14:paraId="65AA2A09" w14:textId="77777777" w:rsidR="009353EF" w:rsidRPr="00F95990" w:rsidRDefault="009353EF" w:rsidP="009353EF">
            <w:pPr>
              <w:pStyle w:val="NoSpacing"/>
              <w:jc w:val="center"/>
              <w:rPr>
                <w:szCs w:val="20"/>
              </w:rPr>
            </w:pPr>
          </w:p>
        </w:tc>
        <w:tc>
          <w:tcPr>
            <w:tcW w:w="990" w:type="dxa"/>
            <w:gridSpan w:val="3"/>
          </w:tcPr>
          <w:p w14:paraId="4C1B896A" w14:textId="77777777" w:rsidR="009353EF" w:rsidRPr="00F95990" w:rsidRDefault="009353EF" w:rsidP="009353EF">
            <w:pPr>
              <w:pStyle w:val="NoSpacing"/>
              <w:jc w:val="center"/>
              <w:rPr>
                <w:szCs w:val="20"/>
              </w:rPr>
            </w:pPr>
            <w:r w:rsidRPr="00F95990">
              <w:rPr>
                <w:szCs w:val="20"/>
              </w:rPr>
              <w:t>R</w:t>
            </w:r>
          </w:p>
        </w:tc>
        <w:tc>
          <w:tcPr>
            <w:tcW w:w="7470" w:type="dxa"/>
          </w:tcPr>
          <w:p w14:paraId="577381CC" w14:textId="77777777" w:rsidR="009353EF" w:rsidRPr="00F95990" w:rsidRDefault="009353EF" w:rsidP="009353EF">
            <w:pPr>
              <w:pStyle w:val="NoSpacing"/>
              <w:rPr>
                <w:szCs w:val="20"/>
              </w:rPr>
            </w:pPr>
            <w:r w:rsidRPr="00F95990">
              <w:rPr>
                <w:szCs w:val="20"/>
              </w:rPr>
              <w:t>Is able to present and modify Weekly_Schedule of Enumerated type</w:t>
            </w:r>
          </w:p>
        </w:tc>
      </w:tr>
      <w:tr w:rsidR="009353EF" w:rsidRPr="00F95990" w14:paraId="5C2BA1D6" w14:textId="77777777" w:rsidTr="00B2207F">
        <w:tc>
          <w:tcPr>
            <w:tcW w:w="450" w:type="dxa"/>
            <w:gridSpan w:val="2"/>
          </w:tcPr>
          <w:p w14:paraId="1A114C19" w14:textId="77777777" w:rsidR="009353EF" w:rsidRPr="00F95990" w:rsidRDefault="009353EF" w:rsidP="009353EF">
            <w:pPr>
              <w:pStyle w:val="NoSpacing"/>
              <w:jc w:val="center"/>
              <w:rPr>
                <w:szCs w:val="20"/>
              </w:rPr>
            </w:pPr>
          </w:p>
        </w:tc>
        <w:tc>
          <w:tcPr>
            <w:tcW w:w="990" w:type="dxa"/>
            <w:gridSpan w:val="3"/>
          </w:tcPr>
          <w:p w14:paraId="24A12B8F" w14:textId="77777777" w:rsidR="009353EF" w:rsidRPr="00F95990" w:rsidRDefault="009353EF" w:rsidP="009353EF">
            <w:pPr>
              <w:pStyle w:val="NoSpacing"/>
              <w:jc w:val="center"/>
              <w:rPr>
                <w:szCs w:val="20"/>
              </w:rPr>
            </w:pPr>
            <w:r w:rsidRPr="00F95990">
              <w:rPr>
                <w:szCs w:val="20"/>
              </w:rPr>
              <w:t>R</w:t>
            </w:r>
          </w:p>
        </w:tc>
        <w:tc>
          <w:tcPr>
            <w:tcW w:w="7470" w:type="dxa"/>
          </w:tcPr>
          <w:p w14:paraId="5610C392" w14:textId="77777777" w:rsidR="009353EF" w:rsidRPr="00F95990" w:rsidRDefault="009353EF" w:rsidP="009353EF">
            <w:pPr>
              <w:pStyle w:val="NoSpacing"/>
              <w:rPr>
                <w:szCs w:val="20"/>
              </w:rPr>
            </w:pPr>
            <w:r w:rsidRPr="00F95990">
              <w:rPr>
                <w:szCs w:val="20"/>
              </w:rPr>
              <w:t>Is able to present and modify Weekly_Schedule of REAL type</w:t>
            </w:r>
          </w:p>
        </w:tc>
      </w:tr>
      <w:tr w:rsidR="009353EF" w:rsidRPr="00F95990" w14:paraId="300B1FFD" w14:textId="77777777" w:rsidTr="00B2207F">
        <w:tc>
          <w:tcPr>
            <w:tcW w:w="450" w:type="dxa"/>
            <w:gridSpan w:val="2"/>
          </w:tcPr>
          <w:p w14:paraId="10EC7ADE" w14:textId="77777777" w:rsidR="009353EF" w:rsidRPr="00F95990" w:rsidRDefault="009353EF" w:rsidP="009353EF">
            <w:pPr>
              <w:pStyle w:val="NoSpacing"/>
              <w:jc w:val="center"/>
              <w:rPr>
                <w:szCs w:val="20"/>
              </w:rPr>
            </w:pPr>
          </w:p>
        </w:tc>
        <w:tc>
          <w:tcPr>
            <w:tcW w:w="990" w:type="dxa"/>
            <w:gridSpan w:val="3"/>
          </w:tcPr>
          <w:p w14:paraId="5B324E3E" w14:textId="77777777" w:rsidR="009353EF" w:rsidRPr="00F95990" w:rsidRDefault="005E3930" w:rsidP="005E3930">
            <w:pPr>
              <w:pStyle w:val="NoSpacing"/>
              <w:jc w:val="center"/>
              <w:rPr>
                <w:szCs w:val="20"/>
              </w:rPr>
            </w:pPr>
            <w:r>
              <w:rPr>
                <w:szCs w:val="20"/>
              </w:rPr>
              <w:t>C</w:t>
            </w:r>
            <w:r>
              <w:rPr>
                <w:szCs w:val="20"/>
                <w:vertAlign w:val="superscript"/>
              </w:rPr>
              <w:t>2</w:t>
            </w:r>
          </w:p>
        </w:tc>
        <w:tc>
          <w:tcPr>
            <w:tcW w:w="7470" w:type="dxa"/>
          </w:tcPr>
          <w:p w14:paraId="33F0982F" w14:textId="77777777" w:rsidR="009353EF" w:rsidRPr="00F95990" w:rsidRDefault="009353EF" w:rsidP="009353EF">
            <w:pPr>
              <w:pStyle w:val="NoSpacing"/>
              <w:rPr>
                <w:szCs w:val="20"/>
              </w:rPr>
            </w:pPr>
            <w:r w:rsidRPr="00F95990">
              <w:rPr>
                <w:szCs w:val="20"/>
              </w:rPr>
              <w:t>Is able to present and modify Weekly_Schedule of BOOLEAN type</w:t>
            </w:r>
          </w:p>
        </w:tc>
      </w:tr>
      <w:tr w:rsidR="009353EF" w:rsidRPr="00F95990" w14:paraId="640B8DDD" w14:textId="77777777" w:rsidTr="00B2207F">
        <w:tc>
          <w:tcPr>
            <w:tcW w:w="450" w:type="dxa"/>
            <w:gridSpan w:val="2"/>
          </w:tcPr>
          <w:p w14:paraId="35D6E961" w14:textId="77777777" w:rsidR="009353EF" w:rsidRPr="00F95990" w:rsidRDefault="009353EF" w:rsidP="009353EF">
            <w:pPr>
              <w:pStyle w:val="NoSpacing"/>
              <w:jc w:val="center"/>
              <w:rPr>
                <w:szCs w:val="20"/>
              </w:rPr>
            </w:pPr>
          </w:p>
        </w:tc>
        <w:tc>
          <w:tcPr>
            <w:tcW w:w="990" w:type="dxa"/>
            <w:gridSpan w:val="3"/>
          </w:tcPr>
          <w:p w14:paraId="10C3F81F" w14:textId="441DCADB" w:rsidR="009353EF" w:rsidRPr="00F95990" w:rsidRDefault="00A57B66" w:rsidP="009353EF">
            <w:pPr>
              <w:pStyle w:val="NoSpacing"/>
              <w:jc w:val="center"/>
              <w:rPr>
                <w:szCs w:val="20"/>
              </w:rPr>
            </w:pPr>
            <w:r>
              <w:rPr>
                <w:szCs w:val="20"/>
              </w:rPr>
              <w:t>C</w:t>
            </w:r>
            <w:r w:rsidRPr="005B72AB">
              <w:rPr>
                <w:szCs w:val="20"/>
                <w:vertAlign w:val="superscript"/>
              </w:rPr>
              <w:t>2</w:t>
            </w:r>
          </w:p>
        </w:tc>
        <w:tc>
          <w:tcPr>
            <w:tcW w:w="7470" w:type="dxa"/>
          </w:tcPr>
          <w:p w14:paraId="4912747C" w14:textId="77777777" w:rsidR="009353EF" w:rsidRPr="00F95990" w:rsidRDefault="009353EF" w:rsidP="009353EF">
            <w:pPr>
              <w:pStyle w:val="NoSpacing"/>
              <w:rPr>
                <w:szCs w:val="20"/>
              </w:rPr>
            </w:pPr>
            <w:r w:rsidRPr="00F95990">
              <w:rPr>
                <w:szCs w:val="20"/>
              </w:rPr>
              <w:t>Is able to present and modify Weekly_Schedule of Unsigned type</w:t>
            </w:r>
          </w:p>
        </w:tc>
      </w:tr>
      <w:tr w:rsidR="009353EF" w:rsidRPr="00F95990" w14:paraId="4FA8314C" w14:textId="77777777" w:rsidTr="00B2207F">
        <w:tc>
          <w:tcPr>
            <w:tcW w:w="450" w:type="dxa"/>
            <w:gridSpan w:val="2"/>
          </w:tcPr>
          <w:p w14:paraId="2A4E48CE" w14:textId="77777777" w:rsidR="009353EF" w:rsidRPr="00F95990" w:rsidRDefault="009353EF" w:rsidP="009353EF">
            <w:pPr>
              <w:pStyle w:val="NoSpacing"/>
              <w:jc w:val="center"/>
              <w:rPr>
                <w:szCs w:val="20"/>
              </w:rPr>
            </w:pPr>
          </w:p>
        </w:tc>
        <w:tc>
          <w:tcPr>
            <w:tcW w:w="990" w:type="dxa"/>
            <w:gridSpan w:val="3"/>
          </w:tcPr>
          <w:p w14:paraId="184BC16F" w14:textId="77777777" w:rsidR="009353EF" w:rsidRPr="00F95990" w:rsidRDefault="009353EF" w:rsidP="009353EF">
            <w:pPr>
              <w:pStyle w:val="NoSpacing"/>
              <w:jc w:val="center"/>
              <w:rPr>
                <w:szCs w:val="20"/>
              </w:rPr>
            </w:pPr>
            <w:r w:rsidRPr="00F95990">
              <w:rPr>
                <w:szCs w:val="20"/>
              </w:rPr>
              <w:t>O</w:t>
            </w:r>
          </w:p>
        </w:tc>
        <w:tc>
          <w:tcPr>
            <w:tcW w:w="7470" w:type="dxa"/>
          </w:tcPr>
          <w:p w14:paraId="2D487473" w14:textId="77777777" w:rsidR="009353EF" w:rsidRPr="00F95990" w:rsidRDefault="009353EF" w:rsidP="009353EF">
            <w:pPr>
              <w:pStyle w:val="NoSpacing"/>
              <w:rPr>
                <w:szCs w:val="20"/>
              </w:rPr>
            </w:pPr>
            <w:r w:rsidRPr="00F95990">
              <w:rPr>
                <w:szCs w:val="20"/>
              </w:rPr>
              <w:t>Is able to present and modify Weekly_Schedule of INTEGER (signed) type</w:t>
            </w:r>
          </w:p>
        </w:tc>
      </w:tr>
      <w:tr w:rsidR="009353EF" w:rsidRPr="00F95990" w14:paraId="4ADC9FBC" w14:textId="77777777" w:rsidTr="00B2207F">
        <w:tc>
          <w:tcPr>
            <w:tcW w:w="450" w:type="dxa"/>
            <w:gridSpan w:val="2"/>
          </w:tcPr>
          <w:p w14:paraId="0278226E" w14:textId="77777777" w:rsidR="009353EF" w:rsidRPr="00F95990" w:rsidRDefault="009353EF" w:rsidP="009353EF">
            <w:pPr>
              <w:pStyle w:val="NoSpacing"/>
              <w:jc w:val="center"/>
              <w:rPr>
                <w:szCs w:val="20"/>
              </w:rPr>
            </w:pPr>
          </w:p>
        </w:tc>
        <w:tc>
          <w:tcPr>
            <w:tcW w:w="990" w:type="dxa"/>
            <w:gridSpan w:val="3"/>
          </w:tcPr>
          <w:p w14:paraId="55CD8610" w14:textId="77777777" w:rsidR="009353EF" w:rsidRPr="00F95990" w:rsidRDefault="009353EF" w:rsidP="009353EF">
            <w:pPr>
              <w:pStyle w:val="NoSpacing"/>
              <w:jc w:val="center"/>
              <w:rPr>
                <w:szCs w:val="20"/>
              </w:rPr>
            </w:pPr>
            <w:r w:rsidRPr="00F95990">
              <w:rPr>
                <w:szCs w:val="20"/>
              </w:rPr>
              <w:t>O</w:t>
            </w:r>
          </w:p>
        </w:tc>
        <w:tc>
          <w:tcPr>
            <w:tcW w:w="7470" w:type="dxa"/>
          </w:tcPr>
          <w:p w14:paraId="489D052E" w14:textId="77777777" w:rsidR="009353EF" w:rsidRPr="00F95990" w:rsidRDefault="009353EF" w:rsidP="009353EF">
            <w:pPr>
              <w:pStyle w:val="NoSpacing"/>
              <w:rPr>
                <w:szCs w:val="20"/>
              </w:rPr>
            </w:pPr>
            <w:r w:rsidRPr="00F95990">
              <w:rPr>
                <w:szCs w:val="20"/>
              </w:rPr>
              <w:t>Is able to present and modify Weekly_Schedule of Double type</w:t>
            </w:r>
          </w:p>
        </w:tc>
      </w:tr>
      <w:tr w:rsidR="009353EF" w:rsidRPr="00F95990" w14:paraId="03FCF385" w14:textId="77777777" w:rsidTr="00B2207F">
        <w:tc>
          <w:tcPr>
            <w:tcW w:w="450" w:type="dxa"/>
            <w:gridSpan w:val="2"/>
          </w:tcPr>
          <w:p w14:paraId="0CE8C9F7" w14:textId="77777777" w:rsidR="009353EF" w:rsidRPr="00F95990" w:rsidRDefault="009353EF" w:rsidP="009353EF">
            <w:pPr>
              <w:pStyle w:val="NoSpacing"/>
              <w:jc w:val="center"/>
              <w:rPr>
                <w:szCs w:val="20"/>
              </w:rPr>
            </w:pPr>
          </w:p>
        </w:tc>
        <w:tc>
          <w:tcPr>
            <w:tcW w:w="990" w:type="dxa"/>
            <w:gridSpan w:val="3"/>
          </w:tcPr>
          <w:p w14:paraId="5998B3F6" w14:textId="77777777" w:rsidR="009353EF" w:rsidRPr="00F95990" w:rsidRDefault="009353EF" w:rsidP="009353EF">
            <w:pPr>
              <w:pStyle w:val="NoSpacing"/>
              <w:jc w:val="center"/>
              <w:rPr>
                <w:szCs w:val="20"/>
              </w:rPr>
            </w:pPr>
            <w:r w:rsidRPr="00F95990">
              <w:rPr>
                <w:szCs w:val="20"/>
              </w:rPr>
              <w:t>O</w:t>
            </w:r>
          </w:p>
        </w:tc>
        <w:tc>
          <w:tcPr>
            <w:tcW w:w="7470" w:type="dxa"/>
          </w:tcPr>
          <w:p w14:paraId="523CDD27" w14:textId="77777777" w:rsidR="009353EF" w:rsidRPr="00F95990" w:rsidRDefault="009353EF" w:rsidP="009353EF">
            <w:pPr>
              <w:pStyle w:val="NoSpacing"/>
              <w:rPr>
                <w:szCs w:val="20"/>
              </w:rPr>
            </w:pPr>
            <w:r w:rsidRPr="00F95990">
              <w:rPr>
                <w:szCs w:val="20"/>
              </w:rPr>
              <w:t>Is able to present and modify Weekly_Schedule of Octet String type</w:t>
            </w:r>
          </w:p>
        </w:tc>
      </w:tr>
      <w:tr w:rsidR="009353EF" w:rsidRPr="00F95990" w14:paraId="2546E86F" w14:textId="77777777" w:rsidTr="00B2207F">
        <w:tc>
          <w:tcPr>
            <w:tcW w:w="450" w:type="dxa"/>
            <w:gridSpan w:val="2"/>
          </w:tcPr>
          <w:p w14:paraId="1A16DA55" w14:textId="77777777" w:rsidR="009353EF" w:rsidRPr="00F95990" w:rsidRDefault="009353EF" w:rsidP="009353EF">
            <w:pPr>
              <w:pStyle w:val="NoSpacing"/>
              <w:jc w:val="center"/>
              <w:rPr>
                <w:szCs w:val="20"/>
              </w:rPr>
            </w:pPr>
          </w:p>
        </w:tc>
        <w:tc>
          <w:tcPr>
            <w:tcW w:w="990" w:type="dxa"/>
            <w:gridSpan w:val="3"/>
          </w:tcPr>
          <w:p w14:paraId="79C2BE60" w14:textId="77777777" w:rsidR="009353EF" w:rsidRPr="00F95990" w:rsidRDefault="009353EF" w:rsidP="009353EF">
            <w:pPr>
              <w:pStyle w:val="NoSpacing"/>
              <w:jc w:val="center"/>
              <w:rPr>
                <w:szCs w:val="20"/>
              </w:rPr>
            </w:pPr>
            <w:r w:rsidRPr="00F95990">
              <w:rPr>
                <w:szCs w:val="20"/>
              </w:rPr>
              <w:t>O</w:t>
            </w:r>
          </w:p>
        </w:tc>
        <w:tc>
          <w:tcPr>
            <w:tcW w:w="7470" w:type="dxa"/>
          </w:tcPr>
          <w:p w14:paraId="3F0E5E5D" w14:textId="77777777" w:rsidR="009353EF" w:rsidRPr="00F95990" w:rsidRDefault="009353EF" w:rsidP="009353EF">
            <w:pPr>
              <w:pStyle w:val="NoSpacing"/>
              <w:rPr>
                <w:szCs w:val="20"/>
              </w:rPr>
            </w:pPr>
            <w:r w:rsidRPr="00F95990">
              <w:rPr>
                <w:szCs w:val="20"/>
              </w:rPr>
              <w:t>Is able to present and modify Weekly_Schedule of Character String type</w:t>
            </w:r>
          </w:p>
        </w:tc>
      </w:tr>
      <w:tr w:rsidR="009353EF" w:rsidRPr="00F95990" w14:paraId="61568CE6" w14:textId="77777777" w:rsidTr="00B2207F">
        <w:tc>
          <w:tcPr>
            <w:tcW w:w="450" w:type="dxa"/>
            <w:gridSpan w:val="2"/>
          </w:tcPr>
          <w:p w14:paraId="2C4FAB37" w14:textId="77777777" w:rsidR="009353EF" w:rsidRPr="00F95990" w:rsidRDefault="009353EF" w:rsidP="009353EF">
            <w:pPr>
              <w:pStyle w:val="NoSpacing"/>
              <w:jc w:val="center"/>
              <w:rPr>
                <w:szCs w:val="20"/>
              </w:rPr>
            </w:pPr>
          </w:p>
        </w:tc>
        <w:tc>
          <w:tcPr>
            <w:tcW w:w="990" w:type="dxa"/>
            <w:gridSpan w:val="3"/>
          </w:tcPr>
          <w:p w14:paraId="07681C00" w14:textId="77777777" w:rsidR="009353EF" w:rsidRPr="00F95990" w:rsidRDefault="009353EF" w:rsidP="009353EF">
            <w:pPr>
              <w:pStyle w:val="NoSpacing"/>
              <w:jc w:val="center"/>
              <w:rPr>
                <w:szCs w:val="20"/>
              </w:rPr>
            </w:pPr>
            <w:r w:rsidRPr="00F95990">
              <w:rPr>
                <w:szCs w:val="20"/>
              </w:rPr>
              <w:t>O</w:t>
            </w:r>
          </w:p>
        </w:tc>
        <w:tc>
          <w:tcPr>
            <w:tcW w:w="7470" w:type="dxa"/>
          </w:tcPr>
          <w:p w14:paraId="4006D643" w14:textId="77777777" w:rsidR="009353EF" w:rsidRPr="00F95990" w:rsidRDefault="009353EF" w:rsidP="009353EF">
            <w:pPr>
              <w:pStyle w:val="NoSpacing"/>
              <w:rPr>
                <w:szCs w:val="20"/>
              </w:rPr>
            </w:pPr>
            <w:r w:rsidRPr="00F95990">
              <w:rPr>
                <w:szCs w:val="20"/>
              </w:rPr>
              <w:t>Is able to present and modify Weekly_Schedule of Bit String type</w:t>
            </w:r>
          </w:p>
        </w:tc>
      </w:tr>
      <w:tr w:rsidR="009353EF" w:rsidRPr="00F95990" w14:paraId="45A04B75" w14:textId="77777777" w:rsidTr="00B2207F">
        <w:tc>
          <w:tcPr>
            <w:tcW w:w="450" w:type="dxa"/>
            <w:gridSpan w:val="2"/>
          </w:tcPr>
          <w:p w14:paraId="5068351C" w14:textId="77777777" w:rsidR="009353EF" w:rsidRPr="00F95990" w:rsidRDefault="009353EF" w:rsidP="009353EF">
            <w:pPr>
              <w:pStyle w:val="NoSpacing"/>
              <w:jc w:val="center"/>
              <w:rPr>
                <w:szCs w:val="20"/>
              </w:rPr>
            </w:pPr>
          </w:p>
        </w:tc>
        <w:tc>
          <w:tcPr>
            <w:tcW w:w="990" w:type="dxa"/>
            <w:gridSpan w:val="3"/>
          </w:tcPr>
          <w:p w14:paraId="48CA600B" w14:textId="77777777" w:rsidR="009353EF" w:rsidRPr="00F95990" w:rsidRDefault="009353EF" w:rsidP="009353EF">
            <w:pPr>
              <w:pStyle w:val="NoSpacing"/>
              <w:jc w:val="center"/>
              <w:rPr>
                <w:szCs w:val="20"/>
              </w:rPr>
            </w:pPr>
            <w:r w:rsidRPr="00F95990">
              <w:rPr>
                <w:szCs w:val="20"/>
              </w:rPr>
              <w:t>O</w:t>
            </w:r>
          </w:p>
        </w:tc>
        <w:tc>
          <w:tcPr>
            <w:tcW w:w="7470" w:type="dxa"/>
          </w:tcPr>
          <w:p w14:paraId="16D35CEA" w14:textId="77777777" w:rsidR="009353EF" w:rsidRPr="00F95990" w:rsidRDefault="009353EF" w:rsidP="009353EF">
            <w:pPr>
              <w:pStyle w:val="NoSpacing"/>
              <w:rPr>
                <w:szCs w:val="20"/>
              </w:rPr>
            </w:pPr>
            <w:r w:rsidRPr="00F95990">
              <w:rPr>
                <w:szCs w:val="20"/>
              </w:rPr>
              <w:t>Is able to present and modify Weekly_Schedule of Date type</w:t>
            </w:r>
          </w:p>
        </w:tc>
      </w:tr>
      <w:tr w:rsidR="009353EF" w:rsidRPr="00F95990" w14:paraId="2B4CA4C6" w14:textId="77777777" w:rsidTr="00B2207F">
        <w:tc>
          <w:tcPr>
            <w:tcW w:w="450" w:type="dxa"/>
            <w:gridSpan w:val="2"/>
          </w:tcPr>
          <w:p w14:paraId="317BA82A" w14:textId="77777777" w:rsidR="009353EF" w:rsidRPr="00F95990" w:rsidRDefault="009353EF" w:rsidP="009353EF">
            <w:pPr>
              <w:pStyle w:val="NoSpacing"/>
              <w:jc w:val="center"/>
              <w:rPr>
                <w:szCs w:val="20"/>
              </w:rPr>
            </w:pPr>
          </w:p>
        </w:tc>
        <w:tc>
          <w:tcPr>
            <w:tcW w:w="990" w:type="dxa"/>
            <w:gridSpan w:val="3"/>
          </w:tcPr>
          <w:p w14:paraId="6FEF12DF" w14:textId="77777777" w:rsidR="009353EF" w:rsidRPr="00F95990" w:rsidRDefault="009353EF" w:rsidP="009353EF">
            <w:pPr>
              <w:pStyle w:val="NoSpacing"/>
              <w:jc w:val="center"/>
              <w:rPr>
                <w:szCs w:val="20"/>
              </w:rPr>
            </w:pPr>
            <w:r w:rsidRPr="00F95990">
              <w:rPr>
                <w:szCs w:val="20"/>
              </w:rPr>
              <w:t>O</w:t>
            </w:r>
          </w:p>
        </w:tc>
        <w:tc>
          <w:tcPr>
            <w:tcW w:w="7470" w:type="dxa"/>
          </w:tcPr>
          <w:p w14:paraId="41B3D705" w14:textId="77777777" w:rsidR="009353EF" w:rsidRPr="00F95990" w:rsidRDefault="009353EF" w:rsidP="009353EF">
            <w:pPr>
              <w:pStyle w:val="NoSpacing"/>
              <w:rPr>
                <w:szCs w:val="20"/>
              </w:rPr>
            </w:pPr>
            <w:r w:rsidRPr="00F95990">
              <w:rPr>
                <w:szCs w:val="20"/>
              </w:rPr>
              <w:t>Is able to present and modify Weekly_Schedule of Time type</w:t>
            </w:r>
          </w:p>
        </w:tc>
      </w:tr>
      <w:tr w:rsidR="009353EF" w:rsidRPr="00F95990" w14:paraId="027109A2" w14:textId="77777777" w:rsidTr="00B2207F">
        <w:tc>
          <w:tcPr>
            <w:tcW w:w="450" w:type="dxa"/>
            <w:gridSpan w:val="2"/>
          </w:tcPr>
          <w:p w14:paraId="3659FE1F" w14:textId="77777777" w:rsidR="009353EF" w:rsidRPr="00F95990" w:rsidRDefault="009353EF" w:rsidP="009353EF">
            <w:pPr>
              <w:pStyle w:val="NoSpacing"/>
              <w:jc w:val="center"/>
              <w:rPr>
                <w:szCs w:val="20"/>
              </w:rPr>
            </w:pPr>
          </w:p>
        </w:tc>
        <w:tc>
          <w:tcPr>
            <w:tcW w:w="990" w:type="dxa"/>
            <w:gridSpan w:val="3"/>
          </w:tcPr>
          <w:p w14:paraId="3576BBF6" w14:textId="77777777" w:rsidR="009353EF" w:rsidRPr="00F95990" w:rsidRDefault="009353EF" w:rsidP="009353EF">
            <w:pPr>
              <w:pStyle w:val="NoSpacing"/>
              <w:jc w:val="center"/>
              <w:rPr>
                <w:szCs w:val="20"/>
              </w:rPr>
            </w:pPr>
            <w:r w:rsidRPr="00F95990">
              <w:rPr>
                <w:szCs w:val="20"/>
              </w:rPr>
              <w:t>O</w:t>
            </w:r>
          </w:p>
        </w:tc>
        <w:tc>
          <w:tcPr>
            <w:tcW w:w="7470" w:type="dxa"/>
          </w:tcPr>
          <w:p w14:paraId="271597E6" w14:textId="77777777" w:rsidR="009353EF" w:rsidRPr="00F95990" w:rsidRDefault="009353EF" w:rsidP="009353EF">
            <w:pPr>
              <w:pStyle w:val="NoSpacing"/>
              <w:rPr>
                <w:szCs w:val="20"/>
              </w:rPr>
            </w:pPr>
            <w:r w:rsidRPr="00F95990">
              <w:rPr>
                <w:szCs w:val="20"/>
              </w:rPr>
              <w:t>Is able to present and modify Weekly_Schedule of BACnetObjectIdentifier type</w:t>
            </w:r>
          </w:p>
        </w:tc>
      </w:tr>
      <w:tr w:rsidR="009353EF" w:rsidRPr="00F95990" w14:paraId="25FFBA7E"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458B2C5F" w14:textId="77777777" w:rsidR="009353EF" w:rsidRDefault="00DE1102" w:rsidP="009353EF">
            <w:pPr>
              <w:pStyle w:val="OptionFootnote"/>
            </w:pPr>
            <w:r w:rsidRPr="00DE1102">
              <w:rPr>
                <w:vertAlign w:val="superscript"/>
              </w:rPr>
              <w:t>1</w:t>
            </w:r>
            <w:r>
              <w:t xml:space="preserve"> This BIBB can be claimed even if SCHED-VM-A is also claimed.</w:t>
            </w:r>
          </w:p>
          <w:p w14:paraId="07320BEA" w14:textId="77777777" w:rsidR="005E3930" w:rsidRPr="00F95990" w:rsidRDefault="005E3930" w:rsidP="009353EF">
            <w:pPr>
              <w:pStyle w:val="OptionFootnote"/>
            </w:pPr>
            <w:r w:rsidRPr="00DA1EB5">
              <w:rPr>
                <w:vertAlign w:val="superscript"/>
              </w:rPr>
              <w:t>2</w:t>
            </w:r>
            <w:r>
              <w:t xml:space="preserve"> Required if the IUT claims Protocol_Revision 20 or higher.</w:t>
            </w:r>
          </w:p>
        </w:tc>
      </w:tr>
      <w:tr w:rsidR="009353EF" w:rsidRPr="00F95990" w14:paraId="1379F25B" w14:textId="77777777" w:rsidTr="00B2207F">
        <w:trPr>
          <w:cantSplit/>
        </w:trPr>
        <w:tc>
          <w:tcPr>
            <w:tcW w:w="8910" w:type="dxa"/>
            <w:gridSpan w:val="6"/>
          </w:tcPr>
          <w:p w14:paraId="5EA24D3C" w14:textId="77777777" w:rsidR="009353EF" w:rsidRPr="00F95990" w:rsidRDefault="009353EF" w:rsidP="009353EF">
            <w:pPr>
              <w:rPr>
                <w:b/>
              </w:rPr>
            </w:pPr>
            <w:r w:rsidRPr="00F95990">
              <w:rPr>
                <w:b/>
              </w:rPr>
              <w:t xml:space="preserve">Scheduling </w:t>
            </w:r>
            <w:r w:rsidR="00012C95">
              <w:rPr>
                <w:b/>
              </w:rPr>
              <w:t>-</w:t>
            </w:r>
            <w:r w:rsidRPr="00F95990">
              <w:rPr>
                <w:b/>
              </w:rPr>
              <w:t xml:space="preserve"> Internal </w:t>
            </w:r>
            <w:r w:rsidR="00012C95">
              <w:rPr>
                <w:b/>
              </w:rPr>
              <w:t>-</w:t>
            </w:r>
            <w:r w:rsidRPr="00F95990">
              <w:rPr>
                <w:b/>
              </w:rPr>
              <w:t xml:space="preserve"> B</w:t>
            </w:r>
          </w:p>
        </w:tc>
      </w:tr>
      <w:tr w:rsidR="009353EF" w:rsidRPr="00F95990" w14:paraId="5E53CCD2" w14:textId="77777777" w:rsidTr="00B2207F">
        <w:tc>
          <w:tcPr>
            <w:tcW w:w="441" w:type="dxa"/>
          </w:tcPr>
          <w:p w14:paraId="485354B1" w14:textId="77777777" w:rsidR="009353EF" w:rsidRPr="00F95990" w:rsidRDefault="009353EF" w:rsidP="009353EF">
            <w:pPr>
              <w:jc w:val="center"/>
            </w:pPr>
          </w:p>
        </w:tc>
        <w:tc>
          <w:tcPr>
            <w:tcW w:w="974" w:type="dxa"/>
            <w:gridSpan w:val="3"/>
          </w:tcPr>
          <w:p w14:paraId="3FE4D6A7" w14:textId="77777777" w:rsidR="009353EF" w:rsidRPr="00F95990" w:rsidRDefault="009353EF" w:rsidP="009353EF">
            <w:pPr>
              <w:jc w:val="center"/>
            </w:pPr>
            <w:r w:rsidRPr="00F95990">
              <w:t>R</w:t>
            </w:r>
          </w:p>
        </w:tc>
        <w:tc>
          <w:tcPr>
            <w:tcW w:w="7495" w:type="dxa"/>
            <w:gridSpan w:val="2"/>
          </w:tcPr>
          <w:p w14:paraId="490BA207" w14:textId="77777777" w:rsidR="009353EF" w:rsidRPr="00F95990" w:rsidRDefault="004908F5" w:rsidP="009353EF">
            <w:r>
              <w:t>Base R</w:t>
            </w:r>
            <w:r w:rsidR="009353EF" w:rsidRPr="00F95990">
              <w:t>equirements</w:t>
            </w:r>
          </w:p>
        </w:tc>
      </w:tr>
      <w:tr w:rsidR="009353EF" w:rsidRPr="00F95990" w14:paraId="0EA773F6" w14:textId="77777777" w:rsidTr="00B2207F">
        <w:tc>
          <w:tcPr>
            <w:tcW w:w="441" w:type="dxa"/>
          </w:tcPr>
          <w:p w14:paraId="4FE56BCE" w14:textId="77777777" w:rsidR="009353EF" w:rsidRPr="00F95990" w:rsidRDefault="009353EF" w:rsidP="009353EF">
            <w:pPr>
              <w:jc w:val="center"/>
            </w:pPr>
          </w:p>
        </w:tc>
        <w:tc>
          <w:tcPr>
            <w:tcW w:w="974" w:type="dxa"/>
            <w:gridSpan w:val="3"/>
          </w:tcPr>
          <w:p w14:paraId="2F659DAC" w14:textId="77777777" w:rsidR="009353EF" w:rsidRPr="00F95990" w:rsidRDefault="009353EF" w:rsidP="009353EF">
            <w:pPr>
              <w:jc w:val="center"/>
            </w:pPr>
            <w:r w:rsidRPr="00F95990">
              <w:t>BTL-R</w:t>
            </w:r>
          </w:p>
        </w:tc>
        <w:tc>
          <w:tcPr>
            <w:tcW w:w="7495" w:type="dxa"/>
            <w:gridSpan w:val="2"/>
          </w:tcPr>
          <w:p w14:paraId="685E8F2C" w14:textId="77777777" w:rsidR="009353EF" w:rsidRPr="00F95990" w:rsidRDefault="009353EF" w:rsidP="00F8739E">
            <w:r w:rsidRPr="00F95990">
              <w:t>Supports concurrent weekly and exception schedules</w:t>
            </w:r>
          </w:p>
        </w:tc>
      </w:tr>
      <w:tr w:rsidR="009353EF" w:rsidRPr="00F95990" w14:paraId="7758747E" w14:textId="77777777" w:rsidTr="00B2207F">
        <w:tc>
          <w:tcPr>
            <w:tcW w:w="441" w:type="dxa"/>
          </w:tcPr>
          <w:p w14:paraId="49186A33" w14:textId="77777777" w:rsidR="009353EF" w:rsidRPr="00F95990" w:rsidRDefault="009353EF" w:rsidP="009353EF">
            <w:pPr>
              <w:jc w:val="center"/>
            </w:pPr>
          </w:p>
        </w:tc>
        <w:tc>
          <w:tcPr>
            <w:tcW w:w="974" w:type="dxa"/>
            <w:gridSpan w:val="3"/>
          </w:tcPr>
          <w:p w14:paraId="48AF0B75" w14:textId="77777777" w:rsidR="009353EF" w:rsidRPr="00F95990" w:rsidRDefault="009353EF" w:rsidP="009353EF">
            <w:pPr>
              <w:jc w:val="center"/>
            </w:pPr>
            <w:r w:rsidRPr="00F95990">
              <w:t>BTL-R</w:t>
            </w:r>
          </w:p>
        </w:tc>
        <w:tc>
          <w:tcPr>
            <w:tcW w:w="7495" w:type="dxa"/>
            <w:gridSpan w:val="2"/>
          </w:tcPr>
          <w:p w14:paraId="7E5754AD" w14:textId="77777777" w:rsidR="009353EF" w:rsidRPr="00F95990" w:rsidRDefault="009353EF" w:rsidP="009353EF">
            <w:r w:rsidRPr="00F95990">
              <w:t>Supports reference to Calendar object</w:t>
            </w:r>
          </w:p>
        </w:tc>
      </w:tr>
      <w:tr w:rsidR="009353EF" w:rsidRPr="00F95990" w14:paraId="279E4261" w14:textId="77777777" w:rsidTr="00B2207F">
        <w:tc>
          <w:tcPr>
            <w:tcW w:w="441" w:type="dxa"/>
          </w:tcPr>
          <w:p w14:paraId="177A0B86" w14:textId="77777777" w:rsidR="009353EF" w:rsidRPr="00F95990" w:rsidRDefault="009353EF" w:rsidP="009353EF">
            <w:pPr>
              <w:jc w:val="center"/>
            </w:pPr>
          </w:p>
        </w:tc>
        <w:tc>
          <w:tcPr>
            <w:tcW w:w="974" w:type="dxa"/>
            <w:gridSpan w:val="3"/>
          </w:tcPr>
          <w:p w14:paraId="4018CFFF" w14:textId="77777777" w:rsidR="009353EF" w:rsidRPr="00F95990" w:rsidRDefault="009353EF" w:rsidP="009353EF">
            <w:pPr>
              <w:jc w:val="center"/>
            </w:pPr>
            <w:r w:rsidRPr="00F95990">
              <w:t>O</w:t>
            </w:r>
          </w:p>
        </w:tc>
        <w:tc>
          <w:tcPr>
            <w:tcW w:w="7495" w:type="dxa"/>
            <w:gridSpan w:val="2"/>
          </w:tcPr>
          <w:p w14:paraId="12F04BF2" w14:textId="77777777" w:rsidR="009353EF" w:rsidRPr="00F95990" w:rsidRDefault="009353EF" w:rsidP="009353EF">
            <w:r w:rsidRPr="00F95990">
              <w:t>Supports configurable Effective_Period</w:t>
            </w:r>
          </w:p>
        </w:tc>
      </w:tr>
      <w:tr w:rsidR="009353EF" w:rsidRPr="00F95990" w14:paraId="236A6D40" w14:textId="77777777" w:rsidTr="00B2207F">
        <w:tc>
          <w:tcPr>
            <w:tcW w:w="441" w:type="dxa"/>
          </w:tcPr>
          <w:p w14:paraId="7D65574E" w14:textId="77777777" w:rsidR="009353EF" w:rsidRPr="00F95990" w:rsidRDefault="009353EF" w:rsidP="009353EF">
            <w:pPr>
              <w:jc w:val="center"/>
            </w:pPr>
          </w:p>
        </w:tc>
        <w:tc>
          <w:tcPr>
            <w:tcW w:w="974" w:type="dxa"/>
            <w:gridSpan w:val="3"/>
          </w:tcPr>
          <w:p w14:paraId="33D343E6" w14:textId="77777777" w:rsidR="009353EF" w:rsidRPr="00F95990" w:rsidRDefault="009353EF" w:rsidP="009353EF">
            <w:pPr>
              <w:jc w:val="center"/>
            </w:pPr>
            <w:r w:rsidRPr="00F95990">
              <w:t>O</w:t>
            </w:r>
          </w:p>
        </w:tc>
        <w:tc>
          <w:tcPr>
            <w:tcW w:w="7495" w:type="dxa"/>
            <w:gridSpan w:val="2"/>
          </w:tcPr>
          <w:p w14:paraId="4AE08C12" w14:textId="26454EC3" w:rsidR="009353EF" w:rsidRPr="00F95990" w:rsidRDefault="009353EF" w:rsidP="009353EF">
            <w:r w:rsidRPr="00F95990">
              <w:t>Is able to schedule values of different datatypes (not simultaneously)</w:t>
            </w:r>
          </w:p>
        </w:tc>
      </w:tr>
      <w:tr w:rsidR="00E536C9" w:rsidRPr="00F95990" w14:paraId="5DA93BF3" w14:textId="77777777" w:rsidTr="00B2207F">
        <w:tc>
          <w:tcPr>
            <w:tcW w:w="441" w:type="dxa"/>
          </w:tcPr>
          <w:p w14:paraId="44EDFA81" w14:textId="77777777" w:rsidR="00E536C9" w:rsidRPr="00F95990" w:rsidRDefault="00E536C9" w:rsidP="009353EF">
            <w:pPr>
              <w:jc w:val="center"/>
            </w:pPr>
          </w:p>
        </w:tc>
        <w:tc>
          <w:tcPr>
            <w:tcW w:w="974" w:type="dxa"/>
            <w:gridSpan w:val="3"/>
          </w:tcPr>
          <w:p w14:paraId="78B000ED" w14:textId="77777777" w:rsidR="00E536C9" w:rsidRPr="00F95990" w:rsidRDefault="00E536C9" w:rsidP="009353EF">
            <w:pPr>
              <w:jc w:val="center"/>
            </w:pPr>
            <w:r>
              <w:t>O</w:t>
            </w:r>
          </w:p>
        </w:tc>
        <w:tc>
          <w:tcPr>
            <w:tcW w:w="7495" w:type="dxa"/>
            <w:gridSpan w:val="2"/>
          </w:tcPr>
          <w:p w14:paraId="13206AAD" w14:textId="77777777" w:rsidR="00E536C9" w:rsidRPr="00F95990" w:rsidRDefault="00E536C9" w:rsidP="009353EF">
            <w:r>
              <w:t>Supports non-empty List_Of_Object_Property_Reference</w:t>
            </w:r>
            <w:r w:rsidR="009D48CB">
              <w:t>s</w:t>
            </w:r>
            <w:r>
              <w:t xml:space="preserve"> property</w:t>
            </w:r>
          </w:p>
        </w:tc>
      </w:tr>
      <w:tr w:rsidR="009353EF" w:rsidRPr="00F95990" w14:paraId="3AF871A8" w14:textId="77777777" w:rsidTr="00B2207F">
        <w:tc>
          <w:tcPr>
            <w:tcW w:w="441" w:type="dxa"/>
          </w:tcPr>
          <w:p w14:paraId="406DAF98" w14:textId="77777777" w:rsidR="009353EF" w:rsidRPr="00F95990" w:rsidRDefault="009353EF" w:rsidP="009353EF">
            <w:pPr>
              <w:jc w:val="center"/>
            </w:pPr>
          </w:p>
        </w:tc>
        <w:tc>
          <w:tcPr>
            <w:tcW w:w="974" w:type="dxa"/>
            <w:gridSpan w:val="3"/>
          </w:tcPr>
          <w:p w14:paraId="4AF63DA6"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63A7E491" w14:textId="77777777" w:rsidR="009353EF" w:rsidRPr="00F95990" w:rsidRDefault="009353EF" w:rsidP="009353EF">
            <w:r w:rsidRPr="00F95990">
              <w:t>Is able to schedule NULL values</w:t>
            </w:r>
          </w:p>
        </w:tc>
      </w:tr>
      <w:tr w:rsidR="009353EF" w:rsidRPr="00F95990" w14:paraId="1255617C" w14:textId="77777777" w:rsidTr="00B2207F">
        <w:tc>
          <w:tcPr>
            <w:tcW w:w="441" w:type="dxa"/>
          </w:tcPr>
          <w:p w14:paraId="682D11D8" w14:textId="77777777" w:rsidR="009353EF" w:rsidRPr="00F95990" w:rsidRDefault="009353EF" w:rsidP="009353EF">
            <w:pPr>
              <w:jc w:val="center"/>
            </w:pPr>
          </w:p>
        </w:tc>
        <w:tc>
          <w:tcPr>
            <w:tcW w:w="974" w:type="dxa"/>
            <w:gridSpan w:val="3"/>
          </w:tcPr>
          <w:p w14:paraId="2412872D"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75D89EEA" w14:textId="77777777" w:rsidR="009353EF" w:rsidRPr="00F95990" w:rsidRDefault="009353EF" w:rsidP="009353EF">
            <w:r w:rsidRPr="00F95990">
              <w:t>Is able to schedule BOOLEAN values</w:t>
            </w:r>
          </w:p>
        </w:tc>
      </w:tr>
      <w:tr w:rsidR="009353EF" w:rsidRPr="00F95990" w14:paraId="0DE9B2FB" w14:textId="77777777" w:rsidTr="00B2207F">
        <w:tc>
          <w:tcPr>
            <w:tcW w:w="441" w:type="dxa"/>
          </w:tcPr>
          <w:p w14:paraId="708989DE" w14:textId="77777777" w:rsidR="009353EF" w:rsidRPr="00F95990" w:rsidRDefault="009353EF" w:rsidP="009353EF">
            <w:pPr>
              <w:jc w:val="center"/>
            </w:pPr>
          </w:p>
        </w:tc>
        <w:tc>
          <w:tcPr>
            <w:tcW w:w="974" w:type="dxa"/>
            <w:gridSpan w:val="3"/>
          </w:tcPr>
          <w:p w14:paraId="677AEFD9" w14:textId="77777777" w:rsidR="009353EF" w:rsidRPr="00F95990" w:rsidRDefault="009353EF" w:rsidP="009353EF">
            <w:pPr>
              <w:jc w:val="center"/>
            </w:pPr>
            <w:r w:rsidRPr="00F95990">
              <w:t>C</w:t>
            </w:r>
            <w:r w:rsidRPr="00F95990">
              <w:rPr>
                <w:vertAlign w:val="superscript"/>
              </w:rPr>
              <w:t>1, 2</w:t>
            </w:r>
          </w:p>
        </w:tc>
        <w:tc>
          <w:tcPr>
            <w:tcW w:w="7495" w:type="dxa"/>
            <w:gridSpan w:val="2"/>
          </w:tcPr>
          <w:p w14:paraId="72504EBE" w14:textId="77777777" w:rsidR="009353EF" w:rsidRPr="00F95990" w:rsidRDefault="009353EF" w:rsidP="009353EF">
            <w:r w:rsidRPr="00F95990">
              <w:t>Is able to schedule Unsigned values</w:t>
            </w:r>
          </w:p>
        </w:tc>
      </w:tr>
      <w:tr w:rsidR="009353EF" w:rsidRPr="00F95990" w14:paraId="46924958" w14:textId="77777777" w:rsidTr="00B2207F">
        <w:tc>
          <w:tcPr>
            <w:tcW w:w="441" w:type="dxa"/>
          </w:tcPr>
          <w:p w14:paraId="598406A6" w14:textId="77777777" w:rsidR="009353EF" w:rsidRPr="00F95990" w:rsidRDefault="009353EF" w:rsidP="009353EF">
            <w:pPr>
              <w:jc w:val="center"/>
            </w:pPr>
          </w:p>
        </w:tc>
        <w:tc>
          <w:tcPr>
            <w:tcW w:w="974" w:type="dxa"/>
            <w:gridSpan w:val="3"/>
          </w:tcPr>
          <w:p w14:paraId="38FFE260" w14:textId="77777777" w:rsidR="009353EF" w:rsidRPr="00F95990" w:rsidRDefault="009353EF" w:rsidP="009353EF">
            <w:pPr>
              <w:jc w:val="center"/>
            </w:pPr>
            <w:r w:rsidRPr="00F95990">
              <w:t>C</w:t>
            </w:r>
            <w:r w:rsidRPr="00F95990">
              <w:rPr>
                <w:vertAlign w:val="superscript"/>
              </w:rPr>
              <w:t>1, 2</w:t>
            </w:r>
          </w:p>
        </w:tc>
        <w:tc>
          <w:tcPr>
            <w:tcW w:w="7495" w:type="dxa"/>
            <w:gridSpan w:val="2"/>
          </w:tcPr>
          <w:p w14:paraId="4B9C4F12" w14:textId="77777777" w:rsidR="009353EF" w:rsidRPr="00F95990" w:rsidRDefault="009353EF" w:rsidP="009353EF">
            <w:r w:rsidRPr="00F95990">
              <w:t>Is able to schedule INTEGER (signed) values</w:t>
            </w:r>
          </w:p>
        </w:tc>
      </w:tr>
      <w:tr w:rsidR="009353EF" w:rsidRPr="00F95990" w14:paraId="3B6FB7B5" w14:textId="77777777" w:rsidTr="00B2207F">
        <w:tc>
          <w:tcPr>
            <w:tcW w:w="441" w:type="dxa"/>
          </w:tcPr>
          <w:p w14:paraId="75148CB5" w14:textId="77777777" w:rsidR="009353EF" w:rsidRPr="00F95990" w:rsidRDefault="009353EF" w:rsidP="009353EF">
            <w:pPr>
              <w:jc w:val="center"/>
            </w:pPr>
          </w:p>
        </w:tc>
        <w:tc>
          <w:tcPr>
            <w:tcW w:w="974" w:type="dxa"/>
            <w:gridSpan w:val="3"/>
          </w:tcPr>
          <w:p w14:paraId="3066F07E"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7824EB9C" w14:textId="77777777" w:rsidR="009353EF" w:rsidRPr="00F95990" w:rsidRDefault="009353EF" w:rsidP="009353EF">
            <w:r w:rsidRPr="00F95990">
              <w:t>Is able to schedule REAL values</w:t>
            </w:r>
          </w:p>
        </w:tc>
      </w:tr>
      <w:tr w:rsidR="009353EF" w:rsidRPr="00F95990" w14:paraId="3CE001C2" w14:textId="77777777" w:rsidTr="00B2207F">
        <w:tc>
          <w:tcPr>
            <w:tcW w:w="441" w:type="dxa"/>
          </w:tcPr>
          <w:p w14:paraId="47E7744B" w14:textId="77777777" w:rsidR="009353EF" w:rsidRPr="00F95990" w:rsidRDefault="009353EF" w:rsidP="009353EF">
            <w:pPr>
              <w:jc w:val="center"/>
            </w:pPr>
          </w:p>
        </w:tc>
        <w:tc>
          <w:tcPr>
            <w:tcW w:w="974" w:type="dxa"/>
            <w:gridSpan w:val="3"/>
          </w:tcPr>
          <w:p w14:paraId="15653D69"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67F1A8A7" w14:textId="77777777" w:rsidR="009353EF" w:rsidRPr="00F95990" w:rsidRDefault="009353EF" w:rsidP="009353EF">
            <w:r w:rsidRPr="00F95990">
              <w:t>Is able to schedule Double values</w:t>
            </w:r>
          </w:p>
        </w:tc>
      </w:tr>
      <w:tr w:rsidR="009353EF" w:rsidRPr="00F95990" w14:paraId="24AEB1ED" w14:textId="77777777" w:rsidTr="00B2207F">
        <w:tc>
          <w:tcPr>
            <w:tcW w:w="441" w:type="dxa"/>
          </w:tcPr>
          <w:p w14:paraId="78B04950" w14:textId="77777777" w:rsidR="009353EF" w:rsidRPr="00F95990" w:rsidRDefault="009353EF" w:rsidP="009353EF">
            <w:pPr>
              <w:jc w:val="center"/>
            </w:pPr>
          </w:p>
        </w:tc>
        <w:tc>
          <w:tcPr>
            <w:tcW w:w="974" w:type="dxa"/>
            <w:gridSpan w:val="3"/>
          </w:tcPr>
          <w:p w14:paraId="1DF97A1A"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06CDEAA0" w14:textId="77777777" w:rsidR="009353EF" w:rsidRPr="00F95990" w:rsidRDefault="009353EF" w:rsidP="009353EF">
            <w:r w:rsidRPr="00F95990">
              <w:t>Is able to schedule Octet String values</w:t>
            </w:r>
          </w:p>
        </w:tc>
      </w:tr>
      <w:tr w:rsidR="009353EF" w:rsidRPr="00F95990" w14:paraId="5952B5F0" w14:textId="77777777" w:rsidTr="00B2207F">
        <w:tc>
          <w:tcPr>
            <w:tcW w:w="441" w:type="dxa"/>
          </w:tcPr>
          <w:p w14:paraId="5CEC949B" w14:textId="77777777" w:rsidR="009353EF" w:rsidRPr="00F95990" w:rsidRDefault="009353EF" w:rsidP="009353EF">
            <w:pPr>
              <w:jc w:val="center"/>
            </w:pPr>
          </w:p>
        </w:tc>
        <w:tc>
          <w:tcPr>
            <w:tcW w:w="974" w:type="dxa"/>
            <w:gridSpan w:val="3"/>
          </w:tcPr>
          <w:p w14:paraId="7B0DF165"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60F2AFE4" w14:textId="77777777" w:rsidR="009353EF" w:rsidRPr="00F95990" w:rsidRDefault="009353EF" w:rsidP="009353EF">
            <w:r w:rsidRPr="00F95990">
              <w:t>Is able to schedule Character String values</w:t>
            </w:r>
          </w:p>
        </w:tc>
      </w:tr>
      <w:tr w:rsidR="009353EF" w:rsidRPr="00F95990" w14:paraId="107BCF61" w14:textId="77777777" w:rsidTr="00B2207F">
        <w:tc>
          <w:tcPr>
            <w:tcW w:w="441" w:type="dxa"/>
          </w:tcPr>
          <w:p w14:paraId="551A988B" w14:textId="77777777" w:rsidR="009353EF" w:rsidRPr="00F95990" w:rsidRDefault="009353EF" w:rsidP="009353EF">
            <w:pPr>
              <w:jc w:val="center"/>
            </w:pPr>
          </w:p>
        </w:tc>
        <w:tc>
          <w:tcPr>
            <w:tcW w:w="974" w:type="dxa"/>
            <w:gridSpan w:val="3"/>
          </w:tcPr>
          <w:p w14:paraId="785AFCF6"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55A75BDB" w14:textId="77777777" w:rsidR="009353EF" w:rsidRPr="00F95990" w:rsidRDefault="009353EF" w:rsidP="009353EF">
            <w:r w:rsidRPr="00F95990">
              <w:t>Is able to schedule Bit String values</w:t>
            </w:r>
          </w:p>
        </w:tc>
      </w:tr>
      <w:tr w:rsidR="009353EF" w:rsidRPr="00F95990" w14:paraId="2D04F52A" w14:textId="77777777" w:rsidTr="00B2207F">
        <w:tc>
          <w:tcPr>
            <w:tcW w:w="441" w:type="dxa"/>
          </w:tcPr>
          <w:p w14:paraId="78CF8883" w14:textId="77777777" w:rsidR="009353EF" w:rsidRPr="00F95990" w:rsidRDefault="009353EF" w:rsidP="009353EF">
            <w:pPr>
              <w:jc w:val="center"/>
            </w:pPr>
          </w:p>
        </w:tc>
        <w:tc>
          <w:tcPr>
            <w:tcW w:w="974" w:type="dxa"/>
            <w:gridSpan w:val="3"/>
          </w:tcPr>
          <w:p w14:paraId="4CB50658" w14:textId="77777777" w:rsidR="009353EF" w:rsidRPr="00F95990" w:rsidRDefault="009353EF" w:rsidP="009353EF">
            <w:pPr>
              <w:jc w:val="center"/>
            </w:pPr>
            <w:r w:rsidRPr="00F95990">
              <w:t>C</w:t>
            </w:r>
            <w:r w:rsidRPr="00F95990">
              <w:rPr>
                <w:vertAlign w:val="superscript"/>
              </w:rPr>
              <w:t>1, 3</w:t>
            </w:r>
          </w:p>
        </w:tc>
        <w:tc>
          <w:tcPr>
            <w:tcW w:w="7495" w:type="dxa"/>
            <w:gridSpan w:val="2"/>
          </w:tcPr>
          <w:p w14:paraId="57C14871" w14:textId="77777777" w:rsidR="009353EF" w:rsidRPr="00F95990" w:rsidRDefault="009353EF" w:rsidP="009353EF">
            <w:r w:rsidRPr="00F95990">
              <w:t>Is able to schedule Enumerated values</w:t>
            </w:r>
          </w:p>
        </w:tc>
      </w:tr>
      <w:tr w:rsidR="009353EF" w:rsidRPr="00F95990" w14:paraId="4698A8DF" w14:textId="77777777" w:rsidTr="00B2207F">
        <w:tc>
          <w:tcPr>
            <w:tcW w:w="441" w:type="dxa"/>
          </w:tcPr>
          <w:p w14:paraId="323E0521" w14:textId="77777777" w:rsidR="009353EF" w:rsidRPr="00F95990" w:rsidRDefault="009353EF" w:rsidP="009353EF">
            <w:pPr>
              <w:jc w:val="center"/>
            </w:pPr>
          </w:p>
        </w:tc>
        <w:tc>
          <w:tcPr>
            <w:tcW w:w="974" w:type="dxa"/>
            <w:gridSpan w:val="3"/>
          </w:tcPr>
          <w:p w14:paraId="105797A9"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0B61EB9D" w14:textId="77777777" w:rsidR="009353EF" w:rsidRPr="00F95990" w:rsidRDefault="009353EF" w:rsidP="009353EF">
            <w:r w:rsidRPr="00F95990">
              <w:t>Is able to schedule Date values</w:t>
            </w:r>
          </w:p>
        </w:tc>
      </w:tr>
      <w:tr w:rsidR="009353EF" w:rsidRPr="00F95990" w14:paraId="3159CE4B" w14:textId="77777777" w:rsidTr="00B2207F">
        <w:tc>
          <w:tcPr>
            <w:tcW w:w="441" w:type="dxa"/>
          </w:tcPr>
          <w:p w14:paraId="69934DBF" w14:textId="77777777" w:rsidR="009353EF" w:rsidRPr="00F95990" w:rsidRDefault="009353EF" w:rsidP="009353EF">
            <w:pPr>
              <w:jc w:val="center"/>
            </w:pPr>
          </w:p>
        </w:tc>
        <w:tc>
          <w:tcPr>
            <w:tcW w:w="974" w:type="dxa"/>
            <w:gridSpan w:val="3"/>
          </w:tcPr>
          <w:p w14:paraId="531A9750"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3E2BCCBA" w14:textId="77777777" w:rsidR="009353EF" w:rsidRPr="00F95990" w:rsidRDefault="009353EF" w:rsidP="009353EF">
            <w:r w:rsidRPr="00F95990">
              <w:t>Is able to schedule Time values</w:t>
            </w:r>
          </w:p>
        </w:tc>
      </w:tr>
      <w:tr w:rsidR="009353EF" w:rsidRPr="00F95990" w14:paraId="5378DC5D" w14:textId="77777777" w:rsidTr="00B2207F">
        <w:tc>
          <w:tcPr>
            <w:tcW w:w="441" w:type="dxa"/>
          </w:tcPr>
          <w:p w14:paraId="5D4BDB1A" w14:textId="77777777" w:rsidR="009353EF" w:rsidRPr="00F95990" w:rsidRDefault="009353EF" w:rsidP="009353EF">
            <w:pPr>
              <w:jc w:val="center"/>
            </w:pPr>
          </w:p>
        </w:tc>
        <w:tc>
          <w:tcPr>
            <w:tcW w:w="974" w:type="dxa"/>
            <w:gridSpan w:val="3"/>
          </w:tcPr>
          <w:p w14:paraId="422155B4"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13E1AB64" w14:textId="77777777" w:rsidR="009353EF" w:rsidRPr="00F95990" w:rsidRDefault="009353EF" w:rsidP="009353EF">
            <w:r w:rsidRPr="00F95990">
              <w:t>Is able to schedule BACnetObjectIdentifier values</w:t>
            </w:r>
          </w:p>
        </w:tc>
      </w:tr>
      <w:tr w:rsidR="009353EF" w:rsidRPr="00F95990" w14:paraId="21A24CAB" w14:textId="77777777" w:rsidTr="00B2207F">
        <w:tc>
          <w:tcPr>
            <w:tcW w:w="441" w:type="dxa"/>
          </w:tcPr>
          <w:p w14:paraId="5EAACF19" w14:textId="77777777" w:rsidR="009353EF" w:rsidRPr="00F95990" w:rsidRDefault="009353EF" w:rsidP="009353EF">
            <w:pPr>
              <w:jc w:val="center"/>
            </w:pPr>
          </w:p>
        </w:tc>
        <w:tc>
          <w:tcPr>
            <w:tcW w:w="974" w:type="dxa"/>
            <w:gridSpan w:val="3"/>
          </w:tcPr>
          <w:p w14:paraId="59D7E0D3"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49D8EA53" w14:textId="77777777" w:rsidR="009353EF" w:rsidRPr="00F95990" w:rsidRDefault="009353EF" w:rsidP="009353EF">
            <w:r w:rsidRPr="00F95990">
              <w:t>Supports DM-TS-B</w:t>
            </w:r>
          </w:p>
        </w:tc>
      </w:tr>
      <w:tr w:rsidR="009353EF" w:rsidRPr="00F95990" w14:paraId="6CCF1D62" w14:textId="77777777" w:rsidTr="00B2207F">
        <w:tc>
          <w:tcPr>
            <w:tcW w:w="441" w:type="dxa"/>
          </w:tcPr>
          <w:p w14:paraId="6A63FFC7" w14:textId="77777777" w:rsidR="009353EF" w:rsidRPr="00F95990" w:rsidRDefault="009353EF" w:rsidP="009353EF">
            <w:pPr>
              <w:jc w:val="center"/>
            </w:pPr>
          </w:p>
        </w:tc>
        <w:tc>
          <w:tcPr>
            <w:tcW w:w="974" w:type="dxa"/>
            <w:gridSpan w:val="3"/>
          </w:tcPr>
          <w:p w14:paraId="19587652"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71BFF962" w14:textId="77777777" w:rsidR="009353EF" w:rsidRPr="00F95990" w:rsidRDefault="009353EF" w:rsidP="009353EF">
            <w:r w:rsidRPr="00F95990">
              <w:t>Supports DM-UTC-B</w:t>
            </w:r>
          </w:p>
        </w:tc>
      </w:tr>
      <w:tr w:rsidR="009353EF" w:rsidRPr="00F95990" w14:paraId="0DECC030" w14:textId="77777777" w:rsidTr="00B2207F">
        <w:trPr>
          <w:cantSplit/>
        </w:trPr>
        <w:tc>
          <w:tcPr>
            <w:tcW w:w="8910" w:type="dxa"/>
            <w:gridSpan w:val="6"/>
          </w:tcPr>
          <w:p w14:paraId="60A7314F" w14:textId="77777777" w:rsidR="009353EF" w:rsidRPr="00F95990" w:rsidRDefault="009353EF" w:rsidP="009353EF">
            <w:pPr>
              <w:pStyle w:val="OptionFootnote"/>
            </w:pPr>
            <w:r w:rsidRPr="00F95990">
              <w:rPr>
                <w:vertAlign w:val="superscript"/>
              </w:rPr>
              <w:t>1</w:t>
            </w:r>
            <w:r w:rsidRPr="00F95990">
              <w:t xml:space="preserve"> At least one of these options is required in order to claim conformance to this BIBB.</w:t>
            </w:r>
          </w:p>
          <w:p w14:paraId="091B9585" w14:textId="77777777" w:rsidR="009353EF" w:rsidRPr="00F95990" w:rsidRDefault="009353EF" w:rsidP="009353EF">
            <w:pPr>
              <w:pStyle w:val="OptionFootnote"/>
            </w:pPr>
            <w:r w:rsidRPr="00F95990">
              <w:rPr>
                <w:vertAlign w:val="superscript"/>
              </w:rPr>
              <w:t>2</w:t>
            </w:r>
            <w:r w:rsidRPr="00F95990">
              <w:t xml:space="preserve"> Values greater than 32 bit Unsigned or INTEGER might not be interoperable or configurable.</w:t>
            </w:r>
          </w:p>
          <w:p w14:paraId="0243BF6D" w14:textId="77777777" w:rsidR="009353EF" w:rsidRPr="00F95990" w:rsidRDefault="009353EF" w:rsidP="009353EF">
            <w:pPr>
              <w:pStyle w:val="OptionFootnote"/>
            </w:pPr>
            <w:r w:rsidRPr="00F95990">
              <w:rPr>
                <w:vertAlign w:val="superscript"/>
              </w:rPr>
              <w:t>3</w:t>
            </w:r>
            <w:r w:rsidRPr="00F95990">
              <w:t xml:space="preserve"> Values greater than 16 bit Enumerated might not be interoperable or configurable.</w:t>
            </w:r>
          </w:p>
          <w:p w14:paraId="7C135D3C" w14:textId="77777777" w:rsidR="009353EF" w:rsidRPr="00F95990" w:rsidRDefault="009353EF" w:rsidP="009353EF">
            <w:pPr>
              <w:pStyle w:val="OptionFootnote"/>
            </w:pPr>
            <w:r w:rsidRPr="00F95990">
              <w:rPr>
                <w:vertAlign w:val="superscript"/>
              </w:rPr>
              <w:t>4</w:t>
            </w:r>
            <w:r w:rsidRPr="00F95990">
              <w:t xml:space="preserve"> At least one of these options is required in order to claim conformance to this BIBB.</w:t>
            </w:r>
          </w:p>
        </w:tc>
      </w:tr>
      <w:tr w:rsidR="009353EF" w:rsidRPr="00F95990" w14:paraId="5D157FFD" w14:textId="77777777" w:rsidTr="00B2207F">
        <w:trPr>
          <w:cantSplit/>
        </w:trPr>
        <w:tc>
          <w:tcPr>
            <w:tcW w:w="8910" w:type="dxa"/>
            <w:gridSpan w:val="6"/>
          </w:tcPr>
          <w:p w14:paraId="4E959F85" w14:textId="77777777" w:rsidR="009353EF" w:rsidRPr="00F95990" w:rsidRDefault="009353EF" w:rsidP="009353EF">
            <w:pPr>
              <w:rPr>
                <w:b/>
              </w:rPr>
            </w:pPr>
            <w:r w:rsidRPr="00F95990">
              <w:rPr>
                <w:b/>
              </w:rPr>
              <w:t xml:space="preserve">Scheduling </w:t>
            </w:r>
            <w:r w:rsidR="00012C95">
              <w:rPr>
                <w:b/>
              </w:rPr>
              <w:t>-</w:t>
            </w:r>
            <w:r w:rsidRPr="00F95990">
              <w:rPr>
                <w:b/>
              </w:rPr>
              <w:t xml:space="preserve"> External </w:t>
            </w:r>
            <w:r w:rsidR="00012C95">
              <w:rPr>
                <w:b/>
              </w:rPr>
              <w:t>-</w:t>
            </w:r>
            <w:r w:rsidRPr="00F95990">
              <w:rPr>
                <w:b/>
              </w:rPr>
              <w:t xml:space="preserve"> B</w:t>
            </w:r>
          </w:p>
        </w:tc>
      </w:tr>
      <w:tr w:rsidR="009353EF" w:rsidRPr="00F95990" w14:paraId="274AA860" w14:textId="77777777" w:rsidTr="00B2207F">
        <w:tc>
          <w:tcPr>
            <w:tcW w:w="441" w:type="dxa"/>
          </w:tcPr>
          <w:p w14:paraId="1CDC027A" w14:textId="77777777" w:rsidR="009353EF" w:rsidRPr="00F95990" w:rsidRDefault="009353EF" w:rsidP="009353EF">
            <w:pPr>
              <w:jc w:val="center"/>
            </w:pPr>
          </w:p>
        </w:tc>
        <w:tc>
          <w:tcPr>
            <w:tcW w:w="974" w:type="dxa"/>
            <w:gridSpan w:val="3"/>
          </w:tcPr>
          <w:p w14:paraId="3F57B592" w14:textId="77777777" w:rsidR="009353EF" w:rsidRPr="00F95990" w:rsidRDefault="009353EF" w:rsidP="009353EF">
            <w:pPr>
              <w:jc w:val="center"/>
            </w:pPr>
            <w:r w:rsidRPr="00F95990">
              <w:t>R</w:t>
            </w:r>
          </w:p>
        </w:tc>
        <w:tc>
          <w:tcPr>
            <w:tcW w:w="7495" w:type="dxa"/>
            <w:gridSpan w:val="2"/>
          </w:tcPr>
          <w:p w14:paraId="22DD852C" w14:textId="77777777" w:rsidR="009353EF" w:rsidRPr="00F95990" w:rsidRDefault="004908F5" w:rsidP="009353EF">
            <w:r>
              <w:t>Base R</w:t>
            </w:r>
            <w:r w:rsidR="009353EF" w:rsidRPr="00F95990">
              <w:t>equirements</w:t>
            </w:r>
          </w:p>
        </w:tc>
      </w:tr>
      <w:tr w:rsidR="00AC334B" w:rsidRPr="00F95990" w14:paraId="30D748B5" w14:textId="77777777" w:rsidTr="00B2207F">
        <w:tc>
          <w:tcPr>
            <w:tcW w:w="441" w:type="dxa"/>
          </w:tcPr>
          <w:p w14:paraId="762A37F9" w14:textId="77777777" w:rsidR="00AC334B" w:rsidRPr="00F95990" w:rsidRDefault="00AC334B" w:rsidP="000619B3">
            <w:pPr>
              <w:jc w:val="center"/>
            </w:pPr>
          </w:p>
        </w:tc>
        <w:tc>
          <w:tcPr>
            <w:tcW w:w="974" w:type="dxa"/>
            <w:gridSpan w:val="3"/>
          </w:tcPr>
          <w:p w14:paraId="4CB24823" w14:textId="77777777" w:rsidR="00AC334B" w:rsidRPr="00F95990" w:rsidRDefault="00AC334B" w:rsidP="000619B3">
            <w:pPr>
              <w:jc w:val="center"/>
            </w:pPr>
            <w:r w:rsidRPr="00F95990">
              <w:t>R</w:t>
            </w:r>
          </w:p>
        </w:tc>
        <w:tc>
          <w:tcPr>
            <w:tcW w:w="7495" w:type="dxa"/>
            <w:gridSpan w:val="2"/>
          </w:tcPr>
          <w:p w14:paraId="6E864A24" w14:textId="77777777" w:rsidR="00AC334B" w:rsidRPr="00F95990" w:rsidRDefault="00AC334B" w:rsidP="000619B3">
            <w:r>
              <w:t>Suppor</w:t>
            </w:r>
            <w:r w:rsidRPr="00F95990">
              <w:t>ts</w:t>
            </w:r>
            <w:r>
              <w:t xml:space="preserve"> DS-WP-A</w:t>
            </w:r>
          </w:p>
        </w:tc>
      </w:tr>
      <w:tr w:rsidR="00AC334B" w:rsidRPr="00F95990" w14:paraId="6F4C14E5" w14:textId="77777777" w:rsidTr="00B2207F">
        <w:tc>
          <w:tcPr>
            <w:tcW w:w="441" w:type="dxa"/>
          </w:tcPr>
          <w:p w14:paraId="4E0D0485" w14:textId="77777777" w:rsidR="00AC334B" w:rsidRPr="00F95990" w:rsidRDefault="00AC334B" w:rsidP="000619B3">
            <w:pPr>
              <w:jc w:val="center"/>
            </w:pPr>
          </w:p>
        </w:tc>
        <w:tc>
          <w:tcPr>
            <w:tcW w:w="974" w:type="dxa"/>
            <w:gridSpan w:val="3"/>
          </w:tcPr>
          <w:p w14:paraId="64734811" w14:textId="77777777" w:rsidR="00AC334B" w:rsidRPr="00F95990" w:rsidRDefault="00AC334B" w:rsidP="000619B3">
            <w:pPr>
              <w:jc w:val="center"/>
            </w:pPr>
            <w:r w:rsidRPr="00F95990">
              <w:t>R</w:t>
            </w:r>
          </w:p>
        </w:tc>
        <w:tc>
          <w:tcPr>
            <w:tcW w:w="7495" w:type="dxa"/>
            <w:gridSpan w:val="2"/>
          </w:tcPr>
          <w:p w14:paraId="35A0A7A4" w14:textId="77777777" w:rsidR="00AC334B" w:rsidRPr="00F95990" w:rsidRDefault="00AC334B" w:rsidP="00AC334B">
            <w:r>
              <w:t>Suppor</w:t>
            </w:r>
            <w:r w:rsidRPr="00F95990">
              <w:t>ts</w:t>
            </w:r>
            <w:r>
              <w:t xml:space="preserve"> SCHED-I-B</w:t>
            </w:r>
          </w:p>
        </w:tc>
      </w:tr>
      <w:tr w:rsidR="00E536C9" w:rsidRPr="00F95990" w14:paraId="1CE62AC1" w14:textId="77777777" w:rsidTr="00B2207F">
        <w:tc>
          <w:tcPr>
            <w:tcW w:w="441" w:type="dxa"/>
          </w:tcPr>
          <w:p w14:paraId="54CA789F" w14:textId="77777777" w:rsidR="00E536C9" w:rsidRPr="00F95990" w:rsidRDefault="00E536C9" w:rsidP="009353EF">
            <w:pPr>
              <w:jc w:val="center"/>
            </w:pPr>
          </w:p>
        </w:tc>
        <w:tc>
          <w:tcPr>
            <w:tcW w:w="974" w:type="dxa"/>
            <w:gridSpan w:val="3"/>
          </w:tcPr>
          <w:p w14:paraId="76824719" w14:textId="77777777" w:rsidR="00E536C9" w:rsidRPr="00F95990" w:rsidRDefault="00E536C9" w:rsidP="009353EF">
            <w:pPr>
              <w:jc w:val="center"/>
            </w:pPr>
            <w:r>
              <w:t>R</w:t>
            </w:r>
          </w:p>
        </w:tc>
        <w:tc>
          <w:tcPr>
            <w:tcW w:w="7495" w:type="dxa"/>
            <w:gridSpan w:val="2"/>
          </w:tcPr>
          <w:p w14:paraId="7EEE7407" w14:textId="77777777" w:rsidR="00E536C9" w:rsidRPr="00F95990" w:rsidRDefault="00E536C9" w:rsidP="009353EF">
            <w:r>
              <w:t>Supports writable List_Of_Object_Property_Reference</w:t>
            </w:r>
            <w:r w:rsidR="004B08C0">
              <w:t>s</w:t>
            </w:r>
            <w:r>
              <w:t xml:space="preserve"> property</w:t>
            </w:r>
          </w:p>
        </w:tc>
      </w:tr>
      <w:tr w:rsidR="009353EF" w:rsidRPr="00F95990" w14:paraId="2647F651" w14:textId="77777777" w:rsidTr="00B2207F">
        <w:tc>
          <w:tcPr>
            <w:tcW w:w="441" w:type="dxa"/>
          </w:tcPr>
          <w:p w14:paraId="4502EB7B" w14:textId="77777777" w:rsidR="009353EF" w:rsidRPr="00F95990" w:rsidRDefault="009353EF" w:rsidP="009353EF">
            <w:pPr>
              <w:jc w:val="center"/>
            </w:pPr>
          </w:p>
        </w:tc>
        <w:tc>
          <w:tcPr>
            <w:tcW w:w="974" w:type="dxa"/>
            <w:gridSpan w:val="3"/>
          </w:tcPr>
          <w:p w14:paraId="1C109E75" w14:textId="30ABE4D5" w:rsidR="009353EF" w:rsidRPr="00F95990" w:rsidRDefault="009353EF" w:rsidP="009353EF">
            <w:pPr>
              <w:jc w:val="center"/>
            </w:pPr>
            <w:r w:rsidRPr="00F95990">
              <w:t>R</w:t>
            </w:r>
            <w:r w:rsidR="00FE4004" w:rsidRPr="00582D01">
              <w:rPr>
                <w:vertAlign w:val="superscript"/>
              </w:rPr>
              <w:t>1</w:t>
            </w:r>
          </w:p>
        </w:tc>
        <w:tc>
          <w:tcPr>
            <w:tcW w:w="7495" w:type="dxa"/>
            <w:gridSpan w:val="2"/>
          </w:tcPr>
          <w:p w14:paraId="449BC100" w14:textId="77777777" w:rsidR="009353EF" w:rsidRPr="00F95990" w:rsidRDefault="009353EF" w:rsidP="009353EF">
            <w:r w:rsidRPr="00F95990">
              <w:t>Is able to schedule NULL values</w:t>
            </w:r>
          </w:p>
        </w:tc>
      </w:tr>
      <w:tr w:rsidR="009353EF" w:rsidRPr="00F95990" w14:paraId="155F71A5" w14:textId="77777777" w:rsidTr="00B2207F">
        <w:tc>
          <w:tcPr>
            <w:tcW w:w="441" w:type="dxa"/>
          </w:tcPr>
          <w:p w14:paraId="31C148AF" w14:textId="77777777" w:rsidR="009353EF" w:rsidRPr="00F95990" w:rsidRDefault="009353EF" w:rsidP="009353EF">
            <w:pPr>
              <w:jc w:val="center"/>
            </w:pPr>
          </w:p>
        </w:tc>
        <w:tc>
          <w:tcPr>
            <w:tcW w:w="974" w:type="dxa"/>
            <w:gridSpan w:val="3"/>
          </w:tcPr>
          <w:p w14:paraId="5F0E3172" w14:textId="4D76868F" w:rsidR="009353EF" w:rsidRPr="00F95990" w:rsidRDefault="00FE4004" w:rsidP="009353EF">
            <w:pPr>
              <w:jc w:val="center"/>
            </w:pPr>
            <w:r w:rsidRPr="00F95990">
              <w:t>R</w:t>
            </w:r>
            <w:r w:rsidRPr="00D5150F">
              <w:rPr>
                <w:vertAlign w:val="superscript"/>
              </w:rPr>
              <w:t>1</w:t>
            </w:r>
          </w:p>
        </w:tc>
        <w:tc>
          <w:tcPr>
            <w:tcW w:w="7495" w:type="dxa"/>
            <w:gridSpan w:val="2"/>
          </w:tcPr>
          <w:p w14:paraId="3E8BD461" w14:textId="77777777" w:rsidR="009353EF" w:rsidRPr="00F95990" w:rsidRDefault="009353EF" w:rsidP="009353EF">
            <w:r w:rsidRPr="00F95990">
              <w:t>Is able to schedule BOOLEAN values</w:t>
            </w:r>
          </w:p>
        </w:tc>
      </w:tr>
      <w:tr w:rsidR="009353EF" w:rsidRPr="00F95990" w14:paraId="68C7210D" w14:textId="77777777" w:rsidTr="00B2207F">
        <w:tc>
          <w:tcPr>
            <w:tcW w:w="441" w:type="dxa"/>
          </w:tcPr>
          <w:p w14:paraId="099789B5" w14:textId="77777777" w:rsidR="009353EF" w:rsidRPr="00F95990" w:rsidRDefault="009353EF" w:rsidP="009353EF">
            <w:pPr>
              <w:jc w:val="center"/>
            </w:pPr>
          </w:p>
        </w:tc>
        <w:tc>
          <w:tcPr>
            <w:tcW w:w="974" w:type="dxa"/>
            <w:gridSpan w:val="3"/>
          </w:tcPr>
          <w:p w14:paraId="158A922A" w14:textId="57150B37" w:rsidR="009353EF" w:rsidRPr="00F95990" w:rsidRDefault="00FE4004" w:rsidP="009353EF">
            <w:pPr>
              <w:jc w:val="center"/>
            </w:pPr>
            <w:r w:rsidRPr="00F95990">
              <w:t>R</w:t>
            </w:r>
            <w:r w:rsidRPr="00D5150F">
              <w:rPr>
                <w:vertAlign w:val="superscript"/>
              </w:rPr>
              <w:t>1</w:t>
            </w:r>
          </w:p>
        </w:tc>
        <w:tc>
          <w:tcPr>
            <w:tcW w:w="7495" w:type="dxa"/>
            <w:gridSpan w:val="2"/>
          </w:tcPr>
          <w:p w14:paraId="00160B96" w14:textId="77777777" w:rsidR="009353EF" w:rsidRPr="00F95990" w:rsidRDefault="009353EF" w:rsidP="009353EF">
            <w:r w:rsidRPr="00F95990">
              <w:t>Is able to schedule Unsigned values</w:t>
            </w:r>
          </w:p>
        </w:tc>
      </w:tr>
      <w:tr w:rsidR="009353EF" w:rsidRPr="00F95990" w14:paraId="71315198" w14:textId="77777777" w:rsidTr="00B2207F">
        <w:tc>
          <w:tcPr>
            <w:tcW w:w="441" w:type="dxa"/>
          </w:tcPr>
          <w:p w14:paraId="3A4BEC55" w14:textId="77777777" w:rsidR="009353EF" w:rsidRPr="00F95990" w:rsidRDefault="009353EF" w:rsidP="009353EF">
            <w:pPr>
              <w:jc w:val="center"/>
            </w:pPr>
          </w:p>
        </w:tc>
        <w:tc>
          <w:tcPr>
            <w:tcW w:w="974" w:type="dxa"/>
            <w:gridSpan w:val="3"/>
          </w:tcPr>
          <w:p w14:paraId="0DB63C9E" w14:textId="5D5C3311" w:rsidR="009353EF" w:rsidRPr="00F95990" w:rsidRDefault="00FE4004" w:rsidP="009353EF">
            <w:pPr>
              <w:jc w:val="center"/>
            </w:pPr>
            <w:r w:rsidRPr="00F95990">
              <w:t>R</w:t>
            </w:r>
            <w:r w:rsidRPr="00D5150F">
              <w:rPr>
                <w:vertAlign w:val="superscript"/>
              </w:rPr>
              <w:t>1</w:t>
            </w:r>
          </w:p>
        </w:tc>
        <w:tc>
          <w:tcPr>
            <w:tcW w:w="7495" w:type="dxa"/>
            <w:gridSpan w:val="2"/>
          </w:tcPr>
          <w:p w14:paraId="234034AB" w14:textId="77777777" w:rsidR="009353EF" w:rsidRPr="00F95990" w:rsidRDefault="009353EF" w:rsidP="009353EF">
            <w:r w:rsidRPr="00F95990">
              <w:t>Is able to schedule REAL values</w:t>
            </w:r>
          </w:p>
        </w:tc>
      </w:tr>
      <w:tr w:rsidR="009353EF" w:rsidRPr="00F95990" w14:paraId="58CB988A" w14:textId="77777777" w:rsidTr="00B2207F">
        <w:tc>
          <w:tcPr>
            <w:tcW w:w="441" w:type="dxa"/>
          </w:tcPr>
          <w:p w14:paraId="0C142D62" w14:textId="77777777" w:rsidR="009353EF" w:rsidRPr="00F95990" w:rsidRDefault="009353EF" w:rsidP="009353EF">
            <w:pPr>
              <w:jc w:val="center"/>
            </w:pPr>
          </w:p>
        </w:tc>
        <w:tc>
          <w:tcPr>
            <w:tcW w:w="974" w:type="dxa"/>
            <w:gridSpan w:val="3"/>
          </w:tcPr>
          <w:p w14:paraId="7D1DB122" w14:textId="351FF735" w:rsidR="009353EF" w:rsidRPr="00F95990" w:rsidRDefault="00FE4004" w:rsidP="009353EF">
            <w:pPr>
              <w:jc w:val="center"/>
            </w:pPr>
            <w:r w:rsidRPr="00F95990">
              <w:t>R</w:t>
            </w:r>
            <w:r w:rsidRPr="00D5150F">
              <w:rPr>
                <w:vertAlign w:val="superscript"/>
              </w:rPr>
              <w:t>1</w:t>
            </w:r>
          </w:p>
        </w:tc>
        <w:tc>
          <w:tcPr>
            <w:tcW w:w="7495" w:type="dxa"/>
            <w:gridSpan w:val="2"/>
          </w:tcPr>
          <w:p w14:paraId="77216FD1" w14:textId="77777777" w:rsidR="009353EF" w:rsidRPr="00F95990" w:rsidRDefault="009353EF" w:rsidP="009353EF">
            <w:r w:rsidRPr="00F95990">
              <w:t>Is able to schedule Enumerated values</w:t>
            </w:r>
          </w:p>
        </w:tc>
      </w:tr>
      <w:tr w:rsidR="009353EF" w:rsidRPr="00F95990" w14:paraId="04655FDB" w14:textId="77777777" w:rsidTr="00B2207F">
        <w:tc>
          <w:tcPr>
            <w:tcW w:w="441" w:type="dxa"/>
          </w:tcPr>
          <w:p w14:paraId="15A7CA77" w14:textId="77777777" w:rsidR="009353EF" w:rsidRPr="00F95990" w:rsidRDefault="009353EF" w:rsidP="009353EF">
            <w:pPr>
              <w:jc w:val="center"/>
            </w:pPr>
          </w:p>
        </w:tc>
        <w:tc>
          <w:tcPr>
            <w:tcW w:w="974" w:type="dxa"/>
            <w:gridSpan w:val="3"/>
          </w:tcPr>
          <w:p w14:paraId="610EF306" w14:textId="77777777" w:rsidR="009353EF" w:rsidRPr="00F95990" w:rsidRDefault="009353EF" w:rsidP="009353EF">
            <w:pPr>
              <w:jc w:val="center"/>
            </w:pPr>
            <w:r w:rsidRPr="00F95990">
              <w:t>S</w:t>
            </w:r>
          </w:p>
        </w:tc>
        <w:tc>
          <w:tcPr>
            <w:tcW w:w="7495" w:type="dxa"/>
            <w:gridSpan w:val="2"/>
          </w:tcPr>
          <w:p w14:paraId="158E0513" w14:textId="4BEB50DA" w:rsidR="009353EF" w:rsidRPr="00F95990" w:rsidRDefault="009353EF" w:rsidP="009353EF">
            <w:r w:rsidRPr="00F95990">
              <w:t>Is able to schedule values of different datatypes (not simultaneously)</w:t>
            </w:r>
          </w:p>
        </w:tc>
      </w:tr>
      <w:tr w:rsidR="009353EF" w:rsidRPr="00F95990" w14:paraId="4F035511" w14:textId="77777777" w:rsidTr="00B2207F">
        <w:tc>
          <w:tcPr>
            <w:tcW w:w="441" w:type="dxa"/>
          </w:tcPr>
          <w:p w14:paraId="401AFFA5" w14:textId="77777777" w:rsidR="009353EF" w:rsidRPr="00F95990" w:rsidRDefault="009353EF" w:rsidP="009353EF">
            <w:pPr>
              <w:jc w:val="center"/>
            </w:pPr>
          </w:p>
        </w:tc>
        <w:tc>
          <w:tcPr>
            <w:tcW w:w="974" w:type="dxa"/>
            <w:gridSpan w:val="3"/>
          </w:tcPr>
          <w:p w14:paraId="66CE216C" w14:textId="77777777" w:rsidR="009353EF" w:rsidRPr="00F95990" w:rsidRDefault="009353EF" w:rsidP="009353EF">
            <w:pPr>
              <w:jc w:val="center"/>
            </w:pPr>
            <w:r w:rsidRPr="00F95990">
              <w:t>S</w:t>
            </w:r>
          </w:p>
        </w:tc>
        <w:tc>
          <w:tcPr>
            <w:tcW w:w="7495" w:type="dxa"/>
            <w:gridSpan w:val="2"/>
          </w:tcPr>
          <w:p w14:paraId="0CE52D30" w14:textId="77777777" w:rsidR="009353EF" w:rsidRPr="00F95990" w:rsidRDefault="009353EF" w:rsidP="009353EF">
            <w:r w:rsidRPr="00F95990">
              <w:t>Is able to schedule INTEGER (signed) values</w:t>
            </w:r>
          </w:p>
        </w:tc>
      </w:tr>
      <w:tr w:rsidR="009353EF" w:rsidRPr="00F95990" w14:paraId="1246F5C2" w14:textId="77777777" w:rsidTr="00B2207F">
        <w:tc>
          <w:tcPr>
            <w:tcW w:w="441" w:type="dxa"/>
          </w:tcPr>
          <w:p w14:paraId="4DE343B8" w14:textId="77777777" w:rsidR="009353EF" w:rsidRPr="00F95990" w:rsidRDefault="009353EF" w:rsidP="009353EF">
            <w:pPr>
              <w:jc w:val="center"/>
            </w:pPr>
          </w:p>
        </w:tc>
        <w:tc>
          <w:tcPr>
            <w:tcW w:w="974" w:type="dxa"/>
            <w:gridSpan w:val="3"/>
          </w:tcPr>
          <w:p w14:paraId="22A9BBD1" w14:textId="77777777" w:rsidR="009353EF" w:rsidRPr="00F95990" w:rsidRDefault="009353EF" w:rsidP="009353EF">
            <w:pPr>
              <w:jc w:val="center"/>
            </w:pPr>
            <w:r w:rsidRPr="00F95990">
              <w:t>S</w:t>
            </w:r>
          </w:p>
        </w:tc>
        <w:tc>
          <w:tcPr>
            <w:tcW w:w="7495" w:type="dxa"/>
            <w:gridSpan w:val="2"/>
          </w:tcPr>
          <w:p w14:paraId="64970FD3" w14:textId="77777777" w:rsidR="009353EF" w:rsidRPr="00F95990" w:rsidRDefault="009353EF" w:rsidP="009353EF">
            <w:r w:rsidRPr="00F95990">
              <w:t>Is able to schedule Double values</w:t>
            </w:r>
          </w:p>
        </w:tc>
      </w:tr>
      <w:tr w:rsidR="009353EF" w:rsidRPr="00F95990" w14:paraId="1FCD841F" w14:textId="77777777" w:rsidTr="00B2207F">
        <w:tc>
          <w:tcPr>
            <w:tcW w:w="441" w:type="dxa"/>
          </w:tcPr>
          <w:p w14:paraId="474EE0BA" w14:textId="77777777" w:rsidR="009353EF" w:rsidRPr="00F95990" w:rsidRDefault="009353EF" w:rsidP="009353EF">
            <w:pPr>
              <w:jc w:val="center"/>
            </w:pPr>
          </w:p>
        </w:tc>
        <w:tc>
          <w:tcPr>
            <w:tcW w:w="974" w:type="dxa"/>
            <w:gridSpan w:val="3"/>
          </w:tcPr>
          <w:p w14:paraId="381023D3" w14:textId="77777777" w:rsidR="009353EF" w:rsidRPr="00F95990" w:rsidRDefault="009353EF" w:rsidP="009353EF">
            <w:pPr>
              <w:jc w:val="center"/>
            </w:pPr>
            <w:r w:rsidRPr="00F95990">
              <w:t>S</w:t>
            </w:r>
          </w:p>
        </w:tc>
        <w:tc>
          <w:tcPr>
            <w:tcW w:w="7495" w:type="dxa"/>
            <w:gridSpan w:val="2"/>
          </w:tcPr>
          <w:p w14:paraId="5E3B30D7" w14:textId="77777777" w:rsidR="009353EF" w:rsidRPr="00F95990" w:rsidRDefault="009353EF" w:rsidP="009353EF">
            <w:r w:rsidRPr="00F95990">
              <w:t>Is able to schedule Character String values</w:t>
            </w:r>
          </w:p>
        </w:tc>
      </w:tr>
      <w:tr w:rsidR="009353EF" w:rsidRPr="00F95990" w14:paraId="6DDC28F7" w14:textId="77777777" w:rsidTr="00B2207F">
        <w:tc>
          <w:tcPr>
            <w:tcW w:w="441" w:type="dxa"/>
          </w:tcPr>
          <w:p w14:paraId="2A524ED6" w14:textId="77777777" w:rsidR="009353EF" w:rsidRPr="00F95990" w:rsidRDefault="009353EF" w:rsidP="009353EF">
            <w:pPr>
              <w:jc w:val="center"/>
            </w:pPr>
          </w:p>
        </w:tc>
        <w:tc>
          <w:tcPr>
            <w:tcW w:w="974" w:type="dxa"/>
            <w:gridSpan w:val="3"/>
          </w:tcPr>
          <w:p w14:paraId="32A73CB6" w14:textId="77777777" w:rsidR="009353EF" w:rsidRPr="00F95990" w:rsidRDefault="009353EF" w:rsidP="009353EF">
            <w:pPr>
              <w:jc w:val="center"/>
            </w:pPr>
            <w:r w:rsidRPr="00F95990">
              <w:t>S</w:t>
            </w:r>
          </w:p>
        </w:tc>
        <w:tc>
          <w:tcPr>
            <w:tcW w:w="7495" w:type="dxa"/>
            <w:gridSpan w:val="2"/>
          </w:tcPr>
          <w:p w14:paraId="54D0EB35" w14:textId="77777777" w:rsidR="009353EF" w:rsidRPr="00F95990" w:rsidRDefault="009353EF" w:rsidP="009353EF">
            <w:r w:rsidRPr="00F95990">
              <w:t>Is able to schedule Bit String values</w:t>
            </w:r>
          </w:p>
        </w:tc>
      </w:tr>
      <w:tr w:rsidR="009353EF" w:rsidRPr="00F95990" w14:paraId="7FDC1FA5" w14:textId="77777777" w:rsidTr="00B2207F">
        <w:tc>
          <w:tcPr>
            <w:tcW w:w="441" w:type="dxa"/>
          </w:tcPr>
          <w:p w14:paraId="321C8E55" w14:textId="77777777" w:rsidR="009353EF" w:rsidRPr="00F95990" w:rsidRDefault="009353EF" w:rsidP="009353EF">
            <w:pPr>
              <w:jc w:val="center"/>
            </w:pPr>
          </w:p>
        </w:tc>
        <w:tc>
          <w:tcPr>
            <w:tcW w:w="974" w:type="dxa"/>
            <w:gridSpan w:val="3"/>
          </w:tcPr>
          <w:p w14:paraId="0C8D1D70" w14:textId="77777777" w:rsidR="009353EF" w:rsidRPr="00F95990" w:rsidRDefault="009353EF" w:rsidP="009353EF">
            <w:pPr>
              <w:jc w:val="center"/>
            </w:pPr>
            <w:r w:rsidRPr="00F95990">
              <w:t>O</w:t>
            </w:r>
          </w:p>
        </w:tc>
        <w:tc>
          <w:tcPr>
            <w:tcW w:w="7495" w:type="dxa"/>
            <w:gridSpan w:val="2"/>
          </w:tcPr>
          <w:p w14:paraId="1CAEFAE7" w14:textId="77777777" w:rsidR="009353EF" w:rsidRPr="00F95990" w:rsidRDefault="009353EF" w:rsidP="009353EF">
            <w:r w:rsidRPr="00F95990">
              <w:t>Is able to schedule Octet String values</w:t>
            </w:r>
          </w:p>
        </w:tc>
      </w:tr>
      <w:tr w:rsidR="009353EF" w:rsidRPr="00F95990" w14:paraId="6100C6B4" w14:textId="77777777" w:rsidTr="00B2207F">
        <w:tc>
          <w:tcPr>
            <w:tcW w:w="441" w:type="dxa"/>
          </w:tcPr>
          <w:p w14:paraId="3AB6F1D5" w14:textId="77777777" w:rsidR="009353EF" w:rsidRPr="00F95990" w:rsidRDefault="009353EF" w:rsidP="009353EF">
            <w:pPr>
              <w:jc w:val="center"/>
            </w:pPr>
          </w:p>
        </w:tc>
        <w:tc>
          <w:tcPr>
            <w:tcW w:w="974" w:type="dxa"/>
            <w:gridSpan w:val="3"/>
          </w:tcPr>
          <w:p w14:paraId="176839A5" w14:textId="77777777" w:rsidR="009353EF" w:rsidRPr="00F95990" w:rsidRDefault="009353EF" w:rsidP="009353EF">
            <w:pPr>
              <w:jc w:val="center"/>
            </w:pPr>
            <w:r w:rsidRPr="00F95990">
              <w:t>O</w:t>
            </w:r>
          </w:p>
        </w:tc>
        <w:tc>
          <w:tcPr>
            <w:tcW w:w="7495" w:type="dxa"/>
            <w:gridSpan w:val="2"/>
          </w:tcPr>
          <w:p w14:paraId="14782A70" w14:textId="77777777" w:rsidR="009353EF" w:rsidRPr="00F95990" w:rsidRDefault="009353EF" w:rsidP="009353EF">
            <w:r w:rsidRPr="00F95990">
              <w:t>Is able to schedule Date values</w:t>
            </w:r>
          </w:p>
        </w:tc>
      </w:tr>
      <w:tr w:rsidR="009353EF" w:rsidRPr="00F95990" w14:paraId="5C553CEC" w14:textId="77777777" w:rsidTr="00B2207F">
        <w:tc>
          <w:tcPr>
            <w:tcW w:w="441" w:type="dxa"/>
          </w:tcPr>
          <w:p w14:paraId="75D3D42F" w14:textId="77777777" w:rsidR="009353EF" w:rsidRPr="00F95990" w:rsidRDefault="009353EF" w:rsidP="009353EF">
            <w:pPr>
              <w:jc w:val="center"/>
            </w:pPr>
          </w:p>
        </w:tc>
        <w:tc>
          <w:tcPr>
            <w:tcW w:w="974" w:type="dxa"/>
            <w:gridSpan w:val="3"/>
          </w:tcPr>
          <w:p w14:paraId="5A800562" w14:textId="77777777" w:rsidR="009353EF" w:rsidRPr="00F95990" w:rsidRDefault="009353EF" w:rsidP="009353EF">
            <w:pPr>
              <w:jc w:val="center"/>
            </w:pPr>
            <w:r w:rsidRPr="00F95990">
              <w:t>O</w:t>
            </w:r>
          </w:p>
        </w:tc>
        <w:tc>
          <w:tcPr>
            <w:tcW w:w="7495" w:type="dxa"/>
            <w:gridSpan w:val="2"/>
          </w:tcPr>
          <w:p w14:paraId="7C5B799B" w14:textId="77777777" w:rsidR="009353EF" w:rsidRPr="00F95990" w:rsidRDefault="009353EF" w:rsidP="009353EF">
            <w:r w:rsidRPr="00F95990">
              <w:t>Is able to schedule Time values</w:t>
            </w:r>
          </w:p>
        </w:tc>
      </w:tr>
      <w:tr w:rsidR="009353EF" w:rsidRPr="00F95990" w14:paraId="6AED051A" w14:textId="77777777" w:rsidTr="00B2207F">
        <w:tc>
          <w:tcPr>
            <w:tcW w:w="441" w:type="dxa"/>
          </w:tcPr>
          <w:p w14:paraId="4D0F0F43" w14:textId="77777777" w:rsidR="009353EF" w:rsidRPr="00F95990" w:rsidRDefault="009353EF" w:rsidP="009353EF">
            <w:pPr>
              <w:jc w:val="center"/>
            </w:pPr>
          </w:p>
        </w:tc>
        <w:tc>
          <w:tcPr>
            <w:tcW w:w="974" w:type="dxa"/>
            <w:gridSpan w:val="3"/>
          </w:tcPr>
          <w:p w14:paraId="55C95BE6" w14:textId="77777777" w:rsidR="009353EF" w:rsidRPr="00F95990" w:rsidRDefault="009353EF" w:rsidP="009353EF">
            <w:pPr>
              <w:jc w:val="center"/>
            </w:pPr>
            <w:r w:rsidRPr="00F95990">
              <w:t>O</w:t>
            </w:r>
          </w:p>
        </w:tc>
        <w:tc>
          <w:tcPr>
            <w:tcW w:w="7495" w:type="dxa"/>
            <w:gridSpan w:val="2"/>
          </w:tcPr>
          <w:p w14:paraId="28D7693D" w14:textId="77777777" w:rsidR="009353EF" w:rsidRPr="00F95990" w:rsidRDefault="009353EF" w:rsidP="009353EF">
            <w:r w:rsidRPr="00F95990">
              <w:t>Is able to schedule BACnetObjectIdentifier values</w:t>
            </w:r>
          </w:p>
        </w:tc>
      </w:tr>
      <w:tr w:rsidR="009353EF" w:rsidRPr="00F95990" w14:paraId="1A1CFD94" w14:textId="77777777" w:rsidTr="00B2207F">
        <w:trPr>
          <w:cantSplit/>
        </w:trPr>
        <w:tc>
          <w:tcPr>
            <w:tcW w:w="8910" w:type="dxa"/>
            <w:gridSpan w:val="6"/>
          </w:tcPr>
          <w:p w14:paraId="21E99C46" w14:textId="3847CADE" w:rsidR="009353EF" w:rsidRPr="00582D01" w:rsidRDefault="007C6FC1" w:rsidP="00582D01">
            <w:pPr>
              <w:ind w:left="720"/>
              <w:rPr>
                <w:bCs/>
              </w:rPr>
            </w:pPr>
            <w:r w:rsidRPr="00582D01">
              <w:rPr>
                <w:bCs/>
                <w:vertAlign w:val="superscript"/>
              </w:rPr>
              <w:t>1</w:t>
            </w:r>
            <w:r w:rsidRPr="00582D01">
              <w:rPr>
                <w:bCs/>
              </w:rPr>
              <w:t xml:space="preserve"> BTL-R if the IUT claims a revision before Protocol_Revision 20.</w:t>
            </w:r>
          </w:p>
        </w:tc>
      </w:tr>
      <w:tr w:rsidR="009353EF" w:rsidRPr="00F95990" w14:paraId="4E999F5C" w14:textId="77777777" w:rsidTr="00B2207F">
        <w:trPr>
          <w:cantSplit/>
        </w:trPr>
        <w:tc>
          <w:tcPr>
            <w:tcW w:w="8910" w:type="dxa"/>
            <w:gridSpan w:val="6"/>
          </w:tcPr>
          <w:p w14:paraId="6538C991" w14:textId="77777777" w:rsidR="009353EF" w:rsidRPr="00F95990" w:rsidRDefault="009353EF" w:rsidP="009353EF">
            <w:pPr>
              <w:rPr>
                <w:b/>
              </w:rPr>
            </w:pPr>
            <w:r w:rsidRPr="00F95990">
              <w:rPr>
                <w:b/>
              </w:rPr>
              <w:t xml:space="preserve">Scheduling </w:t>
            </w:r>
            <w:r w:rsidR="00012C95">
              <w:rPr>
                <w:b/>
              </w:rPr>
              <w:t>-</w:t>
            </w:r>
            <w:r w:rsidRPr="00F95990">
              <w:rPr>
                <w:b/>
              </w:rPr>
              <w:t xml:space="preserve"> Weekly Schedule </w:t>
            </w:r>
            <w:r w:rsidR="00012C95">
              <w:rPr>
                <w:b/>
              </w:rPr>
              <w:t>-</w:t>
            </w:r>
            <w:r w:rsidRPr="00F95990">
              <w:rPr>
                <w:b/>
              </w:rPr>
              <w:t xml:space="preserve"> Internal </w:t>
            </w:r>
            <w:r w:rsidR="00012C95">
              <w:rPr>
                <w:b/>
              </w:rPr>
              <w:t>-</w:t>
            </w:r>
            <w:r w:rsidRPr="00F95990">
              <w:rPr>
                <w:b/>
              </w:rPr>
              <w:t xml:space="preserve"> B</w:t>
            </w:r>
          </w:p>
        </w:tc>
      </w:tr>
      <w:tr w:rsidR="009353EF" w:rsidRPr="00F95990" w14:paraId="70033E1D" w14:textId="77777777" w:rsidTr="00B2207F">
        <w:tc>
          <w:tcPr>
            <w:tcW w:w="441" w:type="dxa"/>
          </w:tcPr>
          <w:p w14:paraId="76836489" w14:textId="77777777" w:rsidR="009353EF" w:rsidRPr="00F95990" w:rsidRDefault="009353EF" w:rsidP="009353EF">
            <w:pPr>
              <w:jc w:val="center"/>
            </w:pPr>
          </w:p>
        </w:tc>
        <w:tc>
          <w:tcPr>
            <w:tcW w:w="974" w:type="dxa"/>
            <w:gridSpan w:val="3"/>
          </w:tcPr>
          <w:p w14:paraId="29B4CCFD" w14:textId="77777777" w:rsidR="009353EF" w:rsidRPr="00F95990" w:rsidRDefault="00840763" w:rsidP="00840763">
            <w:pPr>
              <w:jc w:val="center"/>
            </w:pPr>
            <w:r w:rsidRPr="00F95990">
              <w:t>R</w:t>
            </w:r>
            <w:r>
              <w:rPr>
                <w:vertAlign w:val="superscript"/>
              </w:rPr>
              <w:t>1</w:t>
            </w:r>
          </w:p>
        </w:tc>
        <w:tc>
          <w:tcPr>
            <w:tcW w:w="7495" w:type="dxa"/>
            <w:gridSpan w:val="2"/>
          </w:tcPr>
          <w:p w14:paraId="1828CB12" w14:textId="77777777" w:rsidR="009353EF" w:rsidRPr="00F95990" w:rsidRDefault="004908F5" w:rsidP="009353EF">
            <w:r>
              <w:t>Base R</w:t>
            </w:r>
            <w:r w:rsidR="009353EF" w:rsidRPr="00F95990">
              <w:t>equirements</w:t>
            </w:r>
          </w:p>
        </w:tc>
      </w:tr>
      <w:tr w:rsidR="009353EF" w:rsidRPr="00F95990" w14:paraId="740A6177" w14:textId="77777777" w:rsidTr="00B2207F">
        <w:tc>
          <w:tcPr>
            <w:tcW w:w="441" w:type="dxa"/>
          </w:tcPr>
          <w:p w14:paraId="4772D0CD" w14:textId="77777777" w:rsidR="009353EF" w:rsidRPr="00F95990" w:rsidRDefault="009353EF" w:rsidP="009353EF">
            <w:pPr>
              <w:jc w:val="center"/>
            </w:pPr>
          </w:p>
        </w:tc>
        <w:tc>
          <w:tcPr>
            <w:tcW w:w="974" w:type="dxa"/>
            <w:gridSpan w:val="3"/>
          </w:tcPr>
          <w:p w14:paraId="1AC12277" w14:textId="77777777" w:rsidR="009353EF" w:rsidRPr="00F95990" w:rsidRDefault="009353EF" w:rsidP="009353EF">
            <w:pPr>
              <w:jc w:val="center"/>
            </w:pPr>
            <w:r w:rsidRPr="00F95990">
              <w:t>R</w:t>
            </w:r>
          </w:p>
        </w:tc>
        <w:tc>
          <w:tcPr>
            <w:tcW w:w="7495" w:type="dxa"/>
            <w:gridSpan w:val="2"/>
          </w:tcPr>
          <w:p w14:paraId="7E53E879" w14:textId="77777777" w:rsidR="009353EF" w:rsidRPr="00F95990" w:rsidRDefault="00E0436A" w:rsidP="009353EF">
            <w:r>
              <w:t xml:space="preserve">Supports writable </w:t>
            </w:r>
            <w:r w:rsidR="009353EF" w:rsidRPr="00F95990">
              <w:t>Priority_For_Writing</w:t>
            </w:r>
          </w:p>
        </w:tc>
      </w:tr>
      <w:tr w:rsidR="009353EF" w:rsidRPr="00F95990" w14:paraId="2FDC9C76" w14:textId="77777777" w:rsidTr="00B2207F">
        <w:tc>
          <w:tcPr>
            <w:tcW w:w="441" w:type="dxa"/>
          </w:tcPr>
          <w:p w14:paraId="4D4A07A5" w14:textId="77777777" w:rsidR="009353EF" w:rsidRPr="00F95990" w:rsidRDefault="009353EF" w:rsidP="009353EF">
            <w:pPr>
              <w:jc w:val="center"/>
            </w:pPr>
          </w:p>
        </w:tc>
        <w:tc>
          <w:tcPr>
            <w:tcW w:w="974" w:type="dxa"/>
            <w:gridSpan w:val="3"/>
          </w:tcPr>
          <w:p w14:paraId="2C1410B2" w14:textId="77777777" w:rsidR="009353EF" w:rsidRPr="00F95990" w:rsidRDefault="009353EF" w:rsidP="009353EF">
            <w:pPr>
              <w:jc w:val="center"/>
            </w:pPr>
            <w:r w:rsidRPr="00F95990">
              <w:t>R</w:t>
            </w:r>
          </w:p>
        </w:tc>
        <w:tc>
          <w:tcPr>
            <w:tcW w:w="7495" w:type="dxa"/>
            <w:gridSpan w:val="2"/>
          </w:tcPr>
          <w:p w14:paraId="18D148A5" w14:textId="77777777" w:rsidR="009353EF" w:rsidRPr="00F95990" w:rsidRDefault="00E0436A" w:rsidP="009353EF">
            <w:r>
              <w:t xml:space="preserve">Contains no object where </w:t>
            </w:r>
            <w:r w:rsidR="009353EF" w:rsidRPr="00F95990">
              <w:t xml:space="preserve">Exception_Schedule property </w:t>
            </w:r>
            <w:r>
              <w:t>is</w:t>
            </w:r>
            <w:r w:rsidR="009353EF" w:rsidRPr="00F95990">
              <w:t xml:space="preserve"> present</w:t>
            </w:r>
          </w:p>
        </w:tc>
      </w:tr>
      <w:tr w:rsidR="009353EF" w:rsidRPr="00F95990" w14:paraId="4D776CBD" w14:textId="77777777" w:rsidTr="00B2207F">
        <w:tc>
          <w:tcPr>
            <w:tcW w:w="441" w:type="dxa"/>
          </w:tcPr>
          <w:p w14:paraId="3D6B2F63" w14:textId="77777777" w:rsidR="009353EF" w:rsidRPr="00F95990" w:rsidRDefault="009353EF" w:rsidP="009353EF">
            <w:pPr>
              <w:jc w:val="center"/>
            </w:pPr>
          </w:p>
        </w:tc>
        <w:tc>
          <w:tcPr>
            <w:tcW w:w="974" w:type="dxa"/>
            <w:gridSpan w:val="3"/>
          </w:tcPr>
          <w:p w14:paraId="5405BE9B" w14:textId="77777777" w:rsidR="009353EF" w:rsidRPr="00F95990" w:rsidRDefault="00840763" w:rsidP="00840763">
            <w:pPr>
              <w:jc w:val="center"/>
            </w:pPr>
            <w:r w:rsidRPr="00F95990">
              <w:t>C</w:t>
            </w:r>
            <w:r>
              <w:rPr>
                <w:vertAlign w:val="superscript"/>
              </w:rPr>
              <w:t>2</w:t>
            </w:r>
          </w:p>
        </w:tc>
        <w:tc>
          <w:tcPr>
            <w:tcW w:w="7495" w:type="dxa"/>
            <w:gridSpan w:val="2"/>
          </w:tcPr>
          <w:p w14:paraId="7B6E31BF" w14:textId="77777777" w:rsidR="009353EF" w:rsidRPr="00F95990" w:rsidRDefault="009353EF" w:rsidP="009353EF">
            <w:r w:rsidRPr="00F95990">
              <w:t>Supports DM-TS-B</w:t>
            </w:r>
          </w:p>
        </w:tc>
      </w:tr>
      <w:tr w:rsidR="009353EF" w:rsidRPr="00F95990" w14:paraId="0272B5EC" w14:textId="77777777" w:rsidTr="00B2207F">
        <w:tc>
          <w:tcPr>
            <w:tcW w:w="441" w:type="dxa"/>
          </w:tcPr>
          <w:p w14:paraId="79936E57" w14:textId="77777777" w:rsidR="009353EF" w:rsidRPr="00F95990" w:rsidRDefault="009353EF" w:rsidP="009353EF">
            <w:pPr>
              <w:jc w:val="center"/>
            </w:pPr>
          </w:p>
        </w:tc>
        <w:tc>
          <w:tcPr>
            <w:tcW w:w="974" w:type="dxa"/>
            <w:gridSpan w:val="3"/>
          </w:tcPr>
          <w:p w14:paraId="27FCFE16" w14:textId="77777777" w:rsidR="009353EF" w:rsidRPr="00F95990" w:rsidRDefault="00840763" w:rsidP="00840763">
            <w:pPr>
              <w:jc w:val="center"/>
            </w:pPr>
            <w:r w:rsidRPr="00F95990">
              <w:t>C</w:t>
            </w:r>
            <w:r>
              <w:rPr>
                <w:vertAlign w:val="superscript"/>
              </w:rPr>
              <w:t>2</w:t>
            </w:r>
          </w:p>
        </w:tc>
        <w:tc>
          <w:tcPr>
            <w:tcW w:w="7495" w:type="dxa"/>
            <w:gridSpan w:val="2"/>
          </w:tcPr>
          <w:p w14:paraId="2FAC5CD9" w14:textId="77777777" w:rsidR="009353EF" w:rsidRPr="00F95990" w:rsidRDefault="009353EF" w:rsidP="009353EF">
            <w:r w:rsidRPr="00F95990">
              <w:t>Supports DM-UTC-B</w:t>
            </w:r>
          </w:p>
        </w:tc>
      </w:tr>
      <w:tr w:rsidR="004B08C0" w:rsidRPr="00F95990" w14:paraId="72800C31" w14:textId="77777777" w:rsidTr="00B2207F">
        <w:tc>
          <w:tcPr>
            <w:tcW w:w="441" w:type="dxa"/>
          </w:tcPr>
          <w:p w14:paraId="05B9BDFC" w14:textId="77777777" w:rsidR="004B08C0" w:rsidRPr="00F95990" w:rsidRDefault="004B08C0" w:rsidP="00771667">
            <w:pPr>
              <w:jc w:val="center"/>
            </w:pPr>
          </w:p>
        </w:tc>
        <w:tc>
          <w:tcPr>
            <w:tcW w:w="974" w:type="dxa"/>
            <w:gridSpan w:val="3"/>
          </w:tcPr>
          <w:p w14:paraId="41BA1636" w14:textId="77777777" w:rsidR="004B08C0" w:rsidRPr="00F95990" w:rsidRDefault="004B08C0" w:rsidP="00771667">
            <w:pPr>
              <w:jc w:val="center"/>
            </w:pPr>
            <w:r w:rsidRPr="00F95990">
              <w:t>O</w:t>
            </w:r>
          </w:p>
        </w:tc>
        <w:tc>
          <w:tcPr>
            <w:tcW w:w="7495" w:type="dxa"/>
            <w:gridSpan w:val="2"/>
          </w:tcPr>
          <w:p w14:paraId="1AF2DFCA" w14:textId="77777777" w:rsidR="004B08C0" w:rsidRPr="00F95990" w:rsidRDefault="004B08C0" w:rsidP="00771667">
            <w:r w:rsidRPr="00F95990">
              <w:t>Supports configurable Effective_Period</w:t>
            </w:r>
          </w:p>
        </w:tc>
      </w:tr>
      <w:tr w:rsidR="009353EF" w:rsidRPr="00F95990" w14:paraId="479DD7C0" w14:textId="77777777" w:rsidTr="00B2207F">
        <w:tc>
          <w:tcPr>
            <w:tcW w:w="441" w:type="dxa"/>
          </w:tcPr>
          <w:p w14:paraId="35609C67" w14:textId="77777777" w:rsidR="009353EF" w:rsidRPr="00F95990" w:rsidRDefault="009353EF" w:rsidP="009353EF">
            <w:pPr>
              <w:jc w:val="center"/>
            </w:pPr>
          </w:p>
        </w:tc>
        <w:tc>
          <w:tcPr>
            <w:tcW w:w="974" w:type="dxa"/>
            <w:gridSpan w:val="3"/>
          </w:tcPr>
          <w:p w14:paraId="565CE4C6" w14:textId="77777777" w:rsidR="009353EF" w:rsidRPr="00F95990" w:rsidRDefault="009353EF" w:rsidP="009353EF">
            <w:pPr>
              <w:jc w:val="center"/>
            </w:pPr>
            <w:r w:rsidRPr="00F95990">
              <w:t>O</w:t>
            </w:r>
          </w:p>
        </w:tc>
        <w:tc>
          <w:tcPr>
            <w:tcW w:w="7495" w:type="dxa"/>
            <w:gridSpan w:val="2"/>
          </w:tcPr>
          <w:p w14:paraId="44C1531A" w14:textId="77777777" w:rsidR="009353EF" w:rsidRPr="00F95990" w:rsidRDefault="009353EF" w:rsidP="009353EF">
            <w:r w:rsidRPr="00F95990">
              <w:t>Is able to schedule values of different datatypes (not simultaneously)</w:t>
            </w:r>
          </w:p>
        </w:tc>
      </w:tr>
      <w:tr w:rsidR="009353EF" w:rsidRPr="00F95990" w14:paraId="5FA179B5" w14:textId="77777777" w:rsidTr="00B2207F">
        <w:tc>
          <w:tcPr>
            <w:tcW w:w="441" w:type="dxa"/>
          </w:tcPr>
          <w:p w14:paraId="0D6AA949" w14:textId="77777777" w:rsidR="009353EF" w:rsidRPr="00F95990" w:rsidRDefault="009353EF" w:rsidP="009353EF">
            <w:pPr>
              <w:jc w:val="center"/>
            </w:pPr>
          </w:p>
        </w:tc>
        <w:tc>
          <w:tcPr>
            <w:tcW w:w="974" w:type="dxa"/>
            <w:gridSpan w:val="3"/>
          </w:tcPr>
          <w:p w14:paraId="4FED0267" w14:textId="77777777" w:rsidR="009353EF" w:rsidRPr="00F95990" w:rsidRDefault="009353EF" w:rsidP="009353EF">
            <w:pPr>
              <w:jc w:val="center"/>
            </w:pPr>
            <w:r w:rsidRPr="00F95990">
              <w:t>O</w:t>
            </w:r>
          </w:p>
        </w:tc>
        <w:tc>
          <w:tcPr>
            <w:tcW w:w="7495" w:type="dxa"/>
            <w:gridSpan w:val="2"/>
          </w:tcPr>
          <w:p w14:paraId="5281FBB0" w14:textId="77777777" w:rsidR="009353EF" w:rsidRPr="00F95990" w:rsidRDefault="009353EF" w:rsidP="009353EF">
            <w:r w:rsidRPr="00F95990">
              <w:t>Is able to schedule NULL values</w:t>
            </w:r>
          </w:p>
        </w:tc>
      </w:tr>
      <w:tr w:rsidR="009353EF" w:rsidRPr="00F95990" w14:paraId="22A10BB5" w14:textId="77777777" w:rsidTr="00B2207F">
        <w:tc>
          <w:tcPr>
            <w:tcW w:w="441" w:type="dxa"/>
          </w:tcPr>
          <w:p w14:paraId="50C70EBD" w14:textId="77777777" w:rsidR="009353EF" w:rsidRPr="00F95990" w:rsidRDefault="009353EF" w:rsidP="009353EF">
            <w:pPr>
              <w:jc w:val="center"/>
            </w:pPr>
          </w:p>
        </w:tc>
        <w:tc>
          <w:tcPr>
            <w:tcW w:w="974" w:type="dxa"/>
            <w:gridSpan w:val="3"/>
          </w:tcPr>
          <w:p w14:paraId="7F8D3768" w14:textId="77777777" w:rsidR="009353EF" w:rsidRPr="00F95990" w:rsidRDefault="009353EF" w:rsidP="009353EF">
            <w:pPr>
              <w:jc w:val="center"/>
            </w:pPr>
            <w:r w:rsidRPr="00F95990">
              <w:t>O</w:t>
            </w:r>
          </w:p>
        </w:tc>
        <w:tc>
          <w:tcPr>
            <w:tcW w:w="7495" w:type="dxa"/>
            <w:gridSpan w:val="2"/>
          </w:tcPr>
          <w:p w14:paraId="67938D4F" w14:textId="77777777" w:rsidR="009353EF" w:rsidRPr="00F95990" w:rsidRDefault="009353EF" w:rsidP="009353EF">
            <w:r w:rsidRPr="00F95990">
              <w:t>Is able to schedule BOOLEAN values</w:t>
            </w:r>
          </w:p>
        </w:tc>
      </w:tr>
      <w:tr w:rsidR="009353EF" w:rsidRPr="00F95990" w14:paraId="58691E9F" w14:textId="77777777" w:rsidTr="00B2207F">
        <w:tc>
          <w:tcPr>
            <w:tcW w:w="441" w:type="dxa"/>
          </w:tcPr>
          <w:p w14:paraId="174AE9D6" w14:textId="77777777" w:rsidR="009353EF" w:rsidRPr="00F95990" w:rsidRDefault="009353EF" w:rsidP="009353EF">
            <w:pPr>
              <w:jc w:val="center"/>
            </w:pPr>
          </w:p>
        </w:tc>
        <w:tc>
          <w:tcPr>
            <w:tcW w:w="974" w:type="dxa"/>
            <w:gridSpan w:val="3"/>
          </w:tcPr>
          <w:p w14:paraId="2FF96A5E" w14:textId="77777777" w:rsidR="009353EF" w:rsidRPr="00F95990" w:rsidRDefault="009353EF" w:rsidP="009353EF">
            <w:pPr>
              <w:jc w:val="center"/>
            </w:pPr>
            <w:r w:rsidRPr="00F95990">
              <w:t>O</w:t>
            </w:r>
          </w:p>
        </w:tc>
        <w:tc>
          <w:tcPr>
            <w:tcW w:w="7495" w:type="dxa"/>
            <w:gridSpan w:val="2"/>
          </w:tcPr>
          <w:p w14:paraId="0E7277C3" w14:textId="77777777" w:rsidR="009353EF" w:rsidRPr="00F95990" w:rsidRDefault="009353EF" w:rsidP="009353EF">
            <w:r w:rsidRPr="00F95990">
              <w:t>Is able to schedule Unsigned values</w:t>
            </w:r>
          </w:p>
        </w:tc>
      </w:tr>
      <w:tr w:rsidR="009353EF" w:rsidRPr="00F95990" w14:paraId="46BD6806" w14:textId="77777777" w:rsidTr="00B2207F">
        <w:tc>
          <w:tcPr>
            <w:tcW w:w="441" w:type="dxa"/>
          </w:tcPr>
          <w:p w14:paraId="53C8AF19" w14:textId="77777777" w:rsidR="009353EF" w:rsidRPr="00F95990" w:rsidRDefault="009353EF" w:rsidP="009353EF">
            <w:pPr>
              <w:jc w:val="center"/>
            </w:pPr>
          </w:p>
        </w:tc>
        <w:tc>
          <w:tcPr>
            <w:tcW w:w="974" w:type="dxa"/>
            <w:gridSpan w:val="3"/>
          </w:tcPr>
          <w:p w14:paraId="54F23D27" w14:textId="77777777" w:rsidR="009353EF" w:rsidRPr="00F95990" w:rsidRDefault="009353EF" w:rsidP="009353EF">
            <w:pPr>
              <w:jc w:val="center"/>
            </w:pPr>
            <w:r w:rsidRPr="00F95990">
              <w:t>O</w:t>
            </w:r>
          </w:p>
        </w:tc>
        <w:tc>
          <w:tcPr>
            <w:tcW w:w="7495" w:type="dxa"/>
            <w:gridSpan w:val="2"/>
          </w:tcPr>
          <w:p w14:paraId="6C20F0A9" w14:textId="77777777" w:rsidR="009353EF" w:rsidRPr="00F95990" w:rsidRDefault="009353EF" w:rsidP="009353EF">
            <w:r w:rsidRPr="00F95990">
              <w:t>Is able to schedule INTEGER (signed) values</w:t>
            </w:r>
          </w:p>
        </w:tc>
      </w:tr>
      <w:tr w:rsidR="009353EF" w:rsidRPr="00F95990" w14:paraId="34BBC5D6" w14:textId="77777777" w:rsidTr="00B2207F">
        <w:tc>
          <w:tcPr>
            <w:tcW w:w="441" w:type="dxa"/>
          </w:tcPr>
          <w:p w14:paraId="6B4C85EB" w14:textId="77777777" w:rsidR="009353EF" w:rsidRPr="00F95990" w:rsidRDefault="009353EF" w:rsidP="009353EF">
            <w:pPr>
              <w:jc w:val="center"/>
            </w:pPr>
          </w:p>
        </w:tc>
        <w:tc>
          <w:tcPr>
            <w:tcW w:w="974" w:type="dxa"/>
            <w:gridSpan w:val="3"/>
          </w:tcPr>
          <w:p w14:paraId="71BA7D1B" w14:textId="77777777" w:rsidR="009353EF" w:rsidRPr="00F95990" w:rsidRDefault="009353EF" w:rsidP="009353EF">
            <w:pPr>
              <w:jc w:val="center"/>
            </w:pPr>
            <w:r w:rsidRPr="00F95990">
              <w:t>O</w:t>
            </w:r>
          </w:p>
        </w:tc>
        <w:tc>
          <w:tcPr>
            <w:tcW w:w="7495" w:type="dxa"/>
            <w:gridSpan w:val="2"/>
          </w:tcPr>
          <w:p w14:paraId="1A5E7503" w14:textId="77777777" w:rsidR="009353EF" w:rsidRPr="00F95990" w:rsidRDefault="009353EF" w:rsidP="009353EF">
            <w:r w:rsidRPr="00F95990">
              <w:t>Is able to schedule REAL values</w:t>
            </w:r>
          </w:p>
        </w:tc>
      </w:tr>
      <w:tr w:rsidR="009353EF" w:rsidRPr="00F95990" w14:paraId="76675426" w14:textId="77777777" w:rsidTr="00B2207F">
        <w:tc>
          <w:tcPr>
            <w:tcW w:w="441" w:type="dxa"/>
          </w:tcPr>
          <w:p w14:paraId="22A1831A" w14:textId="77777777" w:rsidR="009353EF" w:rsidRPr="00F95990" w:rsidRDefault="009353EF" w:rsidP="009353EF">
            <w:pPr>
              <w:jc w:val="center"/>
            </w:pPr>
          </w:p>
        </w:tc>
        <w:tc>
          <w:tcPr>
            <w:tcW w:w="974" w:type="dxa"/>
            <w:gridSpan w:val="3"/>
          </w:tcPr>
          <w:p w14:paraId="292F468D" w14:textId="77777777" w:rsidR="009353EF" w:rsidRPr="00F95990" w:rsidRDefault="009353EF" w:rsidP="009353EF">
            <w:pPr>
              <w:jc w:val="center"/>
            </w:pPr>
            <w:r w:rsidRPr="00F95990">
              <w:t>O</w:t>
            </w:r>
          </w:p>
        </w:tc>
        <w:tc>
          <w:tcPr>
            <w:tcW w:w="7495" w:type="dxa"/>
            <w:gridSpan w:val="2"/>
          </w:tcPr>
          <w:p w14:paraId="15B25B5A" w14:textId="77777777" w:rsidR="009353EF" w:rsidRPr="00F95990" w:rsidRDefault="009353EF" w:rsidP="009353EF">
            <w:r w:rsidRPr="00F95990">
              <w:t>Is able to schedule Double values</w:t>
            </w:r>
          </w:p>
        </w:tc>
      </w:tr>
      <w:tr w:rsidR="009353EF" w:rsidRPr="00F95990" w14:paraId="0D04D898" w14:textId="77777777" w:rsidTr="00B2207F">
        <w:tc>
          <w:tcPr>
            <w:tcW w:w="441" w:type="dxa"/>
          </w:tcPr>
          <w:p w14:paraId="75142871" w14:textId="77777777" w:rsidR="009353EF" w:rsidRPr="00F95990" w:rsidRDefault="009353EF" w:rsidP="009353EF">
            <w:pPr>
              <w:jc w:val="center"/>
            </w:pPr>
          </w:p>
        </w:tc>
        <w:tc>
          <w:tcPr>
            <w:tcW w:w="974" w:type="dxa"/>
            <w:gridSpan w:val="3"/>
          </w:tcPr>
          <w:p w14:paraId="216073F5" w14:textId="77777777" w:rsidR="009353EF" w:rsidRPr="00F95990" w:rsidRDefault="009353EF" w:rsidP="009353EF">
            <w:pPr>
              <w:jc w:val="center"/>
            </w:pPr>
            <w:r w:rsidRPr="00F95990">
              <w:t>O</w:t>
            </w:r>
          </w:p>
        </w:tc>
        <w:tc>
          <w:tcPr>
            <w:tcW w:w="7495" w:type="dxa"/>
            <w:gridSpan w:val="2"/>
          </w:tcPr>
          <w:p w14:paraId="0C4D500E" w14:textId="77777777" w:rsidR="009353EF" w:rsidRPr="00F95990" w:rsidRDefault="009353EF" w:rsidP="009353EF">
            <w:r w:rsidRPr="00F95990">
              <w:t>Is able to schedule Octet String values</w:t>
            </w:r>
          </w:p>
        </w:tc>
      </w:tr>
      <w:tr w:rsidR="009353EF" w:rsidRPr="00F95990" w14:paraId="30BDB9B4" w14:textId="77777777" w:rsidTr="00B2207F">
        <w:tc>
          <w:tcPr>
            <w:tcW w:w="441" w:type="dxa"/>
          </w:tcPr>
          <w:p w14:paraId="0DF5F8D8" w14:textId="77777777" w:rsidR="009353EF" w:rsidRPr="00F95990" w:rsidRDefault="009353EF" w:rsidP="009353EF">
            <w:pPr>
              <w:jc w:val="center"/>
            </w:pPr>
          </w:p>
        </w:tc>
        <w:tc>
          <w:tcPr>
            <w:tcW w:w="974" w:type="dxa"/>
            <w:gridSpan w:val="3"/>
          </w:tcPr>
          <w:p w14:paraId="30581DBC" w14:textId="77777777" w:rsidR="009353EF" w:rsidRPr="00F95990" w:rsidRDefault="009353EF" w:rsidP="009353EF">
            <w:pPr>
              <w:jc w:val="center"/>
            </w:pPr>
            <w:r w:rsidRPr="00F95990">
              <w:t>O</w:t>
            </w:r>
          </w:p>
        </w:tc>
        <w:tc>
          <w:tcPr>
            <w:tcW w:w="7495" w:type="dxa"/>
            <w:gridSpan w:val="2"/>
          </w:tcPr>
          <w:p w14:paraId="3F796FAB" w14:textId="77777777" w:rsidR="009353EF" w:rsidRPr="00F95990" w:rsidRDefault="009353EF" w:rsidP="009353EF">
            <w:r w:rsidRPr="00F95990">
              <w:t>Is able to schedule Character String values</w:t>
            </w:r>
          </w:p>
        </w:tc>
      </w:tr>
      <w:tr w:rsidR="009353EF" w:rsidRPr="00F95990" w14:paraId="4B0767B4" w14:textId="77777777" w:rsidTr="00B2207F">
        <w:tc>
          <w:tcPr>
            <w:tcW w:w="441" w:type="dxa"/>
          </w:tcPr>
          <w:p w14:paraId="798A0C46" w14:textId="77777777" w:rsidR="009353EF" w:rsidRPr="00F95990" w:rsidRDefault="009353EF" w:rsidP="009353EF">
            <w:pPr>
              <w:jc w:val="center"/>
            </w:pPr>
          </w:p>
        </w:tc>
        <w:tc>
          <w:tcPr>
            <w:tcW w:w="974" w:type="dxa"/>
            <w:gridSpan w:val="3"/>
          </w:tcPr>
          <w:p w14:paraId="4005CA1F" w14:textId="77777777" w:rsidR="009353EF" w:rsidRPr="00F95990" w:rsidRDefault="009353EF" w:rsidP="009353EF">
            <w:pPr>
              <w:jc w:val="center"/>
            </w:pPr>
            <w:r w:rsidRPr="00F95990">
              <w:t>O</w:t>
            </w:r>
          </w:p>
        </w:tc>
        <w:tc>
          <w:tcPr>
            <w:tcW w:w="7495" w:type="dxa"/>
            <w:gridSpan w:val="2"/>
          </w:tcPr>
          <w:p w14:paraId="3927E84B" w14:textId="77777777" w:rsidR="009353EF" w:rsidRPr="00F95990" w:rsidRDefault="009353EF" w:rsidP="009353EF">
            <w:r w:rsidRPr="00F95990">
              <w:t>Is able to schedule Bit String values</w:t>
            </w:r>
          </w:p>
        </w:tc>
      </w:tr>
      <w:tr w:rsidR="00840763" w:rsidRPr="00F95990" w14:paraId="509B8918" w14:textId="77777777" w:rsidTr="00B2207F">
        <w:tc>
          <w:tcPr>
            <w:tcW w:w="441" w:type="dxa"/>
          </w:tcPr>
          <w:p w14:paraId="762231CA" w14:textId="77777777" w:rsidR="00840763" w:rsidRPr="00F95990" w:rsidRDefault="00840763" w:rsidP="009353EF">
            <w:pPr>
              <w:jc w:val="center"/>
            </w:pPr>
          </w:p>
        </w:tc>
        <w:tc>
          <w:tcPr>
            <w:tcW w:w="974" w:type="dxa"/>
            <w:gridSpan w:val="3"/>
          </w:tcPr>
          <w:p w14:paraId="18DD0494" w14:textId="77777777" w:rsidR="00840763" w:rsidRPr="00F95990" w:rsidRDefault="00840763" w:rsidP="009353EF">
            <w:pPr>
              <w:jc w:val="center"/>
            </w:pPr>
            <w:r>
              <w:t>O</w:t>
            </w:r>
          </w:p>
        </w:tc>
        <w:tc>
          <w:tcPr>
            <w:tcW w:w="7495" w:type="dxa"/>
            <w:gridSpan w:val="2"/>
          </w:tcPr>
          <w:p w14:paraId="72054E58" w14:textId="77777777" w:rsidR="00840763" w:rsidRPr="00F95990" w:rsidRDefault="00840763" w:rsidP="009353EF">
            <w:r>
              <w:t>Is able to schedule Enumerated values</w:t>
            </w:r>
          </w:p>
        </w:tc>
      </w:tr>
      <w:tr w:rsidR="009353EF" w:rsidRPr="00F95990" w14:paraId="06E7BC29" w14:textId="77777777" w:rsidTr="00B2207F">
        <w:tc>
          <w:tcPr>
            <w:tcW w:w="441" w:type="dxa"/>
          </w:tcPr>
          <w:p w14:paraId="79E732C2" w14:textId="77777777" w:rsidR="009353EF" w:rsidRPr="00F95990" w:rsidRDefault="009353EF" w:rsidP="009353EF">
            <w:pPr>
              <w:jc w:val="center"/>
            </w:pPr>
          </w:p>
        </w:tc>
        <w:tc>
          <w:tcPr>
            <w:tcW w:w="974" w:type="dxa"/>
            <w:gridSpan w:val="3"/>
          </w:tcPr>
          <w:p w14:paraId="359342E6" w14:textId="77777777" w:rsidR="009353EF" w:rsidRPr="00F95990" w:rsidRDefault="009353EF" w:rsidP="009353EF">
            <w:pPr>
              <w:jc w:val="center"/>
            </w:pPr>
            <w:r w:rsidRPr="00F95990">
              <w:t>O</w:t>
            </w:r>
          </w:p>
        </w:tc>
        <w:tc>
          <w:tcPr>
            <w:tcW w:w="7495" w:type="dxa"/>
            <w:gridSpan w:val="2"/>
          </w:tcPr>
          <w:p w14:paraId="6D7A464C" w14:textId="77777777" w:rsidR="009353EF" w:rsidRPr="00F95990" w:rsidRDefault="009353EF" w:rsidP="009353EF">
            <w:r w:rsidRPr="00F95990">
              <w:t>Is able to schedule Date values</w:t>
            </w:r>
          </w:p>
        </w:tc>
      </w:tr>
      <w:tr w:rsidR="009353EF" w:rsidRPr="00F95990" w14:paraId="3606DF45" w14:textId="77777777" w:rsidTr="00B2207F">
        <w:tc>
          <w:tcPr>
            <w:tcW w:w="441" w:type="dxa"/>
          </w:tcPr>
          <w:p w14:paraId="032A2FC3" w14:textId="77777777" w:rsidR="009353EF" w:rsidRPr="00F95990" w:rsidRDefault="009353EF" w:rsidP="009353EF">
            <w:pPr>
              <w:jc w:val="center"/>
            </w:pPr>
          </w:p>
        </w:tc>
        <w:tc>
          <w:tcPr>
            <w:tcW w:w="974" w:type="dxa"/>
            <w:gridSpan w:val="3"/>
          </w:tcPr>
          <w:p w14:paraId="04770E88" w14:textId="77777777" w:rsidR="009353EF" w:rsidRPr="00F95990" w:rsidRDefault="009353EF" w:rsidP="009353EF">
            <w:pPr>
              <w:jc w:val="center"/>
            </w:pPr>
            <w:r w:rsidRPr="00F95990">
              <w:t>O</w:t>
            </w:r>
          </w:p>
        </w:tc>
        <w:tc>
          <w:tcPr>
            <w:tcW w:w="7495" w:type="dxa"/>
            <w:gridSpan w:val="2"/>
          </w:tcPr>
          <w:p w14:paraId="66751DD8" w14:textId="77777777" w:rsidR="009353EF" w:rsidRPr="00F95990" w:rsidRDefault="009353EF" w:rsidP="009353EF">
            <w:r w:rsidRPr="00F95990">
              <w:t>Is able to schedule Time values</w:t>
            </w:r>
          </w:p>
        </w:tc>
      </w:tr>
      <w:tr w:rsidR="009353EF" w:rsidRPr="00F95990" w14:paraId="363EB3CC" w14:textId="77777777" w:rsidTr="00B2207F">
        <w:tc>
          <w:tcPr>
            <w:tcW w:w="441" w:type="dxa"/>
          </w:tcPr>
          <w:p w14:paraId="40B035A1" w14:textId="77777777" w:rsidR="009353EF" w:rsidRPr="00F95990" w:rsidRDefault="009353EF" w:rsidP="009353EF">
            <w:pPr>
              <w:jc w:val="center"/>
            </w:pPr>
          </w:p>
        </w:tc>
        <w:tc>
          <w:tcPr>
            <w:tcW w:w="974" w:type="dxa"/>
            <w:gridSpan w:val="3"/>
          </w:tcPr>
          <w:p w14:paraId="430639FB" w14:textId="77777777" w:rsidR="009353EF" w:rsidRPr="00F95990" w:rsidRDefault="009353EF" w:rsidP="009353EF">
            <w:pPr>
              <w:jc w:val="center"/>
            </w:pPr>
            <w:r w:rsidRPr="00F95990">
              <w:t>O</w:t>
            </w:r>
          </w:p>
        </w:tc>
        <w:tc>
          <w:tcPr>
            <w:tcW w:w="7495" w:type="dxa"/>
            <w:gridSpan w:val="2"/>
          </w:tcPr>
          <w:p w14:paraId="60EB1983" w14:textId="77777777" w:rsidR="009353EF" w:rsidRPr="00F95990" w:rsidRDefault="009353EF" w:rsidP="009353EF">
            <w:r w:rsidRPr="00F95990">
              <w:t>Is able to schedule BACnetObjectIdentifier values</w:t>
            </w:r>
          </w:p>
        </w:tc>
      </w:tr>
      <w:tr w:rsidR="009353EF" w:rsidRPr="00F95990" w14:paraId="0D99DD75"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1E846098" w14:textId="77777777" w:rsidR="00840763" w:rsidRDefault="00840763" w:rsidP="00840763">
            <w:pPr>
              <w:ind w:left="720"/>
            </w:pPr>
            <w:r>
              <w:rPr>
                <w:vertAlign w:val="superscript"/>
              </w:rPr>
              <w:t xml:space="preserve">1 </w:t>
            </w:r>
            <w:r w:rsidR="0064485D">
              <w:t>This BIBB can only be claimed if SCHED-I-B is not claimed</w:t>
            </w:r>
            <w:r>
              <w:t>.</w:t>
            </w:r>
          </w:p>
          <w:p w14:paraId="577A65A2" w14:textId="77777777" w:rsidR="0064485D" w:rsidRPr="0064485D" w:rsidRDefault="00840763">
            <w:pPr>
              <w:ind w:left="720"/>
              <w:rPr>
                <w:b/>
              </w:rPr>
            </w:pPr>
            <w:r>
              <w:rPr>
                <w:vertAlign w:val="superscript"/>
              </w:rPr>
              <w:t>2</w:t>
            </w:r>
            <w:r w:rsidRPr="00F95990">
              <w:t xml:space="preserve"> At least one of these options is required in order to claim conformance to this BIBB</w:t>
            </w:r>
            <w:r>
              <w:t>.</w:t>
            </w:r>
          </w:p>
        </w:tc>
      </w:tr>
      <w:tr w:rsidR="009353EF" w:rsidRPr="00F95990" w14:paraId="1CA7CEAF" w14:textId="77777777" w:rsidTr="00B2207F">
        <w:trPr>
          <w:cantSplit/>
        </w:trPr>
        <w:tc>
          <w:tcPr>
            <w:tcW w:w="8910" w:type="dxa"/>
            <w:gridSpan w:val="6"/>
          </w:tcPr>
          <w:p w14:paraId="62D190AB" w14:textId="77777777" w:rsidR="009353EF" w:rsidRPr="00F95990" w:rsidRDefault="009353EF" w:rsidP="009353EF">
            <w:pPr>
              <w:rPr>
                <w:b/>
              </w:rPr>
            </w:pPr>
            <w:r w:rsidRPr="00F95990">
              <w:rPr>
                <w:b/>
              </w:rPr>
              <w:t xml:space="preserve">Scheduling </w:t>
            </w:r>
            <w:r w:rsidR="00012C95">
              <w:rPr>
                <w:b/>
              </w:rPr>
              <w:t>-</w:t>
            </w:r>
            <w:r w:rsidRPr="00F95990">
              <w:rPr>
                <w:b/>
              </w:rPr>
              <w:t xml:space="preserve"> Readonly </w:t>
            </w:r>
            <w:r w:rsidR="00012C95">
              <w:rPr>
                <w:b/>
              </w:rPr>
              <w:t>-</w:t>
            </w:r>
            <w:r w:rsidRPr="00F95990">
              <w:rPr>
                <w:b/>
              </w:rPr>
              <w:t xml:space="preserve"> B</w:t>
            </w:r>
          </w:p>
        </w:tc>
      </w:tr>
      <w:tr w:rsidR="009353EF" w:rsidRPr="00F95990" w14:paraId="72E72AC7" w14:textId="77777777" w:rsidTr="00B2207F">
        <w:tc>
          <w:tcPr>
            <w:tcW w:w="441" w:type="dxa"/>
          </w:tcPr>
          <w:p w14:paraId="6CB0CBE4" w14:textId="77777777" w:rsidR="009353EF" w:rsidRPr="00F95990" w:rsidRDefault="009353EF" w:rsidP="009353EF">
            <w:pPr>
              <w:jc w:val="center"/>
            </w:pPr>
          </w:p>
        </w:tc>
        <w:tc>
          <w:tcPr>
            <w:tcW w:w="974" w:type="dxa"/>
            <w:gridSpan w:val="3"/>
          </w:tcPr>
          <w:p w14:paraId="558ACC22" w14:textId="77777777" w:rsidR="009353EF" w:rsidRPr="00F95990" w:rsidRDefault="009353EF" w:rsidP="0064485D">
            <w:pPr>
              <w:jc w:val="center"/>
            </w:pPr>
            <w:r w:rsidRPr="00F95990">
              <w:t>R</w:t>
            </w:r>
            <w:r w:rsidR="0064485D">
              <w:rPr>
                <w:vertAlign w:val="superscript"/>
              </w:rPr>
              <w:t>5</w:t>
            </w:r>
          </w:p>
        </w:tc>
        <w:tc>
          <w:tcPr>
            <w:tcW w:w="7495" w:type="dxa"/>
            <w:gridSpan w:val="2"/>
          </w:tcPr>
          <w:p w14:paraId="48C61A2E" w14:textId="77777777" w:rsidR="009353EF" w:rsidRPr="00F95990" w:rsidRDefault="004908F5" w:rsidP="009353EF">
            <w:r>
              <w:t>Base R</w:t>
            </w:r>
            <w:r w:rsidR="009353EF" w:rsidRPr="00F95990">
              <w:t>equirements</w:t>
            </w:r>
          </w:p>
        </w:tc>
      </w:tr>
      <w:tr w:rsidR="009353EF" w:rsidRPr="00F95990" w14:paraId="73A14F49" w14:textId="77777777" w:rsidTr="00B2207F">
        <w:tc>
          <w:tcPr>
            <w:tcW w:w="441" w:type="dxa"/>
          </w:tcPr>
          <w:p w14:paraId="29610CDB" w14:textId="77777777" w:rsidR="009353EF" w:rsidRPr="00F95990" w:rsidRDefault="009353EF" w:rsidP="009353EF">
            <w:pPr>
              <w:jc w:val="center"/>
            </w:pPr>
          </w:p>
        </w:tc>
        <w:tc>
          <w:tcPr>
            <w:tcW w:w="974" w:type="dxa"/>
            <w:gridSpan w:val="3"/>
          </w:tcPr>
          <w:p w14:paraId="0B36EB14"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54E5169C" w14:textId="77777777" w:rsidR="009353EF" w:rsidRPr="00F95990" w:rsidRDefault="009353EF" w:rsidP="009353EF">
            <w:r w:rsidRPr="00F95990">
              <w:t>Supports DM-TS-B</w:t>
            </w:r>
          </w:p>
        </w:tc>
      </w:tr>
      <w:tr w:rsidR="009353EF" w:rsidRPr="00F95990" w14:paraId="3A1CBA9B" w14:textId="77777777" w:rsidTr="00B2207F">
        <w:tc>
          <w:tcPr>
            <w:tcW w:w="441" w:type="dxa"/>
          </w:tcPr>
          <w:p w14:paraId="0E6BA3F3" w14:textId="77777777" w:rsidR="009353EF" w:rsidRPr="00F95990" w:rsidRDefault="009353EF" w:rsidP="009353EF">
            <w:pPr>
              <w:jc w:val="center"/>
            </w:pPr>
          </w:p>
        </w:tc>
        <w:tc>
          <w:tcPr>
            <w:tcW w:w="974" w:type="dxa"/>
            <w:gridSpan w:val="3"/>
          </w:tcPr>
          <w:p w14:paraId="527D61A4"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2F17AB8B" w14:textId="77777777" w:rsidR="009353EF" w:rsidRPr="00F95990" w:rsidRDefault="009353EF" w:rsidP="009353EF">
            <w:r w:rsidRPr="00F95990">
              <w:t>Supports DM-UTC-B</w:t>
            </w:r>
          </w:p>
        </w:tc>
      </w:tr>
      <w:tr w:rsidR="009353EF" w:rsidRPr="00F95990" w14:paraId="15261989" w14:textId="77777777" w:rsidTr="00B2207F">
        <w:tc>
          <w:tcPr>
            <w:tcW w:w="441" w:type="dxa"/>
          </w:tcPr>
          <w:p w14:paraId="7B2F8E3E" w14:textId="77777777" w:rsidR="009353EF" w:rsidRPr="00F95990" w:rsidRDefault="009353EF" w:rsidP="009353EF">
            <w:pPr>
              <w:jc w:val="center"/>
            </w:pPr>
          </w:p>
        </w:tc>
        <w:tc>
          <w:tcPr>
            <w:tcW w:w="974" w:type="dxa"/>
            <w:gridSpan w:val="3"/>
          </w:tcPr>
          <w:p w14:paraId="6A70DABB"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06841BAB" w14:textId="77777777" w:rsidR="009353EF" w:rsidRPr="00F95990" w:rsidRDefault="009353EF" w:rsidP="009353EF">
            <w:r w:rsidRPr="00F95990">
              <w:t>Can be made to contain a schedule that schedules BOOLEAN values</w:t>
            </w:r>
          </w:p>
        </w:tc>
      </w:tr>
      <w:tr w:rsidR="009353EF" w:rsidRPr="00F95990" w14:paraId="11FC50F6" w14:textId="77777777" w:rsidTr="00B2207F">
        <w:tc>
          <w:tcPr>
            <w:tcW w:w="441" w:type="dxa"/>
          </w:tcPr>
          <w:p w14:paraId="71AE48E6" w14:textId="77777777" w:rsidR="009353EF" w:rsidRPr="00F95990" w:rsidRDefault="009353EF" w:rsidP="009353EF">
            <w:pPr>
              <w:jc w:val="center"/>
            </w:pPr>
          </w:p>
        </w:tc>
        <w:tc>
          <w:tcPr>
            <w:tcW w:w="974" w:type="dxa"/>
            <w:gridSpan w:val="3"/>
          </w:tcPr>
          <w:p w14:paraId="462F9F3C"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2BFC880E" w14:textId="77777777" w:rsidR="009353EF" w:rsidRPr="00F95990" w:rsidRDefault="009353EF" w:rsidP="009353EF">
            <w:r w:rsidRPr="00F95990">
              <w:t>Can be made to contain a schedule that schedules Unsigned values</w:t>
            </w:r>
          </w:p>
        </w:tc>
      </w:tr>
      <w:tr w:rsidR="009353EF" w:rsidRPr="00F95990" w14:paraId="7280012F" w14:textId="77777777" w:rsidTr="00B2207F">
        <w:tc>
          <w:tcPr>
            <w:tcW w:w="441" w:type="dxa"/>
          </w:tcPr>
          <w:p w14:paraId="17BAB8F9" w14:textId="77777777" w:rsidR="009353EF" w:rsidRPr="00F95990" w:rsidRDefault="009353EF" w:rsidP="009353EF">
            <w:pPr>
              <w:jc w:val="center"/>
            </w:pPr>
          </w:p>
        </w:tc>
        <w:tc>
          <w:tcPr>
            <w:tcW w:w="974" w:type="dxa"/>
            <w:gridSpan w:val="3"/>
          </w:tcPr>
          <w:p w14:paraId="7156E67F"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2DD57F43" w14:textId="77777777" w:rsidR="009353EF" w:rsidRPr="00F95990" w:rsidRDefault="009353EF" w:rsidP="009353EF">
            <w:r w:rsidRPr="00F95990">
              <w:t>Can be made to contain a schedule that schedules INTEGER (signed) values</w:t>
            </w:r>
          </w:p>
        </w:tc>
      </w:tr>
      <w:tr w:rsidR="009353EF" w:rsidRPr="00F95990" w14:paraId="34C73384" w14:textId="77777777" w:rsidTr="00B2207F">
        <w:tc>
          <w:tcPr>
            <w:tcW w:w="441" w:type="dxa"/>
          </w:tcPr>
          <w:p w14:paraId="33BA4BBB" w14:textId="77777777" w:rsidR="009353EF" w:rsidRPr="00F95990" w:rsidRDefault="009353EF" w:rsidP="009353EF">
            <w:pPr>
              <w:jc w:val="center"/>
            </w:pPr>
          </w:p>
        </w:tc>
        <w:tc>
          <w:tcPr>
            <w:tcW w:w="974" w:type="dxa"/>
            <w:gridSpan w:val="3"/>
          </w:tcPr>
          <w:p w14:paraId="0CF80EE4"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235FFF05" w14:textId="77777777" w:rsidR="009353EF" w:rsidRPr="00F95990" w:rsidRDefault="009353EF" w:rsidP="009353EF">
            <w:r w:rsidRPr="00F95990">
              <w:t>Can be made to contain a schedule that schedules REAL values</w:t>
            </w:r>
          </w:p>
        </w:tc>
      </w:tr>
      <w:tr w:rsidR="009353EF" w:rsidRPr="00F95990" w14:paraId="60BDC8D6" w14:textId="77777777" w:rsidTr="00B2207F">
        <w:tc>
          <w:tcPr>
            <w:tcW w:w="441" w:type="dxa"/>
          </w:tcPr>
          <w:p w14:paraId="59101A7B" w14:textId="77777777" w:rsidR="009353EF" w:rsidRPr="00F95990" w:rsidRDefault="009353EF" w:rsidP="009353EF">
            <w:pPr>
              <w:jc w:val="center"/>
            </w:pPr>
          </w:p>
        </w:tc>
        <w:tc>
          <w:tcPr>
            <w:tcW w:w="974" w:type="dxa"/>
            <w:gridSpan w:val="3"/>
          </w:tcPr>
          <w:p w14:paraId="59D4BE1E"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518E7225" w14:textId="77777777" w:rsidR="009353EF" w:rsidRPr="00F95990" w:rsidRDefault="009353EF" w:rsidP="009353EF">
            <w:r w:rsidRPr="00F95990">
              <w:t>Can be made to contain a schedule that schedules Double values</w:t>
            </w:r>
          </w:p>
        </w:tc>
      </w:tr>
      <w:tr w:rsidR="009353EF" w:rsidRPr="00F95990" w14:paraId="0CAB06B2" w14:textId="77777777" w:rsidTr="00B2207F">
        <w:tc>
          <w:tcPr>
            <w:tcW w:w="441" w:type="dxa"/>
          </w:tcPr>
          <w:p w14:paraId="6BCE99F3" w14:textId="77777777" w:rsidR="009353EF" w:rsidRPr="00F95990" w:rsidRDefault="009353EF" w:rsidP="009353EF">
            <w:pPr>
              <w:jc w:val="center"/>
            </w:pPr>
          </w:p>
        </w:tc>
        <w:tc>
          <w:tcPr>
            <w:tcW w:w="974" w:type="dxa"/>
            <w:gridSpan w:val="3"/>
          </w:tcPr>
          <w:p w14:paraId="6FF4E1CE"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208796A5" w14:textId="77777777" w:rsidR="009353EF" w:rsidRPr="00F95990" w:rsidRDefault="009353EF" w:rsidP="009353EF">
            <w:r w:rsidRPr="00F95990">
              <w:t>Can be made to contain a schedule that schedules Octet String values</w:t>
            </w:r>
          </w:p>
        </w:tc>
      </w:tr>
      <w:tr w:rsidR="009353EF" w:rsidRPr="00F95990" w14:paraId="5428C85E" w14:textId="77777777" w:rsidTr="00B2207F">
        <w:tc>
          <w:tcPr>
            <w:tcW w:w="441" w:type="dxa"/>
          </w:tcPr>
          <w:p w14:paraId="182C8A79" w14:textId="77777777" w:rsidR="009353EF" w:rsidRPr="00F95990" w:rsidRDefault="009353EF" w:rsidP="009353EF">
            <w:pPr>
              <w:jc w:val="center"/>
            </w:pPr>
          </w:p>
        </w:tc>
        <w:tc>
          <w:tcPr>
            <w:tcW w:w="974" w:type="dxa"/>
            <w:gridSpan w:val="3"/>
          </w:tcPr>
          <w:p w14:paraId="7FC8F315"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5B22767F" w14:textId="77777777" w:rsidR="009353EF" w:rsidRPr="00F95990" w:rsidRDefault="009353EF" w:rsidP="009353EF">
            <w:r w:rsidRPr="00F95990">
              <w:t>Can be made to contain a schedule that schedules Character String values</w:t>
            </w:r>
          </w:p>
        </w:tc>
      </w:tr>
      <w:tr w:rsidR="009353EF" w:rsidRPr="00F95990" w14:paraId="0D74D921" w14:textId="77777777" w:rsidTr="00B2207F">
        <w:tc>
          <w:tcPr>
            <w:tcW w:w="441" w:type="dxa"/>
          </w:tcPr>
          <w:p w14:paraId="3B9B9D02" w14:textId="77777777" w:rsidR="009353EF" w:rsidRPr="00F95990" w:rsidRDefault="009353EF" w:rsidP="009353EF">
            <w:pPr>
              <w:jc w:val="center"/>
            </w:pPr>
          </w:p>
        </w:tc>
        <w:tc>
          <w:tcPr>
            <w:tcW w:w="974" w:type="dxa"/>
            <w:gridSpan w:val="3"/>
          </w:tcPr>
          <w:p w14:paraId="5BE32DEA"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35656232" w14:textId="77777777" w:rsidR="009353EF" w:rsidRPr="00F95990" w:rsidRDefault="009353EF" w:rsidP="009353EF">
            <w:r w:rsidRPr="00F95990">
              <w:t>Can be made to contain a schedule that schedules Bit String values</w:t>
            </w:r>
          </w:p>
        </w:tc>
      </w:tr>
      <w:tr w:rsidR="009353EF" w:rsidRPr="00F95990" w14:paraId="6A34FA01" w14:textId="77777777" w:rsidTr="00B2207F">
        <w:tc>
          <w:tcPr>
            <w:tcW w:w="441" w:type="dxa"/>
          </w:tcPr>
          <w:p w14:paraId="56BA8CF8" w14:textId="77777777" w:rsidR="009353EF" w:rsidRPr="00F95990" w:rsidRDefault="009353EF" w:rsidP="009353EF">
            <w:pPr>
              <w:jc w:val="center"/>
            </w:pPr>
          </w:p>
        </w:tc>
        <w:tc>
          <w:tcPr>
            <w:tcW w:w="974" w:type="dxa"/>
            <w:gridSpan w:val="3"/>
          </w:tcPr>
          <w:p w14:paraId="4DBEF8F5"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3261BA4D" w14:textId="77777777" w:rsidR="009353EF" w:rsidRPr="00F95990" w:rsidRDefault="009353EF" w:rsidP="009353EF">
            <w:r w:rsidRPr="00F95990">
              <w:t>Can be made to contain a schedule that schedules Enumerated values</w:t>
            </w:r>
          </w:p>
        </w:tc>
      </w:tr>
      <w:tr w:rsidR="009353EF" w:rsidRPr="00F95990" w14:paraId="39A6CA2D" w14:textId="77777777" w:rsidTr="00B2207F">
        <w:tc>
          <w:tcPr>
            <w:tcW w:w="441" w:type="dxa"/>
          </w:tcPr>
          <w:p w14:paraId="0D67F6FF" w14:textId="77777777" w:rsidR="009353EF" w:rsidRPr="00F95990" w:rsidRDefault="009353EF" w:rsidP="009353EF">
            <w:pPr>
              <w:jc w:val="center"/>
            </w:pPr>
          </w:p>
        </w:tc>
        <w:tc>
          <w:tcPr>
            <w:tcW w:w="974" w:type="dxa"/>
            <w:gridSpan w:val="3"/>
          </w:tcPr>
          <w:p w14:paraId="687B4710"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5C621404" w14:textId="77777777" w:rsidR="009353EF" w:rsidRPr="00F95990" w:rsidRDefault="009353EF" w:rsidP="009353EF">
            <w:r w:rsidRPr="00F95990">
              <w:t>Can be made to contain a schedule that schedules Date values</w:t>
            </w:r>
          </w:p>
        </w:tc>
      </w:tr>
      <w:tr w:rsidR="009353EF" w:rsidRPr="00F95990" w14:paraId="626320EA" w14:textId="77777777" w:rsidTr="00B2207F">
        <w:tc>
          <w:tcPr>
            <w:tcW w:w="441" w:type="dxa"/>
          </w:tcPr>
          <w:p w14:paraId="4EA6E954" w14:textId="77777777" w:rsidR="009353EF" w:rsidRPr="00F95990" w:rsidRDefault="009353EF" w:rsidP="009353EF">
            <w:pPr>
              <w:jc w:val="center"/>
            </w:pPr>
          </w:p>
        </w:tc>
        <w:tc>
          <w:tcPr>
            <w:tcW w:w="974" w:type="dxa"/>
            <w:gridSpan w:val="3"/>
          </w:tcPr>
          <w:p w14:paraId="74521234"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0B915B2A" w14:textId="77777777" w:rsidR="009353EF" w:rsidRPr="00F95990" w:rsidRDefault="009353EF" w:rsidP="009353EF">
            <w:r w:rsidRPr="00F95990">
              <w:t>Can be made to contain a schedule that schedules Time values</w:t>
            </w:r>
          </w:p>
        </w:tc>
      </w:tr>
      <w:tr w:rsidR="009353EF" w:rsidRPr="00F95990" w14:paraId="241087A6" w14:textId="77777777" w:rsidTr="00B2207F">
        <w:tc>
          <w:tcPr>
            <w:tcW w:w="441" w:type="dxa"/>
          </w:tcPr>
          <w:p w14:paraId="0FF295DD" w14:textId="77777777" w:rsidR="009353EF" w:rsidRPr="00F95990" w:rsidRDefault="009353EF" w:rsidP="009353EF">
            <w:pPr>
              <w:jc w:val="center"/>
            </w:pPr>
          </w:p>
        </w:tc>
        <w:tc>
          <w:tcPr>
            <w:tcW w:w="974" w:type="dxa"/>
            <w:gridSpan w:val="3"/>
          </w:tcPr>
          <w:p w14:paraId="686C057E" w14:textId="77777777" w:rsidR="009353EF" w:rsidRPr="00F95990" w:rsidRDefault="009353EF" w:rsidP="009353EF">
            <w:pPr>
              <w:jc w:val="center"/>
            </w:pPr>
            <w:r w:rsidRPr="00F95990">
              <w:t>C</w:t>
            </w:r>
            <w:r w:rsidRPr="00F95990">
              <w:rPr>
                <w:vertAlign w:val="superscript"/>
              </w:rPr>
              <w:t>2</w:t>
            </w:r>
          </w:p>
        </w:tc>
        <w:tc>
          <w:tcPr>
            <w:tcW w:w="7495" w:type="dxa"/>
            <w:gridSpan w:val="2"/>
          </w:tcPr>
          <w:p w14:paraId="131B942F" w14:textId="77777777" w:rsidR="009353EF" w:rsidRPr="00F95990" w:rsidRDefault="009353EF" w:rsidP="009353EF">
            <w:r w:rsidRPr="00F95990">
              <w:t>Can be made to contain a schedule that schedules BACnetObjectIdentifier values</w:t>
            </w:r>
          </w:p>
        </w:tc>
      </w:tr>
      <w:tr w:rsidR="009353EF" w:rsidRPr="00F95990" w14:paraId="492ED3E7" w14:textId="77777777" w:rsidTr="00B2207F">
        <w:tc>
          <w:tcPr>
            <w:tcW w:w="441" w:type="dxa"/>
          </w:tcPr>
          <w:p w14:paraId="2930A41A" w14:textId="77777777" w:rsidR="009353EF" w:rsidRPr="00F95990" w:rsidRDefault="009353EF" w:rsidP="009353EF">
            <w:pPr>
              <w:jc w:val="center"/>
            </w:pPr>
          </w:p>
        </w:tc>
        <w:tc>
          <w:tcPr>
            <w:tcW w:w="974" w:type="dxa"/>
            <w:gridSpan w:val="3"/>
          </w:tcPr>
          <w:p w14:paraId="4A144725" w14:textId="77777777" w:rsidR="009353EF" w:rsidRPr="00F95990" w:rsidRDefault="009353EF" w:rsidP="009353EF">
            <w:pPr>
              <w:jc w:val="center"/>
            </w:pPr>
            <w:r w:rsidRPr="00F95990">
              <w:t>C</w:t>
            </w:r>
            <w:r w:rsidRPr="00F95990">
              <w:rPr>
                <w:vertAlign w:val="superscript"/>
              </w:rPr>
              <w:t>3</w:t>
            </w:r>
          </w:p>
        </w:tc>
        <w:tc>
          <w:tcPr>
            <w:tcW w:w="7495" w:type="dxa"/>
            <w:gridSpan w:val="2"/>
          </w:tcPr>
          <w:p w14:paraId="06FA3E25" w14:textId="77777777" w:rsidR="009353EF" w:rsidRPr="00F95990" w:rsidRDefault="009353EF" w:rsidP="009353EF">
            <w:r w:rsidRPr="00F95990">
              <w:t>Can be made to contain a non-empty Weekly_Schedule property</w:t>
            </w:r>
          </w:p>
        </w:tc>
      </w:tr>
      <w:tr w:rsidR="009353EF" w:rsidRPr="00F95990" w14:paraId="7945E159" w14:textId="77777777" w:rsidTr="00B2207F">
        <w:tc>
          <w:tcPr>
            <w:tcW w:w="441" w:type="dxa"/>
          </w:tcPr>
          <w:p w14:paraId="2484232E" w14:textId="77777777" w:rsidR="009353EF" w:rsidRPr="00F95990" w:rsidRDefault="009353EF" w:rsidP="009353EF">
            <w:pPr>
              <w:jc w:val="center"/>
            </w:pPr>
          </w:p>
        </w:tc>
        <w:tc>
          <w:tcPr>
            <w:tcW w:w="974" w:type="dxa"/>
            <w:gridSpan w:val="3"/>
          </w:tcPr>
          <w:p w14:paraId="7C466284" w14:textId="77777777" w:rsidR="009353EF" w:rsidRPr="00F95990" w:rsidRDefault="009353EF" w:rsidP="009353EF">
            <w:pPr>
              <w:jc w:val="center"/>
            </w:pPr>
            <w:r w:rsidRPr="00F95990">
              <w:t>C</w:t>
            </w:r>
            <w:r w:rsidRPr="00F95990">
              <w:rPr>
                <w:vertAlign w:val="superscript"/>
              </w:rPr>
              <w:t>3</w:t>
            </w:r>
          </w:p>
        </w:tc>
        <w:tc>
          <w:tcPr>
            <w:tcW w:w="7495" w:type="dxa"/>
            <w:gridSpan w:val="2"/>
          </w:tcPr>
          <w:p w14:paraId="333E54BF" w14:textId="77777777" w:rsidR="009353EF" w:rsidRPr="00F95990" w:rsidRDefault="009353EF" w:rsidP="009353EF">
            <w:r w:rsidRPr="00F95990">
              <w:t>Can be made to contain a non-empty Exception_Schedule</w:t>
            </w:r>
          </w:p>
        </w:tc>
      </w:tr>
      <w:tr w:rsidR="009353EF" w:rsidRPr="00F95990" w14:paraId="3A6E3F91" w14:textId="77777777" w:rsidTr="00B2207F">
        <w:tc>
          <w:tcPr>
            <w:tcW w:w="441" w:type="dxa"/>
          </w:tcPr>
          <w:p w14:paraId="08E31BDB" w14:textId="77777777" w:rsidR="009353EF" w:rsidRPr="00F95990" w:rsidRDefault="009353EF" w:rsidP="009353EF">
            <w:pPr>
              <w:jc w:val="center"/>
            </w:pPr>
          </w:p>
        </w:tc>
        <w:tc>
          <w:tcPr>
            <w:tcW w:w="974" w:type="dxa"/>
            <w:gridSpan w:val="3"/>
          </w:tcPr>
          <w:p w14:paraId="0BB0523D"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064FB20D" w14:textId="77777777" w:rsidR="009353EF" w:rsidRPr="00F95990" w:rsidRDefault="009353EF" w:rsidP="009353EF">
            <w:r w:rsidRPr="00F95990">
              <w:t>Can be made to contain an Exception_Schedule property with a Calendar Reference</w:t>
            </w:r>
          </w:p>
        </w:tc>
      </w:tr>
      <w:tr w:rsidR="009353EF" w:rsidRPr="00F95990" w14:paraId="5F0D896A" w14:textId="77777777" w:rsidTr="00B2207F">
        <w:tc>
          <w:tcPr>
            <w:tcW w:w="441" w:type="dxa"/>
          </w:tcPr>
          <w:p w14:paraId="328962E9" w14:textId="77777777" w:rsidR="009353EF" w:rsidRPr="00F95990" w:rsidRDefault="009353EF" w:rsidP="009353EF">
            <w:pPr>
              <w:jc w:val="center"/>
            </w:pPr>
          </w:p>
        </w:tc>
        <w:tc>
          <w:tcPr>
            <w:tcW w:w="974" w:type="dxa"/>
            <w:gridSpan w:val="3"/>
          </w:tcPr>
          <w:p w14:paraId="5BA45830"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4AD81795" w14:textId="77777777" w:rsidR="009353EF" w:rsidRPr="00F95990" w:rsidRDefault="009353EF" w:rsidP="009353EF">
            <w:r w:rsidRPr="00F95990">
              <w:t>Can be made to contain an Exception_Schedule property with a WeekNDay</w:t>
            </w:r>
          </w:p>
        </w:tc>
      </w:tr>
      <w:tr w:rsidR="009353EF" w:rsidRPr="00F95990" w14:paraId="2F41F562" w14:textId="77777777" w:rsidTr="00B2207F">
        <w:tc>
          <w:tcPr>
            <w:tcW w:w="441" w:type="dxa"/>
          </w:tcPr>
          <w:p w14:paraId="255DA2FE" w14:textId="77777777" w:rsidR="009353EF" w:rsidRPr="00F95990" w:rsidRDefault="009353EF" w:rsidP="009353EF">
            <w:pPr>
              <w:jc w:val="center"/>
            </w:pPr>
          </w:p>
        </w:tc>
        <w:tc>
          <w:tcPr>
            <w:tcW w:w="974" w:type="dxa"/>
            <w:gridSpan w:val="3"/>
          </w:tcPr>
          <w:p w14:paraId="1442AAF1" w14:textId="77777777" w:rsidR="009353EF" w:rsidRPr="00F95990" w:rsidRDefault="009353EF" w:rsidP="009353EF">
            <w:pPr>
              <w:jc w:val="center"/>
            </w:pPr>
            <w:r w:rsidRPr="00F95990">
              <w:t>C</w:t>
            </w:r>
            <w:r w:rsidRPr="00F95990">
              <w:rPr>
                <w:vertAlign w:val="superscript"/>
              </w:rPr>
              <w:t>4</w:t>
            </w:r>
          </w:p>
        </w:tc>
        <w:tc>
          <w:tcPr>
            <w:tcW w:w="7495" w:type="dxa"/>
            <w:gridSpan w:val="2"/>
          </w:tcPr>
          <w:p w14:paraId="5CA489A9" w14:textId="77777777" w:rsidR="009353EF" w:rsidRPr="00F95990" w:rsidRDefault="009353EF" w:rsidP="009353EF">
            <w:r w:rsidRPr="00F95990">
              <w:t>Can be made to contain an Exception_Schedule property with a DateRange</w:t>
            </w:r>
          </w:p>
        </w:tc>
      </w:tr>
      <w:tr w:rsidR="009353EF" w:rsidRPr="005757D7" w14:paraId="59848B2E" w14:textId="77777777" w:rsidTr="00B2207F">
        <w:tc>
          <w:tcPr>
            <w:tcW w:w="441" w:type="dxa"/>
          </w:tcPr>
          <w:p w14:paraId="106F740A" w14:textId="77777777" w:rsidR="009353EF" w:rsidRPr="005757D7" w:rsidRDefault="009353EF" w:rsidP="009353EF">
            <w:pPr>
              <w:jc w:val="center"/>
            </w:pPr>
          </w:p>
        </w:tc>
        <w:tc>
          <w:tcPr>
            <w:tcW w:w="974" w:type="dxa"/>
            <w:gridSpan w:val="3"/>
          </w:tcPr>
          <w:p w14:paraId="1EC36965" w14:textId="77777777" w:rsidR="009353EF" w:rsidRPr="005757D7" w:rsidRDefault="009353EF" w:rsidP="009353EF">
            <w:pPr>
              <w:jc w:val="center"/>
            </w:pPr>
            <w:r w:rsidRPr="005757D7">
              <w:t>C</w:t>
            </w:r>
            <w:r w:rsidRPr="005757D7">
              <w:rPr>
                <w:vertAlign w:val="superscript"/>
              </w:rPr>
              <w:t>4</w:t>
            </w:r>
          </w:p>
        </w:tc>
        <w:tc>
          <w:tcPr>
            <w:tcW w:w="7495" w:type="dxa"/>
            <w:gridSpan w:val="2"/>
          </w:tcPr>
          <w:p w14:paraId="49AEFF4A" w14:textId="77777777" w:rsidR="009353EF" w:rsidRPr="005757D7" w:rsidRDefault="009353EF" w:rsidP="009353EF">
            <w:r w:rsidRPr="005757D7">
              <w:t>Can be made to contain an Exception_Schedule property with a Date</w:t>
            </w:r>
          </w:p>
        </w:tc>
      </w:tr>
      <w:tr w:rsidR="009353EF" w:rsidRPr="005757D7" w14:paraId="45006FAB" w14:textId="77777777" w:rsidTr="00B2207F">
        <w:tc>
          <w:tcPr>
            <w:tcW w:w="441" w:type="dxa"/>
          </w:tcPr>
          <w:p w14:paraId="4CDC409F" w14:textId="77777777" w:rsidR="009353EF" w:rsidRPr="005757D7" w:rsidRDefault="009353EF" w:rsidP="009353EF">
            <w:pPr>
              <w:jc w:val="center"/>
            </w:pPr>
          </w:p>
        </w:tc>
        <w:tc>
          <w:tcPr>
            <w:tcW w:w="974" w:type="dxa"/>
            <w:gridSpan w:val="3"/>
          </w:tcPr>
          <w:p w14:paraId="38A7F698" w14:textId="77777777" w:rsidR="009353EF" w:rsidRPr="005757D7" w:rsidRDefault="009353EF" w:rsidP="009353EF">
            <w:pPr>
              <w:jc w:val="center"/>
            </w:pPr>
            <w:r w:rsidRPr="005757D7">
              <w:t>O</w:t>
            </w:r>
          </w:p>
        </w:tc>
        <w:tc>
          <w:tcPr>
            <w:tcW w:w="7495" w:type="dxa"/>
            <w:gridSpan w:val="2"/>
          </w:tcPr>
          <w:p w14:paraId="1EABEF1A" w14:textId="77777777" w:rsidR="009353EF" w:rsidRPr="005757D7" w:rsidRDefault="009353EF" w:rsidP="009353EF">
            <w:r w:rsidRPr="005757D7">
              <w:t>Can be made to contain a schedule that schedules NULL values</w:t>
            </w:r>
          </w:p>
        </w:tc>
      </w:tr>
      <w:tr w:rsidR="009353EF" w:rsidRPr="005757D7" w14:paraId="00026EF9" w14:textId="77777777" w:rsidTr="00B2207F">
        <w:tc>
          <w:tcPr>
            <w:tcW w:w="441" w:type="dxa"/>
          </w:tcPr>
          <w:p w14:paraId="3CC8C7F1" w14:textId="77777777" w:rsidR="009353EF" w:rsidRPr="005757D7" w:rsidRDefault="009353EF" w:rsidP="009353EF">
            <w:pPr>
              <w:jc w:val="center"/>
            </w:pPr>
          </w:p>
        </w:tc>
        <w:tc>
          <w:tcPr>
            <w:tcW w:w="974" w:type="dxa"/>
            <w:gridSpan w:val="3"/>
          </w:tcPr>
          <w:p w14:paraId="7DAB33B3" w14:textId="77777777" w:rsidR="009353EF" w:rsidRPr="005757D7" w:rsidRDefault="009353EF" w:rsidP="009353EF">
            <w:pPr>
              <w:jc w:val="center"/>
            </w:pPr>
            <w:r w:rsidRPr="005757D7">
              <w:t>O</w:t>
            </w:r>
          </w:p>
        </w:tc>
        <w:tc>
          <w:tcPr>
            <w:tcW w:w="7495" w:type="dxa"/>
            <w:gridSpan w:val="2"/>
          </w:tcPr>
          <w:p w14:paraId="2BEB6159" w14:textId="77777777" w:rsidR="009353EF" w:rsidRPr="005757D7" w:rsidRDefault="009353EF" w:rsidP="009353EF">
            <w:r w:rsidRPr="005757D7">
              <w:t>Can be made to contain an Exception_Schedule property with two or more BACnetSpecialEvents entries</w:t>
            </w:r>
          </w:p>
        </w:tc>
      </w:tr>
      <w:tr w:rsidR="009353EF" w:rsidRPr="00F95990" w14:paraId="18E41C8E" w14:textId="77777777" w:rsidTr="00B2207F">
        <w:tc>
          <w:tcPr>
            <w:tcW w:w="441" w:type="dxa"/>
          </w:tcPr>
          <w:p w14:paraId="7867FF8D" w14:textId="77777777" w:rsidR="009353EF" w:rsidRPr="00F95990" w:rsidRDefault="009353EF" w:rsidP="009353EF">
            <w:pPr>
              <w:jc w:val="center"/>
            </w:pPr>
          </w:p>
        </w:tc>
        <w:tc>
          <w:tcPr>
            <w:tcW w:w="974" w:type="dxa"/>
            <w:gridSpan w:val="3"/>
          </w:tcPr>
          <w:p w14:paraId="48C3ADCC" w14:textId="77777777" w:rsidR="009353EF" w:rsidRPr="00F95990" w:rsidRDefault="009353EF" w:rsidP="009353EF">
            <w:pPr>
              <w:jc w:val="center"/>
            </w:pPr>
            <w:r w:rsidRPr="00F95990">
              <w:t>O</w:t>
            </w:r>
          </w:p>
        </w:tc>
        <w:tc>
          <w:tcPr>
            <w:tcW w:w="7495" w:type="dxa"/>
            <w:gridSpan w:val="2"/>
          </w:tcPr>
          <w:p w14:paraId="15EF5031" w14:textId="77777777" w:rsidR="009353EF" w:rsidRPr="00F95990" w:rsidRDefault="009353EF" w:rsidP="00F8739E">
            <w:r w:rsidRPr="00F95990">
              <w:t xml:space="preserve">Supports </w:t>
            </w:r>
            <w:r w:rsidR="00F8739E">
              <w:t>c</w:t>
            </w:r>
            <w:r w:rsidRPr="00F95990">
              <w:t>oncurrent weekly and exception schedules</w:t>
            </w:r>
          </w:p>
        </w:tc>
      </w:tr>
      <w:tr w:rsidR="009353EF" w:rsidRPr="00F95990" w14:paraId="1AF8213E"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02282245" w14:textId="77777777" w:rsidR="009353EF" w:rsidRPr="00F95990" w:rsidRDefault="009353EF" w:rsidP="009353EF">
            <w:pPr>
              <w:ind w:left="720"/>
            </w:pPr>
            <w:r w:rsidRPr="00F95990">
              <w:rPr>
                <w:vertAlign w:val="superscript"/>
              </w:rPr>
              <w:t>1</w:t>
            </w:r>
            <w:r w:rsidRPr="00F95990">
              <w:t xml:space="preserve"> At least one of these options is required in order to claim conformance to this BIBB</w:t>
            </w:r>
          </w:p>
          <w:p w14:paraId="58B76AC3" w14:textId="77777777" w:rsidR="009353EF" w:rsidRPr="00F95990" w:rsidRDefault="009353EF" w:rsidP="009353EF">
            <w:pPr>
              <w:ind w:left="720"/>
            </w:pPr>
            <w:r w:rsidRPr="00F95990">
              <w:rPr>
                <w:vertAlign w:val="superscript"/>
              </w:rPr>
              <w:t>2</w:t>
            </w:r>
            <w:r w:rsidRPr="00F95990">
              <w:t xml:space="preserve"> At least one of these options is required in order to claim conformance to this BIBB</w:t>
            </w:r>
          </w:p>
          <w:p w14:paraId="0F878F71" w14:textId="77777777" w:rsidR="009353EF" w:rsidRPr="00F95990" w:rsidRDefault="009353EF" w:rsidP="009353EF">
            <w:pPr>
              <w:ind w:left="720"/>
            </w:pPr>
            <w:r w:rsidRPr="00F95990">
              <w:rPr>
                <w:vertAlign w:val="superscript"/>
              </w:rPr>
              <w:t>3</w:t>
            </w:r>
            <w:r w:rsidRPr="00F95990">
              <w:t xml:space="preserve"> At least one of these options is required in order to claim conformance to this BIBB</w:t>
            </w:r>
          </w:p>
          <w:p w14:paraId="5E9688F0" w14:textId="77777777" w:rsidR="009353EF" w:rsidRDefault="009353EF" w:rsidP="009353EF">
            <w:pPr>
              <w:ind w:left="720"/>
            </w:pPr>
            <w:r w:rsidRPr="00F95990">
              <w:rPr>
                <w:vertAlign w:val="superscript"/>
              </w:rPr>
              <w:t>4</w:t>
            </w:r>
            <w:r w:rsidRPr="00F95990">
              <w:t xml:space="preserve"> At least one of these options is required if the IUT can be made to contain a non-empty Exception_Schedule</w:t>
            </w:r>
          </w:p>
          <w:p w14:paraId="50104371" w14:textId="77777777" w:rsidR="0064485D" w:rsidRPr="00F95990" w:rsidRDefault="0064485D" w:rsidP="009353EF">
            <w:pPr>
              <w:ind w:left="720"/>
            </w:pPr>
            <w:r w:rsidRPr="00DE1102">
              <w:rPr>
                <w:vertAlign w:val="superscript"/>
              </w:rPr>
              <w:t>5</w:t>
            </w:r>
            <w:r>
              <w:t xml:space="preserve"> This BIBB can only be claimed if SCHED-I-B is not claimed</w:t>
            </w:r>
          </w:p>
        </w:tc>
      </w:tr>
      <w:tr w:rsidR="00DE1102" w:rsidRPr="00F95990" w14:paraId="32405CEC" w14:textId="77777777" w:rsidTr="00B2207F">
        <w:trPr>
          <w:cantSplit/>
        </w:trPr>
        <w:tc>
          <w:tcPr>
            <w:tcW w:w="8910" w:type="dxa"/>
            <w:gridSpan w:val="6"/>
            <w:tcBorders>
              <w:top w:val="single" w:sz="4" w:space="0" w:color="auto"/>
              <w:left w:val="single" w:sz="4" w:space="0" w:color="auto"/>
              <w:bottom w:val="single" w:sz="4" w:space="0" w:color="auto"/>
              <w:right w:val="single" w:sz="4" w:space="0" w:color="auto"/>
            </w:tcBorders>
          </w:tcPr>
          <w:p w14:paraId="3C1FFD2C" w14:textId="77777777" w:rsidR="00DE1102" w:rsidRPr="00DE1102" w:rsidRDefault="00DE1102" w:rsidP="001E58E4">
            <w:pPr>
              <w:rPr>
                <w:b/>
              </w:rPr>
            </w:pPr>
            <w:r w:rsidRPr="00DE1102">
              <w:rPr>
                <w:b/>
              </w:rPr>
              <w:lastRenderedPageBreak/>
              <w:t xml:space="preserve">Scheduling </w:t>
            </w:r>
            <w:r w:rsidR="00012C95">
              <w:rPr>
                <w:b/>
              </w:rPr>
              <w:t>-</w:t>
            </w:r>
            <w:r w:rsidRPr="00DE1102">
              <w:rPr>
                <w:b/>
              </w:rPr>
              <w:t xml:space="preserve"> Schedule </w:t>
            </w:r>
            <w:r w:rsidR="00012C95">
              <w:rPr>
                <w:b/>
              </w:rPr>
              <w:t>-</w:t>
            </w:r>
            <w:r w:rsidRPr="00DE1102">
              <w:rPr>
                <w:b/>
              </w:rPr>
              <w:t xml:space="preserve"> A</w:t>
            </w:r>
          </w:p>
        </w:tc>
      </w:tr>
      <w:tr w:rsidR="00DE1102" w:rsidRPr="00F95990" w14:paraId="50E0E84A" w14:textId="77777777" w:rsidTr="00B2207F">
        <w:tc>
          <w:tcPr>
            <w:tcW w:w="450" w:type="dxa"/>
            <w:gridSpan w:val="2"/>
          </w:tcPr>
          <w:p w14:paraId="6A399EB3" w14:textId="77777777" w:rsidR="00DE1102" w:rsidRPr="00F95990" w:rsidRDefault="00DE1102" w:rsidP="00084C1C">
            <w:pPr>
              <w:jc w:val="center"/>
            </w:pPr>
          </w:p>
        </w:tc>
        <w:tc>
          <w:tcPr>
            <w:tcW w:w="990" w:type="dxa"/>
            <w:gridSpan w:val="3"/>
          </w:tcPr>
          <w:p w14:paraId="3F8A387B" w14:textId="77777777" w:rsidR="00DE1102" w:rsidRPr="00F95990" w:rsidRDefault="00DE1102" w:rsidP="00084C1C">
            <w:pPr>
              <w:jc w:val="center"/>
            </w:pPr>
            <w:r w:rsidRPr="00F95990">
              <w:t>R</w:t>
            </w:r>
            <w:r w:rsidRPr="00DE1102">
              <w:rPr>
                <w:vertAlign w:val="superscript"/>
              </w:rPr>
              <w:t>1</w:t>
            </w:r>
          </w:p>
        </w:tc>
        <w:tc>
          <w:tcPr>
            <w:tcW w:w="7470" w:type="dxa"/>
          </w:tcPr>
          <w:p w14:paraId="34A59F66" w14:textId="77777777" w:rsidR="00DE1102" w:rsidRPr="00F95990" w:rsidRDefault="00DE1102" w:rsidP="00084C1C">
            <w:pPr>
              <w:rPr>
                <w:color w:val="0000FF"/>
              </w:rPr>
            </w:pPr>
            <w:r w:rsidRPr="00F95990">
              <w:t xml:space="preserve">Base Requirements </w:t>
            </w:r>
          </w:p>
        </w:tc>
      </w:tr>
      <w:tr w:rsidR="00DE1102" w:rsidRPr="00F95990" w14:paraId="27CB5B2D" w14:textId="77777777" w:rsidTr="00B2207F">
        <w:trPr>
          <w:cantSplit/>
        </w:trPr>
        <w:tc>
          <w:tcPr>
            <w:tcW w:w="8910" w:type="dxa"/>
            <w:gridSpan w:val="6"/>
          </w:tcPr>
          <w:p w14:paraId="5F3C4FB9" w14:textId="77777777" w:rsidR="00DE1102" w:rsidRPr="00F95990" w:rsidRDefault="00DE1102" w:rsidP="00DE1102">
            <w:pPr>
              <w:ind w:left="720"/>
              <w:rPr>
                <w:b/>
              </w:rPr>
            </w:pPr>
            <w:r w:rsidRPr="008415F7">
              <w:rPr>
                <w:vertAlign w:val="superscript"/>
              </w:rPr>
              <w:t>1</w:t>
            </w:r>
            <w:r w:rsidRPr="008415F7">
              <w:t xml:space="preserve"> This BIBB can be claimed if SCHED-VM-A is claimed.</w:t>
            </w:r>
          </w:p>
        </w:tc>
      </w:tr>
      <w:tr w:rsidR="007A776D" w:rsidRPr="00D70172" w14:paraId="1FAA0D77" w14:textId="77777777" w:rsidTr="007A776D">
        <w:trPr>
          <w:cantSplit/>
        </w:trPr>
        <w:tc>
          <w:tcPr>
            <w:tcW w:w="8910" w:type="dxa"/>
            <w:gridSpan w:val="6"/>
            <w:tcBorders>
              <w:top w:val="single" w:sz="4" w:space="0" w:color="auto"/>
              <w:left w:val="single" w:sz="4" w:space="0" w:color="auto"/>
              <w:bottom w:val="single" w:sz="4" w:space="0" w:color="auto"/>
              <w:right w:val="single" w:sz="4" w:space="0" w:color="auto"/>
            </w:tcBorders>
          </w:tcPr>
          <w:p w14:paraId="3F75A790" w14:textId="77777777" w:rsidR="007A776D" w:rsidRPr="00D70172" w:rsidRDefault="007A776D" w:rsidP="007A776D">
            <w:pPr>
              <w:rPr>
                <w:b/>
                <w:bCs/>
              </w:rPr>
            </w:pPr>
            <w:r>
              <w:rPr>
                <w:b/>
                <w:bCs/>
              </w:rPr>
              <w:t>Sch</w:t>
            </w:r>
            <w:r w:rsidRPr="00D70172">
              <w:rPr>
                <w:b/>
                <w:bCs/>
              </w:rPr>
              <w:t>e</w:t>
            </w:r>
            <w:r>
              <w:rPr>
                <w:b/>
                <w:bCs/>
              </w:rPr>
              <w:t>duling</w:t>
            </w:r>
            <w:r w:rsidRPr="00D70172">
              <w:rPr>
                <w:b/>
                <w:bCs/>
              </w:rPr>
              <w:t xml:space="preserve"> </w:t>
            </w:r>
            <w:r>
              <w:rPr>
                <w:b/>
                <w:bCs/>
              </w:rPr>
              <w:t xml:space="preserve">- Timer - Internal </w:t>
            </w:r>
            <w:r w:rsidRPr="00D70172">
              <w:rPr>
                <w:b/>
                <w:bCs/>
              </w:rPr>
              <w:t xml:space="preserve">- </w:t>
            </w:r>
            <w:r>
              <w:rPr>
                <w:b/>
                <w:bCs/>
              </w:rPr>
              <w:t>B</w:t>
            </w:r>
          </w:p>
        </w:tc>
      </w:tr>
      <w:tr w:rsidR="007A776D" w:rsidRPr="000E2F70" w14:paraId="40AE4AFA" w14:textId="77777777" w:rsidTr="007A776D">
        <w:tc>
          <w:tcPr>
            <w:tcW w:w="450" w:type="dxa"/>
            <w:gridSpan w:val="2"/>
          </w:tcPr>
          <w:p w14:paraId="59D35303" w14:textId="77777777" w:rsidR="007A776D" w:rsidRPr="000E2F70" w:rsidRDefault="007A776D" w:rsidP="007A776D">
            <w:pPr>
              <w:jc w:val="center"/>
            </w:pPr>
          </w:p>
        </w:tc>
        <w:tc>
          <w:tcPr>
            <w:tcW w:w="900" w:type="dxa"/>
          </w:tcPr>
          <w:p w14:paraId="1B24908E" w14:textId="77777777" w:rsidR="007A776D" w:rsidRPr="000E2F70" w:rsidRDefault="007A776D" w:rsidP="007A776D">
            <w:pPr>
              <w:jc w:val="center"/>
            </w:pPr>
            <w:r w:rsidRPr="000E2F70">
              <w:t>R</w:t>
            </w:r>
          </w:p>
        </w:tc>
        <w:tc>
          <w:tcPr>
            <w:tcW w:w="7560" w:type="dxa"/>
            <w:gridSpan w:val="3"/>
          </w:tcPr>
          <w:p w14:paraId="64CA51BA" w14:textId="77777777" w:rsidR="007A776D" w:rsidRPr="000E2F70" w:rsidRDefault="007A776D" w:rsidP="007A776D">
            <w:pPr>
              <w:rPr>
                <w:color w:val="0000FF"/>
              </w:rPr>
            </w:pPr>
            <w:r w:rsidRPr="000E2F70">
              <w:t xml:space="preserve">Base Requirements </w:t>
            </w:r>
          </w:p>
        </w:tc>
      </w:tr>
      <w:tr w:rsidR="007A776D" w:rsidRPr="000E2F70" w14:paraId="7C33555C" w14:textId="77777777" w:rsidTr="007A776D">
        <w:tc>
          <w:tcPr>
            <w:tcW w:w="450" w:type="dxa"/>
            <w:gridSpan w:val="2"/>
          </w:tcPr>
          <w:p w14:paraId="797F1CB4" w14:textId="77777777" w:rsidR="007A776D" w:rsidRPr="000E2F70" w:rsidRDefault="007A776D" w:rsidP="007A776D">
            <w:pPr>
              <w:jc w:val="center"/>
            </w:pPr>
          </w:p>
        </w:tc>
        <w:tc>
          <w:tcPr>
            <w:tcW w:w="900" w:type="dxa"/>
          </w:tcPr>
          <w:p w14:paraId="1C7D14F6" w14:textId="77777777" w:rsidR="007A776D" w:rsidRPr="000E2F70" w:rsidRDefault="007A776D" w:rsidP="007A776D">
            <w:pPr>
              <w:jc w:val="center"/>
            </w:pPr>
            <w:r w:rsidRPr="000E2F70">
              <w:t>R</w:t>
            </w:r>
          </w:p>
        </w:tc>
        <w:tc>
          <w:tcPr>
            <w:tcW w:w="7560" w:type="dxa"/>
            <w:gridSpan w:val="3"/>
          </w:tcPr>
          <w:p w14:paraId="0599E6AE" w14:textId="77777777" w:rsidR="007A776D" w:rsidRPr="000E2F70" w:rsidRDefault="007A776D" w:rsidP="007A776D">
            <w:r w:rsidRPr="000E2F70">
              <w:rPr>
                <w:szCs w:val="20"/>
              </w:rPr>
              <w:t>Supports writable Priority_For_Writing property</w:t>
            </w:r>
          </w:p>
        </w:tc>
      </w:tr>
      <w:tr w:rsidR="007A776D" w:rsidRPr="000E2F70" w14:paraId="453D3E99" w14:textId="77777777" w:rsidTr="007A776D">
        <w:tc>
          <w:tcPr>
            <w:tcW w:w="450" w:type="dxa"/>
            <w:gridSpan w:val="2"/>
          </w:tcPr>
          <w:p w14:paraId="585E9472" w14:textId="77777777" w:rsidR="007A776D" w:rsidRPr="000E2F70" w:rsidRDefault="007A776D" w:rsidP="007A776D">
            <w:pPr>
              <w:jc w:val="center"/>
            </w:pPr>
          </w:p>
        </w:tc>
        <w:tc>
          <w:tcPr>
            <w:tcW w:w="900" w:type="dxa"/>
          </w:tcPr>
          <w:p w14:paraId="3F71B427" w14:textId="77777777" w:rsidR="007A776D" w:rsidRPr="000E2F70" w:rsidRDefault="007A776D" w:rsidP="007A776D">
            <w:pPr>
              <w:jc w:val="center"/>
            </w:pPr>
            <w:r w:rsidRPr="000E2F70">
              <w:t>R</w:t>
            </w:r>
          </w:p>
        </w:tc>
        <w:tc>
          <w:tcPr>
            <w:tcW w:w="7560" w:type="dxa"/>
            <w:gridSpan w:val="3"/>
          </w:tcPr>
          <w:p w14:paraId="081914BD" w14:textId="77777777" w:rsidR="007A776D" w:rsidRPr="000E2F70" w:rsidRDefault="007A776D" w:rsidP="007A776D">
            <w:pPr>
              <w:rPr>
                <w:szCs w:val="20"/>
              </w:rPr>
            </w:pPr>
            <w:r w:rsidRPr="000E2F70">
              <w:rPr>
                <w:szCs w:val="20"/>
              </w:rPr>
              <w:t>Supports writable Default_Timeout property</w:t>
            </w:r>
          </w:p>
        </w:tc>
      </w:tr>
      <w:tr w:rsidR="007A776D" w:rsidRPr="000E2F70" w14:paraId="1B70E632" w14:textId="77777777" w:rsidTr="007A776D">
        <w:tc>
          <w:tcPr>
            <w:tcW w:w="8910" w:type="dxa"/>
            <w:gridSpan w:val="6"/>
          </w:tcPr>
          <w:p w14:paraId="5997464D" w14:textId="77777777" w:rsidR="007A776D" w:rsidRPr="000E2F70" w:rsidRDefault="007A776D" w:rsidP="007A776D">
            <w:pPr>
              <w:ind w:firstLine="702"/>
              <w:rPr>
                <w:strike/>
                <w:szCs w:val="20"/>
              </w:rPr>
            </w:pPr>
          </w:p>
        </w:tc>
      </w:tr>
      <w:tr w:rsidR="007A776D" w:rsidRPr="00D70172" w14:paraId="71505B72" w14:textId="77777777" w:rsidTr="007A776D">
        <w:trPr>
          <w:cantSplit/>
        </w:trPr>
        <w:tc>
          <w:tcPr>
            <w:tcW w:w="8910" w:type="dxa"/>
            <w:gridSpan w:val="6"/>
            <w:tcBorders>
              <w:top w:val="single" w:sz="4" w:space="0" w:color="auto"/>
              <w:left w:val="single" w:sz="4" w:space="0" w:color="auto"/>
              <w:bottom w:val="single" w:sz="4" w:space="0" w:color="auto"/>
              <w:right w:val="single" w:sz="4" w:space="0" w:color="auto"/>
            </w:tcBorders>
          </w:tcPr>
          <w:p w14:paraId="553BC70F" w14:textId="77777777" w:rsidR="007A776D" w:rsidRPr="00D70172" w:rsidRDefault="007A776D" w:rsidP="007A776D">
            <w:pPr>
              <w:rPr>
                <w:b/>
                <w:bCs/>
              </w:rPr>
            </w:pPr>
            <w:r>
              <w:rPr>
                <w:b/>
                <w:bCs/>
              </w:rPr>
              <w:t>Sch</w:t>
            </w:r>
            <w:r w:rsidRPr="00D70172">
              <w:rPr>
                <w:b/>
                <w:bCs/>
              </w:rPr>
              <w:t>e</w:t>
            </w:r>
            <w:r>
              <w:rPr>
                <w:b/>
                <w:bCs/>
              </w:rPr>
              <w:t>duling</w:t>
            </w:r>
            <w:r w:rsidRPr="00D70172">
              <w:rPr>
                <w:b/>
                <w:bCs/>
              </w:rPr>
              <w:t xml:space="preserve"> </w:t>
            </w:r>
            <w:r>
              <w:rPr>
                <w:b/>
                <w:bCs/>
              </w:rPr>
              <w:t xml:space="preserve">- Timer - External </w:t>
            </w:r>
            <w:r w:rsidRPr="00D70172">
              <w:rPr>
                <w:b/>
                <w:bCs/>
              </w:rPr>
              <w:t xml:space="preserve">- </w:t>
            </w:r>
            <w:r>
              <w:rPr>
                <w:b/>
                <w:bCs/>
              </w:rPr>
              <w:t>B</w:t>
            </w:r>
          </w:p>
        </w:tc>
      </w:tr>
      <w:tr w:rsidR="007A776D" w:rsidRPr="00195F38" w14:paraId="0B6CAF93" w14:textId="77777777" w:rsidTr="007A776D">
        <w:tc>
          <w:tcPr>
            <w:tcW w:w="450" w:type="dxa"/>
            <w:gridSpan w:val="2"/>
          </w:tcPr>
          <w:p w14:paraId="32D10BD1" w14:textId="77777777" w:rsidR="007A776D" w:rsidRPr="00195F38" w:rsidRDefault="007A776D" w:rsidP="007A776D">
            <w:pPr>
              <w:jc w:val="center"/>
            </w:pPr>
          </w:p>
        </w:tc>
        <w:tc>
          <w:tcPr>
            <w:tcW w:w="900" w:type="dxa"/>
          </w:tcPr>
          <w:p w14:paraId="18BF1DE1" w14:textId="77777777" w:rsidR="007A776D" w:rsidRPr="00195F38" w:rsidRDefault="007A776D" w:rsidP="007A776D">
            <w:pPr>
              <w:jc w:val="center"/>
            </w:pPr>
            <w:r w:rsidRPr="00195F38">
              <w:t>R</w:t>
            </w:r>
          </w:p>
        </w:tc>
        <w:tc>
          <w:tcPr>
            <w:tcW w:w="7560" w:type="dxa"/>
            <w:gridSpan w:val="3"/>
          </w:tcPr>
          <w:p w14:paraId="76EA091E" w14:textId="77777777" w:rsidR="007A776D" w:rsidRPr="00195F38" w:rsidRDefault="007A776D" w:rsidP="007A776D">
            <w:pPr>
              <w:rPr>
                <w:color w:val="0000FF"/>
              </w:rPr>
            </w:pPr>
            <w:r w:rsidRPr="00195F38">
              <w:t xml:space="preserve">Base Requirements </w:t>
            </w:r>
          </w:p>
        </w:tc>
      </w:tr>
      <w:tr w:rsidR="007A776D" w:rsidRPr="00195F38" w14:paraId="226CAB06" w14:textId="77777777" w:rsidTr="007A776D">
        <w:tc>
          <w:tcPr>
            <w:tcW w:w="450" w:type="dxa"/>
            <w:gridSpan w:val="2"/>
          </w:tcPr>
          <w:p w14:paraId="63984EA0" w14:textId="77777777" w:rsidR="007A776D" w:rsidRPr="00195F38" w:rsidRDefault="007A776D" w:rsidP="007A776D">
            <w:pPr>
              <w:jc w:val="center"/>
              <w:rPr>
                <w:szCs w:val="20"/>
              </w:rPr>
            </w:pPr>
          </w:p>
        </w:tc>
        <w:tc>
          <w:tcPr>
            <w:tcW w:w="900" w:type="dxa"/>
          </w:tcPr>
          <w:p w14:paraId="650D411D" w14:textId="77777777" w:rsidR="007A776D" w:rsidRPr="00195F38" w:rsidRDefault="007A776D" w:rsidP="007A776D">
            <w:pPr>
              <w:jc w:val="center"/>
              <w:rPr>
                <w:szCs w:val="20"/>
              </w:rPr>
            </w:pPr>
            <w:r w:rsidRPr="00195F38">
              <w:rPr>
                <w:szCs w:val="20"/>
              </w:rPr>
              <w:t>R</w:t>
            </w:r>
          </w:p>
        </w:tc>
        <w:tc>
          <w:tcPr>
            <w:tcW w:w="7560" w:type="dxa"/>
            <w:gridSpan w:val="3"/>
          </w:tcPr>
          <w:p w14:paraId="4887F271" w14:textId="77777777" w:rsidR="007A776D" w:rsidRPr="00195F38" w:rsidRDefault="007A776D" w:rsidP="007A776D">
            <w:pPr>
              <w:rPr>
                <w:szCs w:val="20"/>
              </w:rPr>
            </w:pPr>
            <w:r w:rsidRPr="00195F38">
              <w:rPr>
                <w:szCs w:val="20"/>
              </w:rPr>
              <w:t>Supports SCHED-TMR-I-B</w:t>
            </w:r>
          </w:p>
        </w:tc>
      </w:tr>
      <w:tr w:rsidR="007A776D" w:rsidRPr="00195F38" w14:paraId="6D93C117" w14:textId="77777777" w:rsidTr="007A776D">
        <w:tc>
          <w:tcPr>
            <w:tcW w:w="450" w:type="dxa"/>
            <w:gridSpan w:val="2"/>
          </w:tcPr>
          <w:p w14:paraId="3DE9D414" w14:textId="77777777" w:rsidR="007A776D" w:rsidRPr="00195F38" w:rsidRDefault="007A776D" w:rsidP="007A776D">
            <w:pPr>
              <w:jc w:val="center"/>
              <w:rPr>
                <w:szCs w:val="20"/>
              </w:rPr>
            </w:pPr>
          </w:p>
        </w:tc>
        <w:tc>
          <w:tcPr>
            <w:tcW w:w="900" w:type="dxa"/>
          </w:tcPr>
          <w:p w14:paraId="4E79E75F" w14:textId="77777777" w:rsidR="007A776D" w:rsidRPr="00195F38" w:rsidRDefault="007A776D" w:rsidP="007A776D">
            <w:pPr>
              <w:jc w:val="center"/>
              <w:rPr>
                <w:szCs w:val="20"/>
              </w:rPr>
            </w:pPr>
            <w:r w:rsidRPr="00195F38">
              <w:rPr>
                <w:szCs w:val="20"/>
              </w:rPr>
              <w:t>R</w:t>
            </w:r>
          </w:p>
        </w:tc>
        <w:tc>
          <w:tcPr>
            <w:tcW w:w="7560" w:type="dxa"/>
            <w:gridSpan w:val="3"/>
          </w:tcPr>
          <w:p w14:paraId="35ADF4C4" w14:textId="77777777" w:rsidR="007A776D" w:rsidRPr="00195F38" w:rsidRDefault="007A776D" w:rsidP="007A776D">
            <w:pPr>
              <w:rPr>
                <w:szCs w:val="20"/>
              </w:rPr>
            </w:pPr>
            <w:r w:rsidRPr="00195F38">
              <w:rPr>
                <w:szCs w:val="20"/>
              </w:rPr>
              <w:t>Supports DS-WP-A</w:t>
            </w:r>
          </w:p>
        </w:tc>
      </w:tr>
      <w:tr w:rsidR="007A776D" w:rsidRPr="00195F38" w14:paraId="08C7CEF0" w14:textId="77777777" w:rsidTr="007A776D">
        <w:tc>
          <w:tcPr>
            <w:tcW w:w="450" w:type="dxa"/>
            <w:gridSpan w:val="2"/>
          </w:tcPr>
          <w:p w14:paraId="586390E8" w14:textId="77777777" w:rsidR="007A776D" w:rsidRPr="00195F38" w:rsidRDefault="007A776D" w:rsidP="007A776D">
            <w:pPr>
              <w:jc w:val="center"/>
              <w:rPr>
                <w:szCs w:val="20"/>
              </w:rPr>
            </w:pPr>
          </w:p>
        </w:tc>
        <w:tc>
          <w:tcPr>
            <w:tcW w:w="900" w:type="dxa"/>
          </w:tcPr>
          <w:p w14:paraId="7EBAF05D" w14:textId="77777777" w:rsidR="007A776D" w:rsidRPr="00195F38" w:rsidRDefault="007A776D" w:rsidP="007A776D">
            <w:pPr>
              <w:jc w:val="center"/>
              <w:rPr>
                <w:szCs w:val="20"/>
              </w:rPr>
            </w:pPr>
            <w:r w:rsidRPr="00195F38">
              <w:rPr>
                <w:szCs w:val="20"/>
              </w:rPr>
              <w:t>R</w:t>
            </w:r>
          </w:p>
        </w:tc>
        <w:tc>
          <w:tcPr>
            <w:tcW w:w="7560" w:type="dxa"/>
            <w:gridSpan w:val="3"/>
          </w:tcPr>
          <w:p w14:paraId="64A4290D" w14:textId="77777777" w:rsidR="007A776D" w:rsidRPr="00195F38" w:rsidRDefault="007A776D" w:rsidP="007A776D">
            <w:pPr>
              <w:rPr>
                <w:szCs w:val="20"/>
              </w:rPr>
            </w:pPr>
            <w:r w:rsidRPr="00195F38">
              <w:rPr>
                <w:szCs w:val="20"/>
              </w:rPr>
              <w:t>Supports writable List_Of_Object_Property_References property</w:t>
            </w:r>
          </w:p>
        </w:tc>
      </w:tr>
      <w:tr w:rsidR="007A776D" w:rsidRPr="00195F38" w14:paraId="4419DDC7" w14:textId="77777777" w:rsidTr="007A776D">
        <w:tc>
          <w:tcPr>
            <w:tcW w:w="450" w:type="dxa"/>
            <w:gridSpan w:val="2"/>
          </w:tcPr>
          <w:p w14:paraId="745A8049" w14:textId="77777777" w:rsidR="007A776D" w:rsidRPr="00195F38" w:rsidRDefault="007A776D" w:rsidP="007A776D">
            <w:pPr>
              <w:jc w:val="center"/>
              <w:rPr>
                <w:szCs w:val="20"/>
              </w:rPr>
            </w:pPr>
          </w:p>
        </w:tc>
        <w:tc>
          <w:tcPr>
            <w:tcW w:w="900" w:type="dxa"/>
          </w:tcPr>
          <w:p w14:paraId="4EF86C13" w14:textId="77777777" w:rsidR="007A776D" w:rsidRPr="00195F38" w:rsidRDefault="007A776D" w:rsidP="007A776D">
            <w:pPr>
              <w:jc w:val="center"/>
              <w:rPr>
                <w:szCs w:val="20"/>
              </w:rPr>
            </w:pPr>
            <w:r w:rsidRPr="00195F38">
              <w:rPr>
                <w:szCs w:val="20"/>
              </w:rPr>
              <w:t>R</w:t>
            </w:r>
          </w:p>
        </w:tc>
        <w:tc>
          <w:tcPr>
            <w:tcW w:w="7560" w:type="dxa"/>
            <w:gridSpan w:val="3"/>
          </w:tcPr>
          <w:p w14:paraId="2B5702F9" w14:textId="77777777" w:rsidR="007A776D" w:rsidRPr="00195F38" w:rsidRDefault="007A776D" w:rsidP="007A776D">
            <w:pPr>
              <w:rPr>
                <w:szCs w:val="20"/>
              </w:rPr>
            </w:pPr>
            <w:r w:rsidRPr="00195F38">
              <w:rPr>
                <w:szCs w:val="20"/>
              </w:rPr>
              <w:t>Supports references to objects in external devices</w:t>
            </w:r>
          </w:p>
        </w:tc>
      </w:tr>
      <w:tr w:rsidR="007A776D" w:rsidRPr="00195F38" w14:paraId="427AEC0F" w14:textId="77777777" w:rsidTr="007A776D">
        <w:tc>
          <w:tcPr>
            <w:tcW w:w="8910" w:type="dxa"/>
            <w:gridSpan w:val="6"/>
          </w:tcPr>
          <w:p w14:paraId="2F5DF489" w14:textId="77777777" w:rsidR="007A776D" w:rsidRPr="00195F38" w:rsidRDefault="007A776D" w:rsidP="007A776D">
            <w:pPr>
              <w:ind w:firstLine="702"/>
              <w:rPr>
                <w:strike/>
                <w:szCs w:val="20"/>
              </w:rPr>
            </w:pPr>
          </w:p>
        </w:tc>
      </w:tr>
    </w:tbl>
    <w:p w14:paraId="00BECF73" w14:textId="77777777" w:rsidR="00EA6DE9" w:rsidRDefault="00BC4493" w:rsidP="008353C1">
      <w:pPr>
        <w:pStyle w:val="Heading1"/>
      </w:pPr>
      <w:r w:rsidRPr="00BC4493">
        <w:lastRenderedPageBreak/>
        <w:t>Trending BIBBs</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
        <w:gridCol w:w="965"/>
        <w:gridCol w:w="25"/>
        <w:gridCol w:w="7470"/>
      </w:tblGrid>
      <w:tr w:rsidR="00417058" w:rsidRPr="00F95990" w14:paraId="3EE8D371" w14:textId="77777777" w:rsidTr="00DE1102">
        <w:trPr>
          <w:cantSplit/>
          <w:trHeight w:val="980"/>
          <w:tblHeader/>
        </w:trPr>
        <w:tc>
          <w:tcPr>
            <w:tcW w:w="441" w:type="dxa"/>
            <w:textDirection w:val="tbRl"/>
          </w:tcPr>
          <w:p w14:paraId="332913A5" w14:textId="77777777" w:rsidR="00417058" w:rsidRPr="00F95990" w:rsidRDefault="00417058" w:rsidP="00DA0D2A">
            <w:pPr>
              <w:jc w:val="center"/>
            </w:pPr>
            <w:r w:rsidRPr="00F95990">
              <w:br w:type="page"/>
            </w:r>
            <w:r w:rsidRPr="00F95990">
              <w:br w:type="page"/>
            </w:r>
            <w:r w:rsidRPr="00DA0D2A">
              <w:rPr>
                <w:b/>
              </w:rPr>
              <w:t>Support</w:t>
            </w:r>
          </w:p>
        </w:tc>
        <w:tc>
          <w:tcPr>
            <w:tcW w:w="974" w:type="dxa"/>
            <w:gridSpan w:val="2"/>
            <w:textDirection w:val="tbRl"/>
          </w:tcPr>
          <w:p w14:paraId="49E36281" w14:textId="77777777" w:rsidR="00417058" w:rsidRPr="00F95990" w:rsidRDefault="00417058" w:rsidP="009353EF">
            <w:pPr>
              <w:ind w:left="113" w:right="113"/>
              <w:jc w:val="center"/>
              <w:rPr>
                <w:b/>
                <w:bCs/>
              </w:rPr>
            </w:pPr>
            <w:r w:rsidRPr="00F95990">
              <w:rPr>
                <w:b/>
                <w:bCs/>
              </w:rPr>
              <w:t>Listing</w:t>
            </w:r>
          </w:p>
        </w:tc>
        <w:tc>
          <w:tcPr>
            <w:tcW w:w="7495" w:type="dxa"/>
            <w:gridSpan w:val="2"/>
            <w:vAlign w:val="center"/>
          </w:tcPr>
          <w:p w14:paraId="3346D1BB" w14:textId="77777777" w:rsidR="00417058" w:rsidRPr="00F95990" w:rsidRDefault="00417058" w:rsidP="00DA0D2A">
            <w:r w:rsidRPr="00DA0D2A">
              <w:rPr>
                <w:b/>
              </w:rPr>
              <w:t>Option</w:t>
            </w:r>
          </w:p>
        </w:tc>
      </w:tr>
      <w:tr w:rsidR="009353EF" w:rsidRPr="00F95990" w14:paraId="1600529B"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05046E18" w14:textId="77777777" w:rsidR="009353EF" w:rsidRPr="00F95990" w:rsidRDefault="009353EF" w:rsidP="00414AE4">
            <w:pPr>
              <w:rPr>
                <w:b/>
              </w:rPr>
            </w:pPr>
            <w:r w:rsidRPr="00F95990">
              <w:rPr>
                <w:b/>
              </w:rPr>
              <w:t xml:space="preserve">Trending </w:t>
            </w:r>
            <w:r w:rsidR="00012C95">
              <w:rPr>
                <w:b/>
              </w:rPr>
              <w:t>-</w:t>
            </w:r>
            <w:r w:rsidRPr="00F95990">
              <w:rPr>
                <w:b/>
              </w:rPr>
              <w:t xml:space="preserve"> View </w:t>
            </w:r>
            <w:r w:rsidR="00012C95">
              <w:rPr>
                <w:b/>
              </w:rPr>
              <w:t>-</w:t>
            </w:r>
            <w:r w:rsidRPr="00F95990">
              <w:rPr>
                <w:b/>
              </w:rPr>
              <w:t xml:space="preserve"> A</w:t>
            </w:r>
          </w:p>
        </w:tc>
      </w:tr>
      <w:tr w:rsidR="009353EF" w:rsidRPr="00F95990" w14:paraId="6C04B554" w14:textId="77777777" w:rsidTr="00DE1102">
        <w:trPr>
          <w:trHeight w:val="197"/>
        </w:trPr>
        <w:tc>
          <w:tcPr>
            <w:tcW w:w="441" w:type="dxa"/>
          </w:tcPr>
          <w:p w14:paraId="256DCD84" w14:textId="77777777" w:rsidR="009353EF" w:rsidRPr="00F95990" w:rsidRDefault="009353EF" w:rsidP="009353EF">
            <w:pPr>
              <w:jc w:val="center"/>
            </w:pPr>
          </w:p>
        </w:tc>
        <w:tc>
          <w:tcPr>
            <w:tcW w:w="974" w:type="dxa"/>
            <w:gridSpan w:val="2"/>
          </w:tcPr>
          <w:p w14:paraId="00720631" w14:textId="77777777" w:rsidR="009353EF" w:rsidRPr="00F95990" w:rsidRDefault="009353EF" w:rsidP="009353EF">
            <w:pPr>
              <w:jc w:val="center"/>
            </w:pPr>
            <w:r w:rsidRPr="00F95990">
              <w:t>R</w:t>
            </w:r>
          </w:p>
        </w:tc>
        <w:tc>
          <w:tcPr>
            <w:tcW w:w="7495" w:type="dxa"/>
            <w:gridSpan w:val="2"/>
          </w:tcPr>
          <w:p w14:paraId="316432FC" w14:textId="77777777" w:rsidR="009353EF" w:rsidRPr="00F95990" w:rsidRDefault="009353EF" w:rsidP="009353EF">
            <w:r w:rsidRPr="00F95990">
              <w:t xml:space="preserve">Base Requirements </w:t>
            </w:r>
          </w:p>
        </w:tc>
      </w:tr>
      <w:tr w:rsidR="0047242B" w:rsidRPr="00EC5679" w14:paraId="4494E18E" w14:textId="77777777" w:rsidTr="009C7C96">
        <w:tc>
          <w:tcPr>
            <w:tcW w:w="441" w:type="dxa"/>
          </w:tcPr>
          <w:p w14:paraId="0BAD3D4F" w14:textId="77777777" w:rsidR="0047242B" w:rsidRPr="00EC5679" w:rsidRDefault="0047242B" w:rsidP="009C7C96">
            <w:pPr>
              <w:jc w:val="center"/>
              <w:rPr>
                <w:lang w:val="en-CA"/>
              </w:rPr>
            </w:pPr>
          </w:p>
        </w:tc>
        <w:tc>
          <w:tcPr>
            <w:tcW w:w="974" w:type="dxa"/>
            <w:gridSpan w:val="2"/>
          </w:tcPr>
          <w:p w14:paraId="1015BD38" w14:textId="77777777" w:rsidR="0047242B" w:rsidRPr="00EC5679" w:rsidRDefault="0047242B" w:rsidP="009C7C96">
            <w:pPr>
              <w:jc w:val="center"/>
              <w:rPr>
                <w:lang w:val="en-CA"/>
              </w:rPr>
            </w:pPr>
            <w:r w:rsidRPr="00EC5679">
              <w:rPr>
                <w:lang w:val="en-CA"/>
              </w:rPr>
              <w:t>R</w:t>
            </w:r>
          </w:p>
        </w:tc>
        <w:tc>
          <w:tcPr>
            <w:tcW w:w="7495" w:type="dxa"/>
            <w:gridSpan w:val="2"/>
          </w:tcPr>
          <w:p w14:paraId="2D08C5B1" w14:textId="77777777" w:rsidR="0047242B" w:rsidRPr="00EC5679" w:rsidRDefault="0047242B" w:rsidP="009C7C96">
            <w:pPr>
              <w:rPr>
                <w:lang w:val="en-CA"/>
              </w:rPr>
            </w:pPr>
            <w:r>
              <w:rPr>
                <w:lang w:val="en-CA"/>
              </w:rPr>
              <w:t>Initiates ReadRange</w:t>
            </w:r>
          </w:p>
        </w:tc>
      </w:tr>
      <w:tr w:rsidR="009353EF" w:rsidRPr="00F95990" w14:paraId="3EC3AC56" w14:textId="77777777" w:rsidTr="00DE1102">
        <w:trPr>
          <w:trHeight w:val="197"/>
        </w:trPr>
        <w:tc>
          <w:tcPr>
            <w:tcW w:w="441" w:type="dxa"/>
          </w:tcPr>
          <w:p w14:paraId="1E9DDEA7" w14:textId="77777777" w:rsidR="009353EF" w:rsidRPr="00F95990" w:rsidRDefault="009353EF" w:rsidP="009353EF">
            <w:pPr>
              <w:jc w:val="center"/>
            </w:pPr>
          </w:p>
        </w:tc>
        <w:tc>
          <w:tcPr>
            <w:tcW w:w="974" w:type="dxa"/>
            <w:gridSpan w:val="2"/>
          </w:tcPr>
          <w:p w14:paraId="29736CE2" w14:textId="77777777" w:rsidR="009353EF" w:rsidRPr="00F95990" w:rsidRDefault="009353EF" w:rsidP="009353EF">
            <w:pPr>
              <w:jc w:val="center"/>
            </w:pPr>
            <w:r w:rsidRPr="00F95990">
              <w:t>R</w:t>
            </w:r>
          </w:p>
        </w:tc>
        <w:tc>
          <w:tcPr>
            <w:tcW w:w="7495" w:type="dxa"/>
            <w:gridSpan w:val="2"/>
          </w:tcPr>
          <w:p w14:paraId="4C24E721" w14:textId="77777777" w:rsidR="009353EF" w:rsidRPr="00F95990" w:rsidRDefault="009353EF" w:rsidP="00F8019E">
            <w:r w:rsidRPr="00F95990">
              <w:t>Interoperates with Trend Logs</w:t>
            </w:r>
          </w:p>
        </w:tc>
      </w:tr>
      <w:tr w:rsidR="00440BEF" w:rsidRPr="00F95990" w14:paraId="2138F5FD" w14:textId="77777777" w:rsidTr="00DE1102">
        <w:tc>
          <w:tcPr>
            <w:tcW w:w="441" w:type="dxa"/>
          </w:tcPr>
          <w:p w14:paraId="73B746CA" w14:textId="77777777" w:rsidR="00440BEF" w:rsidRPr="00893C2A" w:rsidRDefault="00440BEF" w:rsidP="009353EF">
            <w:pPr>
              <w:pStyle w:val="Header"/>
              <w:tabs>
                <w:tab w:val="clear" w:pos="4320"/>
                <w:tab w:val="clear" w:pos="8640"/>
              </w:tabs>
              <w:jc w:val="center"/>
              <w:rPr>
                <w:lang w:val="en-US" w:eastAsia="en-US"/>
              </w:rPr>
            </w:pPr>
          </w:p>
        </w:tc>
        <w:tc>
          <w:tcPr>
            <w:tcW w:w="974" w:type="dxa"/>
            <w:gridSpan w:val="2"/>
          </w:tcPr>
          <w:p w14:paraId="5923B4A2" w14:textId="77777777" w:rsidR="00440BEF" w:rsidRPr="00440BEF" w:rsidRDefault="00440BEF" w:rsidP="009353EF">
            <w:pPr>
              <w:jc w:val="center"/>
            </w:pPr>
            <w:r w:rsidRPr="00440BEF">
              <w:t>C</w:t>
            </w:r>
            <w:r w:rsidRPr="00440BEF">
              <w:rPr>
                <w:vertAlign w:val="superscript"/>
              </w:rPr>
              <w:t>1,2</w:t>
            </w:r>
          </w:p>
        </w:tc>
        <w:tc>
          <w:tcPr>
            <w:tcW w:w="7495" w:type="dxa"/>
            <w:gridSpan w:val="2"/>
          </w:tcPr>
          <w:p w14:paraId="49D5916E" w14:textId="77777777" w:rsidR="00440BEF" w:rsidRPr="00440BEF" w:rsidRDefault="00440BEF" w:rsidP="002E5097">
            <w:pPr>
              <w:rPr>
                <w:iCs/>
              </w:rPr>
            </w:pPr>
            <w:r w:rsidRPr="00440BEF">
              <w:t xml:space="preserve">Interoperates with Trend Log Multiple </w:t>
            </w:r>
            <w:r w:rsidR="00CB3E52">
              <w:t>o</w:t>
            </w:r>
            <w:r w:rsidR="00CB3E52" w:rsidRPr="00440BEF">
              <w:t>bjects</w:t>
            </w:r>
          </w:p>
        </w:tc>
      </w:tr>
      <w:tr w:rsidR="009353EF" w:rsidRPr="00F95990" w14:paraId="3AB0370A" w14:textId="77777777" w:rsidTr="00DE1102">
        <w:tc>
          <w:tcPr>
            <w:tcW w:w="441" w:type="dxa"/>
          </w:tcPr>
          <w:p w14:paraId="2141BA43" w14:textId="77777777" w:rsidR="009353EF" w:rsidRPr="00893C2A" w:rsidRDefault="009353EF" w:rsidP="009353EF">
            <w:pPr>
              <w:pStyle w:val="Header"/>
              <w:tabs>
                <w:tab w:val="clear" w:pos="4320"/>
                <w:tab w:val="clear" w:pos="8640"/>
              </w:tabs>
              <w:jc w:val="center"/>
              <w:rPr>
                <w:lang w:val="en-US" w:eastAsia="en-US"/>
              </w:rPr>
            </w:pPr>
          </w:p>
        </w:tc>
        <w:tc>
          <w:tcPr>
            <w:tcW w:w="974" w:type="dxa"/>
            <w:gridSpan w:val="2"/>
          </w:tcPr>
          <w:p w14:paraId="71935D86" w14:textId="77777777" w:rsidR="009353EF" w:rsidRPr="00F95990" w:rsidRDefault="009353EF" w:rsidP="009353EF">
            <w:pPr>
              <w:jc w:val="center"/>
            </w:pPr>
            <w:r w:rsidRPr="00F95990">
              <w:t>C</w:t>
            </w:r>
            <w:r w:rsidR="00F2723F">
              <w:rPr>
                <w:vertAlign w:val="superscript"/>
              </w:rPr>
              <w:t>3</w:t>
            </w:r>
          </w:p>
        </w:tc>
        <w:tc>
          <w:tcPr>
            <w:tcW w:w="7495" w:type="dxa"/>
            <w:gridSpan w:val="2"/>
          </w:tcPr>
          <w:p w14:paraId="3D77DEEE"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Time with a positive count</w:t>
            </w:r>
          </w:p>
        </w:tc>
      </w:tr>
      <w:tr w:rsidR="009353EF" w:rsidRPr="00F95990" w14:paraId="7A1AD74A" w14:textId="77777777" w:rsidTr="00DE1102">
        <w:tc>
          <w:tcPr>
            <w:tcW w:w="441" w:type="dxa"/>
          </w:tcPr>
          <w:p w14:paraId="153C47A9" w14:textId="77777777" w:rsidR="009353EF" w:rsidRPr="00F95990" w:rsidRDefault="009353EF" w:rsidP="009353EF">
            <w:pPr>
              <w:jc w:val="center"/>
            </w:pPr>
          </w:p>
        </w:tc>
        <w:tc>
          <w:tcPr>
            <w:tcW w:w="974" w:type="dxa"/>
            <w:gridSpan w:val="2"/>
          </w:tcPr>
          <w:p w14:paraId="4495EDBE" w14:textId="77777777" w:rsidR="009353EF" w:rsidRPr="00F95990" w:rsidRDefault="009353EF" w:rsidP="009353EF">
            <w:pPr>
              <w:jc w:val="center"/>
            </w:pPr>
            <w:r w:rsidRPr="00F95990">
              <w:t>C</w:t>
            </w:r>
            <w:r w:rsidR="00F2723F">
              <w:rPr>
                <w:vertAlign w:val="superscript"/>
              </w:rPr>
              <w:t>3</w:t>
            </w:r>
          </w:p>
        </w:tc>
        <w:tc>
          <w:tcPr>
            <w:tcW w:w="7495" w:type="dxa"/>
            <w:gridSpan w:val="2"/>
          </w:tcPr>
          <w:p w14:paraId="46CE7993" w14:textId="77777777" w:rsidR="009353EF" w:rsidRPr="00893C2A" w:rsidRDefault="009353EF" w:rsidP="009353EF">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Time with a negative count</w:t>
            </w:r>
          </w:p>
        </w:tc>
      </w:tr>
      <w:tr w:rsidR="009353EF" w:rsidRPr="00F95990" w14:paraId="2FFED05A" w14:textId="77777777" w:rsidTr="00DE1102">
        <w:tc>
          <w:tcPr>
            <w:tcW w:w="441" w:type="dxa"/>
          </w:tcPr>
          <w:p w14:paraId="72C21862" w14:textId="77777777" w:rsidR="009353EF" w:rsidRPr="00F95990" w:rsidRDefault="009353EF" w:rsidP="009353EF">
            <w:pPr>
              <w:jc w:val="center"/>
            </w:pPr>
          </w:p>
        </w:tc>
        <w:tc>
          <w:tcPr>
            <w:tcW w:w="974" w:type="dxa"/>
            <w:gridSpan w:val="2"/>
          </w:tcPr>
          <w:p w14:paraId="1B2E5406" w14:textId="77777777" w:rsidR="009353EF" w:rsidRPr="00F95990" w:rsidRDefault="009353EF" w:rsidP="00B2244F">
            <w:pPr>
              <w:jc w:val="center"/>
            </w:pPr>
            <w:r w:rsidRPr="00F95990">
              <w:t>C</w:t>
            </w:r>
            <w:r w:rsidR="00B2244F">
              <w:rPr>
                <w:vertAlign w:val="superscript"/>
              </w:rPr>
              <w:t>3</w:t>
            </w:r>
          </w:p>
        </w:tc>
        <w:tc>
          <w:tcPr>
            <w:tcW w:w="7495" w:type="dxa"/>
            <w:gridSpan w:val="2"/>
          </w:tcPr>
          <w:p w14:paraId="5B5A3DB9" w14:textId="77777777" w:rsidR="009353EF" w:rsidRPr="00893C2A" w:rsidRDefault="009353EF" w:rsidP="009353EF">
            <w:pPr>
              <w:pStyle w:val="Header"/>
              <w:tabs>
                <w:tab w:val="clear" w:pos="4320"/>
                <w:tab w:val="clear" w:pos="8640"/>
              </w:tabs>
              <w:rPr>
                <w:lang w:val="en-US" w:eastAsia="en-US"/>
              </w:rPr>
            </w:pPr>
            <w:r w:rsidRPr="00893C2A">
              <w:rPr>
                <w:iCs/>
                <w:lang w:val="en-US" w:eastAsia="en-US"/>
              </w:rPr>
              <w:t>Supports</w:t>
            </w:r>
            <w:r w:rsidRPr="00893C2A">
              <w:rPr>
                <w:lang w:val="en-US" w:eastAsia="en-US"/>
              </w:rPr>
              <w:t xml:space="preserve"> reading </w:t>
            </w:r>
            <w:r w:rsidRPr="00893C2A">
              <w:rPr>
                <w:iCs/>
                <w:lang w:val="en-US" w:eastAsia="en-US"/>
              </w:rPr>
              <w:t>items</w:t>
            </w:r>
            <w:r w:rsidRPr="00893C2A">
              <w:rPr>
                <w:lang w:val="en-US" w:eastAsia="en-US"/>
              </w:rPr>
              <w:t xml:space="preserve"> by Position with a positive count</w:t>
            </w:r>
          </w:p>
        </w:tc>
      </w:tr>
      <w:tr w:rsidR="009353EF" w:rsidRPr="00F95990" w14:paraId="78B8A57D" w14:textId="77777777" w:rsidTr="00DE1102">
        <w:tc>
          <w:tcPr>
            <w:tcW w:w="441" w:type="dxa"/>
          </w:tcPr>
          <w:p w14:paraId="5D8BE6FC" w14:textId="77777777" w:rsidR="009353EF" w:rsidRPr="00F95990" w:rsidRDefault="009353EF" w:rsidP="009353EF">
            <w:pPr>
              <w:jc w:val="center"/>
            </w:pPr>
          </w:p>
        </w:tc>
        <w:tc>
          <w:tcPr>
            <w:tcW w:w="974" w:type="dxa"/>
            <w:gridSpan w:val="2"/>
          </w:tcPr>
          <w:p w14:paraId="5B2926AA" w14:textId="77777777" w:rsidR="009353EF" w:rsidRPr="00F95990" w:rsidRDefault="009353EF" w:rsidP="00B2244F">
            <w:pPr>
              <w:jc w:val="center"/>
            </w:pPr>
            <w:r w:rsidRPr="00F95990">
              <w:t>C</w:t>
            </w:r>
            <w:r w:rsidR="00B2244F">
              <w:rPr>
                <w:vertAlign w:val="superscript"/>
              </w:rPr>
              <w:t>3</w:t>
            </w:r>
          </w:p>
        </w:tc>
        <w:tc>
          <w:tcPr>
            <w:tcW w:w="7495" w:type="dxa"/>
            <w:gridSpan w:val="2"/>
          </w:tcPr>
          <w:p w14:paraId="54BD2EC9"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Position with a negative count</w:t>
            </w:r>
          </w:p>
        </w:tc>
      </w:tr>
      <w:tr w:rsidR="009353EF" w:rsidRPr="00F95990" w14:paraId="18B2D513" w14:textId="77777777" w:rsidTr="00DE1102">
        <w:tc>
          <w:tcPr>
            <w:tcW w:w="441" w:type="dxa"/>
          </w:tcPr>
          <w:p w14:paraId="5EB1AFC2" w14:textId="77777777" w:rsidR="009353EF" w:rsidRPr="00F95990" w:rsidRDefault="009353EF" w:rsidP="009353EF">
            <w:pPr>
              <w:jc w:val="center"/>
            </w:pPr>
          </w:p>
        </w:tc>
        <w:tc>
          <w:tcPr>
            <w:tcW w:w="974" w:type="dxa"/>
            <w:gridSpan w:val="2"/>
          </w:tcPr>
          <w:p w14:paraId="61B08F59" w14:textId="77777777" w:rsidR="009353EF" w:rsidRPr="00F95990" w:rsidRDefault="009353EF" w:rsidP="00B2244F">
            <w:pPr>
              <w:jc w:val="center"/>
            </w:pPr>
            <w:r w:rsidRPr="00F95990">
              <w:t>C</w:t>
            </w:r>
            <w:r w:rsidR="00B2244F">
              <w:rPr>
                <w:vertAlign w:val="superscript"/>
              </w:rPr>
              <w:t>3</w:t>
            </w:r>
          </w:p>
        </w:tc>
        <w:tc>
          <w:tcPr>
            <w:tcW w:w="7495" w:type="dxa"/>
            <w:gridSpan w:val="2"/>
          </w:tcPr>
          <w:p w14:paraId="4D783C6C"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positive count</w:t>
            </w:r>
          </w:p>
        </w:tc>
      </w:tr>
      <w:tr w:rsidR="009353EF" w:rsidRPr="00F95990" w14:paraId="31EEE836" w14:textId="77777777" w:rsidTr="00DE1102">
        <w:tc>
          <w:tcPr>
            <w:tcW w:w="441" w:type="dxa"/>
          </w:tcPr>
          <w:p w14:paraId="1FA50B94" w14:textId="77777777" w:rsidR="009353EF" w:rsidRPr="00F95990" w:rsidRDefault="009353EF" w:rsidP="009353EF">
            <w:pPr>
              <w:jc w:val="center"/>
            </w:pPr>
          </w:p>
        </w:tc>
        <w:tc>
          <w:tcPr>
            <w:tcW w:w="974" w:type="dxa"/>
            <w:gridSpan w:val="2"/>
          </w:tcPr>
          <w:p w14:paraId="19B9DFCB" w14:textId="77777777" w:rsidR="009353EF" w:rsidRPr="00F95990" w:rsidRDefault="009353EF" w:rsidP="00B2244F">
            <w:pPr>
              <w:jc w:val="center"/>
            </w:pPr>
            <w:r w:rsidRPr="00F95990">
              <w:t>C</w:t>
            </w:r>
            <w:r w:rsidR="00B2244F">
              <w:rPr>
                <w:vertAlign w:val="superscript"/>
              </w:rPr>
              <w:t>3</w:t>
            </w:r>
          </w:p>
        </w:tc>
        <w:tc>
          <w:tcPr>
            <w:tcW w:w="7495" w:type="dxa"/>
            <w:gridSpan w:val="2"/>
          </w:tcPr>
          <w:p w14:paraId="0ACB3CFA" w14:textId="77777777" w:rsidR="009353EF" w:rsidRPr="00F95990" w:rsidRDefault="009353EF" w:rsidP="009353EF">
            <w:r w:rsidRPr="00F95990">
              <w:rPr>
                <w:iCs/>
              </w:rPr>
              <w:t>Supports</w:t>
            </w:r>
            <w:r w:rsidRPr="00F95990">
              <w:t xml:space="preserve"> reading </w:t>
            </w:r>
            <w:r w:rsidRPr="00F95990">
              <w:rPr>
                <w:iCs/>
              </w:rPr>
              <w:t>items</w:t>
            </w:r>
            <w:r w:rsidRPr="00F95990">
              <w:t xml:space="preserve"> by Sequence </w:t>
            </w:r>
            <w:r w:rsidRPr="00F95990">
              <w:rPr>
                <w:iCs/>
              </w:rPr>
              <w:t>Number</w:t>
            </w:r>
            <w:r w:rsidRPr="00F95990">
              <w:t xml:space="preserve"> with a negative count</w:t>
            </w:r>
          </w:p>
        </w:tc>
      </w:tr>
      <w:tr w:rsidR="009353EF" w:rsidRPr="00F95990" w14:paraId="3AE5CD60" w14:textId="77777777" w:rsidTr="00DE1102">
        <w:tc>
          <w:tcPr>
            <w:tcW w:w="441" w:type="dxa"/>
          </w:tcPr>
          <w:p w14:paraId="354F2B98" w14:textId="77777777" w:rsidR="009353EF" w:rsidRPr="00F95990" w:rsidRDefault="009353EF" w:rsidP="009353EF">
            <w:pPr>
              <w:jc w:val="center"/>
            </w:pPr>
          </w:p>
        </w:tc>
        <w:tc>
          <w:tcPr>
            <w:tcW w:w="974" w:type="dxa"/>
            <w:gridSpan w:val="2"/>
          </w:tcPr>
          <w:p w14:paraId="3948471A" w14:textId="77777777" w:rsidR="009353EF" w:rsidRPr="00F95990" w:rsidRDefault="009353EF" w:rsidP="009353EF">
            <w:pPr>
              <w:jc w:val="center"/>
            </w:pPr>
            <w:r w:rsidRPr="00F95990">
              <w:t>O</w:t>
            </w:r>
          </w:p>
        </w:tc>
        <w:tc>
          <w:tcPr>
            <w:tcW w:w="7495" w:type="dxa"/>
            <w:gridSpan w:val="2"/>
          </w:tcPr>
          <w:p w14:paraId="24DC84F7" w14:textId="77777777" w:rsidR="009353EF" w:rsidRPr="00F95990" w:rsidRDefault="009353EF" w:rsidP="009353EF">
            <w:r w:rsidRPr="00F95990">
              <w:rPr>
                <w:iCs/>
              </w:rPr>
              <w:t>Supports reading items with no range</w:t>
            </w:r>
          </w:p>
        </w:tc>
      </w:tr>
      <w:tr w:rsidR="008E748C" w:rsidRPr="00F95990" w14:paraId="6557083A" w14:textId="77777777" w:rsidTr="00DE1102">
        <w:tc>
          <w:tcPr>
            <w:tcW w:w="441" w:type="dxa"/>
          </w:tcPr>
          <w:p w14:paraId="1D04A6F5" w14:textId="77777777" w:rsidR="008E748C" w:rsidRPr="00F95990" w:rsidRDefault="008E748C" w:rsidP="009353EF">
            <w:pPr>
              <w:jc w:val="center"/>
            </w:pPr>
          </w:p>
        </w:tc>
        <w:tc>
          <w:tcPr>
            <w:tcW w:w="974" w:type="dxa"/>
            <w:gridSpan w:val="2"/>
          </w:tcPr>
          <w:p w14:paraId="5685B8A1" w14:textId="77777777" w:rsidR="008E748C" w:rsidRPr="008E748C" w:rsidRDefault="008E748C" w:rsidP="009353EF">
            <w:pPr>
              <w:jc w:val="center"/>
            </w:pPr>
            <w:r w:rsidRPr="008E748C">
              <w:t>O</w:t>
            </w:r>
          </w:p>
        </w:tc>
        <w:tc>
          <w:tcPr>
            <w:tcW w:w="7495" w:type="dxa"/>
            <w:gridSpan w:val="2"/>
          </w:tcPr>
          <w:p w14:paraId="6308D818" w14:textId="77777777" w:rsidR="008E748C" w:rsidRPr="008E748C" w:rsidRDefault="008E748C" w:rsidP="009353EF">
            <w:pPr>
              <w:rPr>
                <w:iCs/>
              </w:rPr>
            </w:pPr>
            <w:r w:rsidRPr="008E748C">
              <w:t>Is able to present Double datatypes in trend logging objects</w:t>
            </w:r>
          </w:p>
        </w:tc>
      </w:tr>
      <w:tr w:rsidR="008E748C" w:rsidRPr="00F95990" w14:paraId="16D67C92" w14:textId="77777777" w:rsidTr="00DE1102">
        <w:tc>
          <w:tcPr>
            <w:tcW w:w="441" w:type="dxa"/>
          </w:tcPr>
          <w:p w14:paraId="56E38E68" w14:textId="77777777" w:rsidR="008E748C" w:rsidRPr="00F95990" w:rsidRDefault="008E748C" w:rsidP="009353EF">
            <w:pPr>
              <w:jc w:val="center"/>
            </w:pPr>
          </w:p>
        </w:tc>
        <w:tc>
          <w:tcPr>
            <w:tcW w:w="974" w:type="dxa"/>
            <w:gridSpan w:val="2"/>
          </w:tcPr>
          <w:p w14:paraId="72DB16DA" w14:textId="77777777" w:rsidR="008E748C" w:rsidRPr="008E748C" w:rsidRDefault="008E748C" w:rsidP="009353EF">
            <w:pPr>
              <w:jc w:val="center"/>
            </w:pPr>
            <w:r w:rsidRPr="008E748C">
              <w:t>O</w:t>
            </w:r>
          </w:p>
        </w:tc>
        <w:tc>
          <w:tcPr>
            <w:tcW w:w="7495" w:type="dxa"/>
            <w:gridSpan w:val="2"/>
          </w:tcPr>
          <w:p w14:paraId="5A0898B0" w14:textId="77777777" w:rsidR="008E748C" w:rsidRPr="008E748C" w:rsidRDefault="008E748C" w:rsidP="009353EF">
            <w:pPr>
              <w:rPr>
                <w:iCs/>
              </w:rPr>
            </w:pPr>
            <w:r w:rsidRPr="008E748C">
              <w:t>Is able to present Octet String datatypes in trend logging objects</w:t>
            </w:r>
          </w:p>
        </w:tc>
      </w:tr>
      <w:tr w:rsidR="008E748C" w:rsidRPr="00F95990" w14:paraId="0C07684D" w14:textId="77777777" w:rsidTr="00DE1102">
        <w:tc>
          <w:tcPr>
            <w:tcW w:w="441" w:type="dxa"/>
          </w:tcPr>
          <w:p w14:paraId="3D759E58" w14:textId="77777777" w:rsidR="008E748C" w:rsidRPr="00F95990" w:rsidRDefault="008E748C" w:rsidP="009353EF">
            <w:pPr>
              <w:jc w:val="center"/>
            </w:pPr>
          </w:p>
        </w:tc>
        <w:tc>
          <w:tcPr>
            <w:tcW w:w="974" w:type="dxa"/>
            <w:gridSpan w:val="2"/>
          </w:tcPr>
          <w:p w14:paraId="64485D60" w14:textId="77777777" w:rsidR="008E748C" w:rsidRPr="008E748C" w:rsidRDefault="008E748C" w:rsidP="009353EF">
            <w:pPr>
              <w:jc w:val="center"/>
            </w:pPr>
            <w:r w:rsidRPr="008E748C">
              <w:t>O</w:t>
            </w:r>
          </w:p>
        </w:tc>
        <w:tc>
          <w:tcPr>
            <w:tcW w:w="7495" w:type="dxa"/>
            <w:gridSpan w:val="2"/>
          </w:tcPr>
          <w:p w14:paraId="473309AF" w14:textId="77777777" w:rsidR="008E748C" w:rsidRPr="008E748C" w:rsidRDefault="008E748C" w:rsidP="009353EF">
            <w:pPr>
              <w:rPr>
                <w:iCs/>
              </w:rPr>
            </w:pPr>
            <w:r w:rsidRPr="008E748C">
              <w:t>Is able to present Character String datatypes in trend logging objects</w:t>
            </w:r>
          </w:p>
        </w:tc>
      </w:tr>
      <w:tr w:rsidR="008E748C" w:rsidRPr="00F95990" w14:paraId="16587D78" w14:textId="77777777" w:rsidTr="00DE1102">
        <w:tc>
          <w:tcPr>
            <w:tcW w:w="441" w:type="dxa"/>
          </w:tcPr>
          <w:p w14:paraId="133910C4" w14:textId="77777777" w:rsidR="008E748C" w:rsidRPr="00F95990" w:rsidRDefault="008E748C" w:rsidP="009353EF">
            <w:pPr>
              <w:jc w:val="center"/>
            </w:pPr>
          </w:p>
        </w:tc>
        <w:tc>
          <w:tcPr>
            <w:tcW w:w="974" w:type="dxa"/>
            <w:gridSpan w:val="2"/>
          </w:tcPr>
          <w:p w14:paraId="0F44EAED" w14:textId="77777777" w:rsidR="008E748C" w:rsidRPr="008E748C" w:rsidRDefault="008E748C" w:rsidP="009353EF">
            <w:pPr>
              <w:jc w:val="center"/>
            </w:pPr>
            <w:r w:rsidRPr="008E748C">
              <w:t>O</w:t>
            </w:r>
          </w:p>
        </w:tc>
        <w:tc>
          <w:tcPr>
            <w:tcW w:w="7495" w:type="dxa"/>
            <w:gridSpan w:val="2"/>
          </w:tcPr>
          <w:p w14:paraId="61F530A8" w14:textId="77777777" w:rsidR="008E748C" w:rsidRPr="008E748C" w:rsidRDefault="008E748C" w:rsidP="009353EF">
            <w:pPr>
              <w:rPr>
                <w:iCs/>
              </w:rPr>
            </w:pPr>
            <w:r w:rsidRPr="008E748C">
              <w:t>Is able to present Date datatypes in trend logging objects</w:t>
            </w:r>
          </w:p>
        </w:tc>
      </w:tr>
      <w:tr w:rsidR="008E748C" w:rsidRPr="00F95990" w14:paraId="710B1C3A" w14:textId="77777777" w:rsidTr="00DE1102">
        <w:tc>
          <w:tcPr>
            <w:tcW w:w="441" w:type="dxa"/>
          </w:tcPr>
          <w:p w14:paraId="5BD20F4D" w14:textId="77777777" w:rsidR="008E748C" w:rsidRPr="00F95990" w:rsidRDefault="008E748C" w:rsidP="009353EF">
            <w:pPr>
              <w:jc w:val="center"/>
            </w:pPr>
          </w:p>
        </w:tc>
        <w:tc>
          <w:tcPr>
            <w:tcW w:w="974" w:type="dxa"/>
            <w:gridSpan w:val="2"/>
          </w:tcPr>
          <w:p w14:paraId="24A1EB58" w14:textId="77777777" w:rsidR="008E748C" w:rsidRPr="008E748C" w:rsidRDefault="008E748C" w:rsidP="009353EF">
            <w:pPr>
              <w:jc w:val="center"/>
            </w:pPr>
            <w:r w:rsidRPr="008E748C">
              <w:t>O</w:t>
            </w:r>
          </w:p>
        </w:tc>
        <w:tc>
          <w:tcPr>
            <w:tcW w:w="7495" w:type="dxa"/>
            <w:gridSpan w:val="2"/>
          </w:tcPr>
          <w:p w14:paraId="72CE57CC" w14:textId="77777777" w:rsidR="008E748C" w:rsidRPr="008E748C" w:rsidRDefault="008E748C" w:rsidP="009353EF">
            <w:pPr>
              <w:rPr>
                <w:iCs/>
              </w:rPr>
            </w:pPr>
            <w:r w:rsidRPr="008E748C">
              <w:t>Is able to present Time datatypes in trend logging objects</w:t>
            </w:r>
          </w:p>
        </w:tc>
      </w:tr>
      <w:tr w:rsidR="008E748C" w:rsidRPr="00F95990" w14:paraId="460266F9" w14:textId="77777777" w:rsidTr="00DE1102">
        <w:tc>
          <w:tcPr>
            <w:tcW w:w="441" w:type="dxa"/>
          </w:tcPr>
          <w:p w14:paraId="5246C54B" w14:textId="77777777" w:rsidR="008E748C" w:rsidRPr="00F95990" w:rsidRDefault="008E748C" w:rsidP="009353EF">
            <w:pPr>
              <w:jc w:val="center"/>
            </w:pPr>
          </w:p>
        </w:tc>
        <w:tc>
          <w:tcPr>
            <w:tcW w:w="974" w:type="dxa"/>
            <w:gridSpan w:val="2"/>
          </w:tcPr>
          <w:p w14:paraId="000BC191" w14:textId="77777777" w:rsidR="008E748C" w:rsidRPr="008E748C" w:rsidRDefault="008E748C" w:rsidP="009353EF">
            <w:pPr>
              <w:jc w:val="center"/>
            </w:pPr>
            <w:r w:rsidRPr="008E748C">
              <w:t>O</w:t>
            </w:r>
          </w:p>
        </w:tc>
        <w:tc>
          <w:tcPr>
            <w:tcW w:w="7495" w:type="dxa"/>
            <w:gridSpan w:val="2"/>
          </w:tcPr>
          <w:p w14:paraId="5E0D79B1" w14:textId="77777777" w:rsidR="008E748C" w:rsidRPr="008E748C" w:rsidRDefault="008E748C" w:rsidP="009353EF">
            <w:pPr>
              <w:rPr>
                <w:iCs/>
              </w:rPr>
            </w:pPr>
            <w:r w:rsidRPr="008E748C">
              <w:t xml:space="preserve">Is able to present </w:t>
            </w:r>
            <w:r w:rsidRPr="008E748C">
              <w:rPr>
                <w:szCs w:val="20"/>
              </w:rPr>
              <w:t xml:space="preserve">BACnetObjectIdentifier </w:t>
            </w:r>
            <w:r w:rsidRPr="008E748C">
              <w:t>datatypes in trend logging objects</w:t>
            </w:r>
          </w:p>
        </w:tc>
      </w:tr>
      <w:tr w:rsidR="009353EF" w:rsidRPr="00F95990" w14:paraId="50C68BD0"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6535469B" w14:textId="77777777" w:rsidR="00440BEF" w:rsidRPr="008E748C" w:rsidRDefault="009353EF" w:rsidP="009353EF">
            <w:pPr>
              <w:ind w:left="720"/>
            </w:pPr>
            <w:r w:rsidRPr="00F95990">
              <w:rPr>
                <w:vertAlign w:val="superscript"/>
              </w:rPr>
              <w:t>1</w:t>
            </w:r>
            <w:r w:rsidR="008E748C">
              <w:rPr>
                <w:vertAlign w:val="superscript"/>
              </w:rPr>
              <w:t xml:space="preserve"> </w:t>
            </w:r>
            <w:r w:rsidR="008E748C" w:rsidRPr="008E748C">
              <w:t>Must be able to present REAL, Unsigned, INTEGER, BOOLEAN, Bit String, Enumerated, and NULL datatypes.</w:t>
            </w:r>
          </w:p>
          <w:p w14:paraId="47E29494" w14:textId="77777777" w:rsidR="00440BEF" w:rsidRPr="008E748C" w:rsidRDefault="00440BEF" w:rsidP="009353EF">
            <w:pPr>
              <w:ind w:left="720"/>
            </w:pPr>
            <w:r>
              <w:rPr>
                <w:vertAlign w:val="superscript"/>
              </w:rPr>
              <w:t>2</w:t>
            </w:r>
            <w:r w:rsidR="008E748C">
              <w:t xml:space="preserve"> </w:t>
            </w:r>
            <w:r w:rsidR="008E748C" w:rsidRPr="008E748C">
              <w:t>Required if the device claims support for Protocol_Revision 7 or higher</w:t>
            </w:r>
            <w:r w:rsidR="008E748C">
              <w:t>.</w:t>
            </w:r>
          </w:p>
          <w:p w14:paraId="5A6ADDA9" w14:textId="77777777" w:rsidR="009353EF" w:rsidRPr="00F95990" w:rsidRDefault="00440BEF" w:rsidP="009353EF">
            <w:pPr>
              <w:ind w:left="720"/>
              <w:rPr>
                <w:b/>
                <w:bCs/>
                <w:strike/>
              </w:rPr>
            </w:pPr>
            <w:r>
              <w:rPr>
                <w:vertAlign w:val="superscript"/>
              </w:rPr>
              <w:t>3</w:t>
            </w:r>
            <w:r w:rsidR="009353EF" w:rsidRPr="00F95990">
              <w:t xml:space="preserve"> At least one of these options is required in order to claim conformance to this BIBB</w:t>
            </w:r>
            <w:r w:rsidR="008E748C">
              <w:t>.</w:t>
            </w:r>
          </w:p>
        </w:tc>
      </w:tr>
      <w:tr w:rsidR="009353EF" w:rsidRPr="00F95990" w14:paraId="38ECCE7F"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6BEE8838" w14:textId="77777777" w:rsidR="009353EF" w:rsidRPr="00F95990" w:rsidRDefault="009353EF" w:rsidP="009353EF">
            <w:pPr>
              <w:rPr>
                <w:b/>
                <w:bCs/>
              </w:rPr>
            </w:pPr>
            <w:r w:rsidRPr="00F95990">
              <w:rPr>
                <w:b/>
                <w:bCs/>
              </w:rPr>
              <w:t xml:space="preserve">Trending </w:t>
            </w:r>
            <w:r w:rsidR="00012C95">
              <w:rPr>
                <w:b/>
                <w:bCs/>
              </w:rPr>
              <w:t>-</w:t>
            </w:r>
            <w:r w:rsidRPr="00F95990">
              <w:rPr>
                <w:b/>
                <w:bCs/>
              </w:rPr>
              <w:t xml:space="preserve"> Advanced View and Modify </w:t>
            </w:r>
            <w:r w:rsidR="00012C95">
              <w:rPr>
                <w:b/>
                <w:bCs/>
              </w:rPr>
              <w:t>-</w:t>
            </w:r>
            <w:r w:rsidRPr="00F95990">
              <w:rPr>
                <w:b/>
                <w:bCs/>
              </w:rPr>
              <w:t xml:space="preserve"> A </w:t>
            </w:r>
          </w:p>
        </w:tc>
      </w:tr>
      <w:tr w:rsidR="009353EF" w:rsidRPr="00F95990" w14:paraId="0715D0CC" w14:textId="77777777" w:rsidTr="00DE1102">
        <w:tc>
          <w:tcPr>
            <w:tcW w:w="441" w:type="dxa"/>
          </w:tcPr>
          <w:p w14:paraId="6FBAA53E" w14:textId="77777777" w:rsidR="009353EF" w:rsidRPr="00F95990" w:rsidRDefault="009353EF" w:rsidP="009353EF">
            <w:pPr>
              <w:jc w:val="center"/>
            </w:pPr>
          </w:p>
        </w:tc>
        <w:tc>
          <w:tcPr>
            <w:tcW w:w="974" w:type="dxa"/>
            <w:gridSpan w:val="2"/>
          </w:tcPr>
          <w:p w14:paraId="666223D2" w14:textId="77777777" w:rsidR="009353EF" w:rsidRPr="00F95990" w:rsidRDefault="009353EF" w:rsidP="009353EF">
            <w:pPr>
              <w:jc w:val="center"/>
            </w:pPr>
            <w:r w:rsidRPr="00F95990">
              <w:t>R</w:t>
            </w:r>
          </w:p>
        </w:tc>
        <w:tc>
          <w:tcPr>
            <w:tcW w:w="7495" w:type="dxa"/>
            <w:gridSpan w:val="2"/>
          </w:tcPr>
          <w:p w14:paraId="5E05297F" w14:textId="77777777" w:rsidR="009353EF" w:rsidRPr="00F95990" w:rsidRDefault="009353EF" w:rsidP="009353EF">
            <w:r w:rsidRPr="00F95990">
              <w:t>Base Requirements</w:t>
            </w:r>
          </w:p>
        </w:tc>
      </w:tr>
      <w:tr w:rsidR="008E748C" w:rsidRPr="00F95990" w14:paraId="5CB88C23" w14:textId="77777777" w:rsidTr="00DE1102">
        <w:tc>
          <w:tcPr>
            <w:tcW w:w="441" w:type="dxa"/>
          </w:tcPr>
          <w:p w14:paraId="6AF7C58C" w14:textId="77777777" w:rsidR="008E748C" w:rsidRPr="00F95990" w:rsidRDefault="008E748C" w:rsidP="009353EF">
            <w:pPr>
              <w:jc w:val="center"/>
            </w:pPr>
          </w:p>
        </w:tc>
        <w:tc>
          <w:tcPr>
            <w:tcW w:w="974" w:type="dxa"/>
            <w:gridSpan w:val="2"/>
          </w:tcPr>
          <w:p w14:paraId="3E6288D7" w14:textId="77777777" w:rsidR="008E748C" w:rsidRPr="00F95990" w:rsidRDefault="008E748C" w:rsidP="009353EF">
            <w:pPr>
              <w:jc w:val="center"/>
            </w:pPr>
            <w:r>
              <w:t>R</w:t>
            </w:r>
          </w:p>
        </w:tc>
        <w:tc>
          <w:tcPr>
            <w:tcW w:w="7495" w:type="dxa"/>
            <w:gridSpan w:val="2"/>
          </w:tcPr>
          <w:p w14:paraId="6528790B" w14:textId="77777777" w:rsidR="008E748C" w:rsidRPr="00F95990" w:rsidRDefault="008E748C" w:rsidP="009353EF">
            <w:r>
              <w:t>Supports T-V-A</w:t>
            </w:r>
          </w:p>
        </w:tc>
      </w:tr>
      <w:tr w:rsidR="009353EF" w:rsidRPr="00F95990" w14:paraId="2D136F2B" w14:textId="77777777" w:rsidTr="00DE1102">
        <w:tc>
          <w:tcPr>
            <w:tcW w:w="441" w:type="dxa"/>
          </w:tcPr>
          <w:p w14:paraId="2EE4FF32" w14:textId="77777777" w:rsidR="009353EF" w:rsidRPr="00F95990" w:rsidRDefault="009353EF" w:rsidP="009353EF">
            <w:pPr>
              <w:jc w:val="center"/>
            </w:pPr>
          </w:p>
        </w:tc>
        <w:tc>
          <w:tcPr>
            <w:tcW w:w="974" w:type="dxa"/>
            <w:gridSpan w:val="2"/>
          </w:tcPr>
          <w:p w14:paraId="221EEAE5" w14:textId="77777777" w:rsidR="009353EF" w:rsidRPr="00F95990" w:rsidRDefault="009353EF" w:rsidP="009353EF">
            <w:pPr>
              <w:jc w:val="center"/>
            </w:pPr>
            <w:r w:rsidRPr="00F95990">
              <w:t>R</w:t>
            </w:r>
          </w:p>
        </w:tc>
        <w:tc>
          <w:tcPr>
            <w:tcW w:w="7495" w:type="dxa"/>
            <w:gridSpan w:val="2"/>
          </w:tcPr>
          <w:p w14:paraId="172622D8" w14:textId="77777777" w:rsidR="009353EF" w:rsidRPr="00F95990" w:rsidRDefault="009353EF" w:rsidP="009353EF">
            <w:r w:rsidRPr="00F95990">
              <w:t>Supports DS-RP-A</w:t>
            </w:r>
          </w:p>
        </w:tc>
      </w:tr>
      <w:tr w:rsidR="009353EF" w:rsidRPr="00F95990" w14:paraId="01E1FA24" w14:textId="77777777" w:rsidTr="00DE1102">
        <w:tc>
          <w:tcPr>
            <w:tcW w:w="441" w:type="dxa"/>
          </w:tcPr>
          <w:p w14:paraId="5D9C8F06" w14:textId="77777777" w:rsidR="009353EF" w:rsidRPr="00F95990" w:rsidRDefault="009353EF" w:rsidP="009353EF">
            <w:pPr>
              <w:jc w:val="center"/>
            </w:pPr>
          </w:p>
        </w:tc>
        <w:tc>
          <w:tcPr>
            <w:tcW w:w="974" w:type="dxa"/>
            <w:gridSpan w:val="2"/>
          </w:tcPr>
          <w:p w14:paraId="5A27C12E" w14:textId="77777777" w:rsidR="009353EF" w:rsidRPr="00F95990" w:rsidRDefault="009353EF" w:rsidP="009353EF">
            <w:pPr>
              <w:jc w:val="center"/>
            </w:pPr>
            <w:r w:rsidRPr="00F95990">
              <w:t>R</w:t>
            </w:r>
          </w:p>
        </w:tc>
        <w:tc>
          <w:tcPr>
            <w:tcW w:w="7495" w:type="dxa"/>
            <w:gridSpan w:val="2"/>
          </w:tcPr>
          <w:p w14:paraId="422AE00C" w14:textId="77777777" w:rsidR="009353EF" w:rsidRPr="00F95990" w:rsidRDefault="009353EF" w:rsidP="009353EF">
            <w:r w:rsidRPr="00F95990">
              <w:t>Supports DS-WP-A</w:t>
            </w:r>
          </w:p>
        </w:tc>
      </w:tr>
      <w:tr w:rsidR="009353EF" w:rsidRPr="00F95990" w14:paraId="1A84E960" w14:textId="77777777" w:rsidTr="00DE1102">
        <w:tc>
          <w:tcPr>
            <w:tcW w:w="441" w:type="dxa"/>
          </w:tcPr>
          <w:p w14:paraId="5545D905" w14:textId="77777777" w:rsidR="009353EF" w:rsidRPr="00F95990" w:rsidRDefault="009353EF" w:rsidP="009353EF">
            <w:pPr>
              <w:jc w:val="center"/>
            </w:pPr>
          </w:p>
        </w:tc>
        <w:tc>
          <w:tcPr>
            <w:tcW w:w="974" w:type="dxa"/>
            <w:gridSpan w:val="2"/>
          </w:tcPr>
          <w:p w14:paraId="73A37985" w14:textId="77777777" w:rsidR="009353EF" w:rsidRPr="00F95990" w:rsidRDefault="009353EF" w:rsidP="009353EF">
            <w:pPr>
              <w:jc w:val="center"/>
            </w:pPr>
            <w:r w:rsidRPr="00F95990">
              <w:t>R</w:t>
            </w:r>
          </w:p>
        </w:tc>
        <w:tc>
          <w:tcPr>
            <w:tcW w:w="7495" w:type="dxa"/>
            <w:gridSpan w:val="2"/>
          </w:tcPr>
          <w:p w14:paraId="6179D8F4" w14:textId="77777777" w:rsidR="009353EF" w:rsidRPr="00F95990" w:rsidRDefault="009353EF" w:rsidP="009353EF">
            <w:r w:rsidRPr="00F95990">
              <w:t>Supports DM-OCD-A</w:t>
            </w:r>
          </w:p>
        </w:tc>
      </w:tr>
      <w:tr w:rsidR="009353EF" w:rsidRPr="00F95990" w14:paraId="45723C64"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77F9CE74" w14:textId="77777777" w:rsidR="009353EF" w:rsidRPr="00F95990" w:rsidRDefault="009353EF" w:rsidP="009353EF">
            <w:pPr>
              <w:ind w:left="720"/>
              <w:rPr>
                <w:b/>
                <w:bCs/>
              </w:rPr>
            </w:pPr>
          </w:p>
        </w:tc>
      </w:tr>
      <w:tr w:rsidR="009353EF" w:rsidRPr="00F95990" w14:paraId="34A0F7EF" w14:textId="77777777" w:rsidTr="00DE1102">
        <w:trPr>
          <w:cantSplit/>
        </w:trPr>
        <w:tc>
          <w:tcPr>
            <w:tcW w:w="8910" w:type="dxa"/>
            <w:gridSpan w:val="5"/>
          </w:tcPr>
          <w:p w14:paraId="4A8392BB" w14:textId="77777777" w:rsidR="009353EF" w:rsidRPr="00F95990" w:rsidRDefault="009353EF" w:rsidP="009353EF">
            <w:pPr>
              <w:rPr>
                <w:b/>
                <w:bCs/>
              </w:rPr>
            </w:pPr>
            <w:r w:rsidRPr="00F95990">
              <w:rPr>
                <w:b/>
                <w:bCs/>
              </w:rPr>
              <w:t xml:space="preserve">Trending </w:t>
            </w:r>
            <w:r w:rsidR="00012C95">
              <w:rPr>
                <w:b/>
                <w:bCs/>
              </w:rPr>
              <w:t>-</w:t>
            </w:r>
            <w:r w:rsidRPr="00F95990">
              <w:rPr>
                <w:b/>
                <w:bCs/>
              </w:rPr>
              <w:t xml:space="preserve"> View</w:t>
            </w:r>
            <w:r w:rsidR="001E6D69">
              <w:rPr>
                <w:b/>
                <w:bCs/>
              </w:rPr>
              <w:t>ing</w:t>
            </w:r>
            <w:r w:rsidRPr="00F95990">
              <w:rPr>
                <w:b/>
                <w:bCs/>
              </w:rPr>
              <w:t xml:space="preserve"> and Modify</w:t>
            </w:r>
            <w:r w:rsidR="001E6D69">
              <w:rPr>
                <w:b/>
                <w:bCs/>
              </w:rPr>
              <w:t>ing</w:t>
            </w:r>
            <w:r w:rsidRPr="00F95990">
              <w:rPr>
                <w:b/>
                <w:bCs/>
              </w:rPr>
              <w:t xml:space="preserve"> </w:t>
            </w:r>
            <w:r w:rsidR="008E748C">
              <w:rPr>
                <w:b/>
                <w:bCs/>
              </w:rPr>
              <w:t xml:space="preserve">Trends </w:t>
            </w:r>
            <w:r w:rsidR="00012C95">
              <w:rPr>
                <w:b/>
                <w:bCs/>
              </w:rPr>
              <w:t>-</w:t>
            </w:r>
            <w:r w:rsidRPr="00F95990">
              <w:rPr>
                <w:b/>
                <w:bCs/>
              </w:rPr>
              <w:t xml:space="preserve"> I</w:t>
            </w:r>
            <w:r w:rsidR="008D2223">
              <w:rPr>
                <w:b/>
                <w:bCs/>
              </w:rPr>
              <w:t>nternal</w:t>
            </w:r>
            <w:r w:rsidRPr="00F95990">
              <w:rPr>
                <w:b/>
                <w:bCs/>
              </w:rPr>
              <w:t xml:space="preserve"> </w:t>
            </w:r>
            <w:r w:rsidR="00012C95">
              <w:rPr>
                <w:b/>
                <w:bCs/>
              </w:rPr>
              <w:t>-</w:t>
            </w:r>
            <w:r w:rsidRPr="00F95990">
              <w:rPr>
                <w:b/>
                <w:bCs/>
              </w:rPr>
              <w:t xml:space="preserve"> B</w:t>
            </w:r>
          </w:p>
        </w:tc>
      </w:tr>
      <w:tr w:rsidR="009353EF" w:rsidRPr="00F95990" w14:paraId="6640D416" w14:textId="77777777" w:rsidTr="00DE1102">
        <w:tc>
          <w:tcPr>
            <w:tcW w:w="441" w:type="dxa"/>
          </w:tcPr>
          <w:p w14:paraId="1E546A29" w14:textId="77777777" w:rsidR="009353EF" w:rsidRPr="00F95990" w:rsidRDefault="009353EF" w:rsidP="009353EF">
            <w:pPr>
              <w:jc w:val="center"/>
            </w:pPr>
          </w:p>
        </w:tc>
        <w:tc>
          <w:tcPr>
            <w:tcW w:w="974" w:type="dxa"/>
            <w:gridSpan w:val="2"/>
          </w:tcPr>
          <w:p w14:paraId="277974AC" w14:textId="77777777" w:rsidR="009353EF" w:rsidRPr="00F95990" w:rsidRDefault="009353EF" w:rsidP="009353EF">
            <w:pPr>
              <w:jc w:val="center"/>
            </w:pPr>
            <w:r w:rsidRPr="00F95990">
              <w:t>R</w:t>
            </w:r>
          </w:p>
        </w:tc>
        <w:tc>
          <w:tcPr>
            <w:tcW w:w="7495" w:type="dxa"/>
            <w:gridSpan w:val="2"/>
          </w:tcPr>
          <w:p w14:paraId="797DB2C9" w14:textId="77777777" w:rsidR="009353EF" w:rsidRPr="00F95990" w:rsidRDefault="009353EF" w:rsidP="009353EF">
            <w:r w:rsidRPr="00F95990">
              <w:t>Base Requirements</w:t>
            </w:r>
          </w:p>
        </w:tc>
      </w:tr>
      <w:tr w:rsidR="009353EF" w:rsidRPr="00F95990" w14:paraId="08E881BE" w14:textId="77777777" w:rsidTr="00DE1102">
        <w:tc>
          <w:tcPr>
            <w:tcW w:w="441" w:type="dxa"/>
          </w:tcPr>
          <w:p w14:paraId="60152EA0" w14:textId="77777777" w:rsidR="009353EF" w:rsidRPr="00F95990" w:rsidRDefault="009353EF" w:rsidP="009353EF">
            <w:pPr>
              <w:jc w:val="center"/>
            </w:pPr>
          </w:p>
        </w:tc>
        <w:tc>
          <w:tcPr>
            <w:tcW w:w="974" w:type="dxa"/>
            <w:gridSpan w:val="2"/>
          </w:tcPr>
          <w:p w14:paraId="27AA99C7" w14:textId="77777777" w:rsidR="009353EF" w:rsidRPr="00F95990" w:rsidRDefault="009353EF" w:rsidP="009353EF">
            <w:pPr>
              <w:jc w:val="center"/>
            </w:pPr>
            <w:r w:rsidRPr="00F95990">
              <w:t>R</w:t>
            </w:r>
          </w:p>
        </w:tc>
        <w:tc>
          <w:tcPr>
            <w:tcW w:w="7495" w:type="dxa"/>
            <w:gridSpan w:val="2"/>
          </w:tcPr>
          <w:p w14:paraId="56DA1F1D" w14:textId="77777777" w:rsidR="009353EF" w:rsidRPr="00F95990" w:rsidRDefault="009353EF" w:rsidP="009353EF">
            <w:r w:rsidRPr="00F95990">
              <w:t>Supports all forms of ReadRange</w:t>
            </w:r>
          </w:p>
        </w:tc>
      </w:tr>
      <w:tr w:rsidR="00DE34D8" w:rsidRPr="00EC5679" w14:paraId="0F009209" w14:textId="77777777" w:rsidTr="00DE1102">
        <w:tc>
          <w:tcPr>
            <w:tcW w:w="441" w:type="dxa"/>
          </w:tcPr>
          <w:p w14:paraId="5AC60035" w14:textId="77777777" w:rsidR="00DE34D8" w:rsidRPr="00EC5679" w:rsidRDefault="00DE34D8" w:rsidP="00070FE8">
            <w:pPr>
              <w:jc w:val="center"/>
              <w:rPr>
                <w:lang w:val="en-CA"/>
              </w:rPr>
            </w:pPr>
          </w:p>
        </w:tc>
        <w:tc>
          <w:tcPr>
            <w:tcW w:w="974" w:type="dxa"/>
            <w:gridSpan w:val="2"/>
          </w:tcPr>
          <w:p w14:paraId="7902D535" w14:textId="77777777" w:rsidR="00DE34D8" w:rsidRPr="00EC5679" w:rsidRDefault="00DE34D8" w:rsidP="00070FE8">
            <w:pPr>
              <w:jc w:val="center"/>
              <w:rPr>
                <w:lang w:val="en-CA"/>
              </w:rPr>
            </w:pPr>
            <w:r w:rsidRPr="00EC5679">
              <w:rPr>
                <w:lang w:val="en-CA"/>
              </w:rPr>
              <w:t>R</w:t>
            </w:r>
          </w:p>
        </w:tc>
        <w:tc>
          <w:tcPr>
            <w:tcW w:w="7495" w:type="dxa"/>
            <w:gridSpan w:val="2"/>
          </w:tcPr>
          <w:p w14:paraId="7CBA37EE" w14:textId="77777777" w:rsidR="00DE34D8" w:rsidRPr="00EC5679" w:rsidRDefault="00C96098" w:rsidP="00070FE8">
            <w:pPr>
              <w:rPr>
                <w:lang w:val="en-CA"/>
              </w:rPr>
            </w:pPr>
            <w:r>
              <w:rPr>
                <w:lang w:val="en-CA"/>
              </w:rPr>
              <w:t>Executes ReadRange</w:t>
            </w:r>
          </w:p>
        </w:tc>
      </w:tr>
      <w:tr w:rsidR="009353EF" w:rsidRPr="00F95990" w14:paraId="5772DA03" w14:textId="77777777" w:rsidTr="00DE1102">
        <w:tc>
          <w:tcPr>
            <w:tcW w:w="441" w:type="dxa"/>
          </w:tcPr>
          <w:p w14:paraId="23EF1E64" w14:textId="77777777" w:rsidR="009353EF" w:rsidRPr="00F95990" w:rsidRDefault="009353EF" w:rsidP="009353EF">
            <w:pPr>
              <w:jc w:val="center"/>
            </w:pPr>
          </w:p>
        </w:tc>
        <w:tc>
          <w:tcPr>
            <w:tcW w:w="974" w:type="dxa"/>
            <w:gridSpan w:val="2"/>
          </w:tcPr>
          <w:p w14:paraId="276DA1DF"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33E79CB0" w14:textId="77777777" w:rsidR="009353EF" w:rsidRPr="00F95990" w:rsidRDefault="009353EF" w:rsidP="009353EF">
            <w:r w:rsidRPr="00F95990">
              <w:t>Supports periodic logging (polling)</w:t>
            </w:r>
          </w:p>
        </w:tc>
      </w:tr>
      <w:tr w:rsidR="009353EF" w:rsidRPr="00F95990" w14:paraId="7350E23A" w14:textId="77777777" w:rsidTr="00DE1102">
        <w:tc>
          <w:tcPr>
            <w:tcW w:w="441" w:type="dxa"/>
          </w:tcPr>
          <w:p w14:paraId="6C228944" w14:textId="77777777" w:rsidR="009353EF" w:rsidRPr="00F95990" w:rsidRDefault="009353EF" w:rsidP="009353EF">
            <w:pPr>
              <w:jc w:val="center"/>
            </w:pPr>
          </w:p>
        </w:tc>
        <w:tc>
          <w:tcPr>
            <w:tcW w:w="974" w:type="dxa"/>
            <w:gridSpan w:val="2"/>
          </w:tcPr>
          <w:p w14:paraId="03F8F04A" w14:textId="77777777" w:rsidR="009353EF" w:rsidRPr="00F95990" w:rsidRDefault="009353EF" w:rsidP="009353EF">
            <w:pPr>
              <w:jc w:val="center"/>
            </w:pPr>
            <w:r w:rsidRPr="00F95990">
              <w:t>C</w:t>
            </w:r>
            <w:r w:rsidRPr="00F95990">
              <w:rPr>
                <w:vertAlign w:val="superscript"/>
              </w:rPr>
              <w:t>1</w:t>
            </w:r>
          </w:p>
        </w:tc>
        <w:tc>
          <w:tcPr>
            <w:tcW w:w="7495" w:type="dxa"/>
            <w:gridSpan w:val="2"/>
          </w:tcPr>
          <w:p w14:paraId="002700A8" w14:textId="77777777" w:rsidR="009353EF" w:rsidRPr="00F95990" w:rsidRDefault="009353EF" w:rsidP="009353EF">
            <w:r w:rsidRPr="00F95990">
              <w:t>Supports COV logging of local properties</w:t>
            </w:r>
          </w:p>
        </w:tc>
      </w:tr>
      <w:tr w:rsidR="008E748C" w:rsidRPr="00F95990" w14:paraId="0C7920B8" w14:textId="77777777" w:rsidTr="00DE1102">
        <w:tc>
          <w:tcPr>
            <w:tcW w:w="441" w:type="dxa"/>
          </w:tcPr>
          <w:p w14:paraId="0103C9EE" w14:textId="77777777" w:rsidR="008E748C" w:rsidRPr="00F95990" w:rsidRDefault="008E748C" w:rsidP="009353EF">
            <w:pPr>
              <w:jc w:val="center"/>
            </w:pPr>
          </w:p>
        </w:tc>
        <w:tc>
          <w:tcPr>
            <w:tcW w:w="974" w:type="dxa"/>
            <w:gridSpan w:val="2"/>
          </w:tcPr>
          <w:p w14:paraId="09665EE5" w14:textId="77777777" w:rsidR="008E748C" w:rsidRPr="00F95990" w:rsidRDefault="008E748C" w:rsidP="009353EF">
            <w:pPr>
              <w:jc w:val="center"/>
            </w:pPr>
            <w:r w:rsidRPr="00F95990">
              <w:t>C</w:t>
            </w:r>
            <w:r w:rsidRPr="00F95990">
              <w:rPr>
                <w:vertAlign w:val="superscript"/>
              </w:rPr>
              <w:t>1</w:t>
            </w:r>
          </w:p>
        </w:tc>
        <w:tc>
          <w:tcPr>
            <w:tcW w:w="7495" w:type="dxa"/>
            <w:gridSpan w:val="2"/>
          </w:tcPr>
          <w:p w14:paraId="375329D8" w14:textId="77777777" w:rsidR="008E748C" w:rsidRPr="00F95990" w:rsidRDefault="008E748C" w:rsidP="00000968">
            <w:r w:rsidRPr="00F95990">
              <w:t xml:space="preserve">Supports </w:t>
            </w:r>
            <w:r w:rsidR="00A752F1">
              <w:t>t</w:t>
            </w:r>
            <w:r w:rsidR="00000968">
              <w:t>riggered</w:t>
            </w:r>
            <w:r w:rsidRPr="00F95990">
              <w:t xml:space="preserve"> logging</w:t>
            </w:r>
          </w:p>
        </w:tc>
      </w:tr>
      <w:tr w:rsidR="008E748C" w:rsidRPr="00F95990" w14:paraId="329C7496" w14:textId="77777777" w:rsidTr="00DE1102">
        <w:tc>
          <w:tcPr>
            <w:tcW w:w="441" w:type="dxa"/>
          </w:tcPr>
          <w:p w14:paraId="1DE8FB87" w14:textId="77777777" w:rsidR="008E748C" w:rsidRPr="00F95990" w:rsidRDefault="008E748C" w:rsidP="009353EF">
            <w:pPr>
              <w:jc w:val="center"/>
            </w:pPr>
          </w:p>
        </w:tc>
        <w:tc>
          <w:tcPr>
            <w:tcW w:w="974" w:type="dxa"/>
            <w:gridSpan w:val="2"/>
          </w:tcPr>
          <w:p w14:paraId="0E0624DD" w14:textId="77777777" w:rsidR="008E748C" w:rsidRPr="00F95990" w:rsidRDefault="008E748C" w:rsidP="009353EF">
            <w:pPr>
              <w:jc w:val="center"/>
            </w:pPr>
            <w:r w:rsidRPr="00F95990">
              <w:t>C</w:t>
            </w:r>
            <w:r w:rsidRPr="00F95990">
              <w:rPr>
                <w:vertAlign w:val="superscript"/>
              </w:rPr>
              <w:t>2</w:t>
            </w:r>
          </w:p>
        </w:tc>
        <w:tc>
          <w:tcPr>
            <w:tcW w:w="7495" w:type="dxa"/>
            <w:gridSpan w:val="2"/>
          </w:tcPr>
          <w:p w14:paraId="1CC0FC51" w14:textId="77777777" w:rsidR="008E748C" w:rsidRPr="00F95990" w:rsidRDefault="008E748C" w:rsidP="009353EF">
            <w:r w:rsidRPr="00F95990">
              <w:t>Supports Start_Time and Stop_Time properties</w:t>
            </w:r>
          </w:p>
        </w:tc>
      </w:tr>
      <w:tr w:rsidR="00B96586" w:rsidRPr="00F95990" w14:paraId="7272895E" w14:textId="77777777" w:rsidTr="00DE1102">
        <w:tc>
          <w:tcPr>
            <w:tcW w:w="441" w:type="dxa"/>
          </w:tcPr>
          <w:p w14:paraId="37316B12" w14:textId="77777777" w:rsidR="00B96586" w:rsidRPr="00F95990" w:rsidRDefault="00B96586" w:rsidP="009353EF">
            <w:pPr>
              <w:jc w:val="center"/>
            </w:pPr>
          </w:p>
        </w:tc>
        <w:tc>
          <w:tcPr>
            <w:tcW w:w="974" w:type="dxa"/>
            <w:gridSpan w:val="2"/>
          </w:tcPr>
          <w:p w14:paraId="7DE55D70" w14:textId="77777777" w:rsidR="00B96586" w:rsidRPr="00F95990" w:rsidRDefault="00B96586" w:rsidP="009353EF">
            <w:pPr>
              <w:jc w:val="center"/>
            </w:pPr>
            <w:r>
              <w:t>O</w:t>
            </w:r>
          </w:p>
        </w:tc>
        <w:tc>
          <w:tcPr>
            <w:tcW w:w="7495" w:type="dxa"/>
            <w:gridSpan w:val="2"/>
          </w:tcPr>
          <w:p w14:paraId="633E91F7" w14:textId="77777777" w:rsidR="00B96586" w:rsidRPr="00F95990" w:rsidRDefault="00B96586" w:rsidP="009353EF">
            <w:r>
              <w:t>Supports clock-aligned logging</w:t>
            </w:r>
          </w:p>
        </w:tc>
      </w:tr>
      <w:tr w:rsidR="008E748C" w:rsidRPr="00F95990" w14:paraId="6842BCF2" w14:textId="77777777" w:rsidTr="00DE1102">
        <w:trPr>
          <w:cantSplit/>
        </w:trPr>
        <w:tc>
          <w:tcPr>
            <w:tcW w:w="8910" w:type="dxa"/>
            <w:gridSpan w:val="5"/>
          </w:tcPr>
          <w:p w14:paraId="2F0CD6C8" w14:textId="77777777" w:rsidR="008E748C" w:rsidRPr="00F95990" w:rsidRDefault="008E748C" w:rsidP="009353EF">
            <w:pPr>
              <w:ind w:left="720"/>
            </w:pPr>
            <w:r w:rsidRPr="00F95990">
              <w:rPr>
                <w:vertAlign w:val="superscript"/>
              </w:rPr>
              <w:t>1</w:t>
            </w:r>
            <w:r w:rsidRPr="00F95990">
              <w:t xml:space="preserve"> At least one of these options is required in order to claim conformance to this BIBB.</w:t>
            </w:r>
          </w:p>
          <w:p w14:paraId="1A988569" w14:textId="77777777" w:rsidR="008E748C" w:rsidRPr="00F95990" w:rsidRDefault="008E748C" w:rsidP="009353EF">
            <w:pPr>
              <w:ind w:left="720"/>
              <w:rPr>
                <w:b/>
                <w:bCs/>
              </w:rPr>
            </w:pPr>
            <w:r w:rsidRPr="00F95990">
              <w:rPr>
                <w:vertAlign w:val="superscript"/>
              </w:rPr>
              <w:t>2</w:t>
            </w:r>
            <w:r w:rsidRPr="00F95990">
              <w:t xml:space="preserve"> These properties must be present and be writable if able to monitor a BACnet Property.</w:t>
            </w:r>
          </w:p>
        </w:tc>
      </w:tr>
      <w:tr w:rsidR="008E748C" w:rsidRPr="00F95990" w14:paraId="3099E813" w14:textId="77777777" w:rsidTr="00DE1102">
        <w:trPr>
          <w:cantSplit/>
        </w:trPr>
        <w:tc>
          <w:tcPr>
            <w:tcW w:w="8910" w:type="dxa"/>
            <w:gridSpan w:val="5"/>
          </w:tcPr>
          <w:p w14:paraId="63578BC5" w14:textId="77777777" w:rsidR="008E748C" w:rsidRPr="00F95990" w:rsidRDefault="008E748C" w:rsidP="009353EF">
            <w:pPr>
              <w:rPr>
                <w:b/>
                <w:bCs/>
              </w:rPr>
            </w:pPr>
            <w:r w:rsidRPr="00F95990">
              <w:rPr>
                <w:b/>
                <w:bCs/>
              </w:rPr>
              <w:t xml:space="preserve">Trending </w:t>
            </w:r>
            <w:r w:rsidR="00012C95">
              <w:rPr>
                <w:b/>
                <w:bCs/>
              </w:rPr>
              <w:t>-</w:t>
            </w:r>
            <w:r w:rsidRPr="00F95990">
              <w:rPr>
                <w:b/>
                <w:bCs/>
              </w:rPr>
              <w:t xml:space="preserve"> View</w:t>
            </w:r>
            <w:r w:rsidR="001E6D69">
              <w:rPr>
                <w:b/>
                <w:bCs/>
              </w:rPr>
              <w:t>ing</w:t>
            </w:r>
            <w:r w:rsidRPr="00F95990">
              <w:rPr>
                <w:b/>
                <w:bCs/>
              </w:rPr>
              <w:t xml:space="preserve"> and Modify</w:t>
            </w:r>
            <w:r w:rsidR="001E6D69">
              <w:rPr>
                <w:b/>
                <w:bCs/>
              </w:rPr>
              <w:t>ing</w:t>
            </w:r>
            <w:r w:rsidRPr="00F95990">
              <w:rPr>
                <w:b/>
                <w:bCs/>
              </w:rPr>
              <w:t xml:space="preserve"> </w:t>
            </w:r>
            <w:r>
              <w:rPr>
                <w:b/>
                <w:bCs/>
              </w:rPr>
              <w:t xml:space="preserve">Trends </w:t>
            </w:r>
            <w:r w:rsidR="00012C95">
              <w:rPr>
                <w:b/>
                <w:bCs/>
              </w:rPr>
              <w:t>-</w:t>
            </w:r>
            <w:r w:rsidRPr="00F95990">
              <w:rPr>
                <w:b/>
                <w:bCs/>
              </w:rPr>
              <w:t xml:space="preserve"> E</w:t>
            </w:r>
            <w:r w:rsidR="008D2223">
              <w:rPr>
                <w:b/>
                <w:bCs/>
              </w:rPr>
              <w:t>xternal</w:t>
            </w:r>
            <w:r w:rsidRPr="00F95990">
              <w:rPr>
                <w:b/>
                <w:bCs/>
              </w:rPr>
              <w:t xml:space="preserve"> </w:t>
            </w:r>
            <w:r w:rsidR="00012C95">
              <w:rPr>
                <w:b/>
                <w:bCs/>
              </w:rPr>
              <w:t>-</w:t>
            </w:r>
            <w:r w:rsidRPr="00F95990">
              <w:rPr>
                <w:b/>
                <w:bCs/>
              </w:rPr>
              <w:t xml:space="preserve"> B</w:t>
            </w:r>
          </w:p>
        </w:tc>
      </w:tr>
      <w:tr w:rsidR="008E748C" w:rsidRPr="00F95990" w14:paraId="4E7B4034" w14:textId="77777777" w:rsidTr="00DE1102">
        <w:tc>
          <w:tcPr>
            <w:tcW w:w="441" w:type="dxa"/>
          </w:tcPr>
          <w:p w14:paraId="1B68DCC6" w14:textId="77777777" w:rsidR="008E748C" w:rsidRPr="00F95990" w:rsidRDefault="008E748C" w:rsidP="009353EF">
            <w:pPr>
              <w:jc w:val="center"/>
            </w:pPr>
          </w:p>
        </w:tc>
        <w:tc>
          <w:tcPr>
            <w:tcW w:w="974" w:type="dxa"/>
            <w:gridSpan w:val="2"/>
          </w:tcPr>
          <w:p w14:paraId="20EA506E" w14:textId="77777777" w:rsidR="008E748C" w:rsidRPr="00F95990" w:rsidRDefault="008E748C" w:rsidP="009353EF">
            <w:pPr>
              <w:jc w:val="center"/>
            </w:pPr>
            <w:r w:rsidRPr="00F95990">
              <w:t>R</w:t>
            </w:r>
          </w:p>
        </w:tc>
        <w:tc>
          <w:tcPr>
            <w:tcW w:w="7495" w:type="dxa"/>
            <w:gridSpan w:val="2"/>
          </w:tcPr>
          <w:p w14:paraId="581C3DCA" w14:textId="77777777" w:rsidR="008E748C" w:rsidRPr="00F95990" w:rsidRDefault="008E748C" w:rsidP="009353EF">
            <w:r w:rsidRPr="00F95990">
              <w:t>Base Requirements</w:t>
            </w:r>
          </w:p>
        </w:tc>
      </w:tr>
      <w:tr w:rsidR="008E748C" w:rsidRPr="00F95990" w14:paraId="036F2FC1" w14:textId="77777777" w:rsidTr="00DE1102">
        <w:tc>
          <w:tcPr>
            <w:tcW w:w="441" w:type="dxa"/>
          </w:tcPr>
          <w:p w14:paraId="695AF237" w14:textId="77777777" w:rsidR="008E748C" w:rsidRPr="00F95990" w:rsidRDefault="008E748C" w:rsidP="009353EF">
            <w:pPr>
              <w:jc w:val="center"/>
            </w:pPr>
          </w:p>
        </w:tc>
        <w:tc>
          <w:tcPr>
            <w:tcW w:w="974" w:type="dxa"/>
            <w:gridSpan w:val="2"/>
          </w:tcPr>
          <w:p w14:paraId="610B1453" w14:textId="77777777" w:rsidR="008E748C" w:rsidRPr="00F95990" w:rsidRDefault="008E748C" w:rsidP="009353EF">
            <w:pPr>
              <w:jc w:val="center"/>
            </w:pPr>
            <w:r w:rsidRPr="00F95990">
              <w:t>R</w:t>
            </w:r>
          </w:p>
        </w:tc>
        <w:tc>
          <w:tcPr>
            <w:tcW w:w="7495" w:type="dxa"/>
            <w:gridSpan w:val="2"/>
          </w:tcPr>
          <w:p w14:paraId="0117A706" w14:textId="77777777" w:rsidR="008E748C" w:rsidRPr="00F95990" w:rsidRDefault="008E748C" w:rsidP="009353EF">
            <w:r w:rsidRPr="00F95990">
              <w:t>Is able to trend REAL values</w:t>
            </w:r>
          </w:p>
        </w:tc>
      </w:tr>
      <w:tr w:rsidR="008E748C" w:rsidRPr="00F95990" w14:paraId="3AD53977" w14:textId="77777777" w:rsidTr="00DE1102">
        <w:tc>
          <w:tcPr>
            <w:tcW w:w="441" w:type="dxa"/>
          </w:tcPr>
          <w:p w14:paraId="5B87B6C9" w14:textId="77777777" w:rsidR="008E748C" w:rsidRPr="00F95990" w:rsidRDefault="008E748C" w:rsidP="009353EF">
            <w:pPr>
              <w:jc w:val="center"/>
            </w:pPr>
          </w:p>
        </w:tc>
        <w:tc>
          <w:tcPr>
            <w:tcW w:w="974" w:type="dxa"/>
            <w:gridSpan w:val="2"/>
          </w:tcPr>
          <w:p w14:paraId="007C20C9" w14:textId="77777777" w:rsidR="008E748C" w:rsidRPr="00F95990" w:rsidRDefault="008E748C" w:rsidP="009353EF">
            <w:pPr>
              <w:jc w:val="center"/>
            </w:pPr>
            <w:r w:rsidRPr="00F95990">
              <w:t>R</w:t>
            </w:r>
            <w:r w:rsidRPr="00F95990">
              <w:rPr>
                <w:vertAlign w:val="superscript"/>
              </w:rPr>
              <w:t>1</w:t>
            </w:r>
          </w:p>
        </w:tc>
        <w:tc>
          <w:tcPr>
            <w:tcW w:w="7495" w:type="dxa"/>
            <w:gridSpan w:val="2"/>
          </w:tcPr>
          <w:p w14:paraId="3502787E" w14:textId="77777777" w:rsidR="008E748C" w:rsidRPr="00F95990" w:rsidRDefault="008E748C" w:rsidP="009353EF">
            <w:r w:rsidRPr="00F95990">
              <w:t>Is able to trend Unsigned values</w:t>
            </w:r>
          </w:p>
        </w:tc>
      </w:tr>
      <w:tr w:rsidR="008E748C" w:rsidRPr="00F95990" w14:paraId="5F616D2A" w14:textId="77777777" w:rsidTr="00DE1102">
        <w:tc>
          <w:tcPr>
            <w:tcW w:w="441" w:type="dxa"/>
          </w:tcPr>
          <w:p w14:paraId="210A5858" w14:textId="77777777" w:rsidR="008E748C" w:rsidRPr="00F95990" w:rsidRDefault="008E748C" w:rsidP="009353EF">
            <w:pPr>
              <w:jc w:val="center"/>
            </w:pPr>
          </w:p>
        </w:tc>
        <w:tc>
          <w:tcPr>
            <w:tcW w:w="974" w:type="dxa"/>
            <w:gridSpan w:val="2"/>
          </w:tcPr>
          <w:p w14:paraId="24EBFC7D" w14:textId="77777777" w:rsidR="008E748C" w:rsidRPr="00F95990" w:rsidRDefault="008E748C" w:rsidP="009353EF">
            <w:pPr>
              <w:jc w:val="center"/>
            </w:pPr>
            <w:r w:rsidRPr="00F95990">
              <w:t>R</w:t>
            </w:r>
            <w:r w:rsidRPr="00F95990">
              <w:rPr>
                <w:vertAlign w:val="superscript"/>
              </w:rPr>
              <w:t>1</w:t>
            </w:r>
          </w:p>
        </w:tc>
        <w:tc>
          <w:tcPr>
            <w:tcW w:w="7495" w:type="dxa"/>
            <w:gridSpan w:val="2"/>
          </w:tcPr>
          <w:p w14:paraId="0C421D0F" w14:textId="77777777" w:rsidR="008E748C" w:rsidRPr="00F95990" w:rsidRDefault="008E748C" w:rsidP="009353EF">
            <w:r w:rsidRPr="00F95990">
              <w:t>Is able to trend INTEGER (signed) values</w:t>
            </w:r>
          </w:p>
        </w:tc>
      </w:tr>
      <w:tr w:rsidR="008E748C" w:rsidRPr="00F95990" w14:paraId="4A211A92" w14:textId="77777777" w:rsidTr="00DE1102">
        <w:tc>
          <w:tcPr>
            <w:tcW w:w="441" w:type="dxa"/>
          </w:tcPr>
          <w:p w14:paraId="37A5BE3F" w14:textId="77777777" w:rsidR="008E748C" w:rsidRPr="00F95990" w:rsidRDefault="008E748C" w:rsidP="009353EF">
            <w:pPr>
              <w:jc w:val="center"/>
            </w:pPr>
          </w:p>
        </w:tc>
        <w:tc>
          <w:tcPr>
            <w:tcW w:w="974" w:type="dxa"/>
            <w:gridSpan w:val="2"/>
          </w:tcPr>
          <w:p w14:paraId="6C80567E" w14:textId="77777777" w:rsidR="008E748C" w:rsidRPr="00F95990" w:rsidRDefault="008E748C" w:rsidP="009353EF">
            <w:pPr>
              <w:jc w:val="center"/>
            </w:pPr>
            <w:r w:rsidRPr="00F95990">
              <w:t>R</w:t>
            </w:r>
          </w:p>
        </w:tc>
        <w:tc>
          <w:tcPr>
            <w:tcW w:w="7495" w:type="dxa"/>
            <w:gridSpan w:val="2"/>
          </w:tcPr>
          <w:p w14:paraId="1283174A" w14:textId="77777777" w:rsidR="008E748C" w:rsidRPr="00F95990" w:rsidRDefault="008E748C" w:rsidP="009353EF">
            <w:r w:rsidRPr="00F95990">
              <w:t>Is able to trend BOOLEAN values</w:t>
            </w:r>
          </w:p>
        </w:tc>
      </w:tr>
      <w:tr w:rsidR="008E748C" w:rsidRPr="00F95990" w14:paraId="3A758D8B" w14:textId="77777777" w:rsidTr="00DE1102">
        <w:tc>
          <w:tcPr>
            <w:tcW w:w="441" w:type="dxa"/>
          </w:tcPr>
          <w:p w14:paraId="73051EB7" w14:textId="77777777" w:rsidR="008E748C" w:rsidRPr="00F95990" w:rsidRDefault="008E748C" w:rsidP="009353EF">
            <w:pPr>
              <w:jc w:val="center"/>
            </w:pPr>
          </w:p>
        </w:tc>
        <w:tc>
          <w:tcPr>
            <w:tcW w:w="974" w:type="dxa"/>
            <w:gridSpan w:val="2"/>
          </w:tcPr>
          <w:p w14:paraId="26783DDB" w14:textId="77777777" w:rsidR="008E748C" w:rsidRPr="00F95990" w:rsidRDefault="008E748C" w:rsidP="009353EF">
            <w:pPr>
              <w:jc w:val="center"/>
            </w:pPr>
            <w:r w:rsidRPr="00F95990">
              <w:t>R</w:t>
            </w:r>
          </w:p>
        </w:tc>
        <w:tc>
          <w:tcPr>
            <w:tcW w:w="7495" w:type="dxa"/>
            <w:gridSpan w:val="2"/>
          </w:tcPr>
          <w:p w14:paraId="6DE9B945" w14:textId="77777777" w:rsidR="008E748C" w:rsidRPr="00F95990" w:rsidRDefault="008E748C" w:rsidP="009353EF">
            <w:r w:rsidRPr="00F95990">
              <w:t>Is able to trend Bit String values</w:t>
            </w:r>
          </w:p>
        </w:tc>
      </w:tr>
      <w:tr w:rsidR="008E748C" w:rsidRPr="00F95990" w14:paraId="3989E34E" w14:textId="77777777" w:rsidTr="00DE1102">
        <w:tc>
          <w:tcPr>
            <w:tcW w:w="441" w:type="dxa"/>
          </w:tcPr>
          <w:p w14:paraId="4AC3E28A" w14:textId="77777777" w:rsidR="008E748C" w:rsidRPr="00F95990" w:rsidRDefault="008E748C" w:rsidP="009353EF">
            <w:pPr>
              <w:jc w:val="center"/>
            </w:pPr>
          </w:p>
        </w:tc>
        <w:tc>
          <w:tcPr>
            <w:tcW w:w="974" w:type="dxa"/>
            <w:gridSpan w:val="2"/>
          </w:tcPr>
          <w:p w14:paraId="57D6A831" w14:textId="77777777" w:rsidR="008E748C" w:rsidRPr="00F95990" w:rsidRDefault="008E748C" w:rsidP="009353EF">
            <w:pPr>
              <w:jc w:val="center"/>
            </w:pPr>
            <w:r w:rsidRPr="00F95990">
              <w:t>R</w:t>
            </w:r>
            <w:r w:rsidRPr="00F95990">
              <w:rPr>
                <w:vertAlign w:val="superscript"/>
              </w:rPr>
              <w:t>2</w:t>
            </w:r>
          </w:p>
        </w:tc>
        <w:tc>
          <w:tcPr>
            <w:tcW w:w="7495" w:type="dxa"/>
            <w:gridSpan w:val="2"/>
          </w:tcPr>
          <w:p w14:paraId="60FF3465" w14:textId="77777777" w:rsidR="008E748C" w:rsidRPr="00F95990" w:rsidRDefault="008E748C" w:rsidP="009353EF">
            <w:r w:rsidRPr="00F95990">
              <w:t>Is able to trend Enumerated values</w:t>
            </w:r>
          </w:p>
        </w:tc>
      </w:tr>
      <w:tr w:rsidR="008E748C" w:rsidRPr="00F95990" w14:paraId="1D803633" w14:textId="77777777" w:rsidTr="00DE1102">
        <w:tc>
          <w:tcPr>
            <w:tcW w:w="441" w:type="dxa"/>
          </w:tcPr>
          <w:p w14:paraId="79E1EE4A" w14:textId="77777777" w:rsidR="008E748C" w:rsidRPr="00F95990" w:rsidRDefault="008E748C" w:rsidP="009353EF">
            <w:pPr>
              <w:jc w:val="center"/>
            </w:pPr>
          </w:p>
        </w:tc>
        <w:tc>
          <w:tcPr>
            <w:tcW w:w="974" w:type="dxa"/>
            <w:gridSpan w:val="2"/>
          </w:tcPr>
          <w:p w14:paraId="6B7F8D9B" w14:textId="77777777" w:rsidR="008E748C" w:rsidRPr="00F95990" w:rsidRDefault="008E748C" w:rsidP="009353EF">
            <w:pPr>
              <w:jc w:val="center"/>
            </w:pPr>
            <w:r w:rsidRPr="00F95990">
              <w:t>R</w:t>
            </w:r>
          </w:p>
        </w:tc>
        <w:tc>
          <w:tcPr>
            <w:tcW w:w="7495" w:type="dxa"/>
            <w:gridSpan w:val="2"/>
          </w:tcPr>
          <w:p w14:paraId="176875E9" w14:textId="77777777" w:rsidR="008E748C" w:rsidRPr="00F95990" w:rsidRDefault="008E748C" w:rsidP="009353EF">
            <w:r w:rsidRPr="00F95990">
              <w:t>Is able to trend NULL values</w:t>
            </w:r>
          </w:p>
        </w:tc>
      </w:tr>
      <w:tr w:rsidR="008E748C" w:rsidRPr="00F95990" w14:paraId="17564DA9" w14:textId="77777777" w:rsidTr="00DE1102">
        <w:tc>
          <w:tcPr>
            <w:tcW w:w="441" w:type="dxa"/>
          </w:tcPr>
          <w:p w14:paraId="5AAC121A" w14:textId="77777777" w:rsidR="008E748C" w:rsidRPr="00F95990" w:rsidRDefault="008E748C" w:rsidP="00255932">
            <w:pPr>
              <w:jc w:val="center"/>
            </w:pPr>
          </w:p>
        </w:tc>
        <w:tc>
          <w:tcPr>
            <w:tcW w:w="974" w:type="dxa"/>
            <w:gridSpan w:val="2"/>
          </w:tcPr>
          <w:p w14:paraId="163F458A" w14:textId="77777777" w:rsidR="008E748C" w:rsidRPr="00F95990" w:rsidRDefault="008E748C" w:rsidP="00255932">
            <w:pPr>
              <w:jc w:val="center"/>
            </w:pPr>
            <w:r>
              <w:t>O</w:t>
            </w:r>
          </w:p>
        </w:tc>
        <w:tc>
          <w:tcPr>
            <w:tcW w:w="7495" w:type="dxa"/>
            <w:gridSpan w:val="2"/>
          </w:tcPr>
          <w:p w14:paraId="145B8DA9" w14:textId="77777777" w:rsidR="008E748C" w:rsidRPr="00F95990" w:rsidRDefault="008E748C" w:rsidP="00195131">
            <w:r w:rsidRPr="00F95990">
              <w:t xml:space="preserve">Is able to trend </w:t>
            </w:r>
            <w:r>
              <w:t xml:space="preserve">Double </w:t>
            </w:r>
            <w:r w:rsidRPr="00F95990">
              <w:t>values</w:t>
            </w:r>
          </w:p>
        </w:tc>
      </w:tr>
      <w:tr w:rsidR="008E748C" w:rsidRPr="00F95990" w14:paraId="786BF8A6" w14:textId="77777777" w:rsidTr="00DE1102">
        <w:tc>
          <w:tcPr>
            <w:tcW w:w="441" w:type="dxa"/>
          </w:tcPr>
          <w:p w14:paraId="64EE07E3" w14:textId="77777777" w:rsidR="008E748C" w:rsidRPr="00F95990" w:rsidRDefault="008E748C" w:rsidP="009353EF">
            <w:pPr>
              <w:jc w:val="center"/>
            </w:pPr>
          </w:p>
        </w:tc>
        <w:tc>
          <w:tcPr>
            <w:tcW w:w="974" w:type="dxa"/>
            <w:gridSpan w:val="2"/>
          </w:tcPr>
          <w:p w14:paraId="1AB171D9" w14:textId="77777777" w:rsidR="008E748C" w:rsidRPr="00F95990" w:rsidRDefault="008E748C" w:rsidP="009353EF">
            <w:pPr>
              <w:jc w:val="center"/>
            </w:pPr>
            <w:r>
              <w:t>O</w:t>
            </w:r>
          </w:p>
        </w:tc>
        <w:tc>
          <w:tcPr>
            <w:tcW w:w="7495" w:type="dxa"/>
            <w:gridSpan w:val="2"/>
          </w:tcPr>
          <w:p w14:paraId="24695844" w14:textId="77777777" w:rsidR="008E748C" w:rsidRPr="00F95990" w:rsidRDefault="008E748C" w:rsidP="00195131">
            <w:r w:rsidRPr="00F95990">
              <w:t xml:space="preserve">Is able to trend </w:t>
            </w:r>
            <w:r>
              <w:t xml:space="preserve">Character </w:t>
            </w:r>
            <w:r w:rsidRPr="00F95990">
              <w:t>String values</w:t>
            </w:r>
          </w:p>
        </w:tc>
      </w:tr>
      <w:tr w:rsidR="008E748C" w:rsidRPr="00F95990" w14:paraId="76061640" w14:textId="77777777" w:rsidTr="00DE1102">
        <w:tc>
          <w:tcPr>
            <w:tcW w:w="441" w:type="dxa"/>
          </w:tcPr>
          <w:p w14:paraId="612EF13D" w14:textId="77777777" w:rsidR="008E748C" w:rsidRPr="00F95990" w:rsidRDefault="008E748C" w:rsidP="00255932">
            <w:pPr>
              <w:jc w:val="center"/>
            </w:pPr>
          </w:p>
        </w:tc>
        <w:tc>
          <w:tcPr>
            <w:tcW w:w="974" w:type="dxa"/>
            <w:gridSpan w:val="2"/>
          </w:tcPr>
          <w:p w14:paraId="60E99197" w14:textId="77777777" w:rsidR="008E748C" w:rsidRPr="00F95990" w:rsidRDefault="008E748C" w:rsidP="00255932">
            <w:pPr>
              <w:jc w:val="center"/>
            </w:pPr>
            <w:r>
              <w:t>O</w:t>
            </w:r>
          </w:p>
        </w:tc>
        <w:tc>
          <w:tcPr>
            <w:tcW w:w="7495" w:type="dxa"/>
            <w:gridSpan w:val="2"/>
          </w:tcPr>
          <w:p w14:paraId="7B83454A" w14:textId="77777777" w:rsidR="008E748C" w:rsidRPr="00F95990" w:rsidRDefault="008E748C" w:rsidP="00255932">
            <w:r w:rsidRPr="00F95990">
              <w:t xml:space="preserve">Is able to trend </w:t>
            </w:r>
            <w:r>
              <w:t xml:space="preserve">Octet </w:t>
            </w:r>
            <w:r w:rsidRPr="00F95990">
              <w:t>String values</w:t>
            </w:r>
          </w:p>
        </w:tc>
      </w:tr>
      <w:tr w:rsidR="008E748C" w:rsidRPr="00F95990" w14:paraId="5B4662EE" w14:textId="77777777" w:rsidTr="00DE1102">
        <w:tc>
          <w:tcPr>
            <w:tcW w:w="441" w:type="dxa"/>
          </w:tcPr>
          <w:p w14:paraId="62908484" w14:textId="77777777" w:rsidR="008E748C" w:rsidRPr="00F95990" w:rsidRDefault="008E748C" w:rsidP="00255932">
            <w:pPr>
              <w:jc w:val="center"/>
            </w:pPr>
          </w:p>
        </w:tc>
        <w:tc>
          <w:tcPr>
            <w:tcW w:w="974" w:type="dxa"/>
            <w:gridSpan w:val="2"/>
          </w:tcPr>
          <w:p w14:paraId="5D38B21D" w14:textId="77777777" w:rsidR="008E748C" w:rsidRPr="00F95990" w:rsidRDefault="008E748C" w:rsidP="00255932">
            <w:pPr>
              <w:jc w:val="center"/>
            </w:pPr>
            <w:r>
              <w:t>O</w:t>
            </w:r>
          </w:p>
        </w:tc>
        <w:tc>
          <w:tcPr>
            <w:tcW w:w="7495" w:type="dxa"/>
            <w:gridSpan w:val="2"/>
          </w:tcPr>
          <w:p w14:paraId="6315ED88" w14:textId="77777777" w:rsidR="008E748C" w:rsidRPr="00F95990" w:rsidRDefault="008E748C" w:rsidP="00195131">
            <w:r w:rsidRPr="00F95990">
              <w:t xml:space="preserve">Is able to trend </w:t>
            </w:r>
            <w:r>
              <w:t>Date</w:t>
            </w:r>
            <w:r w:rsidRPr="00F95990">
              <w:t xml:space="preserve"> values</w:t>
            </w:r>
          </w:p>
        </w:tc>
      </w:tr>
      <w:tr w:rsidR="008E748C" w:rsidRPr="00F95990" w14:paraId="13295375" w14:textId="77777777" w:rsidTr="00DE1102">
        <w:tc>
          <w:tcPr>
            <w:tcW w:w="441" w:type="dxa"/>
          </w:tcPr>
          <w:p w14:paraId="364E2D36" w14:textId="77777777" w:rsidR="008E748C" w:rsidRPr="00F95990" w:rsidRDefault="008E748C" w:rsidP="00255932">
            <w:pPr>
              <w:jc w:val="center"/>
            </w:pPr>
          </w:p>
        </w:tc>
        <w:tc>
          <w:tcPr>
            <w:tcW w:w="974" w:type="dxa"/>
            <w:gridSpan w:val="2"/>
          </w:tcPr>
          <w:p w14:paraId="702947E8" w14:textId="77777777" w:rsidR="008E748C" w:rsidRPr="00F95990" w:rsidRDefault="008E748C" w:rsidP="00255932">
            <w:pPr>
              <w:jc w:val="center"/>
            </w:pPr>
            <w:r>
              <w:t>O</w:t>
            </w:r>
          </w:p>
        </w:tc>
        <w:tc>
          <w:tcPr>
            <w:tcW w:w="7495" w:type="dxa"/>
            <w:gridSpan w:val="2"/>
          </w:tcPr>
          <w:p w14:paraId="7AB88092" w14:textId="77777777" w:rsidR="008E748C" w:rsidRPr="00F95990" w:rsidRDefault="008E748C" w:rsidP="00195131">
            <w:r w:rsidRPr="00F95990">
              <w:t xml:space="preserve">Is able to trend </w:t>
            </w:r>
            <w:r>
              <w:t>Time</w:t>
            </w:r>
            <w:r w:rsidRPr="00F95990">
              <w:t xml:space="preserve"> values</w:t>
            </w:r>
          </w:p>
        </w:tc>
      </w:tr>
      <w:tr w:rsidR="008E748C" w:rsidRPr="00F95990" w14:paraId="41AE28B3" w14:textId="77777777" w:rsidTr="00DE1102">
        <w:tc>
          <w:tcPr>
            <w:tcW w:w="441" w:type="dxa"/>
          </w:tcPr>
          <w:p w14:paraId="33737111" w14:textId="77777777" w:rsidR="008E748C" w:rsidRPr="00F95990" w:rsidRDefault="008E748C" w:rsidP="00255932">
            <w:pPr>
              <w:jc w:val="center"/>
            </w:pPr>
          </w:p>
        </w:tc>
        <w:tc>
          <w:tcPr>
            <w:tcW w:w="974" w:type="dxa"/>
            <w:gridSpan w:val="2"/>
          </w:tcPr>
          <w:p w14:paraId="6EC5708A" w14:textId="77777777" w:rsidR="008E748C" w:rsidRPr="00F95990" w:rsidRDefault="008E748C" w:rsidP="00255932">
            <w:pPr>
              <w:jc w:val="center"/>
            </w:pPr>
            <w:r>
              <w:t>O</w:t>
            </w:r>
          </w:p>
        </w:tc>
        <w:tc>
          <w:tcPr>
            <w:tcW w:w="7495" w:type="dxa"/>
            <w:gridSpan w:val="2"/>
          </w:tcPr>
          <w:p w14:paraId="277B5665" w14:textId="77777777" w:rsidR="008E748C" w:rsidRPr="00F95990" w:rsidRDefault="008E748C" w:rsidP="00195131">
            <w:r w:rsidRPr="00F95990">
              <w:t xml:space="preserve">Is able to trend </w:t>
            </w:r>
            <w:r>
              <w:t>BACnetObjectIdentifier</w:t>
            </w:r>
            <w:r w:rsidRPr="00F95990">
              <w:t xml:space="preserve"> values</w:t>
            </w:r>
          </w:p>
        </w:tc>
      </w:tr>
      <w:tr w:rsidR="008E748C" w:rsidRPr="00F95990" w14:paraId="049695E9" w14:textId="77777777" w:rsidTr="00DE1102">
        <w:tc>
          <w:tcPr>
            <w:tcW w:w="441" w:type="dxa"/>
          </w:tcPr>
          <w:p w14:paraId="515C23DB" w14:textId="77777777" w:rsidR="008E748C" w:rsidRPr="00F95990" w:rsidRDefault="008E748C" w:rsidP="009353EF">
            <w:pPr>
              <w:jc w:val="center"/>
            </w:pPr>
          </w:p>
        </w:tc>
        <w:tc>
          <w:tcPr>
            <w:tcW w:w="974" w:type="dxa"/>
            <w:gridSpan w:val="2"/>
          </w:tcPr>
          <w:p w14:paraId="56D877AD" w14:textId="77777777" w:rsidR="008E748C" w:rsidRPr="00F95990" w:rsidRDefault="008E748C" w:rsidP="009353EF">
            <w:pPr>
              <w:jc w:val="center"/>
            </w:pPr>
            <w:r w:rsidRPr="00F95990">
              <w:t>S</w:t>
            </w:r>
          </w:p>
        </w:tc>
        <w:tc>
          <w:tcPr>
            <w:tcW w:w="7495" w:type="dxa"/>
            <w:gridSpan w:val="2"/>
          </w:tcPr>
          <w:p w14:paraId="49740FFF" w14:textId="77777777" w:rsidR="008E748C" w:rsidRPr="00F95990" w:rsidRDefault="008E748C" w:rsidP="009353EF">
            <w:r w:rsidRPr="00F95990">
              <w:t>Supports COV logging of remote property values</w:t>
            </w:r>
          </w:p>
        </w:tc>
      </w:tr>
      <w:tr w:rsidR="00B96586" w:rsidRPr="00F95990" w14:paraId="44B82EDD" w14:textId="77777777" w:rsidTr="00DE1102">
        <w:tc>
          <w:tcPr>
            <w:tcW w:w="8910" w:type="dxa"/>
            <w:gridSpan w:val="5"/>
          </w:tcPr>
          <w:p w14:paraId="2001D12E" w14:textId="77777777" w:rsidR="00B96586" w:rsidRPr="00F95990" w:rsidRDefault="00B96586" w:rsidP="009353EF">
            <w:pPr>
              <w:ind w:left="720"/>
            </w:pPr>
            <w:r w:rsidRPr="00F95990">
              <w:rPr>
                <w:vertAlign w:val="superscript"/>
              </w:rPr>
              <w:t>1</w:t>
            </w:r>
            <w:r w:rsidRPr="00F95990">
              <w:t xml:space="preserve"> Trending of 32 bit Unsigned </w:t>
            </w:r>
            <w:r>
              <w:t>and</w:t>
            </w:r>
            <w:r w:rsidRPr="00F95990">
              <w:t xml:space="preserve"> </w:t>
            </w:r>
            <w:r>
              <w:t>INTEGER</w:t>
            </w:r>
            <w:r w:rsidRPr="00F95990">
              <w:t xml:space="preserve"> values is minimally required.</w:t>
            </w:r>
          </w:p>
          <w:p w14:paraId="00C29AC5" w14:textId="77777777" w:rsidR="00B96586" w:rsidRPr="00F95990" w:rsidRDefault="00B96586" w:rsidP="009353EF">
            <w:pPr>
              <w:ind w:left="720"/>
            </w:pPr>
            <w:r w:rsidRPr="00F95990">
              <w:rPr>
                <w:vertAlign w:val="superscript"/>
              </w:rPr>
              <w:t>2</w:t>
            </w:r>
            <w:r w:rsidRPr="00F95990">
              <w:t xml:space="preserve"> Trending of 16-bit Enumerated values is minimally required.</w:t>
            </w:r>
          </w:p>
        </w:tc>
      </w:tr>
      <w:tr w:rsidR="00B96586" w:rsidRPr="00F95990" w14:paraId="0E719B67"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68EAB012" w14:textId="77777777" w:rsidR="00B96586" w:rsidRPr="00F95990" w:rsidRDefault="00B96586" w:rsidP="009353EF">
            <w:pPr>
              <w:rPr>
                <w:b/>
              </w:rPr>
            </w:pPr>
            <w:r w:rsidRPr="00F95990">
              <w:rPr>
                <w:b/>
              </w:rPr>
              <w:t xml:space="preserve">Trending </w:t>
            </w:r>
            <w:r w:rsidR="00012C95">
              <w:rPr>
                <w:b/>
              </w:rPr>
              <w:t>-</w:t>
            </w:r>
            <w:r w:rsidRPr="00F95990">
              <w:rPr>
                <w:b/>
              </w:rPr>
              <w:t xml:space="preserve"> Automated Trend Retrieval </w:t>
            </w:r>
            <w:r w:rsidR="00012C95">
              <w:rPr>
                <w:b/>
              </w:rPr>
              <w:t>-</w:t>
            </w:r>
            <w:r w:rsidRPr="00F95990">
              <w:rPr>
                <w:b/>
              </w:rPr>
              <w:t xml:space="preserve"> A</w:t>
            </w:r>
          </w:p>
        </w:tc>
      </w:tr>
      <w:tr w:rsidR="00B96586" w:rsidRPr="00F95990" w14:paraId="20C22BCE" w14:textId="77777777" w:rsidTr="00DE1102">
        <w:tc>
          <w:tcPr>
            <w:tcW w:w="441" w:type="dxa"/>
          </w:tcPr>
          <w:p w14:paraId="3763715F" w14:textId="77777777" w:rsidR="00B96586" w:rsidRPr="00F95990" w:rsidRDefault="00B96586" w:rsidP="009353EF">
            <w:pPr>
              <w:jc w:val="center"/>
            </w:pPr>
          </w:p>
        </w:tc>
        <w:tc>
          <w:tcPr>
            <w:tcW w:w="974" w:type="dxa"/>
            <w:gridSpan w:val="2"/>
          </w:tcPr>
          <w:p w14:paraId="7D0110C4" w14:textId="77777777" w:rsidR="00B96586" w:rsidRPr="00F95990" w:rsidRDefault="00B96586" w:rsidP="009353EF">
            <w:pPr>
              <w:jc w:val="center"/>
            </w:pPr>
            <w:r w:rsidRPr="00F95990">
              <w:t>R</w:t>
            </w:r>
          </w:p>
        </w:tc>
        <w:tc>
          <w:tcPr>
            <w:tcW w:w="7495" w:type="dxa"/>
            <w:gridSpan w:val="2"/>
          </w:tcPr>
          <w:p w14:paraId="2CED2571" w14:textId="77777777" w:rsidR="00B96586" w:rsidRPr="00F95990" w:rsidRDefault="00B96586" w:rsidP="009353EF">
            <w:r w:rsidRPr="00F95990">
              <w:t xml:space="preserve">Base Requirements </w:t>
            </w:r>
          </w:p>
        </w:tc>
      </w:tr>
      <w:tr w:rsidR="0047242B" w:rsidRPr="00EC5679" w14:paraId="34922478" w14:textId="77777777" w:rsidTr="009C7C96">
        <w:tc>
          <w:tcPr>
            <w:tcW w:w="441" w:type="dxa"/>
          </w:tcPr>
          <w:p w14:paraId="541749D0" w14:textId="77777777" w:rsidR="0047242B" w:rsidRPr="00EC5679" w:rsidRDefault="0047242B" w:rsidP="009C7C96">
            <w:pPr>
              <w:jc w:val="center"/>
              <w:rPr>
                <w:lang w:val="en-CA"/>
              </w:rPr>
            </w:pPr>
          </w:p>
        </w:tc>
        <w:tc>
          <w:tcPr>
            <w:tcW w:w="974" w:type="dxa"/>
            <w:gridSpan w:val="2"/>
          </w:tcPr>
          <w:p w14:paraId="1C779173" w14:textId="77777777" w:rsidR="0047242B" w:rsidRPr="00EC5679" w:rsidRDefault="0047242B" w:rsidP="009C7C96">
            <w:pPr>
              <w:jc w:val="center"/>
              <w:rPr>
                <w:lang w:val="en-CA"/>
              </w:rPr>
            </w:pPr>
            <w:r w:rsidRPr="00EC5679">
              <w:rPr>
                <w:lang w:val="en-CA"/>
              </w:rPr>
              <w:t>R</w:t>
            </w:r>
          </w:p>
        </w:tc>
        <w:tc>
          <w:tcPr>
            <w:tcW w:w="7495" w:type="dxa"/>
            <w:gridSpan w:val="2"/>
          </w:tcPr>
          <w:p w14:paraId="321396EF" w14:textId="77777777" w:rsidR="0047242B" w:rsidRPr="00EC5679" w:rsidRDefault="0047242B" w:rsidP="009C7C96">
            <w:pPr>
              <w:rPr>
                <w:lang w:val="en-CA"/>
              </w:rPr>
            </w:pPr>
            <w:r>
              <w:rPr>
                <w:lang w:val="en-CA"/>
              </w:rPr>
              <w:t>Initiates ReadRange</w:t>
            </w:r>
          </w:p>
        </w:tc>
      </w:tr>
      <w:tr w:rsidR="00B96586" w:rsidRPr="00F95990" w14:paraId="4114CAD3" w14:textId="77777777" w:rsidTr="00DE1102">
        <w:tc>
          <w:tcPr>
            <w:tcW w:w="441" w:type="dxa"/>
          </w:tcPr>
          <w:p w14:paraId="658DDAAC" w14:textId="77777777" w:rsidR="00B96586" w:rsidRPr="00F95990" w:rsidRDefault="00B96586" w:rsidP="009353EF">
            <w:pPr>
              <w:jc w:val="center"/>
            </w:pPr>
          </w:p>
        </w:tc>
        <w:tc>
          <w:tcPr>
            <w:tcW w:w="974" w:type="dxa"/>
            <w:gridSpan w:val="2"/>
          </w:tcPr>
          <w:p w14:paraId="0E0AD27A" w14:textId="77777777" w:rsidR="00B96586" w:rsidRPr="00F95990" w:rsidRDefault="00B96586" w:rsidP="009353EF">
            <w:pPr>
              <w:jc w:val="center"/>
            </w:pPr>
            <w:r w:rsidRPr="00F95990">
              <w:t>R</w:t>
            </w:r>
          </w:p>
        </w:tc>
        <w:tc>
          <w:tcPr>
            <w:tcW w:w="7495" w:type="dxa"/>
            <w:gridSpan w:val="2"/>
          </w:tcPr>
          <w:p w14:paraId="50394B91" w14:textId="77777777" w:rsidR="00B96586" w:rsidRPr="00893C2A" w:rsidRDefault="00B96586" w:rsidP="009353EF">
            <w:pPr>
              <w:pStyle w:val="Header"/>
              <w:tabs>
                <w:tab w:val="clear" w:pos="4320"/>
                <w:tab w:val="clear" w:pos="8640"/>
              </w:tabs>
              <w:rPr>
                <w:lang w:val="en-US" w:eastAsia="en-US"/>
              </w:rPr>
            </w:pPr>
            <w:r w:rsidRPr="00893C2A">
              <w:rPr>
                <w:lang w:val="en-US" w:eastAsia="en-US"/>
              </w:rPr>
              <w:t>Processes BUFFER_READY event notifications from devices claiming Protocol_Revision 3 or higher.</w:t>
            </w:r>
          </w:p>
        </w:tc>
      </w:tr>
      <w:tr w:rsidR="00B96586" w:rsidRPr="00F95990" w14:paraId="350D82A9" w14:textId="77777777" w:rsidTr="00DE1102">
        <w:tc>
          <w:tcPr>
            <w:tcW w:w="441" w:type="dxa"/>
          </w:tcPr>
          <w:p w14:paraId="55B5CFA0" w14:textId="77777777" w:rsidR="00B96586" w:rsidRPr="00F95990" w:rsidRDefault="00B96586" w:rsidP="009353EF">
            <w:pPr>
              <w:jc w:val="center"/>
            </w:pPr>
          </w:p>
        </w:tc>
        <w:tc>
          <w:tcPr>
            <w:tcW w:w="974" w:type="dxa"/>
            <w:gridSpan w:val="2"/>
          </w:tcPr>
          <w:p w14:paraId="3AEB1833" w14:textId="77777777" w:rsidR="00B96586" w:rsidRPr="00F95990" w:rsidRDefault="00B96586" w:rsidP="009353EF">
            <w:pPr>
              <w:jc w:val="center"/>
            </w:pPr>
            <w:r w:rsidRPr="00F95990">
              <w:t>R</w:t>
            </w:r>
          </w:p>
        </w:tc>
        <w:tc>
          <w:tcPr>
            <w:tcW w:w="7495" w:type="dxa"/>
            <w:gridSpan w:val="2"/>
          </w:tcPr>
          <w:p w14:paraId="680C25A8" w14:textId="77777777" w:rsidR="00B96586" w:rsidRPr="00893C2A" w:rsidRDefault="00B96586" w:rsidP="009353EF">
            <w:pPr>
              <w:pStyle w:val="Header"/>
              <w:tabs>
                <w:tab w:val="clear" w:pos="4320"/>
                <w:tab w:val="clear" w:pos="8640"/>
              </w:tabs>
              <w:rPr>
                <w:lang w:val="en-US" w:eastAsia="en-US"/>
              </w:rPr>
            </w:pPr>
            <w:r w:rsidRPr="00893C2A">
              <w:rPr>
                <w:lang w:val="en-US" w:eastAsia="en-US"/>
              </w:rPr>
              <w:t>Processes ConfirmedEventNotification of BUFFER_READY events.</w:t>
            </w:r>
          </w:p>
        </w:tc>
      </w:tr>
      <w:tr w:rsidR="00B96586" w:rsidRPr="00F95990" w14:paraId="696709E4" w14:textId="77777777" w:rsidTr="00DE1102">
        <w:tc>
          <w:tcPr>
            <w:tcW w:w="441" w:type="dxa"/>
          </w:tcPr>
          <w:p w14:paraId="625A650F" w14:textId="77777777" w:rsidR="00B96586" w:rsidRPr="00F95990" w:rsidRDefault="00B96586" w:rsidP="009353EF">
            <w:pPr>
              <w:jc w:val="center"/>
            </w:pPr>
          </w:p>
        </w:tc>
        <w:tc>
          <w:tcPr>
            <w:tcW w:w="974" w:type="dxa"/>
            <w:gridSpan w:val="2"/>
          </w:tcPr>
          <w:p w14:paraId="40E3DE38" w14:textId="77777777" w:rsidR="00B96586" w:rsidRPr="00F95990" w:rsidRDefault="00B96586" w:rsidP="009353EF">
            <w:pPr>
              <w:jc w:val="center"/>
            </w:pPr>
            <w:r w:rsidRPr="00F95990">
              <w:t>O</w:t>
            </w:r>
          </w:p>
        </w:tc>
        <w:tc>
          <w:tcPr>
            <w:tcW w:w="7495" w:type="dxa"/>
            <w:gridSpan w:val="2"/>
          </w:tcPr>
          <w:p w14:paraId="00D0E828" w14:textId="77777777" w:rsidR="00B96586" w:rsidRPr="00F95990" w:rsidRDefault="00B96586" w:rsidP="009353EF">
            <w:r w:rsidRPr="00F95990">
              <w:t xml:space="preserve">Processes </w:t>
            </w:r>
            <w:r w:rsidRPr="00F95990">
              <w:rPr>
                <w:iCs/>
              </w:rPr>
              <w:t>UnconfirmedEventNotification</w:t>
            </w:r>
            <w:r w:rsidRPr="00F95990">
              <w:t xml:space="preserve"> of BUFFER_READY events.</w:t>
            </w:r>
          </w:p>
        </w:tc>
      </w:tr>
      <w:tr w:rsidR="00B96586" w:rsidRPr="00F95990" w14:paraId="02100EBC"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30F354FC" w14:textId="77777777" w:rsidR="00B96586" w:rsidRPr="00F95990" w:rsidRDefault="00B96586" w:rsidP="009353EF">
            <w:pPr>
              <w:ind w:left="720"/>
              <w:rPr>
                <w:b/>
                <w:bCs/>
              </w:rPr>
            </w:pPr>
          </w:p>
        </w:tc>
      </w:tr>
      <w:tr w:rsidR="00B96586" w:rsidRPr="00F95990" w14:paraId="7284DBD4" w14:textId="77777777" w:rsidTr="00DE1102">
        <w:trPr>
          <w:cantSplit/>
        </w:trPr>
        <w:tc>
          <w:tcPr>
            <w:tcW w:w="8910" w:type="dxa"/>
            <w:gridSpan w:val="5"/>
          </w:tcPr>
          <w:p w14:paraId="3D11E4D7" w14:textId="77777777" w:rsidR="00B96586" w:rsidRPr="00F95990" w:rsidRDefault="00B96586" w:rsidP="009353EF">
            <w:pPr>
              <w:rPr>
                <w:b/>
                <w:bCs/>
              </w:rPr>
            </w:pPr>
            <w:r w:rsidRPr="00F95990">
              <w:rPr>
                <w:b/>
                <w:bCs/>
              </w:rPr>
              <w:t xml:space="preserve">Trending </w:t>
            </w:r>
            <w:r w:rsidR="00012C95">
              <w:rPr>
                <w:b/>
                <w:bCs/>
              </w:rPr>
              <w:t>-</w:t>
            </w:r>
            <w:r w:rsidRPr="00F95990">
              <w:rPr>
                <w:b/>
                <w:bCs/>
              </w:rPr>
              <w:t xml:space="preserve"> Automated Trend Retrieval </w:t>
            </w:r>
            <w:r w:rsidR="00012C95">
              <w:rPr>
                <w:b/>
                <w:bCs/>
              </w:rPr>
              <w:t>-</w:t>
            </w:r>
            <w:r w:rsidRPr="00F95990">
              <w:rPr>
                <w:b/>
                <w:bCs/>
              </w:rPr>
              <w:t xml:space="preserve"> B</w:t>
            </w:r>
          </w:p>
        </w:tc>
      </w:tr>
      <w:tr w:rsidR="00B96586" w:rsidRPr="00F95990" w14:paraId="50DAB65B" w14:textId="77777777" w:rsidTr="00DE1102">
        <w:tc>
          <w:tcPr>
            <w:tcW w:w="441" w:type="dxa"/>
          </w:tcPr>
          <w:p w14:paraId="6DF24F0C" w14:textId="77777777" w:rsidR="00B96586" w:rsidRPr="00F95990" w:rsidRDefault="00B96586" w:rsidP="009353EF">
            <w:pPr>
              <w:jc w:val="center"/>
            </w:pPr>
          </w:p>
        </w:tc>
        <w:tc>
          <w:tcPr>
            <w:tcW w:w="974" w:type="dxa"/>
            <w:gridSpan w:val="2"/>
          </w:tcPr>
          <w:p w14:paraId="03CF6318" w14:textId="77777777" w:rsidR="00B96586" w:rsidRPr="00F95990" w:rsidRDefault="00B96586" w:rsidP="009353EF">
            <w:pPr>
              <w:jc w:val="center"/>
            </w:pPr>
            <w:r w:rsidRPr="00F95990">
              <w:t>R</w:t>
            </w:r>
          </w:p>
        </w:tc>
        <w:tc>
          <w:tcPr>
            <w:tcW w:w="7495" w:type="dxa"/>
            <w:gridSpan w:val="2"/>
          </w:tcPr>
          <w:p w14:paraId="46193A34" w14:textId="77777777" w:rsidR="00B96586" w:rsidRPr="00F95990" w:rsidRDefault="00B96586" w:rsidP="009353EF">
            <w:r w:rsidRPr="00F95990">
              <w:t xml:space="preserve">Base Requirements </w:t>
            </w:r>
          </w:p>
        </w:tc>
      </w:tr>
      <w:tr w:rsidR="00B96586" w:rsidRPr="00F95990" w14:paraId="3E248585" w14:textId="77777777" w:rsidTr="00DE1102">
        <w:tc>
          <w:tcPr>
            <w:tcW w:w="441" w:type="dxa"/>
          </w:tcPr>
          <w:p w14:paraId="71929640" w14:textId="77777777" w:rsidR="00B96586" w:rsidRPr="00F95990" w:rsidRDefault="00B96586" w:rsidP="009353EF">
            <w:pPr>
              <w:jc w:val="center"/>
            </w:pPr>
          </w:p>
        </w:tc>
        <w:tc>
          <w:tcPr>
            <w:tcW w:w="974" w:type="dxa"/>
            <w:gridSpan w:val="2"/>
          </w:tcPr>
          <w:p w14:paraId="1F9B033F" w14:textId="77777777" w:rsidR="00B96586" w:rsidRPr="00F95990" w:rsidRDefault="00B96586" w:rsidP="009353EF">
            <w:pPr>
              <w:jc w:val="center"/>
            </w:pPr>
            <w:r w:rsidRPr="00F95990">
              <w:t>R</w:t>
            </w:r>
          </w:p>
        </w:tc>
        <w:tc>
          <w:tcPr>
            <w:tcW w:w="7495" w:type="dxa"/>
            <w:gridSpan w:val="2"/>
          </w:tcPr>
          <w:p w14:paraId="18D8543E" w14:textId="77777777" w:rsidR="00B96586" w:rsidRPr="00F95990" w:rsidRDefault="00B96586" w:rsidP="009353EF">
            <w:r w:rsidRPr="00F95990">
              <w:t>Supports T-VM</w:t>
            </w:r>
            <w:r>
              <w:t>T</w:t>
            </w:r>
            <w:r w:rsidRPr="00F95990">
              <w:t>-I-B</w:t>
            </w:r>
          </w:p>
        </w:tc>
      </w:tr>
      <w:tr w:rsidR="00B96586" w:rsidRPr="00F95990" w14:paraId="03F7FB0B" w14:textId="77777777" w:rsidTr="00DE1102">
        <w:tc>
          <w:tcPr>
            <w:tcW w:w="441" w:type="dxa"/>
          </w:tcPr>
          <w:p w14:paraId="1A232599" w14:textId="77777777" w:rsidR="00B96586" w:rsidRPr="00F95990" w:rsidRDefault="00B96586" w:rsidP="009353EF">
            <w:pPr>
              <w:jc w:val="center"/>
            </w:pPr>
          </w:p>
        </w:tc>
        <w:tc>
          <w:tcPr>
            <w:tcW w:w="974" w:type="dxa"/>
            <w:gridSpan w:val="2"/>
          </w:tcPr>
          <w:p w14:paraId="51660FBC" w14:textId="77777777" w:rsidR="00B96586" w:rsidRPr="00F95990" w:rsidRDefault="00B96586" w:rsidP="009353EF">
            <w:pPr>
              <w:jc w:val="center"/>
            </w:pPr>
            <w:r w:rsidRPr="00F95990">
              <w:t>R</w:t>
            </w:r>
          </w:p>
        </w:tc>
        <w:tc>
          <w:tcPr>
            <w:tcW w:w="7495" w:type="dxa"/>
            <w:gridSpan w:val="2"/>
          </w:tcPr>
          <w:p w14:paraId="53767F21" w14:textId="77777777" w:rsidR="00B96586" w:rsidRPr="00F95990" w:rsidRDefault="00B96586" w:rsidP="009353EF">
            <w:r w:rsidRPr="00F95990">
              <w:t>Supports the Notification Class Object</w:t>
            </w:r>
          </w:p>
        </w:tc>
      </w:tr>
      <w:tr w:rsidR="00B96586" w:rsidRPr="00F95990" w14:paraId="7BBEB6EB" w14:textId="77777777" w:rsidTr="00DE1102">
        <w:tc>
          <w:tcPr>
            <w:tcW w:w="441" w:type="dxa"/>
          </w:tcPr>
          <w:p w14:paraId="5B66979B" w14:textId="77777777" w:rsidR="00B96586" w:rsidRPr="00F95990" w:rsidRDefault="00B96586" w:rsidP="009353EF">
            <w:pPr>
              <w:jc w:val="center"/>
            </w:pPr>
          </w:p>
        </w:tc>
        <w:tc>
          <w:tcPr>
            <w:tcW w:w="974" w:type="dxa"/>
            <w:gridSpan w:val="2"/>
          </w:tcPr>
          <w:p w14:paraId="09D30182" w14:textId="77777777" w:rsidR="00B96586" w:rsidRPr="00F95990" w:rsidRDefault="00B96586" w:rsidP="009353EF">
            <w:pPr>
              <w:jc w:val="center"/>
            </w:pPr>
            <w:r w:rsidRPr="00F95990">
              <w:t>C</w:t>
            </w:r>
            <w:r w:rsidRPr="00F95990">
              <w:rPr>
                <w:vertAlign w:val="superscript"/>
              </w:rPr>
              <w:t>1</w:t>
            </w:r>
          </w:p>
        </w:tc>
        <w:tc>
          <w:tcPr>
            <w:tcW w:w="7495" w:type="dxa"/>
            <w:gridSpan w:val="2"/>
          </w:tcPr>
          <w:p w14:paraId="7EED96CA" w14:textId="77777777" w:rsidR="00B96586" w:rsidRPr="00F95990" w:rsidRDefault="00B96586" w:rsidP="009353EF">
            <w:r w:rsidRPr="00F95990">
              <w:t>Implements intrinsic alarming</w:t>
            </w:r>
          </w:p>
        </w:tc>
      </w:tr>
      <w:tr w:rsidR="00B96586" w:rsidRPr="00F95990" w14:paraId="4A343318" w14:textId="77777777" w:rsidTr="00DE1102">
        <w:tc>
          <w:tcPr>
            <w:tcW w:w="441" w:type="dxa"/>
          </w:tcPr>
          <w:p w14:paraId="5E7C592B" w14:textId="77777777" w:rsidR="00B96586" w:rsidRPr="00F95990" w:rsidRDefault="00B96586" w:rsidP="009353EF">
            <w:pPr>
              <w:jc w:val="center"/>
            </w:pPr>
          </w:p>
        </w:tc>
        <w:tc>
          <w:tcPr>
            <w:tcW w:w="974" w:type="dxa"/>
            <w:gridSpan w:val="2"/>
          </w:tcPr>
          <w:p w14:paraId="6375B3F1" w14:textId="77777777" w:rsidR="00B96586" w:rsidRPr="00F95990" w:rsidRDefault="00B96586" w:rsidP="009353EF">
            <w:pPr>
              <w:jc w:val="center"/>
            </w:pPr>
            <w:r w:rsidRPr="00F95990">
              <w:t>C</w:t>
            </w:r>
            <w:r w:rsidRPr="00F95990">
              <w:rPr>
                <w:vertAlign w:val="superscript"/>
              </w:rPr>
              <w:t>1</w:t>
            </w:r>
          </w:p>
        </w:tc>
        <w:tc>
          <w:tcPr>
            <w:tcW w:w="7495" w:type="dxa"/>
            <w:gridSpan w:val="2"/>
          </w:tcPr>
          <w:p w14:paraId="3584FEEA" w14:textId="77777777" w:rsidR="00B96586" w:rsidRPr="00F95990" w:rsidRDefault="00B96586" w:rsidP="009353EF">
            <w:r w:rsidRPr="00F95990">
              <w:t>Implements algorithmic alarming</w:t>
            </w:r>
          </w:p>
        </w:tc>
      </w:tr>
      <w:tr w:rsidR="00B96586" w:rsidRPr="00F95990" w14:paraId="5B10BBED" w14:textId="77777777" w:rsidTr="00DE1102">
        <w:tc>
          <w:tcPr>
            <w:tcW w:w="441" w:type="dxa"/>
          </w:tcPr>
          <w:p w14:paraId="4F9902A0" w14:textId="77777777" w:rsidR="00B96586" w:rsidRPr="00F95990" w:rsidRDefault="00B96586" w:rsidP="009353EF">
            <w:pPr>
              <w:jc w:val="center"/>
            </w:pPr>
          </w:p>
        </w:tc>
        <w:tc>
          <w:tcPr>
            <w:tcW w:w="974" w:type="dxa"/>
            <w:gridSpan w:val="2"/>
          </w:tcPr>
          <w:p w14:paraId="3C0684F9" w14:textId="77777777" w:rsidR="00B96586" w:rsidRPr="00F95990" w:rsidRDefault="00B96586" w:rsidP="009353EF">
            <w:pPr>
              <w:jc w:val="center"/>
            </w:pPr>
            <w:r>
              <w:t>S</w:t>
            </w:r>
            <w:r w:rsidRPr="00F95990">
              <w:rPr>
                <w:vertAlign w:val="superscript"/>
              </w:rPr>
              <w:t>2</w:t>
            </w:r>
          </w:p>
        </w:tc>
        <w:tc>
          <w:tcPr>
            <w:tcW w:w="7495" w:type="dxa"/>
            <w:gridSpan w:val="2"/>
          </w:tcPr>
          <w:p w14:paraId="61281DEB" w14:textId="77777777" w:rsidR="00B96586" w:rsidRPr="00F95990" w:rsidRDefault="00B96586" w:rsidP="009353EF">
            <w:r w:rsidRPr="00F95990">
              <w:t>Generates event notifications with timestamps of the BACnetDateTime form</w:t>
            </w:r>
          </w:p>
        </w:tc>
      </w:tr>
      <w:tr w:rsidR="00B96586" w:rsidRPr="00F95990" w14:paraId="3F6882D5" w14:textId="77777777" w:rsidTr="00DE1102">
        <w:tc>
          <w:tcPr>
            <w:tcW w:w="441" w:type="dxa"/>
          </w:tcPr>
          <w:p w14:paraId="2C066118" w14:textId="77777777" w:rsidR="00B96586" w:rsidRPr="00F95990" w:rsidRDefault="00B96586" w:rsidP="009353EF">
            <w:pPr>
              <w:jc w:val="center"/>
            </w:pPr>
          </w:p>
        </w:tc>
        <w:tc>
          <w:tcPr>
            <w:tcW w:w="974" w:type="dxa"/>
            <w:gridSpan w:val="2"/>
          </w:tcPr>
          <w:p w14:paraId="0BC7A213" w14:textId="77777777" w:rsidR="00B96586" w:rsidRPr="00F95990" w:rsidRDefault="00B96586" w:rsidP="009353EF">
            <w:pPr>
              <w:jc w:val="center"/>
            </w:pPr>
            <w:r>
              <w:t>N</w:t>
            </w:r>
            <w:r w:rsidRPr="00F95990">
              <w:rPr>
                <w:vertAlign w:val="superscript"/>
              </w:rPr>
              <w:t>2</w:t>
            </w:r>
          </w:p>
        </w:tc>
        <w:tc>
          <w:tcPr>
            <w:tcW w:w="7495" w:type="dxa"/>
            <w:gridSpan w:val="2"/>
          </w:tcPr>
          <w:p w14:paraId="04A169E7" w14:textId="77777777" w:rsidR="00B96586" w:rsidRPr="00F95990" w:rsidRDefault="00B96586" w:rsidP="009353EF">
            <w:r w:rsidRPr="00F95990">
              <w:t>Generates event notifications with timestamps of the Time form</w:t>
            </w:r>
          </w:p>
        </w:tc>
      </w:tr>
      <w:tr w:rsidR="00B96586" w:rsidRPr="00F95990" w14:paraId="2FAB4169" w14:textId="77777777" w:rsidTr="00DE1102">
        <w:tc>
          <w:tcPr>
            <w:tcW w:w="441" w:type="dxa"/>
          </w:tcPr>
          <w:p w14:paraId="276FFCE6" w14:textId="77777777" w:rsidR="00B96586" w:rsidRPr="00F95990" w:rsidRDefault="00B96586" w:rsidP="009353EF">
            <w:pPr>
              <w:jc w:val="center"/>
            </w:pPr>
          </w:p>
        </w:tc>
        <w:tc>
          <w:tcPr>
            <w:tcW w:w="974" w:type="dxa"/>
            <w:gridSpan w:val="2"/>
          </w:tcPr>
          <w:p w14:paraId="0E45BD07" w14:textId="77777777" w:rsidR="00B96586" w:rsidRPr="00F95990" w:rsidRDefault="00B96586" w:rsidP="009353EF">
            <w:pPr>
              <w:jc w:val="center"/>
            </w:pPr>
            <w:r>
              <w:t>N</w:t>
            </w:r>
            <w:r w:rsidRPr="00F95990">
              <w:rPr>
                <w:vertAlign w:val="superscript"/>
              </w:rPr>
              <w:t>2</w:t>
            </w:r>
          </w:p>
        </w:tc>
        <w:tc>
          <w:tcPr>
            <w:tcW w:w="7495" w:type="dxa"/>
            <w:gridSpan w:val="2"/>
          </w:tcPr>
          <w:p w14:paraId="2471753C" w14:textId="77777777" w:rsidR="00B96586" w:rsidRPr="00F95990" w:rsidRDefault="00B96586" w:rsidP="009353EF">
            <w:r w:rsidRPr="00F95990">
              <w:t>Generates event notifications with timestamps of the Sequence Number form</w:t>
            </w:r>
          </w:p>
        </w:tc>
      </w:tr>
      <w:tr w:rsidR="00B96586" w:rsidRPr="00F95990" w14:paraId="55B52FED" w14:textId="77777777" w:rsidTr="00DE1102">
        <w:trPr>
          <w:cantSplit/>
        </w:trPr>
        <w:tc>
          <w:tcPr>
            <w:tcW w:w="8910" w:type="dxa"/>
            <w:gridSpan w:val="5"/>
          </w:tcPr>
          <w:p w14:paraId="57F91EFA" w14:textId="77777777" w:rsidR="00B96586" w:rsidRPr="00F95990" w:rsidRDefault="00B96586" w:rsidP="009353EF">
            <w:pPr>
              <w:ind w:left="720"/>
              <w:rPr>
                <w:bCs/>
              </w:rPr>
            </w:pPr>
            <w:r w:rsidRPr="00F95990">
              <w:rPr>
                <w:bCs/>
                <w:vertAlign w:val="superscript"/>
              </w:rPr>
              <w:t>1</w:t>
            </w:r>
            <w:r w:rsidRPr="00F95990">
              <w:rPr>
                <w:bCs/>
              </w:rPr>
              <w:t xml:space="preserve"> </w:t>
            </w:r>
            <w:r w:rsidRPr="00F95990">
              <w:t>At least one of these options is required in order to claim conformance to this BIBB.</w:t>
            </w:r>
          </w:p>
          <w:p w14:paraId="0B2641C1" w14:textId="77777777" w:rsidR="00B96586" w:rsidRPr="00F95990" w:rsidRDefault="00B96586" w:rsidP="009353EF">
            <w:pPr>
              <w:ind w:left="720"/>
              <w:rPr>
                <w:bCs/>
              </w:rPr>
            </w:pPr>
            <w:r w:rsidRPr="00F95990">
              <w:rPr>
                <w:vertAlign w:val="superscript"/>
              </w:rPr>
              <w:t>2</w:t>
            </w:r>
            <w:r w:rsidRPr="00F95990">
              <w:t xml:space="preserve"> At least one of these options must be supported to claim support for this BIBB.</w:t>
            </w:r>
            <w:r w:rsidRPr="00F95990">
              <w:rPr>
                <w:color w:val="0000FF"/>
              </w:rPr>
              <w:t xml:space="preserve"> </w:t>
            </w:r>
            <w:r w:rsidRPr="00F95990">
              <w:t>The BACnetDateTime form of the timestamp is the recommended option.</w:t>
            </w:r>
          </w:p>
        </w:tc>
      </w:tr>
      <w:tr w:rsidR="00B96586" w:rsidRPr="00F95990" w14:paraId="4A09B2E9" w14:textId="77777777" w:rsidTr="00DE1102">
        <w:trPr>
          <w:cantSplit/>
        </w:trPr>
        <w:tc>
          <w:tcPr>
            <w:tcW w:w="8910" w:type="dxa"/>
            <w:gridSpan w:val="5"/>
          </w:tcPr>
          <w:p w14:paraId="22FC7463" w14:textId="77777777" w:rsidR="00B96586" w:rsidRPr="00F95990" w:rsidRDefault="00B96586" w:rsidP="00414AE4">
            <w:pPr>
              <w:rPr>
                <w:b/>
                <w:bCs/>
              </w:rPr>
            </w:pPr>
            <w:r w:rsidRPr="00F95990">
              <w:rPr>
                <w:b/>
                <w:bCs/>
              </w:rPr>
              <w:t xml:space="preserve">Trending </w:t>
            </w:r>
            <w:r w:rsidR="00012C95">
              <w:rPr>
                <w:b/>
                <w:bCs/>
              </w:rPr>
              <w:t>-</w:t>
            </w:r>
            <w:r w:rsidRPr="00F95990">
              <w:rPr>
                <w:b/>
                <w:bCs/>
              </w:rPr>
              <w:t xml:space="preserve"> </w:t>
            </w:r>
            <w:r>
              <w:rPr>
                <w:b/>
                <w:bCs/>
              </w:rPr>
              <w:t>View</w:t>
            </w:r>
            <w:r w:rsidR="001E6D69">
              <w:rPr>
                <w:b/>
                <w:bCs/>
              </w:rPr>
              <w:t>ing</w:t>
            </w:r>
            <w:r>
              <w:rPr>
                <w:b/>
                <w:bCs/>
              </w:rPr>
              <w:t xml:space="preserve"> and Modify</w:t>
            </w:r>
            <w:r w:rsidR="001E6D69">
              <w:rPr>
                <w:b/>
                <w:bCs/>
              </w:rPr>
              <w:t>ing</w:t>
            </w:r>
            <w:r>
              <w:rPr>
                <w:b/>
                <w:bCs/>
              </w:rPr>
              <w:t xml:space="preserve"> Multiple Values </w:t>
            </w:r>
            <w:r w:rsidR="00012C95">
              <w:rPr>
                <w:b/>
                <w:bCs/>
              </w:rPr>
              <w:t>-</w:t>
            </w:r>
            <w:r>
              <w:rPr>
                <w:b/>
                <w:bCs/>
              </w:rPr>
              <w:t xml:space="preserve"> I</w:t>
            </w:r>
            <w:r w:rsidR="008D2223">
              <w:rPr>
                <w:b/>
                <w:bCs/>
              </w:rPr>
              <w:t>nternal</w:t>
            </w:r>
            <w:r>
              <w:rPr>
                <w:b/>
                <w:bCs/>
              </w:rPr>
              <w:t xml:space="preserve"> </w:t>
            </w:r>
            <w:r w:rsidR="00012C95">
              <w:rPr>
                <w:b/>
                <w:bCs/>
              </w:rPr>
              <w:t>-</w:t>
            </w:r>
            <w:r w:rsidRPr="00F95990">
              <w:rPr>
                <w:b/>
                <w:bCs/>
              </w:rPr>
              <w:t xml:space="preserve"> B</w:t>
            </w:r>
          </w:p>
        </w:tc>
      </w:tr>
      <w:tr w:rsidR="00B96586" w:rsidRPr="00F95990" w14:paraId="598688A1" w14:textId="77777777" w:rsidTr="00DE1102">
        <w:tc>
          <w:tcPr>
            <w:tcW w:w="441" w:type="dxa"/>
          </w:tcPr>
          <w:p w14:paraId="71217047" w14:textId="77777777" w:rsidR="00B96586" w:rsidRPr="00F95990" w:rsidRDefault="00B96586" w:rsidP="00F26A57">
            <w:pPr>
              <w:jc w:val="center"/>
            </w:pPr>
          </w:p>
        </w:tc>
        <w:tc>
          <w:tcPr>
            <w:tcW w:w="974" w:type="dxa"/>
            <w:gridSpan w:val="2"/>
          </w:tcPr>
          <w:p w14:paraId="2ADD599E" w14:textId="77777777" w:rsidR="00B96586" w:rsidRPr="00F95990" w:rsidRDefault="00B96586" w:rsidP="00F26A57">
            <w:pPr>
              <w:jc w:val="center"/>
            </w:pPr>
            <w:r w:rsidRPr="00F95990">
              <w:t>R</w:t>
            </w:r>
          </w:p>
        </w:tc>
        <w:tc>
          <w:tcPr>
            <w:tcW w:w="7495" w:type="dxa"/>
            <w:gridSpan w:val="2"/>
          </w:tcPr>
          <w:p w14:paraId="08C3C5C3" w14:textId="77777777" w:rsidR="00B96586" w:rsidRPr="00F95990" w:rsidRDefault="00B96586" w:rsidP="00F26A57">
            <w:r w:rsidRPr="00F95990">
              <w:t xml:space="preserve">Base Requirements </w:t>
            </w:r>
          </w:p>
        </w:tc>
      </w:tr>
      <w:tr w:rsidR="00B96586" w:rsidRPr="009019A5" w14:paraId="270B3D8C" w14:textId="77777777" w:rsidTr="00DE1102">
        <w:tc>
          <w:tcPr>
            <w:tcW w:w="441" w:type="dxa"/>
          </w:tcPr>
          <w:p w14:paraId="19346A92" w14:textId="77777777" w:rsidR="00B96586" w:rsidRPr="00F95990" w:rsidRDefault="00B96586" w:rsidP="00F26A57">
            <w:pPr>
              <w:jc w:val="center"/>
            </w:pPr>
          </w:p>
        </w:tc>
        <w:tc>
          <w:tcPr>
            <w:tcW w:w="974" w:type="dxa"/>
            <w:gridSpan w:val="2"/>
          </w:tcPr>
          <w:p w14:paraId="0AE933F7" w14:textId="77777777" w:rsidR="00B96586" w:rsidRPr="009019A5" w:rsidRDefault="00B96586" w:rsidP="00F26A57">
            <w:pPr>
              <w:jc w:val="center"/>
            </w:pPr>
            <w:r w:rsidRPr="009019A5">
              <w:t>R</w:t>
            </w:r>
          </w:p>
        </w:tc>
        <w:tc>
          <w:tcPr>
            <w:tcW w:w="7495" w:type="dxa"/>
            <w:gridSpan w:val="2"/>
          </w:tcPr>
          <w:p w14:paraId="2F7B44CD" w14:textId="77777777" w:rsidR="00B96586" w:rsidRPr="009019A5" w:rsidRDefault="00B96586" w:rsidP="00F26A57">
            <w:r w:rsidRPr="009019A5">
              <w:t>Supports all forms of ReadRange</w:t>
            </w:r>
          </w:p>
        </w:tc>
      </w:tr>
      <w:tr w:rsidR="00DE34D8" w:rsidRPr="00EC5679" w14:paraId="745077E9" w14:textId="77777777" w:rsidTr="00DE1102">
        <w:tc>
          <w:tcPr>
            <w:tcW w:w="441" w:type="dxa"/>
          </w:tcPr>
          <w:p w14:paraId="7544EBDD" w14:textId="77777777" w:rsidR="00DE34D8" w:rsidRPr="00EC5679" w:rsidRDefault="00DE34D8" w:rsidP="00070FE8">
            <w:pPr>
              <w:jc w:val="center"/>
              <w:rPr>
                <w:lang w:val="en-CA"/>
              </w:rPr>
            </w:pPr>
          </w:p>
        </w:tc>
        <w:tc>
          <w:tcPr>
            <w:tcW w:w="974" w:type="dxa"/>
            <w:gridSpan w:val="2"/>
          </w:tcPr>
          <w:p w14:paraId="70196C7A" w14:textId="77777777" w:rsidR="00DE34D8" w:rsidRPr="00EC5679" w:rsidRDefault="00DE34D8" w:rsidP="00070FE8">
            <w:pPr>
              <w:jc w:val="center"/>
              <w:rPr>
                <w:lang w:val="en-CA"/>
              </w:rPr>
            </w:pPr>
            <w:r w:rsidRPr="00EC5679">
              <w:rPr>
                <w:lang w:val="en-CA"/>
              </w:rPr>
              <w:t>R</w:t>
            </w:r>
          </w:p>
        </w:tc>
        <w:tc>
          <w:tcPr>
            <w:tcW w:w="7495" w:type="dxa"/>
            <w:gridSpan w:val="2"/>
          </w:tcPr>
          <w:p w14:paraId="1A637371" w14:textId="77777777" w:rsidR="00DE34D8" w:rsidRPr="00EC5679" w:rsidRDefault="00C96098" w:rsidP="00070FE8">
            <w:pPr>
              <w:rPr>
                <w:lang w:val="en-CA"/>
              </w:rPr>
            </w:pPr>
            <w:r>
              <w:rPr>
                <w:lang w:val="en-CA"/>
              </w:rPr>
              <w:t>Executes ReadRange</w:t>
            </w:r>
          </w:p>
        </w:tc>
      </w:tr>
      <w:tr w:rsidR="00B96586" w:rsidRPr="009019A5" w14:paraId="61FE218A" w14:textId="77777777" w:rsidTr="00DE1102">
        <w:tc>
          <w:tcPr>
            <w:tcW w:w="441" w:type="dxa"/>
          </w:tcPr>
          <w:p w14:paraId="4E1518E2" w14:textId="77777777" w:rsidR="00B96586" w:rsidRPr="00F95990" w:rsidRDefault="00B96586" w:rsidP="00F26A57">
            <w:pPr>
              <w:jc w:val="center"/>
            </w:pPr>
          </w:p>
        </w:tc>
        <w:tc>
          <w:tcPr>
            <w:tcW w:w="974" w:type="dxa"/>
            <w:gridSpan w:val="2"/>
          </w:tcPr>
          <w:p w14:paraId="1A687E08" w14:textId="77777777" w:rsidR="00B96586" w:rsidRPr="009019A5" w:rsidRDefault="00B96586" w:rsidP="00F26A57">
            <w:pPr>
              <w:jc w:val="center"/>
            </w:pPr>
            <w:r w:rsidRPr="009019A5">
              <w:t>C</w:t>
            </w:r>
            <w:r w:rsidRPr="009019A5">
              <w:rPr>
                <w:vertAlign w:val="superscript"/>
              </w:rPr>
              <w:t>1</w:t>
            </w:r>
          </w:p>
        </w:tc>
        <w:tc>
          <w:tcPr>
            <w:tcW w:w="7495" w:type="dxa"/>
            <w:gridSpan w:val="2"/>
          </w:tcPr>
          <w:p w14:paraId="35B7A9E9" w14:textId="77777777" w:rsidR="00B96586" w:rsidRPr="009019A5" w:rsidRDefault="00B96586" w:rsidP="00F26A57">
            <w:r w:rsidRPr="009019A5">
              <w:t>Supports periodic logging (polling)</w:t>
            </w:r>
          </w:p>
        </w:tc>
      </w:tr>
      <w:tr w:rsidR="00B96586" w:rsidRPr="009019A5" w14:paraId="326EC3B1" w14:textId="77777777" w:rsidTr="00DE1102">
        <w:tc>
          <w:tcPr>
            <w:tcW w:w="441" w:type="dxa"/>
          </w:tcPr>
          <w:p w14:paraId="6D59996D" w14:textId="77777777" w:rsidR="00B96586" w:rsidRPr="00F95990" w:rsidRDefault="00B96586" w:rsidP="00F26A57">
            <w:pPr>
              <w:jc w:val="center"/>
            </w:pPr>
          </w:p>
        </w:tc>
        <w:tc>
          <w:tcPr>
            <w:tcW w:w="974" w:type="dxa"/>
            <w:gridSpan w:val="2"/>
          </w:tcPr>
          <w:p w14:paraId="215FD2D3" w14:textId="77777777" w:rsidR="00B96586" w:rsidRPr="009019A5" w:rsidRDefault="00B96586" w:rsidP="00F26A57">
            <w:pPr>
              <w:jc w:val="center"/>
            </w:pPr>
            <w:r w:rsidRPr="009019A5">
              <w:t>C</w:t>
            </w:r>
            <w:r w:rsidRPr="009019A5">
              <w:rPr>
                <w:vertAlign w:val="superscript"/>
              </w:rPr>
              <w:t>1</w:t>
            </w:r>
          </w:p>
        </w:tc>
        <w:tc>
          <w:tcPr>
            <w:tcW w:w="7495" w:type="dxa"/>
            <w:gridSpan w:val="2"/>
          </w:tcPr>
          <w:p w14:paraId="7427B59A" w14:textId="77777777" w:rsidR="00B96586" w:rsidRPr="009019A5" w:rsidRDefault="00B96586" w:rsidP="00000968">
            <w:r w:rsidRPr="009019A5">
              <w:t xml:space="preserve">Supports </w:t>
            </w:r>
            <w:r w:rsidR="00000968">
              <w:t>triggered logging</w:t>
            </w:r>
          </w:p>
        </w:tc>
      </w:tr>
      <w:tr w:rsidR="00B96586" w:rsidRPr="009019A5" w14:paraId="2A873827" w14:textId="77777777" w:rsidTr="00DE1102">
        <w:tc>
          <w:tcPr>
            <w:tcW w:w="441" w:type="dxa"/>
          </w:tcPr>
          <w:p w14:paraId="5E5622C2" w14:textId="77777777" w:rsidR="00B96586" w:rsidRPr="00F95990" w:rsidRDefault="00B96586" w:rsidP="00F26A57">
            <w:pPr>
              <w:jc w:val="center"/>
            </w:pPr>
          </w:p>
        </w:tc>
        <w:tc>
          <w:tcPr>
            <w:tcW w:w="974" w:type="dxa"/>
            <w:gridSpan w:val="2"/>
          </w:tcPr>
          <w:p w14:paraId="298054EE" w14:textId="77777777" w:rsidR="00B96586" w:rsidRPr="009019A5" w:rsidRDefault="00B96586" w:rsidP="00F26A57">
            <w:pPr>
              <w:jc w:val="center"/>
            </w:pPr>
            <w:r>
              <w:t>O</w:t>
            </w:r>
          </w:p>
        </w:tc>
        <w:tc>
          <w:tcPr>
            <w:tcW w:w="7495" w:type="dxa"/>
            <w:gridSpan w:val="2"/>
          </w:tcPr>
          <w:p w14:paraId="3B46E9E1" w14:textId="77777777" w:rsidR="00B96586" w:rsidRPr="009019A5" w:rsidRDefault="00B96586" w:rsidP="00F26A57">
            <w:r>
              <w:t>Supports clock-aligned logging</w:t>
            </w:r>
          </w:p>
        </w:tc>
      </w:tr>
      <w:tr w:rsidR="00B96586" w:rsidRPr="009019A5" w14:paraId="475F1446" w14:textId="77777777" w:rsidTr="00DE1102">
        <w:tc>
          <w:tcPr>
            <w:tcW w:w="441" w:type="dxa"/>
          </w:tcPr>
          <w:p w14:paraId="2081FAB9" w14:textId="77777777" w:rsidR="00B96586" w:rsidRPr="00F95990" w:rsidRDefault="00B96586" w:rsidP="00F26A57">
            <w:pPr>
              <w:jc w:val="center"/>
            </w:pPr>
          </w:p>
        </w:tc>
        <w:tc>
          <w:tcPr>
            <w:tcW w:w="974" w:type="dxa"/>
            <w:gridSpan w:val="2"/>
          </w:tcPr>
          <w:p w14:paraId="357C5AC8" w14:textId="77777777" w:rsidR="00B96586" w:rsidRPr="009019A5" w:rsidRDefault="00B96586" w:rsidP="00F26A57">
            <w:pPr>
              <w:jc w:val="center"/>
            </w:pPr>
            <w:r w:rsidRPr="009019A5">
              <w:t>O</w:t>
            </w:r>
          </w:p>
        </w:tc>
        <w:tc>
          <w:tcPr>
            <w:tcW w:w="7495" w:type="dxa"/>
            <w:gridSpan w:val="2"/>
          </w:tcPr>
          <w:p w14:paraId="7EB380BF" w14:textId="77777777" w:rsidR="00B96586" w:rsidRPr="009019A5" w:rsidRDefault="00B96586" w:rsidP="00F26A57">
            <w:r w:rsidRPr="009019A5">
              <w:t>Supports Start_Time and Stop_Time properties</w:t>
            </w:r>
          </w:p>
        </w:tc>
      </w:tr>
      <w:tr w:rsidR="00B96586" w:rsidRPr="009019A5" w14:paraId="2833D142" w14:textId="77777777" w:rsidTr="00DE1102">
        <w:tc>
          <w:tcPr>
            <w:tcW w:w="441" w:type="dxa"/>
          </w:tcPr>
          <w:p w14:paraId="2599A90F" w14:textId="77777777" w:rsidR="00B96586" w:rsidRPr="00F95990" w:rsidRDefault="00B96586" w:rsidP="00F26A57">
            <w:pPr>
              <w:jc w:val="center"/>
            </w:pPr>
          </w:p>
        </w:tc>
        <w:tc>
          <w:tcPr>
            <w:tcW w:w="974" w:type="dxa"/>
            <w:gridSpan w:val="2"/>
          </w:tcPr>
          <w:p w14:paraId="12F75FF2" w14:textId="77777777" w:rsidR="00B96586" w:rsidRPr="009019A5" w:rsidRDefault="00B96586" w:rsidP="00F26A57">
            <w:pPr>
              <w:jc w:val="center"/>
            </w:pPr>
            <w:r w:rsidRPr="009019A5">
              <w:t>S</w:t>
            </w:r>
          </w:p>
        </w:tc>
        <w:tc>
          <w:tcPr>
            <w:tcW w:w="7495" w:type="dxa"/>
            <w:gridSpan w:val="2"/>
          </w:tcPr>
          <w:p w14:paraId="372882EF" w14:textId="77777777" w:rsidR="00B96586" w:rsidRPr="009019A5" w:rsidRDefault="00B96586" w:rsidP="00F26A57">
            <w:r w:rsidRPr="009019A5">
              <w:t xml:space="preserve">Is able to trend REAL </w:t>
            </w:r>
            <w:r w:rsidR="00CB3E52">
              <w:t>d</w:t>
            </w:r>
            <w:r w:rsidRPr="009019A5">
              <w:t>atatypes</w:t>
            </w:r>
          </w:p>
        </w:tc>
      </w:tr>
      <w:tr w:rsidR="00B96586" w:rsidRPr="009019A5" w14:paraId="79387EEA" w14:textId="77777777" w:rsidTr="00DE1102">
        <w:tc>
          <w:tcPr>
            <w:tcW w:w="441" w:type="dxa"/>
          </w:tcPr>
          <w:p w14:paraId="66EFA0EC" w14:textId="77777777" w:rsidR="00B96586" w:rsidRPr="00F95990" w:rsidRDefault="00B96586" w:rsidP="00F26A57">
            <w:pPr>
              <w:jc w:val="center"/>
            </w:pPr>
          </w:p>
        </w:tc>
        <w:tc>
          <w:tcPr>
            <w:tcW w:w="974" w:type="dxa"/>
            <w:gridSpan w:val="2"/>
          </w:tcPr>
          <w:p w14:paraId="11FD76AC" w14:textId="77777777" w:rsidR="00B96586" w:rsidRPr="009019A5" w:rsidRDefault="00B96586" w:rsidP="00F26A57">
            <w:pPr>
              <w:jc w:val="center"/>
            </w:pPr>
            <w:r w:rsidRPr="009019A5">
              <w:t>S</w:t>
            </w:r>
            <w:r w:rsidRPr="009019A5">
              <w:rPr>
                <w:vertAlign w:val="superscript"/>
              </w:rPr>
              <w:t>2</w:t>
            </w:r>
          </w:p>
        </w:tc>
        <w:tc>
          <w:tcPr>
            <w:tcW w:w="7495" w:type="dxa"/>
            <w:gridSpan w:val="2"/>
          </w:tcPr>
          <w:p w14:paraId="43BE5E67" w14:textId="77777777" w:rsidR="00B96586" w:rsidRPr="009019A5" w:rsidRDefault="00B96586" w:rsidP="002E5097">
            <w:r w:rsidRPr="009019A5">
              <w:t xml:space="preserve">Is able to trend Unsigned </w:t>
            </w:r>
            <w:r w:rsidR="00CB3E52">
              <w:t>d</w:t>
            </w:r>
            <w:r w:rsidRPr="009019A5">
              <w:t>atatypes</w:t>
            </w:r>
          </w:p>
        </w:tc>
      </w:tr>
      <w:tr w:rsidR="00B96586" w:rsidRPr="009019A5" w14:paraId="5D00EF97" w14:textId="77777777" w:rsidTr="00DE1102">
        <w:tc>
          <w:tcPr>
            <w:tcW w:w="441" w:type="dxa"/>
          </w:tcPr>
          <w:p w14:paraId="0769CDA0" w14:textId="77777777" w:rsidR="00B96586" w:rsidRPr="00F95990" w:rsidRDefault="00B96586" w:rsidP="00F26A57">
            <w:pPr>
              <w:jc w:val="center"/>
            </w:pPr>
          </w:p>
        </w:tc>
        <w:tc>
          <w:tcPr>
            <w:tcW w:w="974" w:type="dxa"/>
            <w:gridSpan w:val="2"/>
          </w:tcPr>
          <w:p w14:paraId="010214EC" w14:textId="77777777" w:rsidR="00B96586" w:rsidRPr="009019A5" w:rsidRDefault="00B96586" w:rsidP="00F26A57">
            <w:pPr>
              <w:jc w:val="center"/>
            </w:pPr>
            <w:r w:rsidRPr="009019A5">
              <w:t>S</w:t>
            </w:r>
            <w:r w:rsidRPr="009019A5">
              <w:rPr>
                <w:vertAlign w:val="superscript"/>
              </w:rPr>
              <w:t>2</w:t>
            </w:r>
          </w:p>
        </w:tc>
        <w:tc>
          <w:tcPr>
            <w:tcW w:w="7495" w:type="dxa"/>
            <w:gridSpan w:val="2"/>
          </w:tcPr>
          <w:p w14:paraId="47E95223" w14:textId="77777777" w:rsidR="00B96586" w:rsidRPr="009019A5" w:rsidRDefault="00B96586" w:rsidP="002E5097">
            <w:r w:rsidRPr="009019A5">
              <w:t xml:space="preserve">Is able to trend INTEGER </w:t>
            </w:r>
            <w:r w:rsidR="00CB3E52">
              <w:t>d</w:t>
            </w:r>
            <w:r w:rsidRPr="009019A5">
              <w:t>atatypes</w:t>
            </w:r>
          </w:p>
        </w:tc>
      </w:tr>
      <w:tr w:rsidR="00B96586" w:rsidRPr="009019A5" w14:paraId="4BE2B7DB" w14:textId="77777777" w:rsidTr="00DE1102">
        <w:tc>
          <w:tcPr>
            <w:tcW w:w="441" w:type="dxa"/>
          </w:tcPr>
          <w:p w14:paraId="07F46839" w14:textId="77777777" w:rsidR="00B96586" w:rsidRPr="00F95990" w:rsidRDefault="00B96586" w:rsidP="00F26A57">
            <w:pPr>
              <w:jc w:val="center"/>
            </w:pPr>
          </w:p>
        </w:tc>
        <w:tc>
          <w:tcPr>
            <w:tcW w:w="974" w:type="dxa"/>
            <w:gridSpan w:val="2"/>
          </w:tcPr>
          <w:p w14:paraId="464F098E" w14:textId="77777777" w:rsidR="00B96586" w:rsidRPr="009019A5" w:rsidRDefault="00B96586" w:rsidP="00F26A57">
            <w:pPr>
              <w:jc w:val="center"/>
            </w:pPr>
            <w:r w:rsidRPr="009019A5">
              <w:t>S</w:t>
            </w:r>
          </w:p>
        </w:tc>
        <w:tc>
          <w:tcPr>
            <w:tcW w:w="7495" w:type="dxa"/>
            <w:gridSpan w:val="2"/>
          </w:tcPr>
          <w:p w14:paraId="612E64ED" w14:textId="77777777" w:rsidR="00B96586" w:rsidRPr="009019A5" w:rsidRDefault="00B96586" w:rsidP="002E5097">
            <w:r w:rsidRPr="009019A5">
              <w:t xml:space="preserve">Is able to trend BOOLEAN </w:t>
            </w:r>
            <w:r w:rsidR="00CB3E52">
              <w:t>d</w:t>
            </w:r>
            <w:r w:rsidRPr="009019A5">
              <w:t>atatypes</w:t>
            </w:r>
          </w:p>
        </w:tc>
      </w:tr>
      <w:tr w:rsidR="00B96586" w:rsidRPr="009019A5" w14:paraId="0BA199CA" w14:textId="77777777" w:rsidTr="00DE1102">
        <w:tc>
          <w:tcPr>
            <w:tcW w:w="441" w:type="dxa"/>
          </w:tcPr>
          <w:p w14:paraId="53B42BA4" w14:textId="77777777" w:rsidR="00B96586" w:rsidRPr="00F95990" w:rsidRDefault="00B96586" w:rsidP="00F26A57">
            <w:pPr>
              <w:jc w:val="center"/>
            </w:pPr>
          </w:p>
        </w:tc>
        <w:tc>
          <w:tcPr>
            <w:tcW w:w="974" w:type="dxa"/>
            <w:gridSpan w:val="2"/>
          </w:tcPr>
          <w:p w14:paraId="41FB1FAD" w14:textId="77777777" w:rsidR="00B96586" w:rsidRPr="009019A5" w:rsidRDefault="00B96586" w:rsidP="00F26A57">
            <w:pPr>
              <w:jc w:val="center"/>
            </w:pPr>
            <w:r w:rsidRPr="009019A5">
              <w:t>S</w:t>
            </w:r>
          </w:p>
        </w:tc>
        <w:tc>
          <w:tcPr>
            <w:tcW w:w="7495" w:type="dxa"/>
            <w:gridSpan w:val="2"/>
          </w:tcPr>
          <w:p w14:paraId="59FAF54E" w14:textId="77777777" w:rsidR="00B96586" w:rsidRPr="009019A5" w:rsidRDefault="00B96586" w:rsidP="002E5097">
            <w:r w:rsidRPr="009019A5">
              <w:t xml:space="preserve">Is able to trend Bit String </w:t>
            </w:r>
            <w:r w:rsidR="00CB3E52">
              <w:t>d</w:t>
            </w:r>
            <w:r w:rsidRPr="009019A5">
              <w:t>atatypes</w:t>
            </w:r>
          </w:p>
        </w:tc>
      </w:tr>
      <w:tr w:rsidR="00B96586" w:rsidRPr="009019A5" w14:paraId="5EDA1677" w14:textId="77777777" w:rsidTr="00DE1102">
        <w:tc>
          <w:tcPr>
            <w:tcW w:w="441" w:type="dxa"/>
          </w:tcPr>
          <w:p w14:paraId="519595CD" w14:textId="77777777" w:rsidR="00B96586" w:rsidRPr="00F95990" w:rsidRDefault="00B96586" w:rsidP="00F26A57">
            <w:pPr>
              <w:jc w:val="center"/>
            </w:pPr>
          </w:p>
        </w:tc>
        <w:tc>
          <w:tcPr>
            <w:tcW w:w="974" w:type="dxa"/>
            <w:gridSpan w:val="2"/>
          </w:tcPr>
          <w:p w14:paraId="72A0B4E2" w14:textId="77777777" w:rsidR="00B96586" w:rsidRPr="009019A5" w:rsidRDefault="00B96586" w:rsidP="00F26A57">
            <w:pPr>
              <w:jc w:val="center"/>
            </w:pPr>
            <w:r w:rsidRPr="009019A5">
              <w:t>S</w:t>
            </w:r>
            <w:r w:rsidRPr="009019A5">
              <w:rPr>
                <w:vertAlign w:val="superscript"/>
              </w:rPr>
              <w:t>3</w:t>
            </w:r>
          </w:p>
        </w:tc>
        <w:tc>
          <w:tcPr>
            <w:tcW w:w="7495" w:type="dxa"/>
            <w:gridSpan w:val="2"/>
          </w:tcPr>
          <w:p w14:paraId="1A483305" w14:textId="77777777" w:rsidR="00B96586" w:rsidRPr="009019A5" w:rsidRDefault="00B96586" w:rsidP="002E5097">
            <w:r w:rsidRPr="009019A5">
              <w:t xml:space="preserve">Is able to trend Enumerated </w:t>
            </w:r>
            <w:r w:rsidR="00CB3E52">
              <w:t>d</w:t>
            </w:r>
            <w:r w:rsidRPr="009019A5">
              <w:t>atatypes</w:t>
            </w:r>
          </w:p>
        </w:tc>
      </w:tr>
      <w:tr w:rsidR="00735508" w:rsidRPr="009019A5" w14:paraId="771D058A" w14:textId="77777777" w:rsidTr="00DE1102">
        <w:tc>
          <w:tcPr>
            <w:tcW w:w="441" w:type="dxa"/>
          </w:tcPr>
          <w:p w14:paraId="6F9CB04A" w14:textId="77777777" w:rsidR="00735508" w:rsidRPr="00F95990" w:rsidRDefault="00735508" w:rsidP="00F26A57">
            <w:pPr>
              <w:jc w:val="center"/>
            </w:pPr>
          </w:p>
        </w:tc>
        <w:tc>
          <w:tcPr>
            <w:tcW w:w="974" w:type="dxa"/>
            <w:gridSpan w:val="2"/>
          </w:tcPr>
          <w:p w14:paraId="6923F7A6" w14:textId="77777777" w:rsidR="00735508" w:rsidRPr="009019A5" w:rsidRDefault="00735508" w:rsidP="00F26A57">
            <w:pPr>
              <w:jc w:val="center"/>
            </w:pPr>
            <w:r w:rsidRPr="009019A5">
              <w:t>S</w:t>
            </w:r>
          </w:p>
        </w:tc>
        <w:tc>
          <w:tcPr>
            <w:tcW w:w="7495" w:type="dxa"/>
            <w:gridSpan w:val="2"/>
          </w:tcPr>
          <w:p w14:paraId="23E08362" w14:textId="77777777" w:rsidR="00735508" w:rsidRPr="009019A5" w:rsidRDefault="00735508" w:rsidP="002E5097">
            <w:r w:rsidRPr="009019A5">
              <w:t xml:space="preserve">Is able to trend NULL </w:t>
            </w:r>
            <w:r w:rsidR="00CB3E52">
              <w:t>d</w:t>
            </w:r>
            <w:r w:rsidRPr="009019A5">
              <w:t>atatypes</w:t>
            </w:r>
          </w:p>
        </w:tc>
      </w:tr>
      <w:tr w:rsidR="00735508" w:rsidRPr="00F95990" w14:paraId="1881A660" w14:textId="77777777" w:rsidTr="00DE1102">
        <w:trPr>
          <w:cantSplit/>
        </w:trPr>
        <w:tc>
          <w:tcPr>
            <w:tcW w:w="8910" w:type="dxa"/>
            <w:gridSpan w:val="5"/>
          </w:tcPr>
          <w:p w14:paraId="2F6A6F27" w14:textId="77777777" w:rsidR="00735508" w:rsidRPr="008E748C" w:rsidRDefault="00735508" w:rsidP="00F26A57">
            <w:pPr>
              <w:ind w:left="720"/>
              <w:rPr>
                <w:bCs/>
              </w:rPr>
            </w:pPr>
            <w:r w:rsidRPr="008E748C">
              <w:rPr>
                <w:bCs/>
                <w:vertAlign w:val="superscript"/>
              </w:rPr>
              <w:t>1</w:t>
            </w:r>
            <w:r w:rsidRPr="008E748C">
              <w:rPr>
                <w:bCs/>
              </w:rPr>
              <w:t xml:space="preserve"> At least one of these options is required in order to claim conformance to this BIBB.</w:t>
            </w:r>
          </w:p>
          <w:p w14:paraId="2136F3ED" w14:textId="77777777" w:rsidR="00735508" w:rsidRPr="008E748C" w:rsidRDefault="00735508" w:rsidP="00F26A57">
            <w:pPr>
              <w:ind w:left="720"/>
              <w:rPr>
                <w:bCs/>
                <w:vertAlign w:val="superscript"/>
              </w:rPr>
            </w:pPr>
            <w:r w:rsidRPr="008E748C">
              <w:rPr>
                <w:bCs/>
                <w:vertAlign w:val="superscript"/>
              </w:rPr>
              <w:t xml:space="preserve">2 </w:t>
            </w:r>
            <w:r w:rsidRPr="008E748C">
              <w:rPr>
                <w:bCs/>
              </w:rPr>
              <w:t>Trending of 32 bit Unsigned and INTEGER values is minimally required.</w:t>
            </w:r>
          </w:p>
          <w:p w14:paraId="54388CE2" w14:textId="77777777" w:rsidR="00735508" w:rsidRPr="00F95990" w:rsidRDefault="00735508" w:rsidP="00F26A57">
            <w:pPr>
              <w:ind w:left="720"/>
              <w:rPr>
                <w:bCs/>
                <w:vertAlign w:val="superscript"/>
              </w:rPr>
            </w:pPr>
            <w:r w:rsidRPr="008E748C">
              <w:rPr>
                <w:bCs/>
                <w:vertAlign w:val="superscript"/>
              </w:rPr>
              <w:t xml:space="preserve">3 </w:t>
            </w:r>
            <w:r w:rsidRPr="008E748C">
              <w:rPr>
                <w:bCs/>
              </w:rPr>
              <w:t>Trending of 16-bit Enumerated values is minimally required.</w:t>
            </w:r>
          </w:p>
        </w:tc>
      </w:tr>
      <w:tr w:rsidR="00735508" w:rsidRPr="00F95990" w14:paraId="4B436333" w14:textId="77777777" w:rsidTr="00DE1102">
        <w:trPr>
          <w:cantSplit/>
        </w:trPr>
        <w:tc>
          <w:tcPr>
            <w:tcW w:w="8910" w:type="dxa"/>
            <w:gridSpan w:val="5"/>
          </w:tcPr>
          <w:p w14:paraId="40D87669" w14:textId="77777777" w:rsidR="00735508" w:rsidRPr="00F95990" w:rsidRDefault="00735508" w:rsidP="00DE26F7">
            <w:pPr>
              <w:rPr>
                <w:b/>
                <w:bCs/>
              </w:rPr>
            </w:pPr>
            <w:r w:rsidRPr="00F95990">
              <w:rPr>
                <w:b/>
                <w:bCs/>
              </w:rPr>
              <w:t xml:space="preserve">Trending </w:t>
            </w:r>
            <w:r w:rsidR="00012C95">
              <w:rPr>
                <w:b/>
                <w:bCs/>
              </w:rPr>
              <w:t>-</w:t>
            </w:r>
            <w:r w:rsidRPr="00F95990">
              <w:rPr>
                <w:b/>
                <w:bCs/>
              </w:rPr>
              <w:t xml:space="preserve"> </w:t>
            </w:r>
            <w:r>
              <w:rPr>
                <w:b/>
                <w:bCs/>
              </w:rPr>
              <w:t>View</w:t>
            </w:r>
            <w:r w:rsidR="001E6D69">
              <w:rPr>
                <w:b/>
                <w:bCs/>
              </w:rPr>
              <w:t>ing</w:t>
            </w:r>
            <w:r>
              <w:rPr>
                <w:b/>
                <w:bCs/>
              </w:rPr>
              <w:t xml:space="preserve"> and Modify</w:t>
            </w:r>
            <w:r w:rsidR="001E6D69">
              <w:rPr>
                <w:b/>
                <w:bCs/>
              </w:rPr>
              <w:t>ing</w:t>
            </w:r>
            <w:r>
              <w:rPr>
                <w:b/>
                <w:bCs/>
              </w:rPr>
              <w:t xml:space="preserve"> Multiple Values </w:t>
            </w:r>
            <w:r w:rsidR="00012C95">
              <w:rPr>
                <w:b/>
                <w:bCs/>
              </w:rPr>
              <w:t>-</w:t>
            </w:r>
            <w:r>
              <w:rPr>
                <w:b/>
                <w:bCs/>
              </w:rPr>
              <w:t xml:space="preserve"> E</w:t>
            </w:r>
            <w:r w:rsidR="008D2223">
              <w:rPr>
                <w:b/>
                <w:bCs/>
              </w:rPr>
              <w:t>xternal</w:t>
            </w:r>
            <w:r>
              <w:rPr>
                <w:b/>
                <w:bCs/>
              </w:rPr>
              <w:t xml:space="preserve"> </w:t>
            </w:r>
            <w:r w:rsidR="00012C95">
              <w:rPr>
                <w:b/>
                <w:bCs/>
              </w:rPr>
              <w:t>-</w:t>
            </w:r>
            <w:r w:rsidRPr="00F95990">
              <w:rPr>
                <w:b/>
                <w:bCs/>
              </w:rPr>
              <w:t xml:space="preserve"> B</w:t>
            </w:r>
          </w:p>
        </w:tc>
      </w:tr>
      <w:tr w:rsidR="00735508" w:rsidRPr="00F95990" w14:paraId="06D6D0A7" w14:textId="77777777" w:rsidTr="00DE1102">
        <w:tc>
          <w:tcPr>
            <w:tcW w:w="441" w:type="dxa"/>
          </w:tcPr>
          <w:p w14:paraId="7341792F" w14:textId="77777777" w:rsidR="00735508" w:rsidRPr="00F95990" w:rsidRDefault="00735508" w:rsidP="00F26A57">
            <w:pPr>
              <w:jc w:val="center"/>
            </w:pPr>
          </w:p>
        </w:tc>
        <w:tc>
          <w:tcPr>
            <w:tcW w:w="974" w:type="dxa"/>
            <w:gridSpan w:val="2"/>
          </w:tcPr>
          <w:p w14:paraId="31D3023A" w14:textId="77777777" w:rsidR="00735508" w:rsidRPr="00F95990" w:rsidRDefault="00735508" w:rsidP="00F26A57">
            <w:pPr>
              <w:jc w:val="center"/>
            </w:pPr>
            <w:r w:rsidRPr="00F95990">
              <w:t>R</w:t>
            </w:r>
          </w:p>
        </w:tc>
        <w:tc>
          <w:tcPr>
            <w:tcW w:w="7495" w:type="dxa"/>
            <w:gridSpan w:val="2"/>
          </w:tcPr>
          <w:p w14:paraId="0709322E" w14:textId="77777777" w:rsidR="00735508" w:rsidRPr="00F95990" w:rsidRDefault="00735508" w:rsidP="00F26A57">
            <w:r w:rsidRPr="00F95990">
              <w:t xml:space="preserve">Base Requirements </w:t>
            </w:r>
          </w:p>
        </w:tc>
      </w:tr>
      <w:tr w:rsidR="00735508" w:rsidRPr="009019A5" w14:paraId="7B1245D7" w14:textId="77777777" w:rsidTr="00DE1102">
        <w:tc>
          <w:tcPr>
            <w:tcW w:w="441" w:type="dxa"/>
          </w:tcPr>
          <w:p w14:paraId="7A0F4425" w14:textId="77777777" w:rsidR="00735508" w:rsidRPr="00F95990" w:rsidRDefault="00735508" w:rsidP="00F26A57">
            <w:pPr>
              <w:jc w:val="center"/>
            </w:pPr>
          </w:p>
        </w:tc>
        <w:tc>
          <w:tcPr>
            <w:tcW w:w="974" w:type="dxa"/>
            <w:gridSpan w:val="2"/>
          </w:tcPr>
          <w:p w14:paraId="36B64976" w14:textId="77777777" w:rsidR="00735508" w:rsidRPr="009019A5" w:rsidRDefault="00735508" w:rsidP="00F26A57">
            <w:pPr>
              <w:jc w:val="center"/>
            </w:pPr>
            <w:r w:rsidRPr="009019A5">
              <w:t>R</w:t>
            </w:r>
          </w:p>
        </w:tc>
        <w:tc>
          <w:tcPr>
            <w:tcW w:w="7495" w:type="dxa"/>
            <w:gridSpan w:val="2"/>
          </w:tcPr>
          <w:p w14:paraId="0A2CFDD3" w14:textId="77777777" w:rsidR="00735508" w:rsidRPr="009019A5" w:rsidRDefault="00735508" w:rsidP="00DC7EAC">
            <w:r w:rsidRPr="009019A5">
              <w:t xml:space="preserve">Supports </w:t>
            </w:r>
            <w:r>
              <w:t>T-VMMV-I-B</w:t>
            </w:r>
          </w:p>
        </w:tc>
      </w:tr>
      <w:tr w:rsidR="00735508" w:rsidRPr="009019A5" w14:paraId="1EBF934C" w14:textId="77777777" w:rsidTr="00DE1102">
        <w:tc>
          <w:tcPr>
            <w:tcW w:w="441" w:type="dxa"/>
          </w:tcPr>
          <w:p w14:paraId="070E402C" w14:textId="77777777" w:rsidR="00735508" w:rsidRPr="00F95990" w:rsidRDefault="00735508" w:rsidP="00F26A57">
            <w:pPr>
              <w:jc w:val="center"/>
            </w:pPr>
          </w:p>
        </w:tc>
        <w:tc>
          <w:tcPr>
            <w:tcW w:w="974" w:type="dxa"/>
            <w:gridSpan w:val="2"/>
          </w:tcPr>
          <w:p w14:paraId="48C07D39" w14:textId="77777777" w:rsidR="00735508" w:rsidRPr="009019A5" w:rsidRDefault="00735508" w:rsidP="00F26A57">
            <w:pPr>
              <w:jc w:val="center"/>
            </w:pPr>
            <w:r w:rsidRPr="009019A5">
              <w:t>S</w:t>
            </w:r>
          </w:p>
        </w:tc>
        <w:tc>
          <w:tcPr>
            <w:tcW w:w="7495" w:type="dxa"/>
            <w:gridSpan w:val="2"/>
          </w:tcPr>
          <w:p w14:paraId="1B90D81D" w14:textId="77777777" w:rsidR="00735508" w:rsidRPr="009019A5" w:rsidRDefault="00735508" w:rsidP="002E5097">
            <w:r w:rsidRPr="009019A5">
              <w:t xml:space="preserve">Is able to trend REAL </w:t>
            </w:r>
            <w:r w:rsidR="00CB3E52">
              <w:t>d</w:t>
            </w:r>
            <w:r w:rsidRPr="009019A5">
              <w:t>atatypes</w:t>
            </w:r>
          </w:p>
        </w:tc>
      </w:tr>
      <w:tr w:rsidR="00735508" w:rsidRPr="009019A5" w14:paraId="5AD7E96C" w14:textId="77777777" w:rsidTr="00DE1102">
        <w:tc>
          <w:tcPr>
            <w:tcW w:w="441" w:type="dxa"/>
          </w:tcPr>
          <w:p w14:paraId="36829E61" w14:textId="77777777" w:rsidR="00735508" w:rsidRPr="00F95990" w:rsidRDefault="00735508" w:rsidP="00F26A57">
            <w:pPr>
              <w:jc w:val="center"/>
            </w:pPr>
          </w:p>
        </w:tc>
        <w:tc>
          <w:tcPr>
            <w:tcW w:w="974" w:type="dxa"/>
            <w:gridSpan w:val="2"/>
          </w:tcPr>
          <w:p w14:paraId="4C02CBED" w14:textId="77777777" w:rsidR="00735508" w:rsidRPr="009019A5" w:rsidRDefault="00735508" w:rsidP="00DC7EAC">
            <w:pPr>
              <w:jc w:val="center"/>
            </w:pPr>
            <w:r w:rsidRPr="009019A5">
              <w:t>S</w:t>
            </w:r>
            <w:r>
              <w:rPr>
                <w:vertAlign w:val="superscript"/>
              </w:rPr>
              <w:t>1</w:t>
            </w:r>
          </w:p>
        </w:tc>
        <w:tc>
          <w:tcPr>
            <w:tcW w:w="7495" w:type="dxa"/>
            <w:gridSpan w:val="2"/>
          </w:tcPr>
          <w:p w14:paraId="22561106" w14:textId="77777777" w:rsidR="00735508" w:rsidRPr="009019A5" w:rsidRDefault="00735508" w:rsidP="002E5097">
            <w:r w:rsidRPr="009019A5">
              <w:t xml:space="preserve">Is able to trend Unsigned </w:t>
            </w:r>
            <w:r w:rsidR="00CB3E52">
              <w:t>d</w:t>
            </w:r>
            <w:r w:rsidRPr="009019A5">
              <w:t>atatypes</w:t>
            </w:r>
          </w:p>
        </w:tc>
      </w:tr>
      <w:tr w:rsidR="00735508" w:rsidRPr="009019A5" w14:paraId="07F17112" w14:textId="77777777" w:rsidTr="00DE1102">
        <w:tc>
          <w:tcPr>
            <w:tcW w:w="441" w:type="dxa"/>
          </w:tcPr>
          <w:p w14:paraId="2822B0B3" w14:textId="77777777" w:rsidR="00735508" w:rsidRPr="00F95990" w:rsidRDefault="00735508" w:rsidP="00F26A57">
            <w:pPr>
              <w:jc w:val="center"/>
            </w:pPr>
          </w:p>
        </w:tc>
        <w:tc>
          <w:tcPr>
            <w:tcW w:w="974" w:type="dxa"/>
            <w:gridSpan w:val="2"/>
          </w:tcPr>
          <w:p w14:paraId="55E17C0C" w14:textId="77777777" w:rsidR="00735508" w:rsidRPr="009019A5" w:rsidRDefault="00735508" w:rsidP="00F26A57">
            <w:pPr>
              <w:jc w:val="center"/>
            </w:pPr>
            <w:r w:rsidRPr="009019A5">
              <w:t>S</w:t>
            </w:r>
            <w:r>
              <w:rPr>
                <w:vertAlign w:val="superscript"/>
              </w:rPr>
              <w:t>1</w:t>
            </w:r>
          </w:p>
        </w:tc>
        <w:tc>
          <w:tcPr>
            <w:tcW w:w="7495" w:type="dxa"/>
            <w:gridSpan w:val="2"/>
          </w:tcPr>
          <w:p w14:paraId="4660BAF7" w14:textId="77777777" w:rsidR="00735508" w:rsidRPr="009019A5" w:rsidRDefault="00735508" w:rsidP="002E5097">
            <w:r w:rsidRPr="009019A5">
              <w:t xml:space="preserve">Is able to trend INTEGER </w:t>
            </w:r>
            <w:r w:rsidR="00CB3E52">
              <w:t>d</w:t>
            </w:r>
            <w:r w:rsidRPr="009019A5">
              <w:t>atatypes</w:t>
            </w:r>
          </w:p>
        </w:tc>
      </w:tr>
      <w:tr w:rsidR="00735508" w:rsidRPr="009019A5" w14:paraId="3024F646" w14:textId="77777777" w:rsidTr="00DE1102">
        <w:tc>
          <w:tcPr>
            <w:tcW w:w="441" w:type="dxa"/>
          </w:tcPr>
          <w:p w14:paraId="548B8320" w14:textId="77777777" w:rsidR="00735508" w:rsidRPr="00F95990" w:rsidRDefault="00735508" w:rsidP="00F26A57">
            <w:pPr>
              <w:jc w:val="center"/>
            </w:pPr>
          </w:p>
        </w:tc>
        <w:tc>
          <w:tcPr>
            <w:tcW w:w="974" w:type="dxa"/>
            <w:gridSpan w:val="2"/>
          </w:tcPr>
          <w:p w14:paraId="07323653" w14:textId="77777777" w:rsidR="00735508" w:rsidRPr="009019A5" w:rsidRDefault="00735508" w:rsidP="00F26A57">
            <w:pPr>
              <w:jc w:val="center"/>
            </w:pPr>
            <w:r w:rsidRPr="009019A5">
              <w:t>S</w:t>
            </w:r>
          </w:p>
        </w:tc>
        <w:tc>
          <w:tcPr>
            <w:tcW w:w="7495" w:type="dxa"/>
            <w:gridSpan w:val="2"/>
          </w:tcPr>
          <w:p w14:paraId="2C5ABD82" w14:textId="77777777" w:rsidR="00735508" w:rsidRPr="009019A5" w:rsidRDefault="00735508" w:rsidP="002E5097">
            <w:r w:rsidRPr="009019A5">
              <w:t xml:space="preserve">Is able to trend BOOLEAN </w:t>
            </w:r>
            <w:r w:rsidR="00CB3E52">
              <w:t>d</w:t>
            </w:r>
            <w:r w:rsidRPr="009019A5">
              <w:t>atatypes</w:t>
            </w:r>
          </w:p>
        </w:tc>
      </w:tr>
      <w:tr w:rsidR="00735508" w:rsidRPr="009019A5" w14:paraId="02091335" w14:textId="77777777" w:rsidTr="00DE1102">
        <w:tc>
          <w:tcPr>
            <w:tcW w:w="441" w:type="dxa"/>
          </w:tcPr>
          <w:p w14:paraId="1508B14D" w14:textId="77777777" w:rsidR="00735508" w:rsidRPr="00F95990" w:rsidRDefault="00735508" w:rsidP="00F26A57">
            <w:pPr>
              <w:jc w:val="center"/>
            </w:pPr>
          </w:p>
        </w:tc>
        <w:tc>
          <w:tcPr>
            <w:tcW w:w="974" w:type="dxa"/>
            <w:gridSpan w:val="2"/>
          </w:tcPr>
          <w:p w14:paraId="09869099" w14:textId="77777777" w:rsidR="00735508" w:rsidRPr="009019A5" w:rsidRDefault="00735508" w:rsidP="00F26A57">
            <w:pPr>
              <w:jc w:val="center"/>
            </w:pPr>
            <w:r w:rsidRPr="009019A5">
              <w:t>S</w:t>
            </w:r>
          </w:p>
        </w:tc>
        <w:tc>
          <w:tcPr>
            <w:tcW w:w="7495" w:type="dxa"/>
            <w:gridSpan w:val="2"/>
          </w:tcPr>
          <w:p w14:paraId="0A65E4D9" w14:textId="77777777" w:rsidR="00735508" w:rsidRPr="009019A5" w:rsidRDefault="00735508" w:rsidP="002E5097">
            <w:r w:rsidRPr="009019A5">
              <w:t xml:space="preserve">Is able to trend Bit String </w:t>
            </w:r>
            <w:r w:rsidR="00CB3E52">
              <w:t>d</w:t>
            </w:r>
            <w:r w:rsidRPr="009019A5">
              <w:t>atatypes</w:t>
            </w:r>
          </w:p>
        </w:tc>
      </w:tr>
      <w:tr w:rsidR="00735508" w:rsidRPr="009019A5" w14:paraId="6C4B0283" w14:textId="77777777" w:rsidTr="00DE1102">
        <w:tc>
          <w:tcPr>
            <w:tcW w:w="441" w:type="dxa"/>
          </w:tcPr>
          <w:p w14:paraId="31327879" w14:textId="77777777" w:rsidR="00735508" w:rsidRPr="00F95990" w:rsidRDefault="00735508" w:rsidP="00F26A57">
            <w:pPr>
              <w:jc w:val="center"/>
            </w:pPr>
          </w:p>
        </w:tc>
        <w:tc>
          <w:tcPr>
            <w:tcW w:w="974" w:type="dxa"/>
            <w:gridSpan w:val="2"/>
          </w:tcPr>
          <w:p w14:paraId="784497D7" w14:textId="77777777" w:rsidR="00735508" w:rsidRPr="009019A5" w:rsidRDefault="00735508" w:rsidP="00F26A57">
            <w:pPr>
              <w:jc w:val="center"/>
            </w:pPr>
            <w:r w:rsidRPr="009019A5">
              <w:t>S</w:t>
            </w:r>
            <w:r>
              <w:rPr>
                <w:vertAlign w:val="superscript"/>
              </w:rPr>
              <w:t>2</w:t>
            </w:r>
          </w:p>
        </w:tc>
        <w:tc>
          <w:tcPr>
            <w:tcW w:w="7495" w:type="dxa"/>
            <w:gridSpan w:val="2"/>
          </w:tcPr>
          <w:p w14:paraId="7A821ACC" w14:textId="77777777" w:rsidR="00735508" w:rsidRPr="009019A5" w:rsidRDefault="00735508" w:rsidP="002E5097">
            <w:r w:rsidRPr="009019A5">
              <w:t xml:space="preserve">Is able to trend Enumerated </w:t>
            </w:r>
            <w:r w:rsidR="00CB3E52">
              <w:t>d</w:t>
            </w:r>
            <w:r w:rsidRPr="009019A5">
              <w:t>atatypes</w:t>
            </w:r>
          </w:p>
        </w:tc>
      </w:tr>
      <w:tr w:rsidR="00735508" w:rsidRPr="009019A5" w14:paraId="3CCD8D40" w14:textId="77777777" w:rsidTr="00DE1102">
        <w:tc>
          <w:tcPr>
            <w:tcW w:w="441" w:type="dxa"/>
          </w:tcPr>
          <w:p w14:paraId="14AC45EB" w14:textId="77777777" w:rsidR="00735508" w:rsidRPr="00F95990" w:rsidRDefault="00735508" w:rsidP="00F26A57">
            <w:pPr>
              <w:jc w:val="center"/>
            </w:pPr>
          </w:p>
        </w:tc>
        <w:tc>
          <w:tcPr>
            <w:tcW w:w="974" w:type="dxa"/>
            <w:gridSpan w:val="2"/>
          </w:tcPr>
          <w:p w14:paraId="3002F242" w14:textId="77777777" w:rsidR="00735508" w:rsidRPr="009019A5" w:rsidRDefault="00735508" w:rsidP="00F26A57">
            <w:pPr>
              <w:jc w:val="center"/>
            </w:pPr>
            <w:r w:rsidRPr="009019A5">
              <w:t>S</w:t>
            </w:r>
          </w:p>
        </w:tc>
        <w:tc>
          <w:tcPr>
            <w:tcW w:w="7495" w:type="dxa"/>
            <w:gridSpan w:val="2"/>
          </w:tcPr>
          <w:p w14:paraId="7C14960E" w14:textId="77777777" w:rsidR="00735508" w:rsidRPr="009019A5" w:rsidRDefault="00735508" w:rsidP="002E5097">
            <w:r w:rsidRPr="009019A5">
              <w:t xml:space="preserve">Is able to trend NULL </w:t>
            </w:r>
            <w:r w:rsidR="00CB3E52">
              <w:t>d</w:t>
            </w:r>
            <w:r w:rsidRPr="009019A5">
              <w:t>atatypes</w:t>
            </w:r>
          </w:p>
        </w:tc>
      </w:tr>
      <w:tr w:rsidR="00735508" w:rsidRPr="00F95990" w14:paraId="02B56EC5" w14:textId="77777777" w:rsidTr="00DE1102">
        <w:trPr>
          <w:cantSplit/>
        </w:trPr>
        <w:tc>
          <w:tcPr>
            <w:tcW w:w="8910" w:type="dxa"/>
            <w:gridSpan w:val="5"/>
          </w:tcPr>
          <w:p w14:paraId="34B094F6" w14:textId="77777777" w:rsidR="00735508" w:rsidRPr="008E748C" w:rsidRDefault="00735508" w:rsidP="00DC7EAC">
            <w:pPr>
              <w:ind w:left="720"/>
              <w:rPr>
                <w:bCs/>
                <w:vertAlign w:val="superscript"/>
              </w:rPr>
            </w:pPr>
            <w:r w:rsidRPr="008E748C">
              <w:rPr>
                <w:bCs/>
                <w:vertAlign w:val="superscript"/>
              </w:rPr>
              <w:t>1</w:t>
            </w:r>
            <w:r>
              <w:rPr>
                <w:bCs/>
                <w:vertAlign w:val="superscript"/>
              </w:rPr>
              <w:t xml:space="preserve"> </w:t>
            </w:r>
            <w:r w:rsidRPr="008E748C">
              <w:rPr>
                <w:bCs/>
              </w:rPr>
              <w:t>Trending of 32 bit Unsigned and INTEGER values is minimally required.</w:t>
            </w:r>
          </w:p>
          <w:p w14:paraId="754F6A7F" w14:textId="77777777" w:rsidR="00735508" w:rsidRPr="00F95990" w:rsidRDefault="00735508" w:rsidP="00F26A57">
            <w:pPr>
              <w:ind w:left="720"/>
              <w:rPr>
                <w:bCs/>
                <w:vertAlign w:val="superscript"/>
              </w:rPr>
            </w:pPr>
            <w:r>
              <w:rPr>
                <w:bCs/>
                <w:vertAlign w:val="superscript"/>
              </w:rPr>
              <w:t>2</w:t>
            </w:r>
            <w:r w:rsidRPr="008E748C">
              <w:rPr>
                <w:bCs/>
                <w:vertAlign w:val="superscript"/>
              </w:rPr>
              <w:t xml:space="preserve"> </w:t>
            </w:r>
            <w:r w:rsidRPr="008E748C">
              <w:rPr>
                <w:bCs/>
              </w:rPr>
              <w:t>Trending of 16-bit Enumerated values is minimally required.</w:t>
            </w:r>
          </w:p>
        </w:tc>
      </w:tr>
      <w:tr w:rsidR="00735508" w:rsidRPr="00F95990" w14:paraId="62340E4A" w14:textId="77777777" w:rsidTr="00DE1102">
        <w:trPr>
          <w:cantSplit/>
        </w:trPr>
        <w:tc>
          <w:tcPr>
            <w:tcW w:w="8910" w:type="dxa"/>
            <w:gridSpan w:val="5"/>
          </w:tcPr>
          <w:p w14:paraId="05672CF3" w14:textId="77777777" w:rsidR="00735508" w:rsidRPr="00F95990" w:rsidRDefault="00735508" w:rsidP="001E58E4">
            <w:pPr>
              <w:rPr>
                <w:b/>
                <w:bCs/>
              </w:rPr>
            </w:pPr>
            <w:r w:rsidRPr="00F95990">
              <w:rPr>
                <w:b/>
                <w:bCs/>
              </w:rPr>
              <w:t xml:space="preserve">Trending </w:t>
            </w:r>
            <w:r w:rsidR="00012C95">
              <w:rPr>
                <w:b/>
                <w:bCs/>
              </w:rPr>
              <w:t>-</w:t>
            </w:r>
            <w:r w:rsidRPr="00F95990">
              <w:rPr>
                <w:b/>
                <w:bCs/>
              </w:rPr>
              <w:t xml:space="preserve"> </w:t>
            </w:r>
            <w:r>
              <w:rPr>
                <w:b/>
                <w:bCs/>
              </w:rPr>
              <w:t xml:space="preserve">Automated Multiple Value Retrieval </w:t>
            </w:r>
            <w:r w:rsidR="00012C95">
              <w:rPr>
                <w:b/>
                <w:bCs/>
              </w:rPr>
              <w:t>-</w:t>
            </w:r>
            <w:r>
              <w:rPr>
                <w:b/>
                <w:bCs/>
              </w:rPr>
              <w:t xml:space="preserve"> A</w:t>
            </w:r>
          </w:p>
        </w:tc>
      </w:tr>
      <w:tr w:rsidR="00735508" w:rsidRPr="00F95990" w14:paraId="78799866" w14:textId="77777777" w:rsidTr="00DE1102">
        <w:tc>
          <w:tcPr>
            <w:tcW w:w="441" w:type="dxa"/>
          </w:tcPr>
          <w:p w14:paraId="02151D92" w14:textId="77777777" w:rsidR="00735508" w:rsidRPr="00F95990" w:rsidRDefault="00735508" w:rsidP="00F26A57">
            <w:pPr>
              <w:jc w:val="center"/>
            </w:pPr>
          </w:p>
        </w:tc>
        <w:tc>
          <w:tcPr>
            <w:tcW w:w="974" w:type="dxa"/>
            <w:gridSpan w:val="2"/>
          </w:tcPr>
          <w:p w14:paraId="7F1C156B" w14:textId="77777777" w:rsidR="00735508" w:rsidRPr="00F95990" w:rsidRDefault="00735508" w:rsidP="00F26A57">
            <w:pPr>
              <w:jc w:val="center"/>
            </w:pPr>
            <w:r w:rsidRPr="00F95990">
              <w:t>R</w:t>
            </w:r>
          </w:p>
        </w:tc>
        <w:tc>
          <w:tcPr>
            <w:tcW w:w="7495" w:type="dxa"/>
            <w:gridSpan w:val="2"/>
          </w:tcPr>
          <w:p w14:paraId="736EB097" w14:textId="77777777" w:rsidR="00735508" w:rsidRPr="00F95990" w:rsidRDefault="00735508" w:rsidP="00F26A57">
            <w:r w:rsidRPr="00F95990">
              <w:t xml:space="preserve">Base Requirements </w:t>
            </w:r>
          </w:p>
        </w:tc>
      </w:tr>
      <w:tr w:rsidR="00DA035B" w:rsidRPr="00EC5679" w14:paraId="7178D111" w14:textId="77777777" w:rsidTr="009C7C96">
        <w:tc>
          <w:tcPr>
            <w:tcW w:w="441" w:type="dxa"/>
          </w:tcPr>
          <w:p w14:paraId="6BD87185" w14:textId="77777777" w:rsidR="00DA035B" w:rsidRPr="00EC5679" w:rsidRDefault="00DA035B" w:rsidP="009C7C96">
            <w:pPr>
              <w:jc w:val="center"/>
              <w:rPr>
                <w:lang w:val="en-CA"/>
              </w:rPr>
            </w:pPr>
          </w:p>
        </w:tc>
        <w:tc>
          <w:tcPr>
            <w:tcW w:w="974" w:type="dxa"/>
            <w:gridSpan w:val="2"/>
          </w:tcPr>
          <w:p w14:paraId="6987EDE1" w14:textId="77777777" w:rsidR="00DA035B" w:rsidRPr="00EC5679" w:rsidRDefault="00DA035B" w:rsidP="009C7C96">
            <w:pPr>
              <w:jc w:val="center"/>
              <w:rPr>
                <w:lang w:val="en-CA"/>
              </w:rPr>
            </w:pPr>
            <w:r w:rsidRPr="00EC5679">
              <w:rPr>
                <w:lang w:val="en-CA"/>
              </w:rPr>
              <w:t>R</w:t>
            </w:r>
          </w:p>
        </w:tc>
        <w:tc>
          <w:tcPr>
            <w:tcW w:w="7495" w:type="dxa"/>
            <w:gridSpan w:val="2"/>
          </w:tcPr>
          <w:p w14:paraId="1EBDC69A" w14:textId="77777777" w:rsidR="00DA035B" w:rsidRPr="00EC5679" w:rsidRDefault="00DA035B" w:rsidP="009C7C96">
            <w:pPr>
              <w:rPr>
                <w:lang w:val="en-CA"/>
              </w:rPr>
            </w:pPr>
            <w:r>
              <w:rPr>
                <w:lang w:val="en-CA"/>
              </w:rPr>
              <w:t>Initiates ReadRange</w:t>
            </w:r>
          </w:p>
        </w:tc>
      </w:tr>
      <w:tr w:rsidR="00735508" w:rsidRPr="00DC7EAC" w14:paraId="547BB912" w14:textId="77777777" w:rsidTr="00DE1102">
        <w:tc>
          <w:tcPr>
            <w:tcW w:w="441" w:type="dxa"/>
          </w:tcPr>
          <w:p w14:paraId="42F9722F" w14:textId="77777777" w:rsidR="00735508" w:rsidRPr="00F95990" w:rsidRDefault="00735508" w:rsidP="00F26A57">
            <w:pPr>
              <w:jc w:val="center"/>
            </w:pPr>
          </w:p>
        </w:tc>
        <w:tc>
          <w:tcPr>
            <w:tcW w:w="974" w:type="dxa"/>
            <w:gridSpan w:val="2"/>
          </w:tcPr>
          <w:p w14:paraId="769E5C66" w14:textId="77777777" w:rsidR="00735508" w:rsidRPr="009019A5" w:rsidRDefault="00735508" w:rsidP="00F26A57">
            <w:pPr>
              <w:jc w:val="center"/>
            </w:pPr>
            <w:r w:rsidRPr="009019A5">
              <w:t>R</w:t>
            </w:r>
          </w:p>
        </w:tc>
        <w:tc>
          <w:tcPr>
            <w:tcW w:w="7495" w:type="dxa"/>
            <w:gridSpan w:val="2"/>
          </w:tcPr>
          <w:p w14:paraId="344BA167" w14:textId="77777777" w:rsidR="00735508" w:rsidRPr="00DC7EAC" w:rsidRDefault="00735508" w:rsidP="00F26A57">
            <w:r w:rsidRPr="00DC7EAC">
              <w:t>Processes ConfirmedEventNotification of BUFFER_READY events.</w:t>
            </w:r>
          </w:p>
        </w:tc>
      </w:tr>
      <w:tr w:rsidR="00735508" w:rsidRPr="00DC7EAC" w14:paraId="70D1A7A2" w14:textId="77777777" w:rsidTr="00DE1102">
        <w:tc>
          <w:tcPr>
            <w:tcW w:w="441" w:type="dxa"/>
          </w:tcPr>
          <w:p w14:paraId="2977BA69" w14:textId="77777777" w:rsidR="00735508" w:rsidRPr="00F95990" w:rsidRDefault="00735508" w:rsidP="00F26A57">
            <w:pPr>
              <w:jc w:val="center"/>
            </w:pPr>
          </w:p>
        </w:tc>
        <w:tc>
          <w:tcPr>
            <w:tcW w:w="974" w:type="dxa"/>
            <w:gridSpan w:val="2"/>
          </w:tcPr>
          <w:p w14:paraId="713723EF" w14:textId="77777777" w:rsidR="00735508" w:rsidRPr="009019A5" w:rsidRDefault="00735508" w:rsidP="00F26A57">
            <w:pPr>
              <w:jc w:val="center"/>
            </w:pPr>
            <w:r>
              <w:t>O</w:t>
            </w:r>
          </w:p>
        </w:tc>
        <w:tc>
          <w:tcPr>
            <w:tcW w:w="7495" w:type="dxa"/>
            <w:gridSpan w:val="2"/>
          </w:tcPr>
          <w:p w14:paraId="6B6A8733" w14:textId="77777777" w:rsidR="00735508" w:rsidRPr="00DC7EAC" w:rsidRDefault="00735508" w:rsidP="00F26A57">
            <w:r w:rsidRPr="00DC7EAC">
              <w:t xml:space="preserve">Processes </w:t>
            </w:r>
            <w:r w:rsidRPr="00DC7EAC">
              <w:rPr>
                <w:iCs/>
              </w:rPr>
              <w:t>UnconfirmedEventNotification</w:t>
            </w:r>
            <w:r w:rsidRPr="00DC7EAC">
              <w:t xml:space="preserve"> of BUFFER_READY events.</w:t>
            </w:r>
          </w:p>
        </w:tc>
      </w:tr>
      <w:tr w:rsidR="00735508" w:rsidRPr="00F95990" w14:paraId="7707C973" w14:textId="77777777" w:rsidTr="00DE1102">
        <w:trPr>
          <w:cantSplit/>
        </w:trPr>
        <w:tc>
          <w:tcPr>
            <w:tcW w:w="8910" w:type="dxa"/>
            <w:gridSpan w:val="5"/>
          </w:tcPr>
          <w:p w14:paraId="3618F8A6" w14:textId="77777777" w:rsidR="00735508" w:rsidRPr="00F95990" w:rsidRDefault="00735508" w:rsidP="00F26A57">
            <w:pPr>
              <w:ind w:left="720"/>
              <w:rPr>
                <w:bCs/>
                <w:vertAlign w:val="superscript"/>
              </w:rPr>
            </w:pPr>
          </w:p>
        </w:tc>
      </w:tr>
      <w:tr w:rsidR="00735508" w:rsidRPr="00F95990" w14:paraId="1BD0E1C3" w14:textId="77777777" w:rsidTr="00DE1102">
        <w:trPr>
          <w:cantSplit/>
        </w:trPr>
        <w:tc>
          <w:tcPr>
            <w:tcW w:w="8910" w:type="dxa"/>
            <w:gridSpan w:val="5"/>
          </w:tcPr>
          <w:p w14:paraId="00C8361F" w14:textId="77777777" w:rsidR="00735508" w:rsidRPr="00F95990" w:rsidRDefault="00735508" w:rsidP="001E58E4">
            <w:pPr>
              <w:rPr>
                <w:b/>
                <w:bCs/>
              </w:rPr>
            </w:pPr>
            <w:r w:rsidRPr="00F95990">
              <w:rPr>
                <w:b/>
                <w:bCs/>
              </w:rPr>
              <w:t xml:space="preserve">Trending </w:t>
            </w:r>
            <w:r w:rsidR="00012C95">
              <w:rPr>
                <w:b/>
                <w:bCs/>
              </w:rPr>
              <w:t>-</w:t>
            </w:r>
            <w:r w:rsidRPr="00F95990">
              <w:rPr>
                <w:b/>
                <w:bCs/>
              </w:rPr>
              <w:t xml:space="preserve"> </w:t>
            </w:r>
            <w:r>
              <w:rPr>
                <w:b/>
                <w:bCs/>
              </w:rPr>
              <w:t xml:space="preserve">Automated Multiple Value Retrieval </w:t>
            </w:r>
            <w:r w:rsidR="00012C95">
              <w:rPr>
                <w:b/>
                <w:bCs/>
              </w:rPr>
              <w:t>-</w:t>
            </w:r>
            <w:r>
              <w:rPr>
                <w:b/>
                <w:bCs/>
              </w:rPr>
              <w:t xml:space="preserve"> B</w:t>
            </w:r>
          </w:p>
        </w:tc>
      </w:tr>
      <w:tr w:rsidR="00735508" w:rsidRPr="00F95990" w14:paraId="36A228D5" w14:textId="77777777" w:rsidTr="00DE1102">
        <w:tc>
          <w:tcPr>
            <w:tcW w:w="441" w:type="dxa"/>
          </w:tcPr>
          <w:p w14:paraId="3771A68C" w14:textId="77777777" w:rsidR="00735508" w:rsidRPr="00F95990" w:rsidRDefault="00735508" w:rsidP="00F26A57">
            <w:pPr>
              <w:jc w:val="center"/>
            </w:pPr>
          </w:p>
        </w:tc>
        <w:tc>
          <w:tcPr>
            <w:tcW w:w="974" w:type="dxa"/>
            <w:gridSpan w:val="2"/>
          </w:tcPr>
          <w:p w14:paraId="1E0F0A63" w14:textId="77777777" w:rsidR="00735508" w:rsidRPr="00F95990" w:rsidRDefault="00735508" w:rsidP="00F26A57">
            <w:pPr>
              <w:jc w:val="center"/>
            </w:pPr>
            <w:r w:rsidRPr="00F95990">
              <w:t>R</w:t>
            </w:r>
          </w:p>
        </w:tc>
        <w:tc>
          <w:tcPr>
            <w:tcW w:w="7495" w:type="dxa"/>
            <w:gridSpan w:val="2"/>
          </w:tcPr>
          <w:p w14:paraId="420E38B4" w14:textId="77777777" w:rsidR="00735508" w:rsidRPr="00F95990" w:rsidRDefault="00735508" w:rsidP="00F26A57">
            <w:r w:rsidRPr="00F95990">
              <w:t xml:space="preserve">Base Requirements </w:t>
            </w:r>
          </w:p>
        </w:tc>
      </w:tr>
      <w:tr w:rsidR="009B3924" w:rsidRPr="00F95990" w14:paraId="32E36B0F" w14:textId="77777777" w:rsidTr="00DE1102">
        <w:tc>
          <w:tcPr>
            <w:tcW w:w="441" w:type="dxa"/>
          </w:tcPr>
          <w:p w14:paraId="06054C3F" w14:textId="77777777" w:rsidR="009B3924" w:rsidRPr="00F95990" w:rsidRDefault="009B3924" w:rsidP="001B191B">
            <w:pPr>
              <w:jc w:val="center"/>
            </w:pPr>
          </w:p>
        </w:tc>
        <w:tc>
          <w:tcPr>
            <w:tcW w:w="974" w:type="dxa"/>
            <w:gridSpan w:val="2"/>
          </w:tcPr>
          <w:p w14:paraId="144AD0B3" w14:textId="77777777" w:rsidR="009B3924" w:rsidRPr="00F95990" w:rsidRDefault="009B3924" w:rsidP="001B191B">
            <w:pPr>
              <w:jc w:val="center"/>
            </w:pPr>
            <w:r w:rsidRPr="00F95990">
              <w:t>R</w:t>
            </w:r>
          </w:p>
        </w:tc>
        <w:tc>
          <w:tcPr>
            <w:tcW w:w="7495" w:type="dxa"/>
            <w:gridSpan w:val="2"/>
          </w:tcPr>
          <w:p w14:paraId="15352544" w14:textId="77777777" w:rsidR="009B3924" w:rsidRPr="00F95990" w:rsidRDefault="009B3924" w:rsidP="001B191B">
            <w:r w:rsidRPr="00F95990">
              <w:t>Supports T-VM</w:t>
            </w:r>
            <w:r>
              <w:t>MV</w:t>
            </w:r>
            <w:r w:rsidRPr="00F95990">
              <w:t>-I-B</w:t>
            </w:r>
          </w:p>
        </w:tc>
      </w:tr>
      <w:tr w:rsidR="009B3924" w:rsidRPr="00F95990" w14:paraId="3F680300" w14:textId="77777777" w:rsidTr="00DE1102">
        <w:tc>
          <w:tcPr>
            <w:tcW w:w="441" w:type="dxa"/>
          </w:tcPr>
          <w:p w14:paraId="598EF19E" w14:textId="77777777" w:rsidR="009B3924" w:rsidRPr="00F95990" w:rsidRDefault="009B3924" w:rsidP="001B191B">
            <w:pPr>
              <w:jc w:val="center"/>
            </w:pPr>
          </w:p>
        </w:tc>
        <w:tc>
          <w:tcPr>
            <w:tcW w:w="974" w:type="dxa"/>
            <w:gridSpan w:val="2"/>
          </w:tcPr>
          <w:p w14:paraId="5BD82C10" w14:textId="77777777" w:rsidR="009B3924" w:rsidRPr="00F95990" w:rsidRDefault="009B3924" w:rsidP="001B191B">
            <w:pPr>
              <w:jc w:val="center"/>
            </w:pPr>
            <w:r w:rsidRPr="00F95990">
              <w:t>R</w:t>
            </w:r>
          </w:p>
        </w:tc>
        <w:tc>
          <w:tcPr>
            <w:tcW w:w="7495" w:type="dxa"/>
            <w:gridSpan w:val="2"/>
          </w:tcPr>
          <w:p w14:paraId="0F1F50B6" w14:textId="77777777" w:rsidR="009B3924" w:rsidRPr="00F95990" w:rsidRDefault="009B3924" w:rsidP="002E5097">
            <w:r w:rsidRPr="00F95990">
              <w:t xml:space="preserve">Supports the Notification Class </w:t>
            </w:r>
            <w:r w:rsidR="00CB3E52">
              <w:t>o</w:t>
            </w:r>
            <w:r w:rsidRPr="00F95990">
              <w:t>bject</w:t>
            </w:r>
          </w:p>
        </w:tc>
      </w:tr>
      <w:tr w:rsidR="009B3924" w:rsidRPr="00F95990" w14:paraId="37D64352" w14:textId="77777777" w:rsidTr="00DE1102">
        <w:tc>
          <w:tcPr>
            <w:tcW w:w="441" w:type="dxa"/>
          </w:tcPr>
          <w:p w14:paraId="1447E946" w14:textId="77777777" w:rsidR="009B3924" w:rsidRPr="00F95990" w:rsidRDefault="009B3924" w:rsidP="001B191B">
            <w:pPr>
              <w:jc w:val="center"/>
            </w:pPr>
          </w:p>
        </w:tc>
        <w:tc>
          <w:tcPr>
            <w:tcW w:w="974" w:type="dxa"/>
            <w:gridSpan w:val="2"/>
          </w:tcPr>
          <w:p w14:paraId="25CCE6D7" w14:textId="77777777" w:rsidR="009B3924" w:rsidRPr="00F95990" w:rsidRDefault="009B3924" w:rsidP="001B191B">
            <w:pPr>
              <w:jc w:val="center"/>
            </w:pPr>
            <w:r w:rsidRPr="00F95990">
              <w:t>C</w:t>
            </w:r>
            <w:r w:rsidRPr="00F95990">
              <w:rPr>
                <w:vertAlign w:val="superscript"/>
              </w:rPr>
              <w:t>1</w:t>
            </w:r>
          </w:p>
        </w:tc>
        <w:tc>
          <w:tcPr>
            <w:tcW w:w="7495" w:type="dxa"/>
            <w:gridSpan w:val="2"/>
          </w:tcPr>
          <w:p w14:paraId="40C099BA" w14:textId="77777777" w:rsidR="009B3924" w:rsidRPr="00F95990" w:rsidRDefault="009B3924" w:rsidP="001B191B">
            <w:r w:rsidRPr="00F95990">
              <w:t>Implements intrinsic alarming</w:t>
            </w:r>
          </w:p>
        </w:tc>
      </w:tr>
      <w:tr w:rsidR="009B3924" w:rsidRPr="00F95990" w14:paraId="747A0ECE" w14:textId="77777777" w:rsidTr="00DE1102">
        <w:tc>
          <w:tcPr>
            <w:tcW w:w="441" w:type="dxa"/>
          </w:tcPr>
          <w:p w14:paraId="31E176F5" w14:textId="77777777" w:rsidR="009B3924" w:rsidRPr="00F95990" w:rsidRDefault="009B3924" w:rsidP="001B191B">
            <w:pPr>
              <w:jc w:val="center"/>
            </w:pPr>
          </w:p>
        </w:tc>
        <w:tc>
          <w:tcPr>
            <w:tcW w:w="974" w:type="dxa"/>
            <w:gridSpan w:val="2"/>
          </w:tcPr>
          <w:p w14:paraId="319D6A80" w14:textId="77777777" w:rsidR="009B3924" w:rsidRPr="00F95990" w:rsidRDefault="009B3924" w:rsidP="001B191B">
            <w:pPr>
              <w:jc w:val="center"/>
            </w:pPr>
            <w:r w:rsidRPr="00F95990">
              <w:t>C</w:t>
            </w:r>
            <w:r w:rsidRPr="00F95990">
              <w:rPr>
                <w:vertAlign w:val="superscript"/>
              </w:rPr>
              <w:t>1</w:t>
            </w:r>
          </w:p>
        </w:tc>
        <w:tc>
          <w:tcPr>
            <w:tcW w:w="7495" w:type="dxa"/>
            <w:gridSpan w:val="2"/>
          </w:tcPr>
          <w:p w14:paraId="7F0B6DA3" w14:textId="77777777" w:rsidR="009B3924" w:rsidRPr="00F95990" w:rsidRDefault="009B3924" w:rsidP="001B191B">
            <w:r w:rsidRPr="00F95990">
              <w:t>Implements algorithmic alarming</w:t>
            </w:r>
          </w:p>
        </w:tc>
      </w:tr>
      <w:tr w:rsidR="009B3924" w:rsidRPr="00F95990" w14:paraId="33598C7A" w14:textId="77777777" w:rsidTr="00DE1102">
        <w:tc>
          <w:tcPr>
            <w:tcW w:w="441" w:type="dxa"/>
          </w:tcPr>
          <w:p w14:paraId="0996FA23" w14:textId="77777777" w:rsidR="009B3924" w:rsidRPr="00F95990" w:rsidRDefault="009B3924" w:rsidP="001B191B">
            <w:pPr>
              <w:jc w:val="center"/>
            </w:pPr>
          </w:p>
        </w:tc>
        <w:tc>
          <w:tcPr>
            <w:tcW w:w="974" w:type="dxa"/>
            <w:gridSpan w:val="2"/>
          </w:tcPr>
          <w:p w14:paraId="0006C997" w14:textId="77777777" w:rsidR="009B3924" w:rsidRPr="00F95990" w:rsidRDefault="009B3924" w:rsidP="001B191B">
            <w:pPr>
              <w:jc w:val="center"/>
            </w:pPr>
            <w:r>
              <w:t>S</w:t>
            </w:r>
            <w:r w:rsidRPr="00F95990">
              <w:rPr>
                <w:vertAlign w:val="superscript"/>
              </w:rPr>
              <w:t>2</w:t>
            </w:r>
          </w:p>
        </w:tc>
        <w:tc>
          <w:tcPr>
            <w:tcW w:w="7495" w:type="dxa"/>
            <w:gridSpan w:val="2"/>
          </w:tcPr>
          <w:p w14:paraId="1F70542A" w14:textId="77777777" w:rsidR="009B3924" w:rsidRPr="00F95990" w:rsidRDefault="009B3924" w:rsidP="001B191B">
            <w:r w:rsidRPr="00F95990">
              <w:t>Generates event notifications with timestamps of the BACnetDateTime form</w:t>
            </w:r>
          </w:p>
        </w:tc>
      </w:tr>
      <w:tr w:rsidR="009B3924" w:rsidRPr="00F95990" w14:paraId="1B70110F" w14:textId="77777777" w:rsidTr="00DE1102">
        <w:tc>
          <w:tcPr>
            <w:tcW w:w="441" w:type="dxa"/>
          </w:tcPr>
          <w:p w14:paraId="0D6EF4CC" w14:textId="77777777" w:rsidR="009B3924" w:rsidRPr="00F95990" w:rsidRDefault="009B3924" w:rsidP="001B191B">
            <w:pPr>
              <w:jc w:val="center"/>
            </w:pPr>
          </w:p>
        </w:tc>
        <w:tc>
          <w:tcPr>
            <w:tcW w:w="974" w:type="dxa"/>
            <w:gridSpan w:val="2"/>
          </w:tcPr>
          <w:p w14:paraId="74B1ECBB" w14:textId="77777777" w:rsidR="009B3924" w:rsidRPr="00F95990" w:rsidRDefault="009B3924" w:rsidP="001B191B">
            <w:pPr>
              <w:jc w:val="center"/>
            </w:pPr>
            <w:r>
              <w:t>N</w:t>
            </w:r>
            <w:r w:rsidRPr="00F95990">
              <w:rPr>
                <w:vertAlign w:val="superscript"/>
              </w:rPr>
              <w:t>2</w:t>
            </w:r>
          </w:p>
        </w:tc>
        <w:tc>
          <w:tcPr>
            <w:tcW w:w="7495" w:type="dxa"/>
            <w:gridSpan w:val="2"/>
          </w:tcPr>
          <w:p w14:paraId="68D3ABBB" w14:textId="77777777" w:rsidR="009B3924" w:rsidRPr="00F95990" w:rsidRDefault="009B3924" w:rsidP="001B191B">
            <w:r w:rsidRPr="00F95990">
              <w:t>Generates event notifications with timestamps of the Time form</w:t>
            </w:r>
          </w:p>
        </w:tc>
      </w:tr>
      <w:tr w:rsidR="009B3924" w:rsidRPr="00F95990" w14:paraId="33523E62" w14:textId="77777777" w:rsidTr="00DE1102">
        <w:tc>
          <w:tcPr>
            <w:tcW w:w="441" w:type="dxa"/>
          </w:tcPr>
          <w:p w14:paraId="354B240C" w14:textId="77777777" w:rsidR="009B3924" w:rsidRPr="00F95990" w:rsidRDefault="009B3924" w:rsidP="001B191B">
            <w:pPr>
              <w:jc w:val="center"/>
            </w:pPr>
          </w:p>
        </w:tc>
        <w:tc>
          <w:tcPr>
            <w:tcW w:w="974" w:type="dxa"/>
            <w:gridSpan w:val="2"/>
          </w:tcPr>
          <w:p w14:paraId="1EB2B1A9" w14:textId="77777777" w:rsidR="009B3924" w:rsidRPr="00F95990" w:rsidRDefault="009B3924" w:rsidP="001B191B">
            <w:pPr>
              <w:jc w:val="center"/>
            </w:pPr>
            <w:r>
              <w:t>N</w:t>
            </w:r>
            <w:r w:rsidRPr="00F95990">
              <w:rPr>
                <w:vertAlign w:val="superscript"/>
              </w:rPr>
              <w:t>2</w:t>
            </w:r>
          </w:p>
        </w:tc>
        <w:tc>
          <w:tcPr>
            <w:tcW w:w="7495" w:type="dxa"/>
            <w:gridSpan w:val="2"/>
          </w:tcPr>
          <w:p w14:paraId="485656F1" w14:textId="77777777" w:rsidR="009B3924" w:rsidRPr="00F95990" w:rsidRDefault="009B3924" w:rsidP="001B191B">
            <w:r w:rsidRPr="00F95990">
              <w:t>Generates event notifications with timestamps of the Sequence Number form</w:t>
            </w:r>
          </w:p>
        </w:tc>
      </w:tr>
      <w:tr w:rsidR="00735508" w:rsidRPr="00F95990" w14:paraId="4DAFFEF6" w14:textId="77777777" w:rsidTr="00DE1102">
        <w:trPr>
          <w:cantSplit/>
        </w:trPr>
        <w:tc>
          <w:tcPr>
            <w:tcW w:w="8910" w:type="dxa"/>
            <w:gridSpan w:val="5"/>
          </w:tcPr>
          <w:p w14:paraId="752FFF7A" w14:textId="77777777" w:rsidR="00735508" w:rsidRPr="00DC7EAC" w:rsidRDefault="00735508" w:rsidP="00DC7EAC">
            <w:pPr>
              <w:ind w:left="720"/>
              <w:rPr>
                <w:bCs/>
              </w:rPr>
            </w:pPr>
            <w:r w:rsidRPr="00DC7EAC">
              <w:rPr>
                <w:bCs/>
                <w:vertAlign w:val="superscript"/>
              </w:rPr>
              <w:t>1</w:t>
            </w:r>
            <w:r w:rsidRPr="00DC7EAC">
              <w:rPr>
                <w:bCs/>
              </w:rPr>
              <w:t xml:space="preserve"> </w:t>
            </w:r>
            <w:r w:rsidRPr="00DC7EAC">
              <w:t>At least one of these options is required in order to claim conformance to this BIBB.</w:t>
            </w:r>
          </w:p>
          <w:p w14:paraId="4D68EF45" w14:textId="77777777" w:rsidR="00735508" w:rsidRPr="00DC7EAC" w:rsidRDefault="00735508" w:rsidP="00DC7EAC">
            <w:pPr>
              <w:ind w:left="720"/>
              <w:rPr>
                <w:bCs/>
                <w:vertAlign w:val="superscript"/>
              </w:rPr>
            </w:pPr>
            <w:r w:rsidRPr="00DC7EAC">
              <w:rPr>
                <w:vertAlign w:val="superscript"/>
              </w:rPr>
              <w:t>2</w:t>
            </w:r>
            <w:r w:rsidRPr="00DC7EAC">
              <w:t xml:space="preserve"> At least one of these options must be supported to claim support for this BIBB.</w:t>
            </w:r>
            <w:r w:rsidRPr="00DC7EAC">
              <w:rPr>
                <w:color w:val="0000FF"/>
              </w:rPr>
              <w:t xml:space="preserve"> </w:t>
            </w:r>
            <w:r w:rsidRPr="00DC7EAC">
              <w:t>The BACnetDateTime form of the timestamp is the recommended option.</w:t>
            </w:r>
          </w:p>
        </w:tc>
      </w:tr>
      <w:tr w:rsidR="00735508" w:rsidRPr="00F95990" w14:paraId="4BDA993F" w14:textId="77777777" w:rsidTr="00DE1102">
        <w:trPr>
          <w:cantSplit/>
        </w:trPr>
        <w:tc>
          <w:tcPr>
            <w:tcW w:w="8910" w:type="dxa"/>
            <w:gridSpan w:val="5"/>
          </w:tcPr>
          <w:p w14:paraId="73D4F57C" w14:textId="77777777" w:rsidR="00735508" w:rsidRPr="00F95990" w:rsidRDefault="00735508" w:rsidP="00DC7EAC">
            <w:pPr>
              <w:rPr>
                <w:b/>
                <w:bCs/>
              </w:rPr>
            </w:pPr>
            <w:r w:rsidRPr="00F95990">
              <w:rPr>
                <w:b/>
                <w:bCs/>
              </w:rPr>
              <w:t xml:space="preserve">Trending </w:t>
            </w:r>
            <w:r w:rsidR="00012C95">
              <w:rPr>
                <w:b/>
                <w:bCs/>
              </w:rPr>
              <w:t>-</w:t>
            </w:r>
            <w:r w:rsidRPr="00F95990">
              <w:rPr>
                <w:b/>
                <w:bCs/>
              </w:rPr>
              <w:t xml:space="preserve"> </w:t>
            </w:r>
            <w:r>
              <w:rPr>
                <w:b/>
                <w:bCs/>
              </w:rPr>
              <w:t xml:space="preserve">Archival </w:t>
            </w:r>
            <w:r w:rsidR="00012C95">
              <w:rPr>
                <w:b/>
                <w:bCs/>
              </w:rPr>
              <w:t>-</w:t>
            </w:r>
            <w:r>
              <w:rPr>
                <w:b/>
                <w:bCs/>
              </w:rPr>
              <w:t xml:space="preserve"> A</w:t>
            </w:r>
          </w:p>
        </w:tc>
      </w:tr>
      <w:tr w:rsidR="00735508" w:rsidRPr="00F95990" w14:paraId="74AAAFE8" w14:textId="77777777" w:rsidTr="00DE1102">
        <w:tc>
          <w:tcPr>
            <w:tcW w:w="441" w:type="dxa"/>
          </w:tcPr>
          <w:p w14:paraId="1C35E1D4" w14:textId="77777777" w:rsidR="00735508" w:rsidRPr="00F95990" w:rsidRDefault="00735508" w:rsidP="00F26A57">
            <w:pPr>
              <w:jc w:val="center"/>
            </w:pPr>
          </w:p>
        </w:tc>
        <w:tc>
          <w:tcPr>
            <w:tcW w:w="974" w:type="dxa"/>
            <w:gridSpan w:val="2"/>
          </w:tcPr>
          <w:p w14:paraId="5A25309F" w14:textId="77777777" w:rsidR="00735508" w:rsidRPr="00F95990" w:rsidRDefault="00735508" w:rsidP="00F26A57">
            <w:pPr>
              <w:jc w:val="center"/>
            </w:pPr>
            <w:r w:rsidRPr="00F95990">
              <w:t>R</w:t>
            </w:r>
          </w:p>
        </w:tc>
        <w:tc>
          <w:tcPr>
            <w:tcW w:w="7495" w:type="dxa"/>
            <w:gridSpan w:val="2"/>
          </w:tcPr>
          <w:p w14:paraId="5FC71CDA" w14:textId="77777777" w:rsidR="00735508" w:rsidRPr="00F95990" w:rsidRDefault="00735508" w:rsidP="00F26A57">
            <w:r w:rsidRPr="00F95990">
              <w:t xml:space="preserve">Base Requirements </w:t>
            </w:r>
          </w:p>
        </w:tc>
      </w:tr>
      <w:tr w:rsidR="00735508" w:rsidRPr="00F95990" w14:paraId="15634167" w14:textId="77777777" w:rsidTr="00DE1102">
        <w:tc>
          <w:tcPr>
            <w:tcW w:w="441" w:type="dxa"/>
          </w:tcPr>
          <w:p w14:paraId="532B59E1" w14:textId="77777777" w:rsidR="00735508" w:rsidRPr="00F95990" w:rsidRDefault="00735508" w:rsidP="00F26A57">
            <w:pPr>
              <w:jc w:val="center"/>
            </w:pPr>
          </w:p>
        </w:tc>
        <w:tc>
          <w:tcPr>
            <w:tcW w:w="974" w:type="dxa"/>
            <w:gridSpan w:val="2"/>
          </w:tcPr>
          <w:p w14:paraId="4123FDA8" w14:textId="77777777" w:rsidR="00735508" w:rsidRPr="009019A5" w:rsidRDefault="00735508" w:rsidP="00F26A57">
            <w:pPr>
              <w:jc w:val="center"/>
            </w:pPr>
            <w:r w:rsidRPr="009019A5">
              <w:t>R</w:t>
            </w:r>
          </w:p>
        </w:tc>
        <w:tc>
          <w:tcPr>
            <w:tcW w:w="7495" w:type="dxa"/>
            <w:gridSpan w:val="2"/>
          </w:tcPr>
          <w:p w14:paraId="1CC6E59C" w14:textId="77777777" w:rsidR="00735508" w:rsidRPr="00DC7EAC" w:rsidRDefault="00735508" w:rsidP="00F26A57">
            <w:r>
              <w:t>Supports T-ATR-A</w:t>
            </w:r>
          </w:p>
        </w:tc>
      </w:tr>
      <w:tr w:rsidR="00735508" w:rsidRPr="00F95990" w14:paraId="0387FC47" w14:textId="77777777" w:rsidTr="00DE1102">
        <w:tc>
          <w:tcPr>
            <w:tcW w:w="441" w:type="dxa"/>
          </w:tcPr>
          <w:p w14:paraId="1BD0DAF2" w14:textId="77777777" w:rsidR="00735508" w:rsidRPr="00F95990" w:rsidRDefault="00735508" w:rsidP="00F26A57">
            <w:pPr>
              <w:jc w:val="center"/>
            </w:pPr>
          </w:p>
        </w:tc>
        <w:tc>
          <w:tcPr>
            <w:tcW w:w="974" w:type="dxa"/>
            <w:gridSpan w:val="2"/>
          </w:tcPr>
          <w:p w14:paraId="366C372D" w14:textId="77777777" w:rsidR="00735508" w:rsidRPr="009019A5" w:rsidRDefault="00735508" w:rsidP="00DC7EAC">
            <w:pPr>
              <w:jc w:val="center"/>
            </w:pPr>
            <w:r>
              <w:t>C</w:t>
            </w:r>
            <w:r w:rsidRPr="00DC7EAC">
              <w:rPr>
                <w:bCs/>
                <w:vertAlign w:val="superscript"/>
              </w:rPr>
              <w:t>1</w:t>
            </w:r>
          </w:p>
        </w:tc>
        <w:tc>
          <w:tcPr>
            <w:tcW w:w="7495" w:type="dxa"/>
            <w:gridSpan w:val="2"/>
          </w:tcPr>
          <w:p w14:paraId="708D9B34" w14:textId="77777777" w:rsidR="00735508" w:rsidRPr="00DC7EAC" w:rsidRDefault="00735508" w:rsidP="00F26A57">
            <w:r>
              <w:t>Supports T-AMVR-A</w:t>
            </w:r>
          </w:p>
        </w:tc>
      </w:tr>
      <w:tr w:rsidR="00735508" w:rsidRPr="00F95990" w14:paraId="1567011B" w14:textId="77777777" w:rsidTr="00DE1102">
        <w:trPr>
          <w:cantSplit/>
        </w:trPr>
        <w:tc>
          <w:tcPr>
            <w:tcW w:w="8910" w:type="dxa"/>
            <w:gridSpan w:val="5"/>
          </w:tcPr>
          <w:p w14:paraId="12E5CFF1" w14:textId="77777777" w:rsidR="00735508" w:rsidRPr="00F95990" w:rsidRDefault="00735508" w:rsidP="008E748C">
            <w:pPr>
              <w:ind w:left="720"/>
              <w:rPr>
                <w:bCs/>
                <w:vertAlign w:val="superscript"/>
              </w:rPr>
            </w:pPr>
            <w:r w:rsidRPr="00DC7EAC">
              <w:rPr>
                <w:bCs/>
                <w:vertAlign w:val="superscript"/>
              </w:rPr>
              <w:t>1</w:t>
            </w:r>
            <w:r w:rsidRPr="00DC7EAC">
              <w:rPr>
                <w:bCs/>
              </w:rPr>
              <w:t xml:space="preserve"> Required if the device claims Protocol_Revision 7 or higher</w:t>
            </w:r>
          </w:p>
        </w:tc>
      </w:tr>
      <w:tr w:rsidR="00DE1102" w:rsidRPr="00F95990" w14:paraId="092EBFA3"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2BA23743" w14:textId="77777777" w:rsidR="00DE1102" w:rsidRPr="00DE1102" w:rsidRDefault="00DE1102" w:rsidP="00DE1102">
            <w:pPr>
              <w:rPr>
                <w:b/>
                <w:bCs/>
              </w:rPr>
            </w:pPr>
            <w:r w:rsidRPr="00DE1102">
              <w:rPr>
                <w:b/>
                <w:bCs/>
              </w:rPr>
              <w:t xml:space="preserve">Trending </w:t>
            </w:r>
            <w:r w:rsidR="00012C95">
              <w:rPr>
                <w:b/>
                <w:bCs/>
              </w:rPr>
              <w:t>-</w:t>
            </w:r>
            <w:r w:rsidRPr="00DE1102">
              <w:rPr>
                <w:b/>
                <w:bCs/>
              </w:rPr>
              <w:t xml:space="preserve"> View</w:t>
            </w:r>
            <w:r w:rsidR="001E6D69">
              <w:rPr>
                <w:b/>
                <w:bCs/>
              </w:rPr>
              <w:t>ing</w:t>
            </w:r>
            <w:r w:rsidRPr="00DE1102">
              <w:rPr>
                <w:b/>
                <w:bCs/>
              </w:rPr>
              <w:t xml:space="preserve"> and Modify</w:t>
            </w:r>
            <w:r w:rsidR="001E6D69">
              <w:rPr>
                <w:b/>
                <w:bCs/>
              </w:rPr>
              <w:t>ing</w:t>
            </w:r>
            <w:r w:rsidRPr="00DE1102">
              <w:rPr>
                <w:b/>
                <w:bCs/>
              </w:rPr>
              <w:t xml:space="preserve"> Trends </w:t>
            </w:r>
            <w:r w:rsidR="00012C95">
              <w:rPr>
                <w:b/>
                <w:bCs/>
              </w:rPr>
              <w:t>-</w:t>
            </w:r>
            <w:r w:rsidRPr="00DE1102">
              <w:rPr>
                <w:b/>
                <w:bCs/>
              </w:rPr>
              <w:t xml:space="preserve"> A</w:t>
            </w:r>
          </w:p>
        </w:tc>
      </w:tr>
      <w:tr w:rsidR="00DE1102" w:rsidRPr="00F95990" w14:paraId="61A1D6E7" w14:textId="77777777" w:rsidTr="00DE1102">
        <w:tc>
          <w:tcPr>
            <w:tcW w:w="450" w:type="dxa"/>
            <w:gridSpan w:val="2"/>
          </w:tcPr>
          <w:p w14:paraId="617A8FD4" w14:textId="77777777" w:rsidR="00DE1102" w:rsidRPr="00F95990" w:rsidRDefault="00DE1102" w:rsidP="00084C1C">
            <w:pPr>
              <w:jc w:val="center"/>
            </w:pPr>
          </w:p>
        </w:tc>
        <w:tc>
          <w:tcPr>
            <w:tcW w:w="990" w:type="dxa"/>
            <w:gridSpan w:val="2"/>
          </w:tcPr>
          <w:p w14:paraId="35EC9A06" w14:textId="77777777" w:rsidR="00DE1102" w:rsidRPr="00F95990" w:rsidRDefault="00DE1102" w:rsidP="00084C1C">
            <w:pPr>
              <w:jc w:val="center"/>
            </w:pPr>
            <w:r w:rsidRPr="00F95990">
              <w:t>R</w:t>
            </w:r>
            <w:r w:rsidRPr="00DE1102">
              <w:rPr>
                <w:vertAlign w:val="superscript"/>
              </w:rPr>
              <w:t>1</w:t>
            </w:r>
          </w:p>
        </w:tc>
        <w:tc>
          <w:tcPr>
            <w:tcW w:w="7470" w:type="dxa"/>
          </w:tcPr>
          <w:p w14:paraId="50DDA222" w14:textId="77777777" w:rsidR="00DE1102" w:rsidRPr="00F95990" w:rsidRDefault="00DE1102" w:rsidP="00084C1C">
            <w:pPr>
              <w:rPr>
                <w:color w:val="0000FF"/>
              </w:rPr>
            </w:pPr>
            <w:r w:rsidRPr="00F95990">
              <w:t xml:space="preserve">Base Requirements </w:t>
            </w:r>
          </w:p>
        </w:tc>
      </w:tr>
      <w:tr w:rsidR="00DE1102" w:rsidRPr="00F95990" w14:paraId="588232B6" w14:textId="77777777" w:rsidTr="00DE1102">
        <w:trPr>
          <w:cantSplit/>
        </w:trPr>
        <w:tc>
          <w:tcPr>
            <w:tcW w:w="8910" w:type="dxa"/>
            <w:gridSpan w:val="5"/>
          </w:tcPr>
          <w:p w14:paraId="18BE52FB" w14:textId="77777777" w:rsidR="00DE1102" w:rsidRPr="00F95990" w:rsidRDefault="00DE1102" w:rsidP="00084C1C">
            <w:pPr>
              <w:ind w:left="720"/>
              <w:rPr>
                <w:b/>
              </w:rPr>
            </w:pPr>
            <w:r w:rsidRPr="008415F7">
              <w:rPr>
                <w:vertAlign w:val="superscript"/>
              </w:rPr>
              <w:t>1</w:t>
            </w:r>
            <w:r w:rsidRPr="008415F7">
              <w:t xml:space="preserve"> This BIBB can be claimed if </w:t>
            </w:r>
            <w:r>
              <w:t>T-V</w:t>
            </w:r>
            <w:r w:rsidRPr="008415F7">
              <w:t>-A is claimed.</w:t>
            </w:r>
          </w:p>
        </w:tc>
      </w:tr>
      <w:tr w:rsidR="00DE1102" w:rsidRPr="00F95990" w14:paraId="590C0778" w14:textId="77777777" w:rsidTr="00DE1102">
        <w:trPr>
          <w:cantSplit/>
        </w:trPr>
        <w:tc>
          <w:tcPr>
            <w:tcW w:w="8910" w:type="dxa"/>
            <w:gridSpan w:val="5"/>
            <w:tcBorders>
              <w:top w:val="single" w:sz="4" w:space="0" w:color="auto"/>
              <w:left w:val="single" w:sz="4" w:space="0" w:color="auto"/>
              <w:bottom w:val="single" w:sz="4" w:space="0" w:color="auto"/>
              <w:right w:val="single" w:sz="4" w:space="0" w:color="auto"/>
            </w:tcBorders>
          </w:tcPr>
          <w:p w14:paraId="15E04D8E" w14:textId="77777777" w:rsidR="00DE1102" w:rsidRPr="00DE1102" w:rsidRDefault="00DE1102" w:rsidP="00084C1C">
            <w:pPr>
              <w:rPr>
                <w:b/>
              </w:rPr>
            </w:pPr>
            <w:r w:rsidRPr="00DE1102">
              <w:rPr>
                <w:b/>
              </w:rPr>
              <w:t xml:space="preserve">Trending </w:t>
            </w:r>
            <w:r w:rsidR="00012C95">
              <w:rPr>
                <w:b/>
              </w:rPr>
              <w:t>-</w:t>
            </w:r>
            <w:r w:rsidRPr="00DE1102">
              <w:rPr>
                <w:b/>
              </w:rPr>
              <w:t xml:space="preserve"> View</w:t>
            </w:r>
            <w:r w:rsidR="001E6D69">
              <w:rPr>
                <w:b/>
              </w:rPr>
              <w:t>ing</w:t>
            </w:r>
            <w:r w:rsidRPr="00DE1102">
              <w:rPr>
                <w:b/>
              </w:rPr>
              <w:t xml:space="preserve"> and Modify</w:t>
            </w:r>
            <w:r w:rsidR="001E6D69">
              <w:rPr>
                <w:b/>
              </w:rPr>
              <w:t>ing</w:t>
            </w:r>
            <w:r w:rsidRPr="00DE1102">
              <w:rPr>
                <w:b/>
              </w:rPr>
              <w:t xml:space="preserve"> Multiple Value</w:t>
            </w:r>
            <w:r w:rsidR="001E58E4">
              <w:rPr>
                <w:b/>
              </w:rPr>
              <w:t>s</w:t>
            </w:r>
            <w:r w:rsidRPr="00DE1102">
              <w:rPr>
                <w:b/>
              </w:rPr>
              <w:t xml:space="preserve"> </w:t>
            </w:r>
            <w:r w:rsidR="00012C95">
              <w:rPr>
                <w:b/>
              </w:rPr>
              <w:t>-</w:t>
            </w:r>
            <w:r w:rsidRPr="00DE1102">
              <w:rPr>
                <w:b/>
              </w:rPr>
              <w:t xml:space="preserve"> A</w:t>
            </w:r>
          </w:p>
        </w:tc>
      </w:tr>
      <w:tr w:rsidR="00DE1102" w:rsidRPr="00F95990" w14:paraId="6102E454" w14:textId="77777777" w:rsidTr="00DE1102">
        <w:tc>
          <w:tcPr>
            <w:tcW w:w="450" w:type="dxa"/>
            <w:gridSpan w:val="2"/>
          </w:tcPr>
          <w:p w14:paraId="3D8759FD" w14:textId="77777777" w:rsidR="00DE1102" w:rsidRPr="00F95990" w:rsidRDefault="00DE1102" w:rsidP="00084C1C">
            <w:pPr>
              <w:jc w:val="center"/>
            </w:pPr>
          </w:p>
        </w:tc>
        <w:tc>
          <w:tcPr>
            <w:tcW w:w="990" w:type="dxa"/>
            <w:gridSpan w:val="2"/>
          </w:tcPr>
          <w:p w14:paraId="0C941F1F" w14:textId="77777777" w:rsidR="00DE1102" w:rsidRPr="00F95990" w:rsidRDefault="00DE1102" w:rsidP="00084C1C">
            <w:pPr>
              <w:jc w:val="center"/>
            </w:pPr>
            <w:r w:rsidRPr="00F95990">
              <w:t>R</w:t>
            </w:r>
            <w:r w:rsidRPr="00DE1102">
              <w:rPr>
                <w:vertAlign w:val="superscript"/>
              </w:rPr>
              <w:t>1</w:t>
            </w:r>
          </w:p>
        </w:tc>
        <w:tc>
          <w:tcPr>
            <w:tcW w:w="7470" w:type="dxa"/>
          </w:tcPr>
          <w:p w14:paraId="297AA46E" w14:textId="77777777" w:rsidR="00DE1102" w:rsidRPr="00F95990" w:rsidRDefault="00DE1102" w:rsidP="00084C1C">
            <w:pPr>
              <w:rPr>
                <w:color w:val="0000FF"/>
              </w:rPr>
            </w:pPr>
            <w:r w:rsidRPr="00F95990">
              <w:t xml:space="preserve">Base Requirements </w:t>
            </w:r>
          </w:p>
        </w:tc>
      </w:tr>
      <w:tr w:rsidR="00DE1102" w:rsidRPr="00F95990" w14:paraId="269945D0" w14:textId="77777777" w:rsidTr="00DE1102">
        <w:trPr>
          <w:cantSplit/>
        </w:trPr>
        <w:tc>
          <w:tcPr>
            <w:tcW w:w="8910" w:type="dxa"/>
            <w:gridSpan w:val="5"/>
          </w:tcPr>
          <w:p w14:paraId="46FE5896" w14:textId="77777777" w:rsidR="00DE1102" w:rsidRPr="00F95990" w:rsidRDefault="00DE1102" w:rsidP="00084C1C">
            <w:pPr>
              <w:ind w:left="720"/>
              <w:rPr>
                <w:b/>
              </w:rPr>
            </w:pPr>
            <w:r w:rsidRPr="008415F7">
              <w:rPr>
                <w:vertAlign w:val="superscript"/>
              </w:rPr>
              <w:t>1</w:t>
            </w:r>
            <w:r w:rsidRPr="008415F7">
              <w:t xml:space="preserve"> This BIBB can be claimed if </w:t>
            </w:r>
            <w:r>
              <w:t>T-V-A</w:t>
            </w:r>
            <w:r w:rsidRPr="008415F7">
              <w:t xml:space="preserve"> is claimed</w:t>
            </w:r>
            <w:r>
              <w:t xml:space="preserve"> and the IUT claims a Protocol_Revision 7 or higher</w:t>
            </w:r>
          </w:p>
        </w:tc>
      </w:tr>
    </w:tbl>
    <w:p w14:paraId="611815CD" w14:textId="77777777" w:rsidR="00EA6DE9" w:rsidRDefault="00BC4493" w:rsidP="008353C1">
      <w:pPr>
        <w:pStyle w:val="Heading1"/>
      </w:pPr>
      <w:r w:rsidRPr="00BC4493">
        <w:lastRenderedPageBreak/>
        <w:t>Device Management BIBBs</w:t>
      </w:r>
    </w:p>
    <w:tbl>
      <w:tblPr>
        <w:tblW w:w="90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14"/>
        <w:gridCol w:w="976"/>
        <w:gridCol w:w="7470"/>
      </w:tblGrid>
      <w:tr w:rsidR="00417058" w:rsidRPr="00F95990" w14:paraId="095E2EB6" w14:textId="77777777" w:rsidTr="0082225D">
        <w:trPr>
          <w:cantSplit/>
          <w:trHeight w:val="980"/>
          <w:tblHeader/>
        </w:trPr>
        <w:tc>
          <w:tcPr>
            <w:tcW w:w="554" w:type="dxa"/>
            <w:gridSpan w:val="2"/>
            <w:textDirection w:val="tbRl"/>
          </w:tcPr>
          <w:p w14:paraId="7409401F" w14:textId="77777777" w:rsidR="00417058" w:rsidRPr="00F95990" w:rsidRDefault="00417058" w:rsidP="00DA0D2A">
            <w:pPr>
              <w:jc w:val="center"/>
            </w:pPr>
            <w:r w:rsidRPr="00F95990">
              <w:br w:type="page"/>
            </w:r>
            <w:r w:rsidRPr="00F95990">
              <w:br w:type="page"/>
            </w:r>
            <w:r w:rsidRPr="00DA0D2A">
              <w:rPr>
                <w:b/>
              </w:rPr>
              <w:t>Support</w:t>
            </w:r>
          </w:p>
        </w:tc>
        <w:tc>
          <w:tcPr>
            <w:tcW w:w="976" w:type="dxa"/>
            <w:textDirection w:val="tbRl"/>
          </w:tcPr>
          <w:p w14:paraId="21EDDF9F" w14:textId="77777777" w:rsidR="00417058" w:rsidRPr="00F95990" w:rsidRDefault="00417058" w:rsidP="009353EF">
            <w:pPr>
              <w:ind w:left="113" w:right="113"/>
              <w:jc w:val="center"/>
              <w:rPr>
                <w:b/>
                <w:bCs/>
              </w:rPr>
            </w:pPr>
            <w:r w:rsidRPr="00F95990">
              <w:rPr>
                <w:b/>
                <w:bCs/>
              </w:rPr>
              <w:t>Listing</w:t>
            </w:r>
          </w:p>
        </w:tc>
        <w:tc>
          <w:tcPr>
            <w:tcW w:w="7470" w:type="dxa"/>
            <w:vAlign w:val="center"/>
          </w:tcPr>
          <w:p w14:paraId="3DA8A211" w14:textId="77777777" w:rsidR="00417058" w:rsidRPr="00F95990" w:rsidRDefault="00417058" w:rsidP="00DA0D2A">
            <w:r w:rsidRPr="00DA0D2A">
              <w:rPr>
                <w:b/>
              </w:rPr>
              <w:t>Option</w:t>
            </w:r>
          </w:p>
        </w:tc>
      </w:tr>
      <w:tr w:rsidR="009353EF" w:rsidRPr="00F95990" w14:paraId="1B8A3746" w14:textId="77777777" w:rsidTr="0082225D">
        <w:trPr>
          <w:cantSplit/>
        </w:trPr>
        <w:tc>
          <w:tcPr>
            <w:tcW w:w="9000" w:type="dxa"/>
            <w:gridSpan w:val="4"/>
          </w:tcPr>
          <w:p w14:paraId="7D32A8FF" w14:textId="77777777" w:rsidR="009353EF" w:rsidRPr="008353C1" w:rsidRDefault="009353EF" w:rsidP="008353C1">
            <w:pPr>
              <w:rPr>
                <w:b/>
              </w:rPr>
            </w:pPr>
            <w:r w:rsidRPr="008353C1">
              <w:rPr>
                <w:b/>
              </w:rPr>
              <w:t xml:space="preserve">Device Management </w:t>
            </w:r>
            <w:r w:rsidR="00012C95">
              <w:rPr>
                <w:b/>
              </w:rPr>
              <w:t>-</w:t>
            </w:r>
            <w:r w:rsidRPr="008353C1">
              <w:rPr>
                <w:b/>
              </w:rPr>
              <w:t xml:space="preserve"> Dynamic Device Binding </w:t>
            </w:r>
            <w:r w:rsidR="00012C95">
              <w:rPr>
                <w:b/>
              </w:rPr>
              <w:t>-</w:t>
            </w:r>
            <w:r w:rsidRPr="008353C1">
              <w:rPr>
                <w:b/>
              </w:rPr>
              <w:t xml:space="preserve"> A</w:t>
            </w:r>
          </w:p>
        </w:tc>
      </w:tr>
      <w:tr w:rsidR="009353EF" w:rsidRPr="00F95990" w14:paraId="12FDC55D" w14:textId="77777777" w:rsidTr="0082225D">
        <w:tc>
          <w:tcPr>
            <w:tcW w:w="554" w:type="dxa"/>
            <w:gridSpan w:val="2"/>
          </w:tcPr>
          <w:p w14:paraId="20773CFE" w14:textId="77777777" w:rsidR="009353EF" w:rsidRPr="00F95990" w:rsidRDefault="009353EF" w:rsidP="009353EF">
            <w:pPr>
              <w:jc w:val="center"/>
            </w:pPr>
          </w:p>
        </w:tc>
        <w:tc>
          <w:tcPr>
            <w:tcW w:w="976" w:type="dxa"/>
          </w:tcPr>
          <w:p w14:paraId="196B9778" w14:textId="77777777" w:rsidR="009353EF" w:rsidRPr="00F95990" w:rsidRDefault="009353EF" w:rsidP="009353EF">
            <w:pPr>
              <w:jc w:val="center"/>
            </w:pPr>
            <w:r w:rsidRPr="00F95990">
              <w:t>R</w:t>
            </w:r>
          </w:p>
        </w:tc>
        <w:tc>
          <w:tcPr>
            <w:tcW w:w="7470" w:type="dxa"/>
          </w:tcPr>
          <w:p w14:paraId="4F9E9D1A" w14:textId="77777777" w:rsidR="009353EF" w:rsidRPr="00F95990" w:rsidRDefault="009353EF" w:rsidP="009353EF">
            <w:r w:rsidRPr="00F95990">
              <w:t>Base Requirements</w:t>
            </w:r>
          </w:p>
        </w:tc>
      </w:tr>
      <w:tr w:rsidR="009353EF" w:rsidRPr="00F95990" w14:paraId="403961E8" w14:textId="77777777" w:rsidTr="0082225D">
        <w:tc>
          <w:tcPr>
            <w:tcW w:w="554" w:type="dxa"/>
            <w:gridSpan w:val="2"/>
          </w:tcPr>
          <w:p w14:paraId="2C894F3D" w14:textId="77777777" w:rsidR="009353EF" w:rsidRPr="00F95990" w:rsidRDefault="009353EF" w:rsidP="009353EF">
            <w:pPr>
              <w:jc w:val="center"/>
            </w:pPr>
          </w:p>
        </w:tc>
        <w:tc>
          <w:tcPr>
            <w:tcW w:w="976" w:type="dxa"/>
          </w:tcPr>
          <w:p w14:paraId="2AB19175" w14:textId="77777777" w:rsidR="009353EF" w:rsidRPr="00F95990" w:rsidRDefault="009353EF" w:rsidP="009353EF">
            <w:pPr>
              <w:jc w:val="center"/>
            </w:pPr>
            <w:r w:rsidRPr="00F95990">
              <w:t>BTL-R</w:t>
            </w:r>
          </w:p>
        </w:tc>
        <w:tc>
          <w:tcPr>
            <w:tcW w:w="7470" w:type="dxa"/>
          </w:tcPr>
          <w:p w14:paraId="7925F51D" w14:textId="77777777" w:rsidR="009353EF" w:rsidRPr="00F95990" w:rsidRDefault="009353EF" w:rsidP="009353EF">
            <w:r w:rsidRPr="00F95990">
              <w:t>Initiates Who-Is service request with range parameters</w:t>
            </w:r>
          </w:p>
        </w:tc>
      </w:tr>
      <w:tr w:rsidR="009353EF" w:rsidRPr="00F95990" w14:paraId="42E30FF6" w14:textId="77777777" w:rsidTr="0082225D">
        <w:tc>
          <w:tcPr>
            <w:tcW w:w="554" w:type="dxa"/>
            <w:gridSpan w:val="2"/>
          </w:tcPr>
          <w:p w14:paraId="746DCB3C" w14:textId="77777777" w:rsidR="009353EF" w:rsidRPr="00F95990" w:rsidRDefault="009353EF" w:rsidP="009353EF">
            <w:pPr>
              <w:jc w:val="center"/>
            </w:pPr>
          </w:p>
        </w:tc>
        <w:tc>
          <w:tcPr>
            <w:tcW w:w="976" w:type="dxa"/>
          </w:tcPr>
          <w:p w14:paraId="331AA15A" w14:textId="77777777" w:rsidR="009353EF" w:rsidRPr="00F95990" w:rsidRDefault="009353EF" w:rsidP="009353EF">
            <w:pPr>
              <w:jc w:val="center"/>
            </w:pPr>
            <w:r w:rsidRPr="00F95990">
              <w:t>O</w:t>
            </w:r>
          </w:p>
        </w:tc>
        <w:tc>
          <w:tcPr>
            <w:tcW w:w="7470" w:type="dxa"/>
          </w:tcPr>
          <w:p w14:paraId="1FACCA8C" w14:textId="77777777" w:rsidR="009353EF" w:rsidRPr="00F95990" w:rsidRDefault="009353EF" w:rsidP="009353EF">
            <w:r w:rsidRPr="00F95990">
              <w:t>Initiates unicast Who-Is service request with no range parameters</w:t>
            </w:r>
          </w:p>
        </w:tc>
      </w:tr>
      <w:tr w:rsidR="009353EF" w:rsidRPr="00F95990" w14:paraId="3BE30A10" w14:textId="77777777" w:rsidTr="0082225D">
        <w:tc>
          <w:tcPr>
            <w:tcW w:w="554" w:type="dxa"/>
            <w:gridSpan w:val="2"/>
          </w:tcPr>
          <w:p w14:paraId="1BE82590" w14:textId="77777777" w:rsidR="009353EF" w:rsidRPr="00F95990" w:rsidRDefault="009353EF" w:rsidP="009353EF">
            <w:pPr>
              <w:jc w:val="center"/>
            </w:pPr>
          </w:p>
        </w:tc>
        <w:tc>
          <w:tcPr>
            <w:tcW w:w="976" w:type="dxa"/>
          </w:tcPr>
          <w:p w14:paraId="33F5CCF2" w14:textId="77777777" w:rsidR="009353EF" w:rsidRPr="00F95990" w:rsidRDefault="009353EF" w:rsidP="009353EF">
            <w:pPr>
              <w:jc w:val="center"/>
            </w:pPr>
            <w:r w:rsidRPr="00F95990">
              <w:t>N</w:t>
            </w:r>
          </w:p>
        </w:tc>
        <w:tc>
          <w:tcPr>
            <w:tcW w:w="7470" w:type="dxa"/>
          </w:tcPr>
          <w:p w14:paraId="77C42C43" w14:textId="77777777" w:rsidR="009353EF" w:rsidRPr="00F95990" w:rsidRDefault="009353EF" w:rsidP="009353EF">
            <w:r w:rsidRPr="00F95990">
              <w:t>Initiates broadcast Who-Is service request with no range parameters</w:t>
            </w:r>
          </w:p>
        </w:tc>
      </w:tr>
      <w:tr w:rsidR="009353EF" w:rsidRPr="00F95990" w14:paraId="4E917F9D" w14:textId="77777777" w:rsidTr="0082225D">
        <w:trPr>
          <w:cantSplit/>
        </w:trPr>
        <w:tc>
          <w:tcPr>
            <w:tcW w:w="9000" w:type="dxa"/>
            <w:gridSpan w:val="4"/>
          </w:tcPr>
          <w:p w14:paraId="1005EE3E" w14:textId="77777777" w:rsidR="009353EF" w:rsidRPr="00F95990" w:rsidRDefault="009353EF" w:rsidP="009353EF">
            <w:pPr>
              <w:rPr>
                <w:b/>
                <w:bCs/>
              </w:rPr>
            </w:pPr>
          </w:p>
        </w:tc>
      </w:tr>
      <w:tr w:rsidR="009353EF" w:rsidRPr="00E97DA6" w14:paraId="394EBDED" w14:textId="77777777" w:rsidTr="0082225D">
        <w:trPr>
          <w:cantSplit/>
        </w:trPr>
        <w:tc>
          <w:tcPr>
            <w:tcW w:w="9000" w:type="dxa"/>
            <w:gridSpan w:val="4"/>
          </w:tcPr>
          <w:p w14:paraId="3ED981A0" w14:textId="77777777" w:rsidR="009353EF" w:rsidRPr="00E97DA6" w:rsidRDefault="009353EF" w:rsidP="009353EF">
            <w:pPr>
              <w:rPr>
                <w:b/>
                <w:bCs/>
                <w:lang w:val="fr-FR"/>
              </w:rPr>
            </w:pPr>
            <w:r w:rsidRPr="00E97DA6">
              <w:rPr>
                <w:b/>
                <w:bCs/>
                <w:lang w:val="fr-FR"/>
              </w:rPr>
              <w:t xml:space="preserve">Device Management </w:t>
            </w:r>
            <w:r w:rsidR="00012C95">
              <w:rPr>
                <w:b/>
                <w:bCs/>
                <w:lang w:val="fr-FR"/>
              </w:rPr>
              <w:t>-</w:t>
            </w:r>
            <w:r w:rsidRPr="00E97DA6">
              <w:rPr>
                <w:b/>
                <w:bCs/>
                <w:lang w:val="fr-FR"/>
              </w:rPr>
              <w:t xml:space="preserve"> Dynamic Device Binding </w:t>
            </w:r>
            <w:r w:rsidR="00012C95">
              <w:rPr>
                <w:b/>
                <w:bCs/>
                <w:lang w:val="fr-FR"/>
              </w:rPr>
              <w:t>-</w:t>
            </w:r>
            <w:r w:rsidRPr="00E97DA6">
              <w:rPr>
                <w:b/>
                <w:bCs/>
                <w:lang w:val="fr-FR"/>
              </w:rPr>
              <w:t xml:space="preserve"> B</w:t>
            </w:r>
          </w:p>
        </w:tc>
      </w:tr>
      <w:tr w:rsidR="009353EF" w:rsidRPr="00F95990" w14:paraId="4FD7B430" w14:textId="77777777" w:rsidTr="0082225D">
        <w:tc>
          <w:tcPr>
            <w:tcW w:w="554" w:type="dxa"/>
            <w:gridSpan w:val="2"/>
          </w:tcPr>
          <w:p w14:paraId="1CD90F08" w14:textId="77777777" w:rsidR="009353EF" w:rsidRPr="00E97DA6" w:rsidRDefault="009353EF" w:rsidP="009353EF">
            <w:pPr>
              <w:jc w:val="center"/>
              <w:rPr>
                <w:lang w:val="fr-FR"/>
              </w:rPr>
            </w:pPr>
          </w:p>
        </w:tc>
        <w:tc>
          <w:tcPr>
            <w:tcW w:w="976" w:type="dxa"/>
          </w:tcPr>
          <w:p w14:paraId="4E2268E4" w14:textId="77777777" w:rsidR="009353EF" w:rsidRPr="00F95990" w:rsidRDefault="009353EF" w:rsidP="009353EF">
            <w:pPr>
              <w:jc w:val="center"/>
            </w:pPr>
            <w:r w:rsidRPr="00F95990">
              <w:t>R</w:t>
            </w:r>
          </w:p>
        </w:tc>
        <w:tc>
          <w:tcPr>
            <w:tcW w:w="7470" w:type="dxa"/>
          </w:tcPr>
          <w:p w14:paraId="191EDB81" w14:textId="77777777" w:rsidR="009353EF" w:rsidRPr="00F95990" w:rsidRDefault="009353EF" w:rsidP="009353EF">
            <w:r w:rsidRPr="00F95990">
              <w:t>Base Requirements</w:t>
            </w:r>
          </w:p>
        </w:tc>
      </w:tr>
      <w:tr w:rsidR="009353EF" w:rsidRPr="00F95990" w14:paraId="25A3DB17" w14:textId="77777777" w:rsidTr="0082225D">
        <w:trPr>
          <w:cantSplit/>
        </w:trPr>
        <w:tc>
          <w:tcPr>
            <w:tcW w:w="9000" w:type="dxa"/>
            <w:gridSpan w:val="4"/>
          </w:tcPr>
          <w:p w14:paraId="2128647D" w14:textId="77777777" w:rsidR="009353EF" w:rsidRPr="00F95990" w:rsidRDefault="009353EF" w:rsidP="009353EF">
            <w:pPr>
              <w:rPr>
                <w:b/>
                <w:bCs/>
              </w:rPr>
            </w:pPr>
          </w:p>
        </w:tc>
      </w:tr>
      <w:tr w:rsidR="009353EF" w:rsidRPr="00F95990" w14:paraId="437EC2CA" w14:textId="77777777" w:rsidTr="0082225D">
        <w:trPr>
          <w:cantSplit/>
        </w:trPr>
        <w:tc>
          <w:tcPr>
            <w:tcW w:w="9000" w:type="dxa"/>
            <w:gridSpan w:val="4"/>
          </w:tcPr>
          <w:p w14:paraId="1A18C65E"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Dynamic Object Binding </w:t>
            </w:r>
            <w:r w:rsidR="00012C95">
              <w:rPr>
                <w:b/>
                <w:bCs/>
              </w:rPr>
              <w:t>-</w:t>
            </w:r>
            <w:r w:rsidRPr="00F95990">
              <w:rPr>
                <w:b/>
                <w:bCs/>
              </w:rPr>
              <w:t xml:space="preserve"> A</w:t>
            </w:r>
          </w:p>
        </w:tc>
      </w:tr>
      <w:tr w:rsidR="009353EF" w:rsidRPr="00F95990" w14:paraId="564CB20B" w14:textId="77777777" w:rsidTr="0082225D">
        <w:tc>
          <w:tcPr>
            <w:tcW w:w="554" w:type="dxa"/>
            <w:gridSpan w:val="2"/>
          </w:tcPr>
          <w:p w14:paraId="71039386" w14:textId="77777777" w:rsidR="009353EF" w:rsidRPr="00F95990" w:rsidRDefault="009353EF" w:rsidP="009353EF">
            <w:pPr>
              <w:jc w:val="center"/>
            </w:pPr>
          </w:p>
        </w:tc>
        <w:tc>
          <w:tcPr>
            <w:tcW w:w="976" w:type="dxa"/>
          </w:tcPr>
          <w:p w14:paraId="313F7B35" w14:textId="77777777" w:rsidR="009353EF" w:rsidRPr="00F95990" w:rsidRDefault="009353EF" w:rsidP="009353EF">
            <w:pPr>
              <w:jc w:val="center"/>
            </w:pPr>
            <w:r w:rsidRPr="00F95990">
              <w:t>R</w:t>
            </w:r>
          </w:p>
        </w:tc>
        <w:tc>
          <w:tcPr>
            <w:tcW w:w="7470" w:type="dxa"/>
          </w:tcPr>
          <w:p w14:paraId="6B668016" w14:textId="77777777" w:rsidR="009353EF" w:rsidRPr="00F95990" w:rsidRDefault="009353EF" w:rsidP="009353EF">
            <w:r w:rsidRPr="00F95990">
              <w:t>Base Requirements</w:t>
            </w:r>
          </w:p>
        </w:tc>
      </w:tr>
      <w:tr w:rsidR="009353EF" w:rsidRPr="00F95990" w14:paraId="47C22625" w14:textId="77777777" w:rsidTr="0082225D">
        <w:tc>
          <w:tcPr>
            <w:tcW w:w="554" w:type="dxa"/>
            <w:gridSpan w:val="2"/>
          </w:tcPr>
          <w:p w14:paraId="5757391F" w14:textId="77777777" w:rsidR="009353EF" w:rsidRPr="00F95990" w:rsidRDefault="009353EF" w:rsidP="009353EF">
            <w:pPr>
              <w:jc w:val="center"/>
            </w:pPr>
          </w:p>
        </w:tc>
        <w:tc>
          <w:tcPr>
            <w:tcW w:w="976" w:type="dxa"/>
          </w:tcPr>
          <w:p w14:paraId="48372E08" w14:textId="77777777" w:rsidR="009353EF" w:rsidRPr="00F95990" w:rsidRDefault="009353EF" w:rsidP="009353EF">
            <w:pPr>
              <w:jc w:val="center"/>
            </w:pPr>
            <w:r w:rsidRPr="00F95990">
              <w:t>C</w:t>
            </w:r>
            <w:r w:rsidRPr="00F95990">
              <w:rPr>
                <w:vertAlign w:val="superscript"/>
              </w:rPr>
              <w:t>1</w:t>
            </w:r>
          </w:p>
        </w:tc>
        <w:tc>
          <w:tcPr>
            <w:tcW w:w="7470" w:type="dxa"/>
          </w:tcPr>
          <w:p w14:paraId="07EDC599" w14:textId="77777777" w:rsidR="009353EF" w:rsidRPr="00F95990" w:rsidRDefault="009353EF" w:rsidP="009353EF">
            <w:r w:rsidRPr="00F95990">
              <w:t>Initiates Who-Has service request with Object Identifier parameter and no range parameters</w:t>
            </w:r>
          </w:p>
        </w:tc>
      </w:tr>
      <w:tr w:rsidR="009353EF" w:rsidRPr="00F95990" w14:paraId="6B833203" w14:textId="77777777" w:rsidTr="0082225D">
        <w:tc>
          <w:tcPr>
            <w:tcW w:w="554" w:type="dxa"/>
            <w:gridSpan w:val="2"/>
          </w:tcPr>
          <w:p w14:paraId="7E3E2FAE" w14:textId="77777777" w:rsidR="009353EF" w:rsidRPr="00F95990" w:rsidRDefault="009353EF" w:rsidP="009353EF">
            <w:pPr>
              <w:jc w:val="center"/>
            </w:pPr>
          </w:p>
        </w:tc>
        <w:tc>
          <w:tcPr>
            <w:tcW w:w="976" w:type="dxa"/>
          </w:tcPr>
          <w:p w14:paraId="32B82909" w14:textId="77777777" w:rsidR="009353EF" w:rsidRPr="00F95990" w:rsidRDefault="009353EF" w:rsidP="009353EF">
            <w:pPr>
              <w:jc w:val="center"/>
            </w:pPr>
            <w:r w:rsidRPr="00F95990">
              <w:t>C</w:t>
            </w:r>
            <w:r w:rsidRPr="00F95990">
              <w:rPr>
                <w:vertAlign w:val="superscript"/>
              </w:rPr>
              <w:t>1</w:t>
            </w:r>
          </w:p>
        </w:tc>
        <w:tc>
          <w:tcPr>
            <w:tcW w:w="7470" w:type="dxa"/>
          </w:tcPr>
          <w:p w14:paraId="5E0B1DCD" w14:textId="77777777" w:rsidR="009353EF" w:rsidRPr="00F95990" w:rsidRDefault="009353EF" w:rsidP="009353EF">
            <w:r w:rsidRPr="00F95990">
              <w:t>Initiates Who-Has service request with Object Identifier parameter with range parameters</w:t>
            </w:r>
          </w:p>
        </w:tc>
      </w:tr>
      <w:tr w:rsidR="009353EF" w:rsidRPr="00F95990" w14:paraId="7F001DB4" w14:textId="77777777" w:rsidTr="0082225D">
        <w:tc>
          <w:tcPr>
            <w:tcW w:w="554" w:type="dxa"/>
            <w:gridSpan w:val="2"/>
          </w:tcPr>
          <w:p w14:paraId="2322968D" w14:textId="77777777" w:rsidR="009353EF" w:rsidRPr="00F95990" w:rsidRDefault="009353EF" w:rsidP="009353EF">
            <w:pPr>
              <w:jc w:val="center"/>
            </w:pPr>
          </w:p>
        </w:tc>
        <w:tc>
          <w:tcPr>
            <w:tcW w:w="976" w:type="dxa"/>
          </w:tcPr>
          <w:p w14:paraId="00F663A3" w14:textId="77777777" w:rsidR="009353EF" w:rsidRPr="00F95990" w:rsidRDefault="009353EF" w:rsidP="009353EF">
            <w:pPr>
              <w:jc w:val="center"/>
            </w:pPr>
            <w:r w:rsidRPr="00F95990">
              <w:t>C</w:t>
            </w:r>
            <w:r w:rsidRPr="00F95990">
              <w:rPr>
                <w:vertAlign w:val="superscript"/>
              </w:rPr>
              <w:t>1</w:t>
            </w:r>
          </w:p>
        </w:tc>
        <w:tc>
          <w:tcPr>
            <w:tcW w:w="7470" w:type="dxa"/>
          </w:tcPr>
          <w:p w14:paraId="0759117A"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Initiates Who-Has service request with Object Name parameter and no range parameters</w:t>
            </w:r>
          </w:p>
        </w:tc>
      </w:tr>
      <w:tr w:rsidR="009353EF" w:rsidRPr="00F95990" w14:paraId="1BC87AB5" w14:textId="77777777" w:rsidTr="0082225D">
        <w:tc>
          <w:tcPr>
            <w:tcW w:w="554" w:type="dxa"/>
            <w:gridSpan w:val="2"/>
          </w:tcPr>
          <w:p w14:paraId="42808A6C" w14:textId="77777777" w:rsidR="009353EF" w:rsidRPr="00F95990" w:rsidRDefault="009353EF" w:rsidP="009353EF">
            <w:pPr>
              <w:jc w:val="center"/>
            </w:pPr>
          </w:p>
        </w:tc>
        <w:tc>
          <w:tcPr>
            <w:tcW w:w="976" w:type="dxa"/>
          </w:tcPr>
          <w:p w14:paraId="584B356A" w14:textId="77777777" w:rsidR="009353EF" w:rsidRPr="00F95990" w:rsidRDefault="009353EF" w:rsidP="009353EF">
            <w:pPr>
              <w:jc w:val="center"/>
            </w:pPr>
            <w:r w:rsidRPr="00F95990">
              <w:t>C</w:t>
            </w:r>
            <w:r w:rsidRPr="00F95990">
              <w:rPr>
                <w:vertAlign w:val="superscript"/>
              </w:rPr>
              <w:t>1</w:t>
            </w:r>
          </w:p>
        </w:tc>
        <w:tc>
          <w:tcPr>
            <w:tcW w:w="7470" w:type="dxa"/>
          </w:tcPr>
          <w:p w14:paraId="584CF7BA" w14:textId="77777777" w:rsidR="009353EF" w:rsidRPr="00F95990" w:rsidRDefault="009353EF" w:rsidP="009353EF">
            <w:r w:rsidRPr="00F95990">
              <w:t>Initiates Who-Has service request with Object Name parameter with range parameters</w:t>
            </w:r>
          </w:p>
        </w:tc>
      </w:tr>
      <w:tr w:rsidR="009353EF" w:rsidRPr="00F95990" w14:paraId="3A9B3722" w14:textId="77777777" w:rsidTr="0082225D">
        <w:trPr>
          <w:cantSplit/>
        </w:trPr>
        <w:tc>
          <w:tcPr>
            <w:tcW w:w="9000" w:type="dxa"/>
            <w:gridSpan w:val="4"/>
          </w:tcPr>
          <w:p w14:paraId="751826F3" w14:textId="77777777" w:rsidR="009353EF" w:rsidRPr="00F95990" w:rsidRDefault="009353EF" w:rsidP="009353EF">
            <w:pPr>
              <w:pStyle w:val="OptionFootnote"/>
            </w:pPr>
            <w:r w:rsidRPr="00F95990">
              <w:rPr>
                <w:vertAlign w:val="superscript"/>
              </w:rPr>
              <w:t xml:space="preserve">1 </w:t>
            </w:r>
            <w:r w:rsidRPr="00F95990">
              <w:t>At least one of these options is required in order to claim conformance to this BIBB.</w:t>
            </w:r>
          </w:p>
        </w:tc>
      </w:tr>
      <w:tr w:rsidR="009353EF" w:rsidRPr="00F95990" w14:paraId="3C3B224A" w14:textId="77777777" w:rsidTr="0082225D">
        <w:trPr>
          <w:cantSplit/>
        </w:trPr>
        <w:tc>
          <w:tcPr>
            <w:tcW w:w="9000" w:type="dxa"/>
            <w:gridSpan w:val="4"/>
          </w:tcPr>
          <w:p w14:paraId="6F9EDAC1"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Dynamic Object Binding </w:t>
            </w:r>
            <w:r w:rsidR="00012C95">
              <w:rPr>
                <w:b/>
                <w:bCs/>
              </w:rPr>
              <w:t>-</w:t>
            </w:r>
            <w:r w:rsidRPr="00F95990">
              <w:rPr>
                <w:b/>
                <w:bCs/>
              </w:rPr>
              <w:t xml:space="preserve"> B</w:t>
            </w:r>
          </w:p>
        </w:tc>
      </w:tr>
      <w:tr w:rsidR="009353EF" w:rsidRPr="00F95990" w14:paraId="7FB73C61" w14:textId="77777777" w:rsidTr="0082225D">
        <w:tc>
          <w:tcPr>
            <w:tcW w:w="554" w:type="dxa"/>
            <w:gridSpan w:val="2"/>
          </w:tcPr>
          <w:p w14:paraId="439F343E" w14:textId="77777777" w:rsidR="009353EF" w:rsidRPr="00F95990" w:rsidRDefault="009353EF" w:rsidP="009353EF">
            <w:pPr>
              <w:jc w:val="center"/>
            </w:pPr>
          </w:p>
        </w:tc>
        <w:tc>
          <w:tcPr>
            <w:tcW w:w="976" w:type="dxa"/>
          </w:tcPr>
          <w:p w14:paraId="4DA413AD" w14:textId="77777777" w:rsidR="009353EF" w:rsidRPr="00F95990" w:rsidRDefault="009353EF" w:rsidP="009353EF">
            <w:pPr>
              <w:jc w:val="center"/>
            </w:pPr>
            <w:r w:rsidRPr="00F95990">
              <w:t>R</w:t>
            </w:r>
          </w:p>
        </w:tc>
        <w:tc>
          <w:tcPr>
            <w:tcW w:w="7470" w:type="dxa"/>
          </w:tcPr>
          <w:p w14:paraId="2A93B5EE" w14:textId="77777777" w:rsidR="009353EF" w:rsidRPr="00F95990" w:rsidRDefault="009353EF" w:rsidP="009353EF">
            <w:r w:rsidRPr="00F95990">
              <w:t>Base Requirements</w:t>
            </w:r>
          </w:p>
        </w:tc>
      </w:tr>
      <w:tr w:rsidR="009353EF" w:rsidRPr="00F95990" w14:paraId="5D9B966A" w14:textId="77777777" w:rsidTr="0082225D">
        <w:trPr>
          <w:cantSplit/>
        </w:trPr>
        <w:tc>
          <w:tcPr>
            <w:tcW w:w="9000" w:type="dxa"/>
            <w:gridSpan w:val="4"/>
          </w:tcPr>
          <w:p w14:paraId="33945C09" w14:textId="77777777" w:rsidR="009353EF" w:rsidRPr="00F95990" w:rsidRDefault="009353EF" w:rsidP="009353EF">
            <w:pPr>
              <w:rPr>
                <w:b/>
                <w:bCs/>
              </w:rPr>
            </w:pPr>
          </w:p>
        </w:tc>
      </w:tr>
      <w:tr w:rsidR="009353EF" w:rsidRPr="00F95990" w14:paraId="03782A8C"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34E655D9"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Device Mapping </w:t>
            </w:r>
            <w:r w:rsidR="00012C95">
              <w:rPr>
                <w:b/>
                <w:bCs/>
              </w:rPr>
              <w:t>-</w:t>
            </w:r>
            <w:r w:rsidRPr="00F95990">
              <w:rPr>
                <w:b/>
                <w:bCs/>
              </w:rPr>
              <w:t xml:space="preserve"> A</w:t>
            </w:r>
          </w:p>
        </w:tc>
      </w:tr>
      <w:tr w:rsidR="009353EF" w:rsidRPr="00F95990" w14:paraId="7571400F" w14:textId="77777777" w:rsidTr="0082225D">
        <w:tc>
          <w:tcPr>
            <w:tcW w:w="554" w:type="dxa"/>
            <w:gridSpan w:val="2"/>
          </w:tcPr>
          <w:p w14:paraId="3404DFA1" w14:textId="77777777" w:rsidR="009353EF" w:rsidRPr="00F95990" w:rsidRDefault="009353EF" w:rsidP="009353EF">
            <w:pPr>
              <w:jc w:val="center"/>
            </w:pPr>
          </w:p>
        </w:tc>
        <w:tc>
          <w:tcPr>
            <w:tcW w:w="976" w:type="dxa"/>
          </w:tcPr>
          <w:p w14:paraId="3A03E1C1" w14:textId="77777777" w:rsidR="009353EF" w:rsidRPr="00F95990" w:rsidRDefault="009353EF" w:rsidP="009353EF">
            <w:pPr>
              <w:jc w:val="center"/>
            </w:pPr>
            <w:r w:rsidRPr="00F95990">
              <w:t>R</w:t>
            </w:r>
          </w:p>
        </w:tc>
        <w:tc>
          <w:tcPr>
            <w:tcW w:w="7470" w:type="dxa"/>
          </w:tcPr>
          <w:p w14:paraId="41F880C8" w14:textId="77777777" w:rsidR="009353EF" w:rsidRPr="00F95990" w:rsidRDefault="009353EF" w:rsidP="009353EF">
            <w:r w:rsidRPr="00F95990">
              <w:t>Base Requirements</w:t>
            </w:r>
          </w:p>
        </w:tc>
      </w:tr>
      <w:tr w:rsidR="009353EF" w:rsidRPr="00F95990" w14:paraId="32DACC9C" w14:textId="77777777" w:rsidTr="0082225D">
        <w:tc>
          <w:tcPr>
            <w:tcW w:w="554" w:type="dxa"/>
            <w:gridSpan w:val="2"/>
          </w:tcPr>
          <w:p w14:paraId="14B383A0" w14:textId="77777777" w:rsidR="009353EF" w:rsidRPr="00F95990" w:rsidRDefault="009353EF" w:rsidP="009353EF">
            <w:pPr>
              <w:jc w:val="center"/>
            </w:pPr>
          </w:p>
        </w:tc>
        <w:tc>
          <w:tcPr>
            <w:tcW w:w="976" w:type="dxa"/>
          </w:tcPr>
          <w:p w14:paraId="45CD547C" w14:textId="77777777" w:rsidR="009353EF" w:rsidRPr="00F95990" w:rsidRDefault="009353EF" w:rsidP="009353EF">
            <w:pPr>
              <w:jc w:val="center"/>
            </w:pPr>
            <w:r w:rsidRPr="00F95990">
              <w:t>R</w:t>
            </w:r>
          </w:p>
        </w:tc>
        <w:tc>
          <w:tcPr>
            <w:tcW w:w="7470" w:type="dxa"/>
          </w:tcPr>
          <w:p w14:paraId="712EFE33" w14:textId="77777777" w:rsidR="009353EF" w:rsidRPr="00F95990" w:rsidRDefault="009353EF" w:rsidP="009353EF">
            <w:r w:rsidRPr="00F95990">
              <w:t>Supports DS-RP-A</w:t>
            </w:r>
          </w:p>
        </w:tc>
      </w:tr>
      <w:tr w:rsidR="009353EF" w:rsidRPr="00F95990" w14:paraId="00F8808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EE84DAC" w14:textId="77777777" w:rsidR="009353EF" w:rsidRPr="00F95990" w:rsidRDefault="009353EF" w:rsidP="009353EF">
            <w:pPr>
              <w:ind w:left="990"/>
              <w:rPr>
                <w:b/>
                <w:bCs/>
                <w:strike/>
              </w:rPr>
            </w:pPr>
          </w:p>
        </w:tc>
      </w:tr>
      <w:tr w:rsidR="009353EF" w:rsidRPr="00F95990" w14:paraId="11194C3D"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586761A1"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Network Mapping </w:t>
            </w:r>
            <w:r w:rsidR="00012C95">
              <w:rPr>
                <w:b/>
                <w:bCs/>
              </w:rPr>
              <w:t>-</w:t>
            </w:r>
            <w:r w:rsidRPr="00F95990">
              <w:rPr>
                <w:b/>
                <w:bCs/>
              </w:rPr>
              <w:t xml:space="preserve"> A</w:t>
            </w:r>
          </w:p>
        </w:tc>
      </w:tr>
      <w:tr w:rsidR="009353EF" w:rsidRPr="00F95990" w14:paraId="6193ED3F" w14:textId="77777777" w:rsidTr="0082225D">
        <w:tc>
          <w:tcPr>
            <w:tcW w:w="554" w:type="dxa"/>
            <w:gridSpan w:val="2"/>
          </w:tcPr>
          <w:p w14:paraId="128E6A93" w14:textId="77777777" w:rsidR="009353EF" w:rsidRPr="00F95990" w:rsidRDefault="009353EF" w:rsidP="009353EF">
            <w:pPr>
              <w:jc w:val="center"/>
            </w:pPr>
          </w:p>
        </w:tc>
        <w:tc>
          <w:tcPr>
            <w:tcW w:w="976" w:type="dxa"/>
          </w:tcPr>
          <w:p w14:paraId="7C9B3588" w14:textId="77777777" w:rsidR="009353EF" w:rsidRPr="00F95990" w:rsidRDefault="009353EF" w:rsidP="009353EF">
            <w:pPr>
              <w:jc w:val="center"/>
            </w:pPr>
            <w:r w:rsidRPr="00F95990">
              <w:t>R</w:t>
            </w:r>
          </w:p>
        </w:tc>
        <w:tc>
          <w:tcPr>
            <w:tcW w:w="7470" w:type="dxa"/>
          </w:tcPr>
          <w:p w14:paraId="6961A215" w14:textId="77777777" w:rsidR="009353EF" w:rsidRPr="00F95990" w:rsidRDefault="009353EF" w:rsidP="009353EF">
            <w:r w:rsidRPr="00F95990">
              <w:t>Base Requirements</w:t>
            </w:r>
          </w:p>
        </w:tc>
      </w:tr>
      <w:tr w:rsidR="009353EF" w:rsidRPr="00F95990" w14:paraId="47665229" w14:textId="77777777" w:rsidTr="0082225D">
        <w:tc>
          <w:tcPr>
            <w:tcW w:w="554" w:type="dxa"/>
            <w:gridSpan w:val="2"/>
          </w:tcPr>
          <w:p w14:paraId="03018021" w14:textId="77777777" w:rsidR="009353EF" w:rsidRPr="00F95990" w:rsidRDefault="009353EF" w:rsidP="009353EF">
            <w:pPr>
              <w:jc w:val="center"/>
            </w:pPr>
          </w:p>
        </w:tc>
        <w:tc>
          <w:tcPr>
            <w:tcW w:w="976" w:type="dxa"/>
          </w:tcPr>
          <w:p w14:paraId="6B9D173A" w14:textId="77777777" w:rsidR="009353EF" w:rsidRPr="00F95990" w:rsidRDefault="009353EF" w:rsidP="009353EF">
            <w:pPr>
              <w:jc w:val="center"/>
            </w:pPr>
            <w:r w:rsidRPr="00F95990">
              <w:t>R</w:t>
            </w:r>
          </w:p>
        </w:tc>
        <w:tc>
          <w:tcPr>
            <w:tcW w:w="7470" w:type="dxa"/>
          </w:tcPr>
          <w:p w14:paraId="0490F07B" w14:textId="77777777" w:rsidR="009353EF" w:rsidRPr="00F95990" w:rsidRDefault="009353EF" w:rsidP="009353EF">
            <w:r w:rsidRPr="00F95990">
              <w:t>Supports DM-DDB-A</w:t>
            </w:r>
          </w:p>
        </w:tc>
      </w:tr>
      <w:tr w:rsidR="009353EF" w:rsidRPr="00F95990" w14:paraId="096A5412"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3B6AC091" w14:textId="77777777" w:rsidR="009353EF" w:rsidRPr="00F95990" w:rsidRDefault="009353EF" w:rsidP="009353EF">
            <w:pPr>
              <w:ind w:left="990"/>
              <w:rPr>
                <w:b/>
                <w:bCs/>
                <w:strike/>
              </w:rPr>
            </w:pPr>
          </w:p>
        </w:tc>
      </w:tr>
      <w:tr w:rsidR="009353EF" w:rsidRPr="00F95990" w14:paraId="478BE12C"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4F27DE66"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Time Synchronization </w:t>
            </w:r>
            <w:r w:rsidR="00012C95">
              <w:rPr>
                <w:b/>
                <w:bCs/>
              </w:rPr>
              <w:t>-</w:t>
            </w:r>
            <w:r w:rsidRPr="00F95990">
              <w:rPr>
                <w:b/>
                <w:bCs/>
              </w:rPr>
              <w:t xml:space="preserve"> A</w:t>
            </w:r>
          </w:p>
        </w:tc>
      </w:tr>
      <w:tr w:rsidR="009353EF" w:rsidRPr="00F95990" w14:paraId="31F80836" w14:textId="77777777" w:rsidTr="0082225D">
        <w:tc>
          <w:tcPr>
            <w:tcW w:w="554" w:type="dxa"/>
            <w:gridSpan w:val="2"/>
          </w:tcPr>
          <w:p w14:paraId="5C4A20F6" w14:textId="77777777" w:rsidR="009353EF" w:rsidRPr="00F95990" w:rsidRDefault="009353EF" w:rsidP="009353EF">
            <w:pPr>
              <w:jc w:val="center"/>
            </w:pPr>
          </w:p>
        </w:tc>
        <w:tc>
          <w:tcPr>
            <w:tcW w:w="976" w:type="dxa"/>
          </w:tcPr>
          <w:p w14:paraId="22DF5E40" w14:textId="77777777" w:rsidR="009353EF" w:rsidRPr="00F95990" w:rsidRDefault="009353EF" w:rsidP="009353EF">
            <w:pPr>
              <w:jc w:val="center"/>
            </w:pPr>
            <w:r w:rsidRPr="00F95990">
              <w:t>R</w:t>
            </w:r>
          </w:p>
        </w:tc>
        <w:tc>
          <w:tcPr>
            <w:tcW w:w="7470" w:type="dxa"/>
          </w:tcPr>
          <w:p w14:paraId="6E2F91C4" w14:textId="77777777" w:rsidR="009353EF" w:rsidRPr="00F95990" w:rsidRDefault="009353EF" w:rsidP="009353EF">
            <w:r w:rsidRPr="00F95990">
              <w:t>Base Requirements</w:t>
            </w:r>
          </w:p>
        </w:tc>
      </w:tr>
      <w:tr w:rsidR="000D578D" w:rsidRPr="00F95990" w14:paraId="49F17B25" w14:textId="77777777" w:rsidTr="0082225D">
        <w:tc>
          <w:tcPr>
            <w:tcW w:w="554" w:type="dxa"/>
            <w:gridSpan w:val="2"/>
          </w:tcPr>
          <w:p w14:paraId="135FCAC6" w14:textId="77777777" w:rsidR="000D578D" w:rsidRPr="00F95990" w:rsidRDefault="000D578D" w:rsidP="003703F8">
            <w:pPr>
              <w:jc w:val="center"/>
            </w:pPr>
          </w:p>
        </w:tc>
        <w:tc>
          <w:tcPr>
            <w:tcW w:w="976" w:type="dxa"/>
          </w:tcPr>
          <w:p w14:paraId="5CF2C886" w14:textId="265B728A" w:rsidR="000D578D" w:rsidRPr="00F95990" w:rsidRDefault="007C6FC1" w:rsidP="003703F8">
            <w:pPr>
              <w:jc w:val="center"/>
            </w:pPr>
            <w:r w:rsidRPr="00F95990">
              <w:t>R</w:t>
            </w:r>
            <w:r w:rsidRPr="00D5150F">
              <w:rPr>
                <w:vertAlign w:val="superscript"/>
              </w:rPr>
              <w:t>1</w:t>
            </w:r>
          </w:p>
        </w:tc>
        <w:tc>
          <w:tcPr>
            <w:tcW w:w="7470" w:type="dxa"/>
          </w:tcPr>
          <w:p w14:paraId="6903982A" w14:textId="77777777" w:rsidR="000D578D" w:rsidRPr="00F95990" w:rsidRDefault="000D578D" w:rsidP="003703F8">
            <w:r>
              <w:t>Supports DM-UTC-A</w:t>
            </w:r>
          </w:p>
        </w:tc>
      </w:tr>
      <w:tr w:rsidR="009353EF" w:rsidRPr="00F95990" w14:paraId="4504F8A9"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500E05E5" w14:textId="2424D387" w:rsidR="009353EF" w:rsidRPr="00582D01" w:rsidRDefault="007C6FC1" w:rsidP="00582D01">
            <w:pPr>
              <w:ind w:left="705"/>
            </w:pPr>
            <w:r w:rsidRPr="00582D01">
              <w:rPr>
                <w:vertAlign w:val="superscript"/>
              </w:rPr>
              <w:t>1</w:t>
            </w:r>
            <w:r w:rsidRPr="00582D01">
              <w:t xml:space="preserve"> BTL-R if the IUT claims </w:t>
            </w:r>
            <w:r>
              <w:t xml:space="preserve">a </w:t>
            </w:r>
            <w:r w:rsidRPr="00582D01">
              <w:t>revision before Protocol_Revision 15.</w:t>
            </w:r>
          </w:p>
        </w:tc>
      </w:tr>
      <w:tr w:rsidR="009353EF" w:rsidRPr="00F95990" w14:paraId="0467BA14" w14:textId="77777777" w:rsidTr="0082225D">
        <w:trPr>
          <w:cantSplit/>
        </w:trPr>
        <w:tc>
          <w:tcPr>
            <w:tcW w:w="9000" w:type="dxa"/>
            <w:gridSpan w:val="4"/>
          </w:tcPr>
          <w:p w14:paraId="6AC43665"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Time Synchronization </w:t>
            </w:r>
            <w:r w:rsidR="00012C95">
              <w:rPr>
                <w:b/>
                <w:bCs/>
              </w:rPr>
              <w:t>-</w:t>
            </w:r>
            <w:r w:rsidRPr="00F95990">
              <w:rPr>
                <w:b/>
                <w:bCs/>
              </w:rPr>
              <w:t xml:space="preserve"> B</w:t>
            </w:r>
          </w:p>
        </w:tc>
      </w:tr>
      <w:tr w:rsidR="009353EF" w:rsidRPr="00F95990" w14:paraId="23985E14" w14:textId="77777777" w:rsidTr="0082225D">
        <w:tc>
          <w:tcPr>
            <w:tcW w:w="554" w:type="dxa"/>
            <w:gridSpan w:val="2"/>
          </w:tcPr>
          <w:p w14:paraId="1A5A4EA2" w14:textId="77777777" w:rsidR="009353EF" w:rsidRPr="00F95990" w:rsidRDefault="009353EF" w:rsidP="009353EF">
            <w:pPr>
              <w:jc w:val="center"/>
            </w:pPr>
          </w:p>
        </w:tc>
        <w:tc>
          <w:tcPr>
            <w:tcW w:w="976" w:type="dxa"/>
          </w:tcPr>
          <w:p w14:paraId="15876DA1" w14:textId="77777777" w:rsidR="009353EF" w:rsidRPr="00F95990" w:rsidRDefault="009353EF" w:rsidP="009353EF">
            <w:pPr>
              <w:jc w:val="center"/>
            </w:pPr>
            <w:r w:rsidRPr="00F95990">
              <w:t>R</w:t>
            </w:r>
          </w:p>
        </w:tc>
        <w:tc>
          <w:tcPr>
            <w:tcW w:w="7470" w:type="dxa"/>
          </w:tcPr>
          <w:p w14:paraId="078565A0" w14:textId="77777777" w:rsidR="009353EF" w:rsidRPr="00F95990" w:rsidRDefault="009353EF" w:rsidP="009353EF">
            <w:r w:rsidRPr="00F95990">
              <w:t>Base Requirements</w:t>
            </w:r>
          </w:p>
        </w:tc>
      </w:tr>
      <w:tr w:rsidR="009353EF" w:rsidRPr="00F95990" w14:paraId="5947A08D" w14:textId="77777777" w:rsidTr="0082225D">
        <w:trPr>
          <w:cantSplit/>
        </w:trPr>
        <w:tc>
          <w:tcPr>
            <w:tcW w:w="9000" w:type="dxa"/>
            <w:gridSpan w:val="4"/>
          </w:tcPr>
          <w:p w14:paraId="275DEC86" w14:textId="77777777" w:rsidR="009353EF" w:rsidRPr="00F95990" w:rsidRDefault="009353EF" w:rsidP="009353EF">
            <w:pPr>
              <w:rPr>
                <w:b/>
                <w:bCs/>
              </w:rPr>
            </w:pPr>
          </w:p>
        </w:tc>
      </w:tr>
      <w:tr w:rsidR="009353EF" w:rsidRPr="00F95990" w14:paraId="5FA39CD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2BE73331"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UTC Time Synchronization </w:t>
            </w:r>
            <w:r w:rsidR="00012C95">
              <w:rPr>
                <w:b/>
                <w:bCs/>
              </w:rPr>
              <w:t>-</w:t>
            </w:r>
            <w:r w:rsidRPr="00F95990">
              <w:rPr>
                <w:b/>
                <w:bCs/>
              </w:rPr>
              <w:t xml:space="preserve"> A</w:t>
            </w:r>
          </w:p>
        </w:tc>
      </w:tr>
      <w:tr w:rsidR="009353EF" w:rsidRPr="00F95990" w14:paraId="3FAFEAC4" w14:textId="77777777" w:rsidTr="0082225D">
        <w:tc>
          <w:tcPr>
            <w:tcW w:w="554" w:type="dxa"/>
            <w:gridSpan w:val="2"/>
          </w:tcPr>
          <w:p w14:paraId="22C4CD3B" w14:textId="77777777" w:rsidR="009353EF" w:rsidRPr="00F95990" w:rsidRDefault="009353EF" w:rsidP="009353EF">
            <w:pPr>
              <w:jc w:val="center"/>
            </w:pPr>
          </w:p>
        </w:tc>
        <w:tc>
          <w:tcPr>
            <w:tcW w:w="976" w:type="dxa"/>
          </w:tcPr>
          <w:p w14:paraId="73022433" w14:textId="77777777" w:rsidR="009353EF" w:rsidRPr="00F95990" w:rsidRDefault="009353EF" w:rsidP="009353EF">
            <w:pPr>
              <w:jc w:val="center"/>
            </w:pPr>
            <w:r w:rsidRPr="00F95990">
              <w:t>R</w:t>
            </w:r>
          </w:p>
        </w:tc>
        <w:tc>
          <w:tcPr>
            <w:tcW w:w="7470" w:type="dxa"/>
          </w:tcPr>
          <w:p w14:paraId="3433BB94" w14:textId="77777777" w:rsidR="009353EF" w:rsidRPr="00F95990" w:rsidRDefault="009353EF" w:rsidP="009353EF">
            <w:r w:rsidRPr="00F95990">
              <w:t>Base Requirements</w:t>
            </w:r>
          </w:p>
        </w:tc>
      </w:tr>
      <w:tr w:rsidR="00AA65F7" w:rsidRPr="00F95990" w14:paraId="7CD013F0" w14:textId="77777777" w:rsidTr="0082225D">
        <w:tc>
          <w:tcPr>
            <w:tcW w:w="554" w:type="dxa"/>
            <w:gridSpan w:val="2"/>
          </w:tcPr>
          <w:p w14:paraId="5ACE3E6A" w14:textId="77777777" w:rsidR="00AA65F7" w:rsidRPr="00F95990" w:rsidRDefault="00AA65F7" w:rsidP="009353EF">
            <w:pPr>
              <w:jc w:val="center"/>
            </w:pPr>
          </w:p>
        </w:tc>
        <w:tc>
          <w:tcPr>
            <w:tcW w:w="976" w:type="dxa"/>
          </w:tcPr>
          <w:p w14:paraId="353D40D9" w14:textId="1D45DA26" w:rsidR="00AA65F7" w:rsidRPr="00F95990" w:rsidRDefault="007C6FC1" w:rsidP="009353EF">
            <w:pPr>
              <w:jc w:val="center"/>
            </w:pPr>
            <w:r w:rsidRPr="00F95990">
              <w:t>R</w:t>
            </w:r>
            <w:r w:rsidRPr="00D5150F">
              <w:rPr>
                <w:vertAlign w:val="superscript"/>
              </w:rPr>
              <w:t>1</w:t>
            </w:r>
          </w:p>
        </w:tc>
        <w:tc>
          <w:tcPr>
            <w:tcW w:w="7470" w:type="dxa"/>
          </w:tcPr>
          <w:p w14:paraId="09EDA498" w14:textId="77777777" w:rsidR="00AA65F7" w:rsidRPr="00F95990" w:rsidRDefault="00AA65F7" w:rsidP="009353EF">
            <w:r>
              <w:t>Supports DM-TS-A</w:t>
            </w:r>
          </w:p>
        </w:tc>
      </w:tr>
      <w:tr w:rsidR="009353EF" w:rsidRPr="00F95990" w14:paraId="081874FB"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5599CB48" w14:textId="073B89DE" w:rsidR="009353EF" w:rsidRPr="00582D01" w:rsidRDefault="007C6FC1" w:rsidP="00582D01">
            <w:pPr>
              <w:ind w:left="705"/>
            </w:pPr>
            <w:r w:rsidRPr="00582D01">
              <w:rPr>
                <w:vertAlign w:val="superscript"/>
              </w:rPr>
              <w:t>1</w:t>
            </w:r>
            <w:r w:rsidRPr="00582D01">
              <w:t xml:space="preserve"> BTL-R if the IUT claims </w:t>
            </w:r>
            <w:r>
              <w:t xml:space="preserve">a </w:t>
            </w:r>
            <w:r w:rsidRPr="00582D01">
              <w:t>revision before Protocol_Revision 15.</w:t>
            </w:r>
          </w:p>
        </w:tc>
      </w:tr>
      <w:tr w:rsidR="009353EF" w:rsidRPr="00F95990" w14:paraId="6B54CFD8" w14:textId="77777777" w:rsidTr="0082225D">
        <w:trPr>
          <w:cantSplit/>
        </w:trPr>
        <w:tc>
          <w:tcPr>
            <w:tcW w:w="9000" w:type="dxa"/>
            <w:gridSpan w:val="4"/>
          </w:tcPr>
          <w:p w14:paraId="2D4C8346"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UTC Time Synchronization </w:t>
            </w:r>
            <w:r w:rsidR="00012C95">
              <w:rPr>
                <w:b/>
                <w:bCs/>
              </w:rPr>
              <w:t>-</w:t>
            </w:r>
            <w:r w:rsidRPr="00F95990">
              <w:rPr>
                <w:b/>
                <w:bCs/>
              </w:rPr>
              <w:t xml:space="preserve"> B</w:t>
            </w:r>
          </w:p>
        </w:tc>
      </w:tr>
      <w:tr w:rsidR="009353EF" w:rsidRPr="00F95990" w14:paraId="4C930838" w14:textId="77777777" w:rsidTr="0082225D">
        <w:tc>
          <w:tcPr>
            <w:tcW w:w="554" w:type="dxa"/>
            <w:gridSpan w:val="2"/>
          </w:tcPr>
          <w:p w14:paraId="2FB6933F" w14:textId="77777777" w:rsidR="009353EF" w:rsidRPr="00F95990" w:rsidRDefault="009353EF" w:rsidP="009353EF">
            <w:pPr>
              <w:jc w:val="center"/>
            </w:pPr>
          </w:p>
        </w:tc>
        <w:tc>
          <w:tcPr>
            <w:tcW w:w="976" w:type="dxa"/>
          </w:tcPr>
          <w:p w14:paraId="0A3BA272" w14:textId="77777777" w:rsidR="009353EF" w:rsidRPr="00F95990" w:rsidRDefault="009353EF" w:rsidP="009353EF">
            <w:pPr>
              <w:jc w:val="center"/>
            </w:pPr>
            <w:r w:rsidRPr="00F95990">
              <w:t>R</w:t>
            </w:r>
          </w:p>
        </w:tc>
        <w:tc>
          <w:tcPr>
            <w:tcW w:w="7470" w:type="dxa"/>
          </w:tcPr>
          <w:p w14:paraId="2CD398A0" w14:textId="77777777" w:rsidR="009353EF" w:rsidRPr="00F95990" w:rsidRDefault="009353EF" w:rsidP="009353EF">
            <w:r w:rsidRPr="00F95990">
              <w:t>Base Requirements</w:t>
            </w:r>
          </w:p>
        </w:tc>
      </w:tr>
      <w:tr w:rsidR="009353EF" w:rsidRPr="00F95990" w14:paraId="3BA69E46" w14:textId="77777777" w:rsidTr="0082225D">
        <w:trPr>
          <w:cantSplit/>
        </w:trPr>
        <w:tc>
          <w:tcPr>
            <w:tcW w:w="9000" w:type="dxa"/>
            <w:gridSpan w:val="4"/>
          </w:tcPr>
          <w:p w14:paraId="3FAF1ADE" w14:textId="77777777" w:rsidR="009353EF" w:rsidRPr="00F95990" w:rsidRDefault="009353EF" w:rsidP="009353EF">
            <w:pPr>
              <w:rPr>
                <w:b/>
                <w:bCs/>
              </w:rPr>
            </w:pPr>
          </w:p>
        </w:tc>
      </w:tr>
      <w:tr w:rsidR="009353EF" w:rsidRPr="00F95990" w14:paraId="252763E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212C54A"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Automatic Time Synchronization </w:t>
            </w:r>
            <w:r w:rsidR="00012C95">
              <w:rPr>
                <w:b/>
                <w:bCs/>
              </w:rPr>
              <w:t>-</w:t>
            </w:r>
            <w:r w:rsidRPr="00F95990">
              <w:rPr>
                <w:b/>
                <w:bCs/>
              </w:rPr>
              <w:t xml:space="preserve"> A</w:t>
            </w:r>
          </w:p>
        </w:tc>
      </w:tr>
      <w:tr w:rsidR="009353EF" w:rsidRPr="00F95990" w14:paraId="36CE8D0C" w14:textId="77777777" w:rsidTr="0082225D">
        <w:tc>
          <w:tcPr>
            <w:tcW w:w="554" w:type="dxa"/>
            <w:gridSpan w:val="2"/>
          </w:tcPr>
          <w:p w14:paraId="73305B5A" w14:textId="77777777" w:rsidR="009353EF" w:rsidRPr="00F95990" w:rsidRDefault="009353EF" w:rsidP="009353EF">
            <w:pPr>
              <w:jc w:val="center"/>
            </w:pPr>
          </w:p>
        </w:tc>
        <w:tc>
          <w:tcPr>
            <w:tcW w:w="976" w:type="dxa"/>
          </w:tcPr>
          <w:p w14:paraId="212D72A6" w14:textId="77777777" w:rsidR="009353EF" w:rsidRPr="00F95990" w:rsidRDefault="009353EF" w:rsidP="009353EF">
            <w:pPr>
              <w:jc w:val="center"/>
            </w:pPr>
            <w:r w:rsidRPr="00F95990">
              <w:t>R</w:t>
            </w:r>
          </w:p>
        </w:tc>
        <w:tc>
          <w:tcPr>
            <w:tcW w:w="7470" w:type="dxa"/>
          </w:tcPr>
          <w:p w14:paraId="679413F5" w14:textId="77777777" w:rsidR="009353EF" w:rsidRPr="00F95990" w:rsidRDefault="009353EF" w:rsidP="009353EF">
            <w:r w:rsidRPr="00F95990">
              <w:t>Base Requirements</w:t>
            </w:r>
          </w:p>
        </w:tc>
      </w:tr>
      <w:tr w:rsidR="009353EF" w:rsidRPr="00F95990" w14:paraId="566A2C86"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2D05E68B" w14:textId="77777777" w:rsidR="009353EF" w:rsidRPr="00F95990" w:rsidRDefault="009353EF" w:rsidP="009353EF">
            <w:pPr>
              <w:ind w:left="990"/>
              <w:rPr>
                <w:b/>
                <w:bCs/>
                <w:strike/>
              </w:rPr>
            </w:pPr>
          </w:p>
        </w:tc>
      </w:tr>
      <w:tr w:rsidR="009353EF" w:rsidRPr="00F95990" w14:paraId="6BEA237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423AFC34"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Manual Time Synchronization </w:t>
            </w:r>
            <w:r w:rsidR="00012C95">
              <w:rPr>
                <w:b/>
                <w:bCs/>
              </w:rPr>
              <w:t>-</w:t>
            </w:r>
            <w:r w:rsidRPr="00F95990">
              <w:rPr>
                <w:b/>
                <w:bCs/>
              </w:rPr>
              <w:t xml:space="preserve"> A</w:t>
            </w:r>
          </w:p>
        </w:tc>
      </w:tr>
      <w:tr w:rsidR="009353EF" w:rsidRPr="00F95990" w14:paraId="4A12D5F2" w14:textId="77777777" w:rsidTr="0082225D">
        <w:tc>
          <w:tcPr>
            <w:tcW w:w="554" w:type="dxa"/>
            <w:gridSpan w:val="2"/>
          </w:tcPr>
          <w:p w14:paraId="105F7E80" w14:textId="77777777" w:rsidR="009353EF" w:rsidRPr="00F95990" w:rsidRDefault="009353EF" w:rsidP="009353EF">
            <w:pPr>
              <w:jc w:val="center"/>
            </w:pPr>
          </w:p>
        </w:tc>
        <w:tc>
          <w:tcPr>
            <w:tcW w:w="976" w:type="dxa"/>
          </w:tcPr>
          <w:p w14:paraId="3A84A820" w14:textId="77777777" w:rsidR="009353EF" w:rsidRPr="00F95990" w:rsidRDefault="009353EF" w:rsidP="009353EF">
            <w:pPr>
              <w:jc w:val="center"/>
            </w:pPr>
            <w:r w:rsidRPr="00F95990">
              <w:t>R</w:t>
            </w:r>
          </w:p>
        </w:tc>
        <w:tc>
          <w:tcPr>
            <w:tcW w:w="7470" w:type="dxa"/>
          </w:tcPr>
          <w:p w14:paraId="0E32B33D" w14:textId="77777777" w:rsidR="009353EF" w:rsidRPr="00F95990" w:rsidRDefault="009353EF" w:rsidP="009353EF">
            <w:r w:rsidRPr="00F95990">
              <w:t>Base Requirements</w:t>
            </w:r>
          </w:p>
        </w:tc>
      </w:tr>
      <w:tr w:rsidR="009353EF" w:rsidRPr="00F95990" w14:paraId="3FB8B68A"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4FA673E3" w14:textId="77777777" w:rsidR="009353EF" w:rsidRPr="00F95990" w:rsidRDefault="009353EF" w:rsidP="009353EF">
            <w:pPr>
              <w:ind w:left="990"/>
              <w:rPr>
                <w:b/>
                <w:bCs/>
                <w:strike/>
              </w:rPr>
            </w:pPr>
          </w:p>
        </w:tc>
      </w:tr>
      <w:tr w:rsidR="009353EF" w:rsidRPr="00F95990" w14:paraId="1E4E0FF9"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2C3F9544" w14:textId="77777777" w:rsidR="009353EF" w:rsidRPr="00F95990" w:rsidRDefault="009353EF" w:rsidP="009353EF">
            <w:pPr>
              <w:rPr>
                <w:b/>
                <w:bCs/>
                <w:lang w:val="fr-FR"/>
              </w:rPr>
            </w:pPr>
            <w:r w:rsidRPr="00F95990">
              <w:rPr>
                <w:b/>
                <w:bCs/>
                <w:lang w:val="fr-FR"/>
              </w:rPr>
              <w:lastRenderedPageBreak/>
              <w:t xml:space="preserve">Device Management </w:t>
            </w:r>
            <w:r w:rsidR="00012C95">
              <w:rPr>
                <w:b/>
                <w:bCs/>
                <w:lang w:val="fr-FR"/>
              </w:rPr>
              <w:t>-</w:t>
            </w:r>
            <w:r w:rsidRPr="00F95990">
              <w:rPr>
                <w:b/>
                <w:bCs/>
                <w:lang w:val="fr-FR"/>
              </w:rPr>
              <w:t xml:space="preserve"> Device Communication Control </w:t>
            </w:r>
            <w:r w:rsidR="00012C95">
              <w:rPr>
                <w:b/>
                <w:bCs/>
                <w:lang w:val="fr-FR"/>
              </w:rPr>
              <w:t>-</w:t>
            </w:r>
            <w:r w:rsidRPr="00F95990">
              <w:rPr>
                <w:b/>
                <w:bCs/>
                <w:lang w:val="fr-FR"/>
              </w:rPr>
              <w:t xml:space="preserve"> A</w:t>
            </w:r>
          </w:p>
        </w:tc>
      </w:tr>
      <w:tr w:rsidR="009353EF" w:rsidRPr="00F95990" w14:paraId="09553064" w14:textId="77777777" w:rsidTr="0082225D">
        <w:tc>
          <w:tcPr>
            <w:tcW w:w="554" w:type="dxa"/>
            <w:gridSpan w:val="2"/>
          </w:tcPr>
          <w:p w14:paraId="33C774C3" w14:textId="77777777" w:rsidR="009353EF" w:rsidRPr="00F95990" w:rsidRDefault="009353EF" w:rsidP="009353EF">
            <w:pPr>
              <w:jc w:val="center"/>
              <w:rPr>
                <w:lang w:val="fr-FR"/>
              </w:rPr>
            </w:pPr>
          </w:p>
        </w:tc>
        <w:tc>
          <w:tcPr>
            <w:tcW w:w="976" w:type="dxa"/>
          </w:tcPr>
          <w:p w14:paraId="05D72440" w14:textId="77777777" w:rsidR="009353EF" w:rsidRPr="00F95990" w:rsidRDefault="009353EF" w:rsidP="009353EF">
            <w:pPr>
              <w:jc w:val="center"/>
            </w:pPr>
            <w:r w:rsidRPr="00F95990">
              <w:t>R</w:t>
            </w:r>
          </w:p>
        </w:tc>
        <w:tc>
          <w:tcPr>
            <w:tcW w:w="7470" w:type="dxa"/>
          </w:tcPr>
          <w:p w14:paraId="299662B3" w14:textId="77777777" w:rsidR="009353EF" w:rsidRPr="00F95990" w:rsidRDefault="009353EF" w:rsidP="009353EF">
            <w:r w:rsidRPr="00F95990">
              <w:t>Base Requirements</w:t>
            </w:r>
          </w:p>
        </w:tc>
      </w:tr>
      <w:tr w:rsidR="009353EF" w:rsidRPr="00F95990" w14:paraId="64BA193D" w14:textId="77777777" w:rsidTr="0082225D">
        <w:tc>
          <w:tcPr>
            <w:tcW w:w="554" w:type="dxa"/>
            <w:gridSpan w:val="2"/>
          </w:tcPr>
          <w:p w14:paraId="242E2B1F" w14:textId="77777777" w:rsidR="009353EF" w:rsidRPr="00F95990" w:rsidRDefault="009353EF" w:rsidP="009353EF">
            <w:pPr>
              <w:jc w:val="center"/>
            </w:pPr>
          </w:p>
        </w:tc>
        <w:tc>
          <w:tcPr>
            <w:tcW w:w="976" w:type="dxa"/>
          </w:tcPr>
          <w:p w14:paraId="1A38FFFB" w14:textId="77777777" w:rsidR="009353EF" w:rsidRPr="00F95990" w:rsidRDefault="009353EF" w:rsidP="009353EF">
            <w:pPr>
              <w:jc w:val="center"/>
            </w:pPr>
            <w:r w:rsidRPr="00F95990">
              <w:t>BTL-R</w:t>
            </w:r>
          </w:p>
        </w:tc>
        <w:tc>
          <w:tcPr>
            <w:tcW w:w="7470" w:type="dxa"/>
          </w:tcPr>
          <w:p w14:paraId="17C1111C"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an arbitrary password</w:t>
            </w:r>
          </w:p>
        </w:tc>
      </w:tr>
      <w:tr w:rsidR="009353EF" w:rsidRPr="00F95990" w14:paraId="38C85AB2" w14:textId="77777777" w:rsidTr="0082225D">
        <w:tc>
          <w:tcPr>
            <w:tcW w:w="554" w:type="dxa"/>
            <w:gridSpan w:val="2"/>
          </w:tcPr>
          <w:p w14:paraId="52673098" w14:textId="77777777" w:rsidR="009353EF" w:rsidRPr="00F95990" w:rsidRDefault="009353EF" w:rsidP="009353EF">
            <w:pPr>
              <w:jc w:val="center"/>
            </w:pPr>
          </w:p>
        </w:tc>
        <w:tc>
          <w:tcPr>
            <w:tcW w:w="976" w:type="dxa"/>
          </w:tcPr>
          <w:p w14:paraId="5BC02596" w14:textId="1BCE9842" w:rsidR="009353EF" w:rsidRPr="00F95990" w:rsidRDefault="007C6FC1" w:rsidP="009353EF">
            <w:pPr>
              <w:jc w:val="center"/>
            </w:pPr>
            <w:r w:rsidRPr="00F95990">
              <w:t>R</w:t>
            </w:r>
            <w:r w:rsidRPr="00D5150F">
              <w:rPr>
                <w:vertAlign w:val="superscript"/>
              </w:rPr>
              <w:t>1</w:t>
            </w:r>
          </w:p>
        </w:tc>
        <w:tc>
          <w:tcPr>
            <w:tcW w:w="7470" w:type="dxa"/>
          </w:tcPr>
          <w:p w14:paraId="756EDAAF"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a finite timeout</w:t>
            </w:r>
          </w:p>
        </w:tc>
      </w:tr>
      <w:tr w:rsidR="009353EF" w:rsidRPr="00F95990" w14:paraId="3FC39D0D" w14:textId="77777777" w:rsidTr="0082225D">
        <w:tc>
          <w:tcPr>
            <w:tcW w:w="554" w:type="dxa"/>
            <w:gridSpan w:val="2"/>
          </w:tcPr>
          <w:p w14:paraId="794C2086" w14:textId="77777777" w:rsidR="009353EF" w:rsidRPr="00F95990" w:rsidRDefault="009353EF" w:rsidP="009353EF">
            <w:pPr>
              <w:jc w:val="center"/>
            </w:pPr>
          </w:p>
        </w:tc>
        <w:tc>
          <w:tcPr>
            <w:tcW w:w="976" w:type="dxa"/>
          </w:tcPr>
          <w:p w14:paraId="7888A7EB" w14:textId="77777777" w:rsidR="009353EF" w:rsidRPr="00F95990" w:rsidRDefault="009353EF" w:rsidP="009353EF">
            <w:pPr>
              <w:jc w:val="center"/>
            </w:pPr>
            <w:r w:rsidRPr="00F95990">
              <w:t>S</w:t>
            </w:r>
          </w:p>
        </w:tc>
        <w:tc>
          <w:tcPr>
            <w:tcW w:w="7470" w:type="dxa"/>
          </w:tcPr>
          <w:p w14:paraId="2D9ECA4C"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Supports DM-RD-A</w:t>
            </w:r>
          </w:p>
        </w:tc>
      </w:tr>
      <w:tr w:rsidR="009353EF" w:rsidRPr="00F95990" w14:paraId="7FF5D4C6" w14:textId="77777777" w:rsidTr="0082225D">
        <w:tc>
          <w:tcPr>
            <w:tcW w:w="554" w:type="dxa"/>
            <w:gridSpan w:val="2"/>
          </w:tcPr>
          <w:p w14:paraId="4E6CD496" w14:textId="77777777" w:rsidR="009353EF" w:rsidRPr="00F95990" w:rsidRDefault="009353EF" w:rsidP="009353EF">
            <w:pPr>
              <w:jc w:val="center"/>
            </w:pPr>
          </w:p>
        </w:tc>
        <w:tc>
          <w:tcPr>
            <w:tcW w:w="976" w:type="dxa"/>
          </w:tcPr>
          <w:p w14:paraId="402468AA" w14:textId="77777777" w:rsidR="009353EF" w:rsidRPr="00F95990" w:rsidRDefault="009353EF" w:rsidP="009353EF">
            <w:pPr>
              <w:jc w:val="center"/>
            </w:pPr>
            <w:r w:rsidRPr="00F95990">
              <w:t>O</w:t>
            </w:r>
          </w:p>
        </w:tc>
        <w:tc>
          <w:tcPr>
            <w:tcW w:w="7470" w:type="dxa"/>
          </w:tcPr>
          <w:p w14:paraId="4FD02A5B"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no password</w:t>
            </w:r>
          </w:p>
        </w:tc>
      </w:tr>
      <w:tr w:rsidR="009353EF" w:rsidRPr="00F95990" w14:paraId="43862E26" w14:textId="77777777" w:rsidTr="0082225D">
        <w:tc>
          <w:tcPr>
            <w:tcW w:w="554" w:type="dxa"/>
            <w:gridSpan w:val="2"/>
          </w:tcPr>
          <w:p w14:paraId="14F0A977" w14:textId="77777777" w:rsidR="009353EF" w:rsidRPr="00F95990" w:rsidRDefault="009353EF" w:rsidP="009353EF">
            <w:pPr>
              <w:jc w:val="center"/>
            </w:pPr>
          </w:p>
        </w:tc>
        <w:tc>
          <w:tcPr>
            <w:tcW w:w="976" w:type="dxa"/>
          </w:tcPr>
          <w:p w14:paraId="6FA205AE" w14:textId="77777777" w:rsidR="009353EF" w:rsidRPr="00F95990" w:rsidRDefault="009353EF" w:rsidP="009353EF">
            <w:pPr>
              <w:jc w:val="center"/>
            </w:pPr>
            <w:r w:rsidRPr="00F95990">
              <w:t>O</w:t>
            </w:r>
          </w:p>
        </w:tc>
        <w:tc>
          <w:tcPr>
            <w:tcW w:w="7470" w:type="dxa"/>
          </w:tcPr>
          <w:p w14:paraId="35C0E10B"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sending a DeviceCommunicationControl service request with an infinite timeout</w:t>
            </w:r>
          </w:p>
        </w:tc>
      </w:tr>
      <w:tr w:rsidR="009353EF" w:rsidRPr="00F95990" w14:paraId="18E53C54"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DA548C4" w14:textId="42181EBB" w:rsidR="009353EF" w:rsidRPr="00582D01" w:rsidRDefault="007C6FC1" w:rsidP="00582D01">
            <w:pPr>
              <w:ind w:left="705"/>
            </w:pPr>
            <w:r w:rsidRPr="00582D01">
              <w:rPr>
                <w:vertAlign w:val="superscript"/>
              </w:rPr>
              <w:t>1</w:t>
            </w:r>
            <w:r w:rsidRPr="00582D01">
              <w:t xml:space="preserve"> BTL-R if the IUT claims a revision before Protocol_Revision 12.</w:t>
            </w:r>
          </w:p>
        </w:tc>
      </w:tr>
      <w:tr w:rsidR="009353EF" w:rsidRPr="00E97DA6" w14:paraId="46012F16" w14:textId="77777777" w:rsidTr="0082225D">
        <w:trPr>
          <w:cantSplit/>
        </w:trPr>
        <w:tc>
          <w:tcPr>
            <w:tcW w:w="9000" w:type="dxa"/>
            <w:gridSpan w:val="4"/>
          </w:tcPr>
          <w:p w14:paraId="2D48340A" w14:textId="77777777" w:rsidR="009353EF" w:rsidRPr="00E97DA6" w:rsidRDefault="009353EF" w:rsidP="009353EF">
            <w:pPr>
              <w:rPr>
                <w:b/>
                <w:bCs/>
                <w:lang w:val="fr-FR"/>
              </w:rPr>
            </w:pPr>
            <w:r w:rsidRPr="00E97DA6">
              <w:rPr>
                <w:b/>
                <w:bCs/>
                <w:lang w:val="fr-FR"/>
              </w:rPr>
              <w:t xml:space="preserve">Device Management </w:t>
            </w:r>
            <w:r w:rsidR="00012C95">
              <w:rPr>
                <w:b/>
                <w:bCs/>
                <w:lang w:val="fr-FR"/>
              </w:rPr>
              <w:t>-</w:t>
            </w:r>
            <w:r w:rsidRPr="00E97DA6">
              <w:rPr>
                <w:b/>
                <w:bCs/>
                <w:lang w:val="fr-FR"/>
              </w:rPr>
              <w:t xml:space="preserve"> Device Communication Control </w:t>
            </w:r>
            <w:r w:rsidR="00012C95">
              <w:rPr>
                <w:b/>
                <w:bCs/>
                <w:lang w:val="fr-FR"/>
              </w:rPr>
              <w:t>-</w:t>
            </w:r>
            <w:r w:rsidRPr="00E97DA6">
              <w:rPr>
                <w:b/>
                <w:bCs/>
                <w:lang w:val="fr-FR"/>
              </w:rPr>
              <w:t xml:space="preserve"> B</w:t>
            </w:r>
          </w:p>
        </w:tc>
      </w:tr>
      <w:tr w:rsidR="009353EF" w:rsidRPr="00F95990" w14:paraId="1211A6A4" w14:textId="77777777" w:rsidTr="0082225D">
        <w:tc>
          <w:tcPr>
            <w:tcW w:w="554" w:type="dxa"/>
            <w:gridSpan w:val="2"/>
          </w:tcPr>
          <w:p w14:paraId="36783576" w14:textId="77777777" w:rsidR="009353EF" w:rsidRPr="00E97DA6" w:rsidRDefault="009353EF" w:rsidP="009353EF">
            <w:pPr>
              <w:jc w:val="center"/>
              <w:rPr>
                <w:lang w:val="fr-FR"/>
              </w:rPr>
            </w:pPr>
          </w:p>
        </w:tc>
        <w:tc>
          <w:tcPr>
            <w:tcW w:w="976" w:type="dxa"/>
          </w:tcPr>
          <w:p w14:paraId="3CA7BADF" w14:textId="77777777" w:rsidR="009353EF" w:rsidRPr="00F95990" w:rsidRDefault="009353EF" w:rsidP="009353EF">
            <w:pPr>
              <w:jc w:val="center"/>
            </w:pPr>
            <w:r w:rsidRPr="00F95990">
              <w:t>R</w:t>
            </w:r>
          </w:p>
        </w:tc>
        <w:tc>
          <w:tcPr>
            <w:tcW w:w="7470" w:type="dxa"/>
          </w:tcPr>
          <w:p w14:paraId="09B8D009" w14:textId="77777777" w:rsidR="009353EF" w:rsidRPr="00F95990" w:rsidRDefault="009353EF" w:rsidP="009353EF">
            <w:r w:rsidRPr="00F95990">
              <w:t>Base Requirements</w:t>
            </w:r>
          </w:p>
        </w:tc>
      </w:tr>
      <w:tr w:rsidR="009353EF" w:rsidRPr="00F95990" w14:paraId="41152C57" w14:textId="77777777" w:rsidTr="0082225D">
        <w:tc>
          <w:tcPr>
            <w:tcW w:w="554" w:type="dxa"/>
            <w:gridSpan w:val="2"/>
          </w:tcPr>
          <w:p w14:paraId="4A328BFD" w14:textId="77777777" w:rsidR="009353EF" w:rsidRPr="00F95990" w:rsidRDefault="009353EF" w:rsidP="009353EF">
            <w:pPr>
              <w:jc w:val="center"/>
            </w:pPr>
          </w:p>
        </w:tc>
        <w:tc>
          <w:tcPr>
            <w:tcW w:w="976" w:type="dxa"/>
          </w:tcPr>
          <w:p w14:paraId="10313B69" w14:textId="77777777" w:rsidR="009353EF" w:rsidRPr="00F95990" w:rsidRDefault="009353EF" w:rsidP="009353EF">
            <w:pPr>
              <w:jc w:val="center"/>
            </w:pPr>
            <w:r w:rsidRPr="00F95990">
              <w:t>C</w:t>
            </w:r>
            <w:r w:rsidRPr="00F95990">
              <w:rPr>
                <w:vertAlign w:val="superscript"/>
              </w:rPr>
              <w:t>1</w:t>
            </w:r>
          </w:p>
        </w:tc>
        <w:tc>
          <w:tcPr>
            <w:tcW w:w="7470" w:type="dxa"/>
          </w:tcPr>
          <w:p w14:paraId="4BC0DE18"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receiving a DeviceCommunicationControl service request with a password</w:t>
            </w:r>
          </w:p>
        </w:tc>
      </w:tr>
      <w:tr w:rsidR="009353EF" w:rsidRPr="00F95990" w14:paraId="56ACFDDC" w14:textId="77777777" w:rsidTr="0082225D">
        <w:tc>
          <w:tcPr>
            <w:tcW w:w="554" w:type="dxa"/>
            <w:gridSpan w:val="2"/>
          </w:tcPr>
          <w:p w14:paraId="6452D57A" w14:textId="77777777" w:rsidR="009353EF" w:rsidRPr="00F95990" w:rsidRDefault="009353EF" w:rsidP="009353EF">
            <w:pPr>
              <w:jc w:val="center"/>
            </w:pPr>
          </w:p>
        </w:tc>
        <w:tc>
          <w:tcPr>
            <w:tcW w:w="976" w:type="dxa"/>
          </w:tcPr>
          <w:p w14:paraId="58D49B49" w14:textId="77777777" w:rsidR="009353EF" w:rsidRPr="00F95990" w:rsidRDefault="009353EF" w:rsidP="009353EF">
            <w:pPr>
              <w:jc w:val="center"/>
            </w:pPr>
            <w:r w:rsidRPr="00F95990">
              <w:t>C</w:t>
            </w:r>
            <w:r w:rsidRPr="00F95990">
              <w:rPr>
                <w:vertAlign w:val="superscript"/>
              </w:rPr>
              <w:t>1</w:t>
            </w:r>
          </w:p>
        </w:tc>
        <w:tc>
          <w:tcPr>
            <w:tcW w:w="7470" w:type="dxa"/>
          </w:tcPr>
          <w:p w14:paraId="6F5623EC" w14:textId="77777777" w:rsidR="009353EF" w:rsidRPr="00893C2A" w:rsidRDefault="009353EF" w:rsidP="009353EF">
            <w:pPr>
              <w:pStyle w:val="Header"/>
              <w:tabs>
                <w:tab w:val="clear" w:pos="4320"/>
                <w:tab w:val="clear" w:pos="8640"/>
              </w:tabs>
              <w:rPr>
                <w:lang w:val="en-US" w:eastAsia="en-US"/>
              </w:rPr>
            </w:pPr>
            <w:r w:rsidRPr="00893C2A">
              <w:rPr>
                <w:lang w:val="en-US" w:eastAsia="en-US"/>
              </w:rPr>
              <w:t>Supports receiving a DeviceCommunicationControl service request with no password</w:t>
            </w:r>
          </w:p>
        </w:tc>
      </w:tr>
      <w:tr w:rsidR="009353EF" w:rsidRPr="002B5BDD" w14:paraId="26D82930" w14:textId="77777777" w:rsidTr="0082225D">
        <w:tc>
          <w:tcPr>
            <w:tcW w:w="554" w:type="dxa"/>
            <w:gridSpan w:val="2"/>
          </w:tcPr>
          <w:p w14:paraId="4593B4C4" w14:textId="77777777" w:rsidR="009353EF" w:rsidRPr="002B5BDD" w:rsidRDefault="009353EF" w:rsidP="009353EF">
            <w:pPr>
              <w:jc w:val="center"/>
            </w:pPr>
          </w:p>
        </w:tc>
        <w:tc>
          <w:tcPr>
            <w:tcW w:w="976" w:type="dxa"/>
          </w:tcPr>
          <w:p w14:paraId="4E8AA6DB" w14:textId="71B1D2B0" w:rsidR="009353EF" w:rsidRPr="002B5BDD" w:rsidRDefault="002001F2" w:rsidP="009353EF">
            <w:pPr>
              <w:jc w:val="center"/>
            </w:pPr>
            <w:r>
              <w:t>R</w:t>
            </w:r>
          </w:p>
        </w:tc>
        <w:tc>
          <w:tcPr>
            <w:tcW w:w="7470" w:type="dxa"/>
          </w:tcPr>
          <w:p w14:paraId="38300FBA" w14:textId="77777777" w:rsidR="009353EF" w:rsidRPr="002B5BDD" w:rsidRDefault="009353EF" w:rsidP="009353EF">
            <w:r w:rsidRPr="002B5BDD">
              <w:t>Supports receiving a DeviceCommunicationControl service request with a finite duration</w:t>
            </w:r>
          </w:p>
        </w:tc>
      </w:tr>
      <w:tr w:rsidR="009353EF" w:rsidRPr="00F95990" w14:paraId="4D4AA28E" w14:textId="77777777" w:rsidTr="0082225D">
        <w:tc>
          <w:tcPr>
            <w:tcW w:w="554" w:type="dxa"/>
            <w:gridSpan w:val="2"/>
          </w:tcPr>
          <w:p w14:paraId="4DB0EF60" w14:textId="77777777" w:rsidR="009353EF" w:rsidRPr="00F95990" w:rsidRDefault="009353EF" w:rsidP="009353EF">
            <w:pPr>
              <w:jc w:val="center"/>
            </w:pPr>
          </w:p>
        </w:tc>
        <w:tc>
          <w:tcPr>
            <w:tcW w:w="976" w:type="dxa"/>
          </w:tcPr>
          <w:p w14:paraId="17DC2705" w14:textId="0C05B04B" w:rsidR="009353EF" w:rsidRPr="00F95990" w:rsidRDefault="00886743" w:rsidP="009353EF">
            <w:pPr>
              <w:jc w:val="center"/>
            </w:pPr>
            <w:r w:rsidRPr="005B72AB">
              <w:rPr>
                <w:iCs/>
              </w:rPr>
              <w:t>O</w:t>
            </w:r>
          </w:p>
        </w:tc>
        <w:tc>
          <w:tcPr>
            <w:tcW w:w="7470" w:type="dxa"/>
          </w:tcPr>
          <w:p w14:paraId="73D1A8EE" w14:textId="77777777" w:rsidR="009353EF" w:rsidRPr="00893C2A" w:rsidRDefault="009353EF" w:rsidP="009353EF">
            <w:pPr>
              <w:pStyle w:val="Header"/>
              <w:tabs>
                <w:tab w:val="clear" w:pos="4320"/>
                <w:tab w:val="clear" w:pos="8640"/>
              </w:tabs>
              <w:rPr>
                <w:color w:val="000000"/>
                <w:lang w:val="en-US" w:eastAsia="en-US"/>
              </w:rPr>
            </w:pPr>
            <w:r w:rsidRPr="00893C2A">
              <w:rPr>
                <w:color w:val="000000"/>
                <w:lang w:val="en-US" w:eastAsia="en-US"/>
              </w:rPr>
              <w:t>Supports receiving a DeviceCommunicationControl service request with an indefinite duration</w:t>
            </w:r>
          </w:p>
        </w:tc>
      </w:tr>
      <w:tr w:rsidR="009353EF" w:rsidRPr="00F95990" w14:paraId="515DB127" w14:textId="77777777" w:rsidTr="0082225D">
        <w:tc>
          <w:tcPr>
            <w:tcW w:w="554" w:type="dxa"/>
            <w:gridSpan w:val="2"/>
          </w:tcPr>
          <w:p w14:paraId="434AF13C" w14:textId="77777777" w:rsidR="009353EF" w:rsidRPr="00F95990" w:rsidRDefault="009353EF" w:rsidP="009353EF">
            <w:pPr>
              <w:jc w:val="center"/>
            </w:pPr>
          </w:p>
        </w:tc>
        <w:tc>
          <w:tcPr>
            <w:tcW w:w="976" w:type="dxa"/>
          </w:tcPr>
          <w:p w14:paraId="2D1567DC" w14:textId="77777777" w:rsidR="009353EF" w:rsidRPr="00F95990" w:rsidRDefault="009353EF" w:rsidP="009353EF">
            <w:pPr>
              <w:jc w:val="center"/>
            </w:pPr>
            <w:r w:rsidRPr="00F95990">
              <w:t>O</w:t>
            </w:r>
          </w:p>
        </w:tc>
        <w:tc>
          <w:tcPr>
            <w:tcW w:w="7470" w:type="dxa"/>
          </w:tcPr>
          <w:p w14:paraId="293E2D54" w14:textId="77777777" w:rsidR="009353EF" w:rsidRPr="00893C2A" w:rsidRDefault="009353EF" w:rsidP="009353EF">
            <w:pPr>
              <w:pStyle w:val="Header"/>
              <w:tabs>
                <w:tab w:val="clear" w:pos="4320"/>
                <w:tab w:val="clear" w:pos="8640"/>
              </w:tabs>
              <w:rPr>
                <w:color w:val="FF0000"/>
                <w:lang w:val="en-US" w:eastAsia="en-US"/>
              </w:rPr>
            </w:pPr>
            <w:r w:rsidRPr="00893C2A">
              <w:rPr>
                <w:lang w:val="en-US" w:eastAsia="en-US"/>
              </w:rPr>
              <w:t>Supports DM-RD-B</w:t>
            </w:r>
          </w:p>
        </w:tc>
      </w:tr>
      <w:tr w:rsidR="009353EF" w:rsidRPr="00F95990" w14:paraId="4DD992CE" w14:textId="77777777" w:rsidTr="0082225D">
        <w:tc>
          <w:tcPr>
            <w:tcW w:w="554" w:type="dxa"/>
            <w:gridSpan w:val="2"/>
          </w:tcPr>
          <w:p w14:paraId="12620381" w14:textId="77777777" w:rsidR="009353EF" w:rsidRPr="00F95990" w:rsidRDefault="009353EF" w:rsidP="009353EF">
            <w:pPr>
              <w:jc w:val="center"/>
            </w:pPr>
          </w:p>
        </w:tc>
        <w:tc>
          <w:tcPr>
            <w:tcW w:w="976" w:type="dxa"/>
          </w:tcPr>
          <w:p w14:paraId="552D39A3" w14:textId="77777777" w:rsidR="009353EF" w:rsidRPr="00893C2A" w:rsidRDefault="009353EF" w:rsidP="009353EF">
            <w:pPr>
              <w:pStyle w:val="Header"/>
              <w:jc w:val="center"/>
              <w:rPr>
                <w:lang w:val="en-US" w:eastAsia="en-US"/>
              </w:rPr>
            </w:pPr>
            <w:r w:rsidRPr="00893C2A">
              <w:rPr>
                <w:lang w:val="en-US" w:eastAsia="en-US"/>
              </w:rPr>
              <w:t>C</w:t>
            </w:r>
            <w:r w:rsidRPr="00893C2A">
              <w:rPr>
                <w:vertAlign w:val="superscript"/>
                <w:lang w:val="en-US" w:eastAsia="en-US"/>
              </w:rPr>
              <w:t>4</w:t>
            </w:r>
          </w:p>
        </w:tc>
        <w:tc>
          <w:tcPr>
            <w:tcW w:w="7470" w:type="dxa"/>
          </w:tcPr>
          <w:p w14:paraId="430910E2" w14:textId="77777777" w:rsidR="009353EF" w:rsidRPr="00893C2A" w:rsidRDefault="009353EF" w:rsidP="009353EF">
            <w:pPr>
              <w:pStyle w:val="Header"/>
              <w:tabs>
                <w:tab w:val="clear" w:pos="4320"/>
                <w:tab w:val="clear" w:pos="8640"/>
              </w:tabs>
              <w:rPr>
                <w:color w:val="000000"/>
                <w:lang w:val="en-US" w:eastAsia="en-US"/>
              </w:rPr>
            </w:pPr>
            <w:r w:rsidRPr="00893C2A">
              <w:rPr>
                <w:color w:val="000000"/>
                <w:lang w:val="en-US" w:eastAsia="en-US"/>
              </w:rPr>
              <w:t>Supports receiving a DeviceCommunicationControl service request specifying DISABLE_INITIATION.</w:t>
            </w:r>
          </w:p>
        </w:tc>
      </w:tr>
      <w:tr w:rsidR="009353EF" w:rsidRPr="00F95990" w14:paraId="484DB08D" w14:textId="77777777" w:rsidTr="0082225D">
        <w:trPr>
          <w:cantSplit/>
        </w:trPr>
        <w:tc>
          <w:tcPr>
            <w:tcW w:w="9000" w:type="dxa"/>
            <w:gridSpan w:val="4"/>
          </w:tcPr>
          <w:p w14:paraId="2EE1C779" w14:textId="77777777" w:rsidR="009353EF" w:rsidRPr="002B5BDD" w:rsidRDefault="009353EF" w:rsidP="009353EF">
            <w:pPr>
              <w:pStyle w:val="OptionFootnote"/>
            </w:pPr>
            <w:r w:rsidRPr="002B5BDD">
              <w:rPr>
                <w:vertAlign w:val="superscript"/>
              </w:rPr>
              <w:t xml:space="preserve">1 </w:t>
            </w:r>
            <w:r w:rsidRPr="002B5BDD">
              <w:t>At least one of these options is required in order to claim conformance to this BIBB.</w:t>
            </w:r>
          </w:p>
          <w:p w14:paraId="04583DF6" w14:textId="77777777" w:rsidR="009353EF" w:rsidRPr="002B5BDD" w:rsidRDefault="009353EF" w:rsidP="009353EF">
            <w:pPr>
              <w:pStyle w:val="OptionFootnote"/>
              <w:rPr>
                <w:b/>
                <w:bCs/>
              </w:rPr>
            </w:pPr>
            <w:r w:rsidRPr="002B5BDD">
              <w:rPr>
                <w:vertAlign w:val="superscript"/>
              </w:rPr>
              <w:t xml:space="preserve">4 </w:t>
            </w:r>
            <w:r w:rsidRPr="002B5BDD">
              <w:t>Required if device implements protocol revision 4 or higher.</w:t>
            </w:r>
          </w:p>
        </w:tc>
      </w:tr>
      <w:tr w:rsidR="009353EF" w:rsidRPr="00F95990" w14:paraId="731CA506"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677AF52D"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Reinitialize Device </w:t>
            </w:r>
            <w:r w:rsidR="00012C95">
              <w:rPr>
                <w:b/>
                <w:bCs/>
              </w:rPr>
              <w:t>-</w:t>
            </w:r>
            <w:r w:rsidRPr="00F95990">
              <w:rPr>
                <w:b/>
                <w:bCs/>
              </w:rPr>
              <w:t xml:space="preserve"> A</w:t>
            </w:r>
          </w:p>
        </w:tc>
      </w:tr>
      <w:tr w:rsidR="009353EF" w:rsidRPr="00F95990" w14:paraId="71949B2F" w14:textId="77777777" w:rsidTr="0082225D">
        <w:tc>
          <w:tcPr>
            <w:tcW w:w="554" w:type="dxa"/>
            <w:gridSpan w:val="2"/>
          </w:tcPr>
          <w:p w14:paraId="2CF3C3AD" w14:textId="77777777" w:rsidR="009353EF" w:rsidRPr="00F95990" w:rsidRDefault="009353EF" w:rsidP="009353EF">
            <w:pPr>
              <w:jc w:val="center"/>
            </w:pPr>
          </w:p>
        </w:tc>
        <w:tc>
          <w:tcPr>
            <w:tcW w:w="976" w:type="dxa"/>
          </w:tcPr>
          <w:p w14:paraId="1EA69E4A" w14:textId="77777777" w:rsidR="009353EF" w:rsidRPr="00F95990" w:rsidRDefault="009353EF" w:rsidP="009353EF">
            <w:pPr>
              <w:jc w:val="center"/>
            </w:pPr>
            <w:r w:rsidRPr="00F95990">
              <w:t>R</w:t>
            </w:r>
          </w:p>
        </w:tc>
        <w:tc>
          <w:tcPr>
            <w:tcW w:w="7470" w:type="dxa"/>
          </w:tcPr>
          <w:p w14:paraId="79133992" w14:textId="77777777" w:rsidR="009353EF" w:rsidRPr="00F95990" w:rsidRDefault="009353EF" w:rsidP="009353EF">
            <w:r w:rsidRPr="00F95990">
              <w:t>Base Requirements</w:t>
            </w:r>
          </w:p>
        </w:tc>
      </w:tr>
      <w:tr w:rsidR="009353EF" w:rsidRPr="00F95990" w14:paraId="00E309B6" w14:textId="77777777" w:rsidTr="0082225D">
        <w:tc>
          <w:tcPr>
            <w:tcW w:w="554" w:type="dxa"/>
            <w:gridSpan w:val="2"/>
          </w:tcPr>
          <w:p w14:paraId="6D1251BB" w14:textId="77777777" w:rsidR="009353EF" w:rsidRPr="00F95990" w:rsidRDefault="009353EF" w:rsidP="009353EF">
            <w:pPr>
              <w:jc w:val="center"/>
            </w:pPr>
          </w:p>
        </w:tc>
        <w:tc>
          <w:tcPr>
            <w:tcW w:w="976" w:type="dxa"/>
          </w:tcPr>
          <w:p w14:paraId="72D67648" w14:textId="77777777" w:rsidR="009353EF" w:rsidRPr="00F95990" w:rsidRDefault="009353EF" w:rsidP="009353EF">
            <w:pPr>
              <w:jc w:val="center"/>
            </w:pPr>
            <w:r w:rsidRPr="00F95990">
              <w:t>R</w:t>
            </w:r>
          </w:p>
        </w:tc>
        <w:tc>
          <w:tcPr>
            <w:tcW w:w="7470" w:type="dxa"/>
          </w:tcPr>
          <w:p w14:paraId="28849208" w14:textId="77777777" w:rsidR="009353EF" w:rsidRPr="00F95990" w:rsidRDefault="009353EF" w:rsidP="009353EF">
            <w:r w:rsidRPr="00F95990">
              <w:t>Supports sending a ReinitializeDevice service request with an arbitrary password</w:t>
            </w:r>
          </w:p>
        </w:tc>
      </w:tr>
      <w:tr w:rsidR="009353EF" w:rsidRPr="00F95990" w14:paraId="57A7939C" w14:textId="77777777" w:rsidTr="0082225D">
        <w:tc>
          <w:tcPr>
            <w:tcW w:w="554" w:type="dxa"/>
            <w:gridSpan w:val="2"/>
          </w:tcPr>
          <w:p w14:paraId="20F84590" w14:textId="77777777" w:rsidR="009353EF" w:rsidRPr="00F95990" w:rsidRDefault="009353EF" w:rsidP="009353EF">
            <w:pPr>
              <w:jc w:val="center"/>
            </w:pPr>
          </w:p>
        </w:tc>
        <w:tc>
          <w:tcPr>
            <w:tcW w:w="976" w:type="dxa"/>
          </w:tcPr>
          <w:p w14:paraId="6F9172DD" w14:textId="77777777" w:rsidR="009353EF" w:rsidRPr="00F95990" w:rsidRDefault="009353EF" w:rsidP="009353EF">
            <w:pPr>
              <w:jc w:val="center"/>
            </w:pPr>
            <w:r w:rsidRPr="00F95990">
              <w:t>O</w:t>
            </w:r>
          </w:p>
        </w:tc>
        <w:tc>
          <w:tcPr>
            <w:tcW w:w="7470" w:type="dxa"/>
          </w:tcPr>
          <w:p w14:paraId="39F06D8D" w14:textId="77777777" w:rsidR="009353EF" w:rsidRPr="00F95990" w:rsidRDefault="009353EF" w:rsidP="009353EF">
            <w:r w:rsidRPr="00F95990">
              <w:t>Supports sending a ReinitializeDevice service request with no password</w:t>
            </w:r>
          </w:p>
        </w:tc>
      </w:tr>
      <w:tr w:rsidR="009353EF" w:rsidRPr="00F95990" w14:paraId="13012218"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52D6BC42" w14:textId="77777777" w:rsidR="009353EF" w:rsidRPr="00F95990" w:rsidRDefault="009353EF" w:rsidP="009353EF">
            <w:pPr>
              <w:ind w:left="990"/>
              <w:rPr>
                <w:b/>
                <w:bCs/>
              </w:rPr>
            </w:pPr>
          </w:p>
        </w:tc>
      </w:tr>
      <w:tr w:rsidR="009353EF" w:rsidRPr="00E97DA6" w14:paraId="7EF1938B" w14:textId="77777777" w:rsidTr="0082225D">
        <w:trPr>
          <w:cantSplit/>
        </w:trPr>
        <w:tc>
          <w:tcPr>
            <w:tcW w:w="9000" w:type="dxa"/>
            <w:gridSpan w:val="4"/>
          </w:tcPr>
          <w:p w14:paraId="2D85BEB3" w14:textId="77777777" w:rsidR="009353EF" w:rsidRPr="00E97DA6" w:rsidRDefault="009353EF" w:rsidP="009353EF">
            <w:pPr>
              <w:rPr>
                <w:b/>
                <w:bCs/>
                <w:lang w:val="fr-FR"/>
              </w:rPr>
            </w:pPr>
            <w:r w:rsidRPr="00E97DA6">
              <w:rPr>
                <w:b/>
                <w:bCs/>
                <w:lang w:val="fr-FR"/>
              </w:rPr>
              <w:t xml:space="preserve">Device Management </w:t>
            </w:r>
            <w:r w:rsidR="00012C95">
              <w:rPr>
                <w:b/>
                <w:bCs/>
                <w:lang w:val="fr-FR"/>
              </w:rPr>
              <w:t>-</w:t>
            </w:r>
            <w:r w:rsidRPr="00E97DA6">
              <w:rPr>
                <w:b/>
                <w:bCs/>
                <w:lang w:val="fr-FR"/>
              </w:rPr>
              <w:t xml:space="preserve"> Reinitialize Device </w:t>
            </w:r>
            <w:r w:rsidR="00012C95">
              <w:rPr>
                <w:b/>
                <w:bCs/>
                <w:lang w:val="fr-FR"/>
              </w:rPr>
              <w:t>-</w:t>
            </w:r>
            <w:r w:rsidRPr="00E97DA6">
              <w:rPr>
                <w:b/>
                <w:bCs/>
                <w:lang w:val="fr-FR"/>
              </w:rPr>
              <w:t xml:space="preserve"> B</w:t>
            </w:r>
          </w:p>
        </w:tc>
      </w:tr>
      <w:tr w:rsidR="009353EF" w:rsidRPr="00F95990" w14:paraId="4ABEFFB3" w14:textId="77777777" w:rsidTr="0082225D">
        <w:tc>
          <w:tcPr>
            <w:tcW w:w="554" w:type="dxa"/>
            <w:gridSpan w:val="2"/>
          </w:tcPr>
          <w:p w14:paraId="14B63662" w14:textId="77777777" w:rsidR="009353EF" w:rsidRPr="00E97DA6" w:rsidRDefault="009353EF" w:rsidP="009353EF">
            <w:pPr>
              <w:jc w:val="center"/>
              <w:rPr>
                <w:lang w:val="fr-FR"/>
              </w:rPr>
            </w:pPr>
          </w:p>
        </w:tc>
        <w:tc>
          <w:tcPr>
            <w:tcW w:w="976" w:type="dxa"/>
          </w:tcPr>
          <w:p w14:paraId="2D50FCE2" w14:textId="77777777" w:rsidR="009353EF" w:rsidRPr="00F95990" w:rsidRDefault="009353EF" w:rsidP="009353EF">
            <w:pPr>
              <w:jc w:val="center"/>
            </w:pPr>
            <w:r w:rsidRPr="00F95990">
              <w:t>R</w:t>
            </w:r>
          </w:p>
        </w:tc>
        <w:tc>
          <w:tcPr>
            <w:tcW w:w="7470" w:type="dxa"/>
          </w:tcPr>
          <w:p w14:paraId="1702352F" w14:textId="77777777" w:rsidR="009353EF" w:rsidRPr="00F95990" w:rsidRDefault="009353EF" w:rsidP="009353EF">
            <w:r w:rsidRPr="00F95990">
              <w:t>Base Requirements</w:t>
            </w:r>
          </w:p>
        </w:tc>
      </w:tr>
      <w:tr w:rsidR="000E1FB0" w:rsidRPr="00F95990" w14:paraId="7C765A8C" w14:textId="77777777" w:rsidTr="0082225D">
        <w:tc>
          <w:tcPr>
            <w:tcW w:w="554" w:type="dxa"/>
            <w:gridSpan w:val="2"/>
          </w:tcPr>
          <w:p w14:paraId="1C6455A3" w14:textId="77777777" w:rsidR="000E1FB0" w:rsidRPr="00F95990" w:rsidRDefault="000E1FB0" w:rsidP="00893C2A">
            <w:pPr>
              <w:jc w:val="center"/>
            </w:pPr>
          </w:p>
        </w:tc>
        <w:tc>
          <w:tcPr>
            <w:tcW w:w="976" w:type="dxa"/>
          </w:tcPr>
          <w:p w14:paraId="50361F5D" w14:textId="77777777" w:rsidR="000E1FB0" w:rsidRPr="00F95990" w:rsidRDefault="000E1FB0" w:rsidP="00893C2A">
            <w:pPr>
              <w:jc w:val="center"/>
            </w:pPr>
            <w:r w:rsidRPr="00F95990">
              <w:t>C</w:t>
            </w:r>
            <w:r w:rsidRPr="00F95990">
              <w:rPr>
                <w:vertAlign w:val="superscript"/>
              </w:rPr>
              <w:t>1</w:t>
            </w:r>
          </w:p>
        </w:tc>
        <w:tc>
          <w:tcPr>
            <w:tcW w:w="7470" w:type="dxa"/>
          </w:tcPr>
          <w:p w14:paraId="475E01C2" w14:textId="77777777" w:rsidR="000E1FB0" w:rsidRPr="00F95990" w:rsidRDefault="000E1FB0" w:rsidP="00893C2A">
            <w:r w:rsidRPr="00F95990">
              <w:t xml:space="preserve">Implements ReinitializeDevice </w:t>
            </w:r>
            <w:r>
              <w:t xml:space="preserve">WARMSTART </w:t>
            </w:r>
            <w:r w:rsidRPr="00F95990">
              <w:t>with a password</w:t>
            </w:r>
          </w:p>
        </w:tc>
      </w:tr>
      <w:tr w:rsidR="000E1FB0" w:rsidRPr="00F95990" w14:paraId="33873FB2" w14:textId="77777777" w:rsidTr="0082225D">
        <w:tc>
          <w:tcPr>
            <w:tcW w:w="554" w:type="dxa"/>
            <w:gridSpan w:val="2"/>
          </w:tcPr>
          <w:p w14:paraId="637C9C5A" w14:textId="77777777" w:rsidR="000E1FB0" w:rsidRPr="00F95990" w:rsidRDefault="000E1FB0" w:rsidP="00893C2A">
            <w:pPr>
              <w:jc w:val="center"/>
            </w:pPr>
          </w:p>
        </w:tc>
        <w:tc>
          <w:tcPr>
            <w:tcW w:w="976" w:type="dxa"/>
          </w:tcPr>
          <w:p w14:paraId="3E870D53" w14:textId="77777777" w:rsidR="000E1FB0" w:rsidRPr="00F95990" w:rsidRDefault="000E1FB0" w:rsidP="00893C2A">
            <w:pPr>
              <w:jc w:val="center"/>
            </w:pPr>
            <w:r w:rsidRPr="00F95990">
              <w:t>C</w:t>
            </w:r>
            <w:r w:rsidRPr="00F95990">
              <w:rPr>
                <w:vertAlign w:val="superscript"/>
              </w:rPr>
              <w:t>1</w:t>
            </w:r>
          </w:p>
        </w:tc>
        <w:tc>
          <w:tcPr>
            <w:tcW w:w="7470" w:type="dxa"/>
          </w:tcPr>
          <w:p w14:paraId="5E1700D1" w14:textId="77777777" w:rsidR="000E1FB0" w:rsidRPr="00F95990" w:rsidRDefault="000E1FB0" w:rsidP="00893C2A">
            <w:r w:rsidRPr="00F95990">
              <w:t xml:space="preserve">Implements ReinitializeDevice </w:t>
            </w:r>
            <w:r w:rsidRPr="000E1FB0">
              <w:t xml:space="preserve">WARMSTART </w:t>
            </w:r>
            <w:r w:rsidRPr="00F95990">
              <w:t>with no password</w:t>
            </w:r>
          </w:p>
        </w:tc>
      </w:tr>
      <w:tr w:rsidR="009353EF" w:rsidRPr="00F95990" w14:paraId="31EAADDE" w14:textId="77777777" w:rsidTr="0082225D">
        <w:tc>
          <w:tcPr>
            <w:tcW w:w="554" w:type="dxa"/>
            <w:gridSpan w:val="2"/>
          </w:tcPr>
          <w:p w14:paraId="66A36D79" w14:textId="77777777" w:rsidR="009353EF" w:rsidRPr="00F95990" w:rsidRDefault="009353EF" w:rsidP="009353EF">
            <w:pPr>
              <w:jc w:val="center"/>
            </w:pPr>
          </w:p>
        </w:tc>
        <w:tc>
          <w:tcPr>
            <w:tcW w:w="976" w:type="dxa"/>
          </w:tcPr>
          <w:p w14:paraId="26ABA4AF" w14:textId="2AA6729B" w:rsidR="009353EF" w:rsidRPr="00F95990" w:rsidRDefault="009353EF" w:rsidP="009353EF">
            <w:pPr>
              <w:jc w:val="center"/>
            </w:pPr>
            <w:r w:rsidRPr="00F95990">
              <w:t>C</w:t>
            </w:r>
            <w:r w:rsidR="00D32526">
              <w:rPr>
                <w:vertAlign w:val="superscript"/>
              </w:rPr>
              <w:t>2</w:t>
            </w:r>
          </w:p>
        </w:tc>
        <w:tc>
          <w:tcPr>
            <w:tcW w:w="7470" w:type="dxa"/>
          </w:tcPr>
          <w:p w14:paraId="21D98C5E" w14:textId="77777777" w:rsidR="009353EF" w:rsidRPr="00F95990" w:rsidRDefault="009353EF" w:rsidP="000E1FB0">
            <w:r w:rsidRPr="00F95990">
              <w:t xml:space="preserve">Implements ReinitializeDevice </w:t>
            </w:r>
            <w:r w:rsidR="000E1FB0">
              <w:t>COLD</w:t>
            </w:r>
            <w:r w:rsidR="000E1FB0" w:rsidRPr="000E1FB0">
              <w:t xml:space="preserve">START </w:t>
            </w:r>
            <w:r w:rsidRPr="00F95990">
              <w:t>with a password</w:t>
            </w:r>
          </w:p>
        </w:tc>
      </w:tr>
      <w:tr w:rsidR="009353EF" w:rsidRPr="00F95990" w14:paraId="26A570EA" w14:textId="77777777" w:rsidTr="0082225D">
        <w:tc>
          <w:tcPr>
            <w:tcW w:w="554" w:type="dxa"/>
            <w:gridSpan w:val="2"/>
          </w:tcPr>
          <w:p w14:paraId="131CEE93" w14:textId="77777777" w:rsidR="009353EF" w:rsidRPr="00F95990" w:rsidRDefault="009353EF" w:rsidP="009353EF">
            <w:pPr>
              <w:jc w:val="center"/>
            </w:pPr>
          </w:p>
        </w:tc>
        <w:tc>
          <w:tcPr>
            <w:tcW w:w="976" w:type="dxa"/>
          </w:tcPr>
          <w:p w14:paraId="57F93778" w14:textId="4E876738" w:rsidR="009353EF" w:rsidRPr="00F95990" w:rsidRDefault="009353EF" w:rsidP="009353EF">
            <w:pPr>
              <w:jc w:val="center"/>
            </w:pPr>
            <w:r w:rsidRPr="00F95990">
              <w:t>C</w:t>
            </w:r>
            <w:r w:rsidR="00D32526">
              <w:rPr>
                <w:vertAlign w:val="superscript"/>
              </w:rPr>
              <w:t>2</w:t>
            </w:r>
          </w:p>
        </w:tc>
        <w:tc>
          <w:tcPr>
            <w:tcW w:w="7470" w:type="dxa"/>
          </w:tcPr>
          <w:p w14:paraId="0ED1EE08" w14:textId="77777777" w:rsidR="009353EF" w:rsidRPr="00F95990" w:rsidRDefault="009353EF" w:rsidP="009353EF">
            <w:r w:rsidRPr="00F95990">
              <w:t xml:space="preserve">Implements ReinitializeDevice </w:t>
            </w:r>
            <w:r w:rsidR="000E1FB0" w:rsidRPr="000E1FB0">
              <w:t xml:space="preserve">COLDSTART </w:t>
            </w:r>
            <w:r w:rsidRPr="00F95990">
              <w:t>with no password</w:t>
            </w:r>
          </w:p>
        </w:tc>
      </w:tr>
      <w:tr w:rsidR="009353EF" w:rsidRPr="00F95990" w14:paraId="2159C5DD" w14:textId="77777777" w:rsidTr="0082225D">
        <w:trPr>
          <w:cantSplit/>
        </w:trPr>
        <w:tc>
          <w:tcPr>
            <w:tcW w:w="9000" w:type="dxa"/>
            <w:gridSpan w:val="4"/>
          </w:tcPr>
          <w:p w14:paraId="380A250B" w14:textId="77777777" w:rsidR="009353EF" w:rsidRDefault="009353EF" w:rsidP="009353EF">
            <w:pPr>
              <w:pStyle w:val="OptionFootnote"/>
            </w:pPr>
            <w:r w:rsidRPr="00F95990">
              <w:rPr>
                <w:vertAlign w:val="superscript"/>
              </w:rPr>
              <w:t xml:space="preserve">1 </w:t>
            </w:r>
            <w:r w:rsidRPr="00F95990">
              <w:t>At least one of these options is required in order to claim conformance to this BIBB.</w:t>
            </w:r>
          </w:p>
          <w:p w14:paraId="33E989D7" w14:textId="14EA4705" w:rsidR="00D32526" w:rsidRPr="00F95990" w:rsidRDefault="00D32526" w:rsidP="009353EF">
            <w:pPr>
              <w:pStyle w:val="OptionFootnote"/>
              <w:rPr>
                <w:b/>
                <w:bCs/>
              </w:rPr>
            </w:pPr>
            <w:r>
              <w:rPr>
                <w:vertAlign w:val="superscript"/>
              </w:rPr>
              <w:t>2</w:t>
            </w:r>
            <w:r w:rsidRPr="00F95990">
              <w:rPr>
                <w:vertAlign w:val="superscript"/>
              </w:rPr>
              <w:t xml:space="preserve"> </w:t>
            </w:r>
            <w:r w:rsidRPr="00F95990">
              <w:t>At least one of these options is required in order to claim conformance to this BIBB.</w:t>
            </w:r>
          </w:p>
        </w:tc>
      </w:tr>
      <w:tr w:rsidR="009353EF" w:rsidRPr="00F95990" w14:paraId="3AE6ABD0" w14:textId="77777777" w:rsidTr="0082225D">
        <w:trPr>
          <w:cantSplit/>
        </w:trPr>
        <w:tc>
          <w:tcPr>
            <w:tcW w:w="9000" w:type="dxa"/>
            <w:gridSpan w:val="4"/>
          </w:tcPr>
          <w:p w14:paraId="0C087113" w14:textId="77777777" w:rsidR="009353EF" w:rsidRPr="00F95990" w:rsidRDefault="009353EF" w:rsidP="009353EF">
            <w:pPr>
              <w:pStyle w:val="OptionFootnote"/>
              <w:ind w:left="0"/>
              <w:rPr>
                <w:b/>
              </w:rPr>
            </w:pPr>
            <w:r w:rsidRPr="00F95990">
              <w:rPr>
                <w:b/>
              </w:rPr>
              <w:t xml:space="preserve">Device Management </w:t>
            </w:r>
            <w:r w:rsidR="00012C95">
              <w:rPr>
                <w:b/>
              </w:rPr>
              <w:t>-</w:t>
            </w:r>
            <w:r w:rsidRPr="00F95990">
              <w:rPr>
                <w:b/>
              </w:rPr>
              <w:t xml:space="preserve"> Backup and Restore </w:t>
            </w:r>
            <w:r w:rsidR="00012C95">
              <w:rPr>
                <w:b/>
              </w:rPr>
              <w:t>-</w:t>
            </w:r>
            <w:r w:rsidRPr="00F95990">
              <w:rPr>
                <w:b/>
              </w:rPr>
              <w:t xml:space="preserve"> A</w:t>
            </w:r>
          </w:p>
        </w:tc>
      </w:tr>
      <w:tr w:rsidR="009353EF" w:rsidRPr="00F95990" w14:paraId="517C82A9" w14:textId="77777777" w:rsidTr="0082225D">
        <w:tc>
          <w:tcPr>
            <w:tcW w:w="554" w:type="dxa"/>
            <w:gridSpan w:val="2"/>
          </w:tcPr>
          <w:p w14:paraId="3E5A1019" w14:textId="77777777" w:rsidR="009353EF" w:rsidRPr="00F95990" w:rsidRDefault="009353EF" w:rsidP="009353EF">
            <w:pPr>
              <w:jc w:val="center"/>
            </w:pPr>
          </w:p>
        </w:tc>
        <w:tc>
          <w:tcPr>
            <w:tcW w:w="976" w:type="dxa"/>
          </w:tcPr>
          <w:p w14:paraId="20285824" w14:textId="77777777" w:rsidR="009353EF" w:rsidRPr="00F95990" w:rsidRDefault="009353EF" w:rsidP="009353EF">
            <w:pPr>
              <w:jc w:val="center"/>
            </w:pPr>
            <w:r w:rsidRPr="00F95990">
              <w:t>R</w:t>
            </w:r>
          </w:p>
        </w:tc>
        <w:tc>
          <w:tcPr>
            <w:tcW w:w="7470" w:type="dxa"/>
          </w:tcPr>
          <w:p w14:paraId="46CA1460" w14:textId="77777777" w:rsidR="009353EF" w:rsidRPr="00F95990" w:rsidRDefault="009353EF" w:rsidP="009353EF">
            <w:r w:rsidRPr="00F95990">
              <w:t>Base Requirements</w:t>
            </w:r>
          </w:p>
        </w:tc>
      </w:tr>
      <w:tr w:rsidR="009353EF" w:rsidRPr="00F95990" w14:paraId="0578E4B3" w14:textId="77777777" w:rsidTr="0082225D">
        <w:tc>
          <w:tcPr>
            <w:tcW w:w="554" w:type="dxa"/>
            <w:gridSpan w:val="2"/>
          </w:tcPr>
          <w:p w14:paraId="30AD7ACB" w14:textId="77777777" w:rsidR="009353EF" w:rsidRPr="00F95990" w:rsidRDefault="009353EF" w:rsidP="009353EF">
            <w:pPr>
              <w:jc w:val="center"/>
            </w:pPr>
          </w:p>
        </w:tc>
        <w:tc>
          <w:tcPr>
            <w:tcW w:w="976" w:type="dxa"/>
          </w:tcPr>
          <w:p w14:paraId="0A4C78B8" w14:textId="77777777" w:rsidR="009353EF" w:rsidRPr="00F95990" w:rsidRDefault="009353EF" w:rsidP="009353EF">
            <w:pPr>
              <w:jc w:val="center"/>
            </w:pPr>
            <w:r w:rsidRPr="00F95990">
              <w:t>O</w:t>
            </w:r>
          </w:p>
        </w:tc>
        <w:tc>
          <w:tcPr>
            <w:tcW w:w="7470" w:type="dxa"/>
          </w:tcPr>
          <w:p w14:paraId="32BFDC73" w14:textId="77777777" w:rsidR="009353EF" w:rsidRPr="00F95990" w:rsidRDefault="009353EF" w:rsidP="009353EF">
            <w:r w:rsidRPr="00F95990">
              <w:t>Supports User Initiated Abort Backup</w:t>
            </w:r>
          </w:p>
        </w:tc>
      </w:tr>
      <w:tr w:rsidR="009353EF" w:rsidRPr="00F95990" w14:paraId="1C007669" w14:textId="77777777" w:rsidTr="0082225D">
        <w:tc>
          <w:tcPr>
            <w:tcW w:w="554" w:type="dxa"/>
            <w:gridSpan w:val="2"/>
          </w:tcPr>
          <w:p w14:paraId="09EA4DFE" w14:textId="77777777" w:rsidR="009353EF" w:rsidRPr="00F95990" w:rsidRDefault="009353EF" w:rsidP="009353EF">
            <w:pPr>
              <w:jc w:val="center"/>
            </w:pPr>
          </w:p>
        </w:tc>
        <w:tc>
          <w:tcPr>
            <w:tcW w:w="976" w:type="dxa"/>
          </w:tcPr>
          <w:p w14:paraId="7CBECE21" w14:textId="77777777" w:rsidR="009353EF" w:rsidRPr="00F95990" w:rsidRDefault="009353EF" w:rsidP="009353EF">
            <w:pPr>
              <w:jc w:val="center"/>
            </w:pPr>
            <w:r w:rsidRPr="00F95990">
              <w:t>O</w:t>
            </w:r>
          </w:p>
        </w:tc>
        <w:tc>
          <w:tcPr>
            <w:tcW w:w="7470" w:type="dxa"/>
          </w:tcPr>
          <w:p w14:paraId="3EF6C56B" w14:textId="77777777" w:rsidR="009353EF" w:rsidRPr="00F95990" w:rsidRDefault="009353EF" w:rsidP="009353EF">
            <w:r w:rsidRPr="00F95990">
              <w:t>Supports User Initiated Abort Restore</w:t>
            </w:r>
          </w:p>
        </w:tc>
      </w:tr>
      <w:tr w:rsidR="009353EF" w:rsidRPr="00F95990" w14:paraId="0C4DA8D7" w14:textId="77777777" w:rsidTr="0082225D">
        <w:trPr>
          <w:cantSplit/>
        </w:trPr>
        <w:tc>
          <w:tcPr>
            <w:tcW w:w="9000" w:type="dxa"/>
            <w:gridSpan w:val="4"/>
          </w:tcPr>
          <w:p w14:paraId="58CB5A22" w14:textId="77777777" w:rsidR="009353EF" w:rsidRPr="00F95990" w:rsidRDefault="009353EF" w:rsidP="009353EF">
            <w:pPr>
              <w:rPr>
                <w:b/>
                <w:bCs/>
              </w:rPr>
            </w:pPr>
          </w:p>
        </w:tc>
      </w:tr>
      <w:tr w:rsidR="009353EF" w:rsidRPr="00F95990" w14:paraId="7B9F4990" w14:textId="77777777" w:rsidTr="0082225D">
        <w:trPr>
          <w:cantSplit/>
        </w:trPr>
        <w:tc>
          <w:tcPr>
            <w:tcW w:w="9000" w:type="dxa"/>
            <w:gridSpan w:val="4"/>
          </w:tcPr>
          <w:p w14:paraId="1A52F575"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Backup and Restore </w:t>
            </w:r>
            <w:r w:rsidR="00012C95">
              <w:rPr>
                <w:b/>
                <w:bCs/>
              </w:rPr>
              <w:t>-</w:t>
            </w:r>
            <w:r w:rsidRPr="00F95990">
              <w:rPr>
                <w:b/>
                <w:bCs/>
              </w:rPr>
              <w:t xml:space="preserve"> B</w:t>
            </w:r>
          </w:p>
        </w:tc>
      </w:tr>
      <w:tr w:rsidR="009353EF" w:rsidRPr="00F95990" w14:paraId="79D83E63" w14:textId="77777777" w:rsidTr="0082225D">
        <w:tc>
          <w:tcPr>
            <w:tcW w:w="554" w:type="dxa"/>
            <w:gridSpan w:val="2"/>
          </w:tcPr>
          <w:p w14:paraId="28D62521" w14:textId="77777777" w:rsidR="009353EF" w:rsidRPr="00F95990" w:rsidRDefault="009353EF" w:rsidP="009353EF">
            <w:pPr>
              <w:jc w:val="center"/>
            </w:pPr>
          </w:p>
        </w:tc>
        <w:tc>
          <w:tcPr>
            <w:tcW w:w="976" w:type="dxa"/>
          </w:tcPr>
          <w:p w14:paraId="3A5B3ABB" w14:textId="77777777" w:rsidR="009353EF" w:rsidRPr="00F95990" w:rsidRDefault="009353EF" w:rsidP="009353EF">
            <w:pPr>
              <w:jc w:val="center"/>
            </w:pPr>
            <w:r w:rsidRPr="00F95990">
              <w:t>R</w:t>
            </w:r>
          </w:p>
        </w:tc>
        <w:tc>
          <w:tcPr>
            <w:tcW w:w="7470" w:type="dxa"/>
          </w:tcPr>
          <w:p w14:paraId="58E8E64F" w14:textId="77777777" w:rsidR="009353EF" w:rsidRPr="00F95990" w:rsidRDefault="009353EF" w:rsidP="009353EF">
            <w:r w:rsidRPr="00F95990">
              <w:t>Base Requirements</w:t>
            </w:r>
          </w:p>
        </w:tc>
      </w:tr>
      <w:tr w:rsidR="009353EF" w:rsidRPr="00F95990" w14:paraId="140A147F" w14:textId="77777777" w:rsidTr="0082225D">
        <w:tc>
          <w:tcPr>
            <w:tcW w:w="554" w:type="dxa"/>
            <w:gridSpan w:val="2"/>
          </w:tcPr>
          <w:p w14:paraId="77DE460F" w14:textId="77777777" w:rsidR="009353EF" w:rsidRPr="00F95990" w:rsidRDefault="009353EF" w:rsidP="009353EF">
            <w:pPr>
              <w:jc w:val="center"/>
            </w:pPr>
          </w:p>
        </w:tc>
        <w:tc>
          <w:tcPr>
            <w:tcW w:w="976" w:type="dxa"/>
          </w:tcPr>
          <w:p w14:paraId="2532B572" w14:textId="77777777" w:rsidR="009353EF" w:rsidRPr="00F95990" w:rsidRDefault="009353EF" w:rsidP="009353EF">
            <w:pPr>
              <w:jc w:val="center"/>
            </w:pPr>
            <w:r w:rsidRPr="00F95990">
              <w:t>C</w:t>
            </w:r>
            <w:r w:rsidRPr="00F95990">
              <w:rPr>
                <w:vertAlign w:val="superscript"/>
              </w:rPr>
              <w:t>1</w:t>
            </w:r>
          </w:p>
        </w:tc>
        <w:tc>
          <w:tcPr>
            <w:tcW w:w="7470" w:type="dxa"/>
          </w:tcPr>
          <w:p w14:paraId="2567A3F7" w14:textId="77777777" w:rsidR="009353EF" w:rsidRPr="00F95990" w:rsidRDefault="009353EF" w:rsidP="009353EF">
            <w:r w:rsidRPr="00F95990">
              <w:t>Supports password protected Backup</w:t>
            </w:r>
          </w:p>
        </w:tc>
      </w:tr>
      <w:tr w:rsidR="009353EF" w:rsidRPr="00F95990" w14:paraId="0F750087" w14:textId="77777777" w:rsidTr="0082225D">
        <w:tc>
          <w:tcPr>
            <w:tcW w:w="554" w:type="dxa"/>
            <w:gridSpan w:val="2"/>
          </w:tcPr>
          <w:p w14:paraId="61C116D7" w14:textId="77777777" w:rsidR="009353EF" w:rsidRPr="00F95990" w:rsidRDefault="009353EF" w:rsidP="009353EF">
            <w:pPr>
              <w:jc w:val="center"/>
            </w:pPr>
          </w:p>
        </w:tc>
        <w:tc>
          <w:tcPr>
            <w:tcW w:w="976" w:type="dxa"/>
          </w:tcPr>
          <w:p w14:paraId="4796139E" w14:textId="77777777" w:rsidR="009353EF" w:rsidRPr="00F95990" w:rsidRDefault="009353EF" w:rsidP="009353EF">
            <w:pPr>
              <w:jc w:val="center"/>
            </w:pPr>
            <w:r w:rsidRPr="00F95990">
              <w:t>C</w:t>
            </w:r>
            <w:r w:rsidRPr="00F95990">
              <w:rPr>
                <w:vertAlign w:val="superscript"/>
              </w:rPr>
              <w:t>1</w:t>
            </w:r>
          </w:p>
        </w:tc>
        <w:tc>
          <w:tcPr>
            <w:tcW w:w="7470" w:type="dxa"/>
          </w:tcPr>
          <w:p w14:paraId="637B623F" w14:textId="77777777" w:rsidR="009353EF" w:rsidRPr="00F95990" w:rsidRDefault="009353EF" w:rsidP="009353EF">
            <w:r w:rsidRPr="00F95990">
              <w:t>Supports non-password protected Backup</w:t>
            </w:r>
          </w:p>
        </w:tc>
      </w:tr>
      <w:tr w:rsidR="009353EF" w:rsidRPr="00F95990" w14:paraId="4621FE72" w14:textId="77777777" w:rsidTr="0082225D">
        <w:tc>
          <w:tcPr>
            <w:tcW w:w="554" w:type="dxa"/>
            <w:gridSpan w:val="2"/>
          </w:tcPr>
          <w:p w14:paraId="16A1F544" w14:textId="77777777" w:rsidR="009353EF" w:rsidRPr="00F95990" w:rsidRDefault="009353EF" w:rsidP="009353EF">
            <w:pPr>
              <w:jc w:val="center"/>
            </w:pPr>
          </w:p>
        </w:tc>
        <w:tc>
          <w:tcPr>
            <w:tcW w:w="976" w:type="dxa"/>
          </w:tcPr>
          <w:p w14:paraId="5E4AEA59" w14:textId="77777777" w:rsidR="009353EF" w:rsidRPr="00F95990" w:rsidRDefault="009353EF" w:rsidP="009353EF">
            <w:pPr>
              <w:jc w:val="center"/>
            </w:pPr>
            <w:r w:rsidRPr="00F95990">
              <w:t>C</w:t>
            </w:r>
            <w:r w:rsidRPr="00F95990">
              <w:rPr>
                <w:vertAlign w:val="superscript"/>
              </w:rPr>
              <w:t>2</w:t>
            </w:r>
          </w:p>
        </w:tc>
        <w:tc>
          <w:tcPr>
            <w:tcW w:w="7470" w:type="dxa"/>
          </w:tcPr>
          <w:p w14:paraId="7B0D3E75" w14:textId="77777777" w:rsidR="009353EF" w:rsidRPr="00F95990" w:rsidRDefault="009353EF" w:rsidP="009353EF">
            <w:r w:rsidRPr="00F95990">
              <w:t>Supports password protected Restore</w:t>
            </w:r>
          </w:p>
        </w:tc>
      </w:tr>
      <w:tr w:rsidR="009353EF" w:rsidRPr="00F95990" w14:paraId="276F34CD" w14:textId="77777777" w:rsidTr="0082225D">
        <w:tc>
          <w:tcPr>
            <w:tcW w:w="554" w:type="dxa"/>
            <w:gridSpan w:val="2"/>
          </w:tcPr>
          <w:p w14:paraId="212B43A4" w14:textId="77777777" w:rsidR="009353EF" w:rsidRPr="00F95990" w:rsidRDefault="009353EF" w:rsidP="009353EF">
            <w:pPr>
              <w:jc w:val="center"/>
            </w:pPr>
          </w:p>
        </w:tc>
        <w:tc>
          <w:tcPr>
            <w:tcW w:w="976" w:type="dxa"/>
          </w:tcPr>
          <w:p w14:paraId="13CEB775" w14:textId="77777777" w:rsidR="009353EF" w:rsidRPr="00F95990" w:rsidRDefault="009353EF" w:rsidP="009353EF">
            <w:pPr>
              <w:jc w:val="center"/>
            </w:pPr>
            <w:r w:rsidRPr="00F95990">
              <w:t>C</w:t>
            </w:r>
            <w:r w:rsidRPr="00F95990">
              <w:rPr>
                <w:vertAlign w:val="superscript"/>
              </w:rPr>
              <w:t>2</w:t>
            </w:r>
          </w:p>
        </w:tc>
        <w:tc>
          <w:tcPr>
            <w:tcW w:w="7470" w:type="dxa"/>
          </w:tcPr>
          <w:p w14:paraId="7C60C4EA" w14:textId="77777777" w:rsidR="009353EF" w:rsidRPr="00F95990" w:rsidRDefault="009353EF" w:rsidP="009353EF">
            <w:r w:rsidRPr="00F95990">
              <w:t>Supports non-password protected Restore</w:t>
            </w:r>
          </w:p>
        </w:tc>
      </w:tr>
      <w:tr w:rsidR="009353EF" w:rsidRPr="00F95990" w14:paraId="3D320BB7" w14:textId="77777777" w:rsidTr="0082225D">
        <w:tc>
          <w:tcPr>
            <w:tcW w:w="554" w:type="dxa"/>
            <w:gridSpan w:val="2"/>
          </w:tcPr>
          <w:p w14:paraId="7049769C" w14:textId="77777777" w:rsidR="009353EF" w:rsidRPr="00F95990" w:rsidRDefault="009353EF" w:rsidP="009353EF">
            <w:pPr>
              <w:jc w:val="center"/>
            </w:pPr>
          </w:p>
        </w:tc>
        <w:tc>
          <w:tcPr>
            <w:tcW w:w="976" w:type="dxa"/>
          </w:tcPr>
          <w:p w14:paraId="4D582C37" w14:textId="77777777" w:rsidR="009353EF" w:rsidRPr="00F95990" w:rsidRDefault="009353EF" w:rsidP="009353EF">
            <w:pPr>
              <w:jc w:val="center"/>
            </w:pPr>
            <w:r w:rsidRPr="00F95990">
              <w:t>O</w:t>
            </w:r>
          </w:p>
        </w:tc>
        <w:tc>
          <w:tcPr>
            <w:tcW w:w="7470" w:type="dxa"/>
          </w:tcPr>
          <w:p w14:paraId="4AA52966" w14:textId="77777777" w:rsidR="009353EF" w:rsidRPr="00F95990" w:rsidRDefault="009353EF" w:rsidP="002E5097">
            <w:r w:rsidRPr="00F95990">
              <w:t xml:space="preserve">Changes operational behavior during a Backup </w:t>
            </w:r>
            <w:r w:rsidR="00CB3E52">
              <w:t>p</w:t>
            </w:r>
            <w:r w:rsidRPr="00F95990">
              <w:t>rocedure</w:t>
            </w:r>
          </w:p>
        </w:tc>
      </w:tr>
      <w:tr w:rsidR="009353EF" w:rsidRPr="00F95990" w14:paraId="7084CB79" w14:textId="77777777" w:rsidTr="0082225D">
        <w:tc>
          <w:tcPr>
            <w:tcW w:w="554" w:type="dxa"/>
            <w:gridSpan w:val="2"/>
          </w:tcPr>
          <w:p w14:paraId="43F84745" w14:textId="77777777" w:rsidR="009353EF" w:rsidRPr="00F95990" w:rsidRDefault="009353EF" w:rsidP="009353EF">
            <w:pPr>
              <w:jc w:val="center"/>
            </w:pPr>
          </w:p>
        </w:tc>
        <w:tc>
          <w:tcPr>
            <w:tcW w:w="976" w:type="dxa"/>
          </w:tcPr>
          <w:p w14:paraId="26D2E91A" w14:textId="77777777" w:rsidR="009353EF" w:rsidRPr="00F95990" w:rsidRDefault="009353EF" w:rsidP="009353EF">
            <w:pPr>
              <w:jc w:val="center"/>
            </w:pPr>
            <w:r w:rsidRPr="00F95990">
              <w:t>O</w:t>
            </w:r>
          </w:p>
        </w:tc>
        <w:tc>
          <w:tcPr>
            <w:tcW w:w="7470" w:type="dxa"/>
          </w:tcPr>
          <w:p w14:paraId="0445456B" w14:textId="77777777" w:rsidR="009353EF" w:rsidRPr="00F95990" w:rsidRDefault="009353EF" w:rsidP="002E5097">
            <w:r w:rsidRPr="00F95990">
              <w:t xml:space="preserve">Changes operational behavior during a Restore </w:t>
            </w:r>
            <w:r w:rsidR="00CB3E52">
              <w:t>p</w:t>
            </w:r>
            <w:r w:rsidRPr="00F95990">
              <w:t>rocedure</w:t>
            </w:r>
          </w:p>
        </w:tc>
      </w:tr>
      <w:tr w:rsidR="009353EF" w:rsidRPr="00F95990" w14:paraId="631CD123" w14:textId="77777777" w:rsidTr="0082225D">
        <w:trPr>
          <w:cantSplit/>
        </w:trPr>
        <w:tc>
          <w:tcPr>
            <w:tcW w:w="9000" w:type="dxa"/>
            <w:gridSpan w:val="4"/>
          </w:tcPr>
          <w:p w14:paraId="317EC43D" w14:textId="77777777" w:rsidR="009353EF" w:rsidRPr="00F95990" w:rsidRDefault="009353EF" w:rsidP="009353EF">
            <w:pPr>
              <w:ind w:left="720"/>
            </w:pPr>
            <w:r w:rsidRPr="00F95990">
              <w:rPr>
                <w:vertAlign w:val="superscript"/>
              </w:rPr>
              <w:t>1</w:t>
            </w:r>
            <w:r w:rsidRPr="00F95990">
              <w:t xml:space="preserve"> At least one of these is required in order to claim conformance to this BIBB.</w:t>
            </w:r>
          </w:p>
          <w:p w14:paraId="673B258F" w14:textId="77777777" w:rsidR="009353EF" w:rsidRPr="00F95990" w:rsidRDefault="009353EF" w:rsidP="009353EF">
            <w:pPr>
              <w:ind w:left="720"/>
              <w:rPr>
                <w:b/>
                <w:bCs/>
              </w:rPr>
            </w:pPr>
            <w:r w:rsidRPr="00F95990">
              <w:rPr>
                <w:vertAlign w:val="superscript"/>
              </w:rPr>
              <w:t>2</w:t>
            </w:r>
            <w:r w:rsidRPr="00F95990">
              <w:t xml:space="preserve"> At least one of these is required in order to claim conformance to this BIBB.</w:t>
            </w:r>
          </w:p>
        </w:tc>
      </w:tr>
      <w:tr w:rsidR="009353EF" w:rsidRPr="00F95990" w14:paraId="2BE933F1"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63902506"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Restart </w:t>
            </w:r>
            <w:r w:rsidR="00012C95">
              <w:rPr>
                <w:b/>
                <w:bCs/>
              </w:rPr>
              <w:t>-</w:t>
            </w:r>
            <w:r w:rsidRPr="00F95990">
              <w:rPr>
                <w:b/>
                <w:bCs/>
              </w:rPr>
              <w:t xml:space="preserve"> A</w:t>
            </w:r>
          </w:p>
        </w:tc>
      </w:tr>
      <w:tr w:rsidR="009353EF" w:rsidRPr="00F95990" w14:paraId="6A0F263E" w14:textId="77777777" w:rsidTr="0082225D">
        <w:tc>
          <w:tcPr>
            <w:tcW w:w="554" w:type="dxa"/>
            <w:gridSpan w:val="2"/>
          </w:tcPr>
          <w:p w14:paraId="2C7A7972" w14:textId="77777777" w:rsidR="009353EF" w:rsidRPr="00F95990" w:rsidRDefault="009353EF" w:rsidP="009353EF">
            <w:pPr>
              <w:jc w:val="center"/>
            </w:pPr>
          </w:p>
        </w:tc>
        <w:tc>
          <w:tcPr>
            <w:tcW w:w="976" w:type="dxa"/>
          </w:tcPr>
          <w:p w14:paraId="7191DC88" w14:textId="77777777" w:rsidR="009353EF" w:rsidRPr="00F95990" w:rsidRDefault="009353EF" w:rsidP="009353EF">
            <w:pPr>
              <w:jc w:val="center"/>
            </w:pPr>
            <w:r w:rsidRPr="00F95990">
              <w:t>R</w:t>
            </w:r>
          </w:p>
        </w:tc>
        <w:tc>
          <w:tcPr>
            <w:tcW w:w="7470" w:type="dxa"/>
          </w:tcPr>
          <w:p w14:paraId="03C6509C" w14:textId="77777777" w:rsidR="009353EF" w:rsidRPr="00F95990" w:rsidRDefault="009353EF" w:rsidP="009353EF">
            <w:r w:rsidRPr="00F95990">
              <w:t>Base Requirements</w:t>
            </w:r>
          </w:p>
        </w:tc>
      </w:tr>
      <w:tr w:rsidR="009353EF" w:rsidRPr="00F95990" w14:paraId="0F7591A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623B13DB" w14:textId="77777777" w:rsidR="009353EF" w:rsidRPr="00F95990" w:rsidRDefault="009353EF" w:rsidP="009353EF">
            <w:pPr>
              <w:ind w:left="990"/>
              <w:rPr>
                <w:b/>
                <w:bCs/>
              </w:rPr>
            </w:pPr>
          </w:p>
        </w:tc>
      </w:tr>
      <w:tr w:rsidR="009353EF" w:rsidRPr="00F95990" w14:paraId="2F93AA0E"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2C616605" w14:textId="77777777" w:rsidR="009353EF" w:rsidRPr="00F95990" w:rsidRDefault="009353EF" w:rsidP="009353EF">
            <w:pPr>
              <w:rPr>
                <w:b/>
                <w:bCs/>
              </w:rPr>
            </w:pPr>
            <w:r w:rsidRPr="00F95990">
              <w:rPr>
                <w:b/>
                <w:bCs/>
              </w:rPr>
              <w:t xml:space="preserve">Device Management </w:t>
            </w:r>
            <w:r w:rsidR="00012C95">
              <w:rPr>
                <w:b/>
                <w:bCs/>
              </w:rPr>
              <w:t>-</w:t>
            </w:r>
            <w:r w:rsidRPr="00F95990">
              <w:rPr>
                <w:b/>
                <w:bCs/>
              </w:rPr>
              <w:t xml:space="preserve"> Restart </w:t>
            </w:r>
            <w:r w:rsidR="00012C95">
              <w:rPr>
                <w:b/>
                <w:bCs/>
              </w:rPr>
              <w:t>-</w:t>
            </w:r>
            <w:r w:rsidRPr="00F95990">
              <w:rPr>
                <w:b/>
                <w:bCs/>
              </w:rPr>
              <w:t xml:space="preserve"> B</w:t>
            </w:r>
          </w:p>
        </w:tc>
      </w:tr>
      <w:tr w:rsidR="009353EF" w:rsidRPr="00F95990" w14:paraId="3D6FB2AA" w14:textId="77777777" w:rsidTr="0082225D">
        <w:tc>
          <w:tcPr>
            <w:tcW w:w="554" w:type="dxa"/>
            <w:gridSpan w:val="2"/>
          </w:tcPr>
          <w:p w14:paraId="4EEFA590" w14:textId="77777777" w:rsidR="009353EF" w:rsidRPr="00F95990" w:rsidRDefault="009353EF" w:rsidP="009353EF">
            <w:pPr>
              <w:jc w:val="center"/>
            </w:pPr>
          </w:p>
        </w:tc>
        <w:tc>
          <w:tcPr>
            <w:tcW w:w="976" w:type="dxa"/>
          </w:tcPr>
          <w:p w14:paraId="5AAF7448" w14:textId="77777777" w:rsidR="009353EF" w:rsidRPr="00F95990" w:rsidRDefault="009353EF" w:rsidP="009353EF">
            <w:pPr>
              <w:jc w:val="center"/>
            </w:pPr>
            <w:r w:rsidRPr="00F95990">
              <w:t>R</w:t>
            </w:r>
          </w:p>
        </w:tc>
        <w:tc>
          <w:tcPr>
            <w:tcW w:w="7470" w:type="dxa"/>
          </w:tcPr>
          <w:p w14:paraId="180CC85F" w14:textId="77777777" w:rsidR="009353EF" w:rsidRPr="00F95990" w:rsidRDefault="009353EF" w:rsidP="009353EF">
            <w:r w:rsidRPr="00F95990">
              <w:t>Base Requirements</w:t>
            </w:r>
          </w:p>
        </w:tc>
      </w:tr>
      <w:tr w:rsidR="009353EF" w:rsidRPr="00F95990" w14:paraId="2656EC99"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125E88C" w14:textId="77777777" w:rsidR="009353EF" w:rsidRPr="00F95990" w:rsidRDefault="009353EF" w:rsidP="009353EF">
            <w:pPr>
              <w:ind w:left="990"/>
              <w:rPr>
                <w:b/>
                <w:bCs/>
              </w:rPr>
            </w:pPr>
          </w:p>
        </w:tc>
      </w:tr>
      <w:tr w:rsidR="009353EF" w:rsidRPr="00F95990" w14:paraId="1C61BA1D"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6FBF63BA" w14:textId="77777777" w:rsidR="009353EF" w:rsidRPr="00F95990" w:rsidRDefault="009353EF" w:rsidP="00DE26F7">
            <w:pPr>
              <w:rPr>
                <w:b/>
                <w:bCs/>
              </w:rPr>
            </w:pPr>
            <w:r w:rsidRPr="00F95990">
              <w:rPr>
                <w:b/>
                <w:bCs/>
              </w:rPr>
              <w:t xml:space="preserve">Device Management </w:t>
            </w:r>
            <w:r w:rsidR="00012C95">
              <w:rPr>
                <w:b/>
                <w:bCs/>
              </w:rPr>
              <w:t>-</w:t>
            </w:r>
            <w:r w:rsidRPr="00F95990">
              <w:rPr>
                <w:b/>
                <w:bCs/>
              </w:rPr>
              <w:t xml:space="preserve"> Object Creation and Deletion </w:t>
            </w:r>
            <w:r w:rsidR="00012C95">
              <w:rPr>
                <w:b/>
                <w:bCs/>
              </w:rPr>
              <w:t>-</w:t>
            </w:r>
            <w:r w:rsidRPr="00F95990">
              <w:rPr>
                <w:b/>
                <w:bCs/>
              </w:rPr>
              <w:t xml:space="preserve"> A</w:t>
            </w:r>
          </w:p>
        </w:tc>
      </w:tr>
      <w:tr w:rsidR="009353EF" w:rsidRPr="00F95990" w14:paraId="5304BDC0" w14:textId="77777777" w:rsidTr="0082225D">
        <w:tc>
          <w:tcPr>
            <w:tcW w:w="554" w:type="dxa"/>
            <w:gridSpan w:val="2"/>
          </w:tcPr>
          <w:p w14:paraId="6C2DBD2E" w14:textId="77777777" w:rsidR="009353EF" w:rsidRPr="00F95990" w:rsidRDefault="009353EF" w:rsidP="009353EF">
            <w:pPr>
              <w:jc w:val="center"/>
            </w:pPr>
          </w:p>
        </w:tc>
        <w:tc>
          <w:tcPr>
            <w:tcW w:w="976" w:type="dxa"/>
          </w:tcPr>
          <w:p w14:paraId="31BF74F7" w14:textId="77777777" w:rsidR="009353EF" w:rsidRPr="00F95990" w:rsidRDefault="009353EF" w:rsidP="009353EF">
            <w:pPr>
              <w:jc w:val="center"/>
            </w:pPr>
            <w:r w:rsidRPr="00F95990">
              <w:t>R</w:t>
            </w:r>
          </w:p>
        </w:tc>
        <w:tc>
          <w:tcPr>
            <w:tcW w:w="7470" w:type="dxa"/>
          </w:tcPr>
          <w:p w14:paraId="18F6E6E6" w14:textId="77777777" w:rsidR="009353EF" w:rsidRPr="00F95990" w:rsidRDefault="009353EF" w:rsidP="009353EF">
            <w:r w:rsidRPr="00F95990">
              <w:t>Base Requirements</w:t>
            </w:r>
          </w:p>
        </w:tc>
      </w:tr>
      <w:tr w:rsidR="009353EF" w:rsidRPr="00F95990" w14:paraId="5436967A" w14:textId="77777777" w:rsidTr="0082225D">
        <w:tc>
          <w:tcPr>
            <w:tcW w:w="554" w:type="dxa"/>
            <w:gridSpan w:val="2"/>
          </w:tcPr>
          <w:p w14:paraId="77F0516D" w14:textId="77777777" w:rsidR="009353EF" w:rsidRPr="00F95990" w:rsidRDefault="009353EF" w:rsidP="009353EF">
            <w:pPr>
              <w:jc w:val="center"/>
            </w:pPr>
          </w:p>
        </w:tc>
        <w:tc>
          <w:tcPr>
            <w:tcW w:w="976" w:type="dxa"/>
          </w:tcPr>
          <w:p w14:paraId="5970CB44" w14:textId="77777777" w:rsidR="009353EF" w:rsidRPr="00F95990" w:rsidRDefault="009353EF" w:rsidP="009353EF">
            <w:pPr>
              <w:jc w:val="center"/>
            </w:pPr>
            <w:r w:rsidRPr="00F95990">
              <w:t>BTL-R</w:t>
            </w:r>
          </w:p>
        </w:tc>
        <w:tc>
          <w:tcPr>
            <w:tcW w:w="7470" w:type="dxa"/>
          </w:tcPr>
          <w:p w14:paraId="5732D588" w14:textId="77777777" w:rsidR="009353EF" w:rsidRPr="00F95990" w:rsidRDefault="00516F07" w:rsidP="009353EF">
            <w:r>
              <w:t>Can create objects</w:t>
            </w:r>
            <w:r w:rsidR="009353EF" w:rsidRPr="00F95990">
              <w:t xml:space="preserve"> using Object_Identifier</w:t>
            </w:r>
            <w:r w:rsidR="009B3924">
              <w:t xml:space="preserve"> </w:t>
            </w:r>
            <w:r w:rsidR="009B3924" w:rsidRPr="009B3924">
              <w:t>with no initial values</w:t>
            </w:r>
          </w:p>
        </w:tc>
      </w:tr>
      <w:tr w:rsidR="009353EF" w:rsidRPr="00F95990" w14:paraId="6AC66FB7" w14:textId="77777777" w:rsidTr="0082225D">
        <w:tc>
          <w:tcPr>
            <w:tcW w:w="554" w:type="dxa"/>
            <w:gridSpan w:val="2"/>
          </w:tcPr>
          <w:p w14:paraId="4D379884" w14:textId="77777777" w:rsidR="009353EF" w:rsidRPr="00F95990" w:rsidRDefault="009353EF" w:rsidP="009353EF">
            <w:pPr>
              <w:jc w:val="center"/>
            </w:pPr>
          </w:p>
        </w:tc>
        <w:tc>
          <w:tcPr>
            <w:tcW w:w="976" w:type="dxa"/>
          </w:tcPr>
          <w:p w14:paraId="68E2E3C1" w14:textId="77777777" w:rsidR="009353EF" w:rsidRPr="00F95990" w:rsidRDefault="009353EF" w:rsidP="009353EF">
            <w:pPr>
              <w:jc w:val="center"/>
            </w:pPr>
            <w:r w:rsidRPr="00F95990">
              <w:t>S</w:t>
            </w:r>
            <w:r w:rsidR="004518AB" w:rsidRPr="004518AB">
              <w:rPr>
                <w:vertAlign w:val="superscript"/>
              </w:rPr>
              <w:t>1</w:t>
            </w:r>
          </w:p>
        </w:tc>
        <w:tc>
          <w:tcPr>
            <w:tcW w:w="7470" w:type="dxa"/>
          </w:tcPr>
          <w:p w14:paraId="63486137" w14:textId="77777777" w:rsidR="009353EF" w:rsidRPr="00F95990" w:rsidRDefault="00516F07" w:rsidP="009353EF">
            <w:r>
              <w:t>Can create objects</w:t>
            </w:r>
            <w:r w:rsidR="009353EF" w:rsidRPr="00F95990">
              <w:t xml:space="preserve"> using Object_Type</w:t>
            </w:r>
            <w:r w:rsidR="009353EF">
              <w:t xml:space="preserve"> with no initial values</w:t>
            </w:r>
          </w:p>
        </w:tc>
      </w:tr>
      <w:tr w:rsidR="009353EF" w:rsidRPr="00F95990" w14:paraId="05747B82" w14:textId="77777777" w:rsidTr="0082225D">
        <w:tc>
          <w:tcPr>
            <w:tcW w:w="554" w:type="dxa"/>
            <w:gridSpan w:val="2"/>
          </w:tcPr>
          <w:p w14:paraId="59B8BF88" w14:textId="77777777" w:rsidR="009353EF" w:rsidRPr="00F95990" w:rsidRDefault="009353EF" w:rsidP="009353EF">
            <w:pPr>
              <w:jc w:val="center"/>
            </w:pPr>
          </w:p>
        </w:tc>
        <w:tc>
          <w:tcPr>
            <w:tcW w:w="976" w:type="dxa"/>
          </w:tcPr>
          <w:p w14:paraId="1F98AE95" w14:textId="77777777" w:rsidR="009353EF" w:rsidRPr="00F95990" w:rsidRDefault="009353EF" w:rsidP="009353EF">
            <w:pPr>
              <w:jc w:val="center"/>
            </w:pPr>
            <w:r w:rsidRPr="00F95990">
              <w:t>S</w:t>
            </w:r>
          </w:p>
        </w:tc>
        <w:tc>
          <w:tcPr>
            <w:tcW w:w="7470" w:type="dxa"/>
          </w:tcPr>
          <w:p w14:paraId="3F6E4C5E" w14:textId="77777777" w:rsidR="009353EF" w:rsidRPr="00F95990" w:rsidRDefault="00516F07" w:rsidP="009353EF">
            <w:r>
              <w:t>Can create objects</w:t>
            </w:r>
            <w:r w:rsidR="009353EF" w:rsidRPr="00F95990">
              <w:t xml:space="preserve"> by Object_Identifier with initial values which includes Object_Name</w:t>
            </w:r>
          </w:p>
        </w:tc>
      </w:tr>
      <w:tr w:rsidR="009353EF" w:rsidRPr="00F95990" w14:paraId="7CB44E11" w14:textId="77777777" w:rsidTr="0082225D">
        <w:tc>
          <w:tcPr>
            <w:tcW w:w="554" w:type="dxa"/>
            <w:gridSpan w:val="2"/>
          </w:tcPr>
          <w:p w14:paraId="60B2D708" w14:textId="77777777" w:rsidR="009353EF" w:rsidRPr="00F95990" w:rsidRDefault="009353EF" w:rsidP="009353EF">
            <w:pPr>
              <w:jc w:val="center"/>
            </w:pPr>
          </w:p>
        </w:tc>
        <w:tc>
          <w:tcPr>
            <w:tcW w:w="976" w:type="dxa"/>
          </w:tcPr>
          <w:p w14:paraId="47F03F93" w14:textId="77777777" w:rsidR="009353EF" w:rsidRPr="00F95990" w:rsidRDefault="009353EF" w:rsidP="009353EF">
            <w:pPr>
              <w:jc w:val="center"/>
            </w:pPr>
            <w:r w:rsidRPr="00F95990">
              <w:t>S</w:t>
            </w:r>
            <w:r w:rsidR="004518AB" w:rsidRPr="004518AB">
              <w:rPr>
                <w:vertAlign w:val="superscript"/>
              </w:rPr>
              <w:t>1</w:t>
            </w:r>
          </w:p>
        </w:tc>
        <w:tc>
          <w:tcPr>
            <w:tcW w:w="7470" w:type="dxa"/>
          </w:tcPr>
          <w:p w14:paraId="66C3B2EE" w14:textId="77777777" w:rsidR="009353EF" w:rsidRPr="00F95990" w:rsidRDefault="00516F07" w:rsidP="009353EF">
            <w:r>
              <w:t>Can create objects</w:t>
            </w:r>
            <w:r w:rsidR="009353EF" w:rsidRPr="00F95990">
              <w:t xml:space="preserve"> by Object_Type with initial values which includes Object_Name</w:t>
            </w:r>
          </w:p>
        </w:tc>
      </w:tr>
      <w:tr w:rsidR="009353EF" w:rsidRPr="00F95990" w14:paraId="6D209EF2" w14:textId="77777777" w:rsidTr="0082225D">
        <w:tc>
          <w:tcPr>
            <w:tcW w:w="554" w:type="dxa"/>
            <w:gridSpan w:val="2"/>
          </w:tcPr>
          <w:p w14:paraId="2C23DAD0" w14:textId="77777777" w:rsidR="009353EF" w:rsidRPr="00F95990" w:rsidRDefault="009353EF" w:rsidP="009353EF">
            <w:pPr>
              <w:jc w:val="center"/>
            </w:pPr>
          </w:p>
        </w:tc>
        <w:tc>
          <w:tcPr>
            <w:tcW w:w="976" w:type="dxa"/>
          </w:tcPr>
          <w:p w14:paraId="768E221E" w14:textId="77777777" w:rsidR="009353EF" w:rsidRPr="00F95990" w:rsidRDefault="004518AB" w:rsidP="004518AB">
            <w:pPr>
              <w:jc w:val="center"/>
            </w:pPr>
            <w:r w:rsidRPr="00F95990">
              <w:t>C</w:t>
            </w:r>
            <w:r>
              <w:rPr>
                <w:vertAlign w:val="superscript"/>
              </w:rPr>
              <w:t>2</w:t>
            </w:r>
          </w:p>
        </w:tc>
        <w:tc>
          <w:tcPr>
            <w:tcW w:w="7470" w:type="dxa"/>
          </w:tcPr>
          <w:p w14:paraId="45BFE0D1" w14:textId="77777777" w:rsidR="009353EF" w:rsidRPr="00F95990" w:rsidRDefault="00516F07" w:rsidP="009353EF">
            <w:r>
              <w:t>Can create and delete</w:t>
            </w:r>
            <w:r w:rsidR="009353EF" w:rsidRPr="00F95990">
              <w:t xml:space="preserve"> Accumulator object</w:t>
            </w:r>
            <w:r>
              <w:t>s</w:t>
            </w:r>
          </w:p>
        </w:tc>
      </w:tr>
      <w:tr w:rsidR="009353EF" w:rsidRPr="00F95990" w14:paraId="0806781C" w14:textId="77777777" w:rsidTr="0082225D">
        <w:tc>
          <w:tcPr>
            <w:tcW w:w="554" w:type="dxa"/>
            <w:gridSpan w:val="2"/>
          </w:tcPr>
          <w:p w14:paraId="177E8EC5" w14:textId="77777777" w:rsidR="009353EF" w:rsidRPr="00F95990" w:rsidRDefault="009353EF" w:rsidP="009353EF">
            <w:pPr>
              <w:jc w:val="center"/>
            </w:pPr>
          </w:p>
        </w:tc>
        <w:tc>
          <w:tcPr>
            <w:tcW w:w="976" w:type="dxa"/>
          </w:tcPr>
          <w:p w14:paraId="6D37E1EC" w14:textId="77777777" w:rsidR="009353EF" w:rsidRPr="00F95990" w:rsidRDefault="004518AB" w:rsidP="004518AB">
            <w:pPr>
              <w:jc w:val="center"/>
            </w:pPr>
            <w:r w:rsidRPr="00F95990">
              <w:t>C</w:t>
            </w:r>
            <w:r>
              <w:rPr>
                <w:vertAlign w:val="superscript"/>
              </w:rPr>
              <w:t>2</w:t>
            </w:r>
          </w:p>
        </w:tc>
        <w:tc>
          <w:tcPr>
            <w:tcW w:w="7470" w:type="dxa"/>
          </w:tcPr>
          <w:p w14:paraId="13E30A15" w14:textId="77777777" w:rsidR="009353EF" w:rsidRPr="00F95990" w:rsidRDefault="00516F07" w:rsidP="00E3089E">
            <w:r>
              <w:t>Can create and delete</w:t>
            </w:r>
            <w:r w:rsidR="009353EF" w:rsidRPr="00F95990">
              <w:t xml:space="preserve"> Analog Input object</w:t>
            </w:r>
            <w:r>
              <w:t>s</w:t>
            </w:r>
          </w:p>
        </w:tc>
      </w:tr>
      <w:tr w:rsidR="009353EF" w:rsidRPr="00F95990" w14:paraId="38E7E5DA" w14:textId="77777777" w:rsidTr="0082225D">
        <w:tc>
          <w:tcPr>
            <w:tcW w:w="554" w:type="dxa"/>
            <w:gridSpan w:val="2"/>
          </w:tcPr>
          <w:p w14:paraId="7B3A91A6" w14:textId="77777777" w:rsidR="009353EF" w:rsidRPr="00F95990" w:rsidRDefault="009353EF" w:rsidP="009353EF">
            <w:pPr>
              <w:jc w:val="center"/>
            </w:pPr>
          </w:p>
        </w:tc>
        <w:tc>
          <w:tcPr>
            <w:tcW w:w="976" w:type="dxa"/>
          </w:tcPr>
          <w:p w14:paraId="10F29873" w14:textId="77777777" w:rsidR="009353EF" w:rsidRPr="00F95990" w:rsidRDefault="004518AB" w:rsidP="004518AB">
            <w:pPr>
              <w:jc w:val="center"/>
            </w:pPr>
            <w:r w:rsidRPr="00F95990">
              <w:t>C</w:t>
            </w:r>
            <w:r>
              <w:rPr>
                <w:vertAlign w:val="superscript"/>
              </w:rPr>
              <w:t>2</w:t>
            </w:r>
          </w:p>
        </w:tc>
        <w:tc>
          <w:tcPr>
            <w:tcW w:w="7470" w:type="dxa"/>
          </w:tcPr>
          <w:p w14:paraId="45CF3317" w14:textId="77777777" w:rsidR="009353EF" w:rsidRPr="00F95990" w:rsidRDefault="00516F07" w:rsidP="009353EF">
            <w:r>
              <w:t>Can create and delete</w:t>
            </w:r>
            <w:r w:rsidR="009353EF" w:rsidRPr="00F95990">
              <w:t xml:space="preserve"> Analog Output object</w:t>
            </w:r>
            <w:r>
              <w:t>s</w:t>
            </w:r>
            <w:r w:rsidR="009353EF" w:rsidRPr="00F95990">
              <w:t xml:space="preserve"> </w:t>
            </w:r>
          </w:p>
        </w:tc>
      </w:tr>
      <w:tr w:rsidR="009353EF" w:rsidRPr="00F95990" w14:paraId="7D425378" w14:textId="77777777" w:rsidTr="0082225D">
        <w:tc>
          <w:tcPr>
            <w:tcW w:w="554" w:type="dxa"/>
            <w:gridSpan w:val="2"/>
          </w:tcPr>
          <w:p w14:paraId="3369B6A3" w14:textId="77777777" w:rsidR="009353EF" w:rsidRPr="00F95990" w:rsidRDefault="009353EF" w:rsidP="009353EF">
            <w:pPr>
              <w:jc w:val="center"/>
            </w:pPr>
          </w:p>
        </w:tc>
        <w:tc>
          <w:tcPr>
            <w:tcW w:w="976" w:type="dxa"/>
          </w:tcPr>
          <w:p w14:paraId="799047E7" w14:textId="77777777" w:rsidR="009353EF" w:rsidRPr="00F95990" w:rsidRDefault="004518AB" w:rsidP="004518AB">
            <w:pPr>
              <w:jc w:val="center"/>
            </w:pPr>
            <w:r w:rsidRPr="00F95990">
              <w:t>C</w:t>
            </w:r>
            <w:r>
              <w:rPr>
                <w:vertAlign w:val="superscript"/>
              </w:rPr>
              <w:t>2</w:t>
            </w:r>
          </w:p>
        </w:tc>
        <w:tc>
          <w:tcPr>
            <w:tcW w:w="7470" w:type="dxa"/>
          </w:tcPr>
          <w:p w14:paraId="2F236E11" w14:textId="77777777" w:rsidR="009353EF" w:rsidRPr="00F95990" w:rsidRDefault="00516F07" w:rsidP="009353EF">
            <w:pPr>
              <w:pStyle w:val="CommentText"/>
            </w:pPr>
            <w:r>
              <w:t>Can create and delete</w:t>
            </w:r>
            <w:r w:rsidR="009353EF" w:rsidRPr="00F95990">
              <w:t xml:space="preserve"> Analog Value object</w:t>
            </w:r>
            <w:r>
              <w:t>s</w:t>
            </w:r>
            <w:r w:rsidR="009353EF" w:rsidRPr="00F95990">
              <w:t xml:space="preserve"> </w:t>
            </w:r>
          </w:p>
        </w:tc>
      </w:tr>
      <w:tr w:rsidR="009353EF" w:rsidRPr="00F95990" w14:paraId="056A01C6" w14:textId="77777777" w:rsidTr="0082225D">
        <w:tc>
          <w:tcPr>
            <w:tcW w:w="554" w:type="dxa"/>
            <w:gridSpan w:val="2"/>
          </w:tcPr>
          <w:p w14:paraId="748925DD" w14:textId="77777777" w:rsidR="009353EF" w:rsidRPr="00F95990" w:rsidRDefault="009353EF" w:rsidP="009353EF">
            <w:pPr>
              <w:jc w:val="center"/>
            </w:pPr>
          </w:p>
        </w:tc>
        <w:tc>
          <w:tcPr>
            <w:tcW w:w="976" w:type="dxa"/>
          </w:tcPr>
          <w:p w14:paraId="4C7E987A" w14:textId="77777777" w:rsidR="009353EF" w:rsidRPr="00F95990" w:rsidRDefault="004518AB" w:rsidP="004518AB">
            <w:pPr>
              <w:jc w:val="center"/>
            </w:pPr>
            <w:r w:rsidRPr="00F95990">
              <w:t>C</w:t>
            </w:r>
            <w:r>
              <w:rPr>
                <w:vertAlign w:val="superscript"/>
              </w:rPr>
              <w:t>2</w:t>
            </w:r>
          </w:p>
        </w:tc>
        <w:tc>
          <w:tcPr>
            <w:tcW w:w="7470" w:type="dxa"/>
          </w:tcPr>
          <w:p w14:paraId="2FAC70A4" w14:textId="77777777" w:rsidR="009353EF" w:rsidRPr="00F95990" w:rsidRDefault="00516F07" w:rsidP="009353EF">
            <w:pPr>
              <w:pStyle w:val="CommentText"/>
            </w:pPr>
            <w:r>
              <w:t>Can create and delete</w:t>
            </w:r>
            <w:r w:rsidR="009353EF" w:rsidRPr="00F95990">
              <w:t xml:space="preserve"> Averaging object</w:t>
            </w:r>
            <w:r>
              <w:t>s</w:t>
            </w:r>
            <w:r w:rsidR="009353EF" w:rsidRPr="00F95990">
              <w:t xml:space="preserve"> </w:t>
            </w:r>
          </w:p>
        </w:tc>
      </w:tr>
      <w:tr w:rsidR="009353EF" w:rsidRPr="00F95990" w14:paraId="1AD5F0E5" w14:textId="77777777" w:rsidTr="0082225D">
        <w:tc>
          <w:tcPr>
            <w:tcW w:w="554" w:type="dxa"/>
            <w:gridSpan w:val="2"/>
          </w:tcPr>
          <w:p w14:paraId="4ED2B343" w14:textId="77777777" w:rsidR="009353EF" w:rsidRPr="00F95990" w:rsidRDefault="009353EF" w:rsidP="009353EF">
            <w:pPr>
              <w:jc w:val="center"/>
            </w:pPr>
          </w:p>
        </w:tc>
        <w:tc>
          <w:tcPr>
            <w:tcW w:w="976" w:type="dxa"/>
          </w:tcPr>
          <w:p w14:paraId="0434033C" w14:textId="77777777" w:rsidR="009353EF" w:rsidRPr="00F95990" w:rsidRDefault="004518AB" w:rsidP="004518AB">
            <w:pPr>
              <w:jc w:val="center"/>
            </w:pPr>
            <w:r w:rsidRPr="00F95990">
              <w:t>C</w:t>
            </w:r>
            <w:r>
              <w:rPr>
                <w:vertAlign w:val="superscript"/>
              </w:rPr>
              <w:t>2</w:t>
            </w:r>
          </w:p>
        </w:tc>
        <w:tc>
          <w:tcPr>
            <w:tcW w:w="7470" w:type="dxa"/>
          </w:tcPr>
          <w:p w14:paraId="5A6CCBDE" w14:textId="77777777" w:rsidR="009353EF" w:rsidRPr="00F95990" w:rsidRDefault="00516F07" w:rsidP="009353EF">
            <w:pPr>
              <w:pStyle w:val="CommentText"/>
            </w:pPr>
            <w:r>
              <w:t>Can create and delete</w:t>
            </w:r>
            <w:r w:rsidR="009353EF" w:rsidRPr="00F95990">
              <w:t xml:space="preserve"> Binary Input object</w:t>
            </w:r>
            <w:r>
              <w:t>s</w:t>
            </w:r>
            <w:r w:rsidR="009353EF" w:rsidRPr="00F95990">
              <w:t xml:space="preserve"> </w:t>
            </w:r>
          </w:p>
        </w:tc>
      </w:tr>
      <w:tr w:rsidR="009353EF" w:rsidRPr="00F95990" w14:paraId="6FE55151" w14:textId="77777777" w:rsidTr="0082225D">
        <w:tc>
          <w:tcPr>
            <w:tcW w:w="554" w:type="dxa"/>
            <w:gridSpan w:val="2"/>
          </w:tcPr>
          <w:p w14:paraId="1C875497" w14:textId="77777777" w:rsidR="009353EF" w:rsidRPr="00F95990" w:rsidRDefault="009353EF" w:rsidP="009353EF">
            <w:pPr>
              <w:jc w:val="center"/>
            </w:pPr>
          </w:p>
        </w:tc>
        <w:tc>
          <w:tcPr>
            <w:tcW w:w="976" w:type="dxa"/>
          </w:tcPr>
          <w:p w14:paraId="0EC4DEB4" w14:textId="77777777" w:rsidR="009353EF" w:rsidRPr="00F95990" w:rsidRDefault="004518AB" w:rsidP="004518AB">
            <w:pPr>
              <w:jc w:val="center"/>
            </w:pPr>
            <w:r w:rsidRPr="00F95990">
              <w:t>C</w:t>
            </w:r>
            <w:r>
              <w:rPr>
                <w:vertAlign w:val="superscript"/>
              </w:rPr>
              <w:t>2</w:t>
            </w:r>
          </w:p>
        </w:tc>
        <w:tc>
          <w:tcPr>
            <w:tcW w:w="7470" w:type="dxa"/>
          </w:tcPr>
          <w:p w14:paraId="31A05B8F" w14:textId="77777777" w:rsidR="009353EF" w:rsidRPr="00F95990" w:rsidRDefault="00516F07" w:rsidP="009353EF">
            <w:pPr>
              <w:pStyle w:val="CommentText"/>
            </w:pPr>
            <w:r>
              <w:t>Can create and delete</w:t>
            </w:r>
            <w:r w:rsidR="009353EF" w:rsidRPr="00F95990">
              <w:t xml:space="preserve"> Binary Output object</w:t>
            </w:r>
            <w:r>
              <w:t>s</w:t>
            </w:r>
            <w:r w:rsidR="009353EF" w:rsidRPr="00F95990">
              <w:t xml:space="preserve"> </w:t>
            </w:r>
          </w:p>
        </w:tc>
      </w:tr>
      <w:tr w:rsidR="009353EF" w:rsidRPr="00F95990" w14:paraId="79246F90" w14:textId="77777777" w:rsidTr="0082225D">
        <w:tc>
          <w:tcPr>
            <w:tcW w:w="554" w:type="dxa"/>
            <w:gridSpan w:val="2"/>
          </w:tcPr>
          <w:p w14:paraId="4B6D7E7F" w14:textId="77777777" w:rsidR="009353EF" w:rsidRPr="00F95990" w:rsidRDefault="009353EF" w:rsidP="009353EF">
            <w:pPr>
              <w:jc w:val="center"/>
            </w:pPr>
          </w:p>
        </w:tc>
        <w:tc>
          <w:tcPr>
            <w:tcW w:w="976" w:type="dxa"/>
          </w:tcPr>
          <w:p w14:paraId="429AA188" w14:textId="77777777" w:rsidR="009353EF" w:rsidRPr="00F95990" w:rsidRDefault="004518AB" w:rsidP="004518AB">
            <w:pPr>
              <w:jc w:val="center"/>
            </w:pPr>
            <w:r w:rsidRPr="00F95990">
              <w:t>C</w:t>
            </w:r>
            <w:r>
              <w:rPr>
                <w:vertAlign w:val="superscript"/>
              </w:rPr>
              <w:t>2</w:t>
            </w:r>
          </w:p>
        </w:tc>
        <w:tc>
          <w:tcPr>
            <w:tcW w:w="7470" w:type="dxa"/>
          </w:tcPr>
          <w:p w14:paraId="4133BE9D" w14:textId="77777777" w:rsidR="009353EF" w:rsidRPr="00F95990" w:rsidRDefault="00516F07" w:rsidP="009353EF">
            <w:pPr>
              <w:pStyle w:val="CommentText"/>
            </w:pPr>
            <w:r>
              <w:t>Can create and delete</w:t>
            </w:r>
            <w:r w:rsidR="009353EF" w:rsidRPr="00F95990">
              <w:t xml:space="preserve"> Binary Value object</w:t>
            </w:r>
            <w:r>
              <w:t>s</w:t>
            </w:r>
            <w:r w:rsidR="009353EF" w:rsidRPr="00F95990">
              <w:t xml:space="preserve"> </w:t>
            </w:r>
          </w:p>
        </w:tc>
      </w:tr>
      <w:tr w:rsidR="009353EF" w:rsidRPr="00F95990" w14:paraId="55DED64E" w14:textId="77777777" w:rsidTr="0082225D">
        <w:tc>
          <w:tcPr>
            <w:tcW w:w="554" w:type="dxa"/>
            <w:gridSpan w:val="2"/>
          </w:tcPr>
          <w:p w14:paraId="05D8E20D" w14:textId="77777777" w:rsidR="009353EF" w:rsidRPr="00F95990" w:rsidRDefault="009353EF" w:rsidP="009353EF">
            <w:pPr>
              <w:jc w:val="center"/>
            </w:pPr>
          </w:p>
        </w:tc>
        <w:tc>
          <w:tcPr>
            <w:tcW w:w="976" w:type="dxa"/>
          </w:tcPr>
          <w:p w14:paraId="6C64AE37" w14:textId="77777777" w:rsidR="009353EF" w:rsidRPr="00F95990" w:rsidRDefault="004518AB" w:rsidP="004518AB">
            <w:pPr>
              <w:jc w:val="center"/>
            </w:pPr>
            <w:r w:rsidRPr="00F95990">
              <w:t>C</w:t>
            </w:r>
            <w:r>
              <w:rPr>
                <w:vertAlign w:val="superscript"/>
              </w:rPr>
              <w:t>2</w:t>
            </w:r>
          </w:p>
        </w:tc>
        <w:tc>
          <w:tcPr>
            <w:tcW w:w="7470" w:type="dxa"/>
          </w:tcPr>
          <w:p w14:paraId="6D7C553C" w14:textId="77777777" w:rsidR="009353EF" w:rsidRPr="00F95990" w:rsidRDefault="00516F07" w:rsidP="009353EF">
            <w:pPr>
              <w:pStyle w:val="CommentText"/>
            </w:pPr>
            <w:r>
              <w:t>Can create and delete</w:t>
            </w:r>
            <w:r w:rsidR="009353EF" w:rsidRPr="00F95990">
              <w:t xml:space="preserve"> Calendar object</w:t>
            </w:r>
            <w:r>
              <w:t>s</w:t>
            </w:r>
            <w:r w:rsidR="009353EF" w:rsidRPr="00F95990">
              <w:t xml:space="preserve">  </w:t>
            </w:r>
          </w:p>
        </w:tc>
      </w:tr>
      <w:tr w:rsidR="009353EF" w:rsidRPr="00F95990" w14:paraId="496C1719" w14:textId="77777777" w:rsidTr="0082225D">
        <w:tc>
          <w:tcPr>
            <w:tcW w:w="554" w:type="dxa"/>
            <w:gridSpan w:val="2"/>
          </w:tcPr>
          <w:p w14:paraId="60D063BF" w14:textId="77777777" w:rsidR="009353EF" w:rsidRPr="00F95990" w:rsidRDefault="009353EF" w:rsidP="009353EF">
            <w:pPr>
              <w:jc w:val="center"/>
            </w:pPr>
          </w:p>
        </w:tc>
        <w:tc>
          <w:tcPr>
            <w:tcW w:w="976" w:type="dxa"/>
          </w:tcPr>
          <w:p w14:paraId="358F886E" w14:textId="77777777" w:rsidR="009353EF" w:rsidRPr="00F95990" w:rsidRDefault="004518AB" w:rsidP="004518AB">
            <w:pPr>
              <w:jc w:val="center"/>
            </w:pPr>
            <w:r w:rsidRPr="00F95990">
              <w:t>C</w:t>
            </w:r>
            <w:r>
              <w:rPr>
                <w:vertAlign w:val="superscript"/>
              </w:rPr>
              <w:t>2</w:t>
            </w:r>
          </w:p>
        </w:tc>
        <w:tc>
          <w:tcPr>
            <w:tcW w:w="7470" w:type="dxa"/>
          </w:tcPr>
          <w:p w14:paraId="5E71A8F8" w14:textId="77777777" w:rsidR="009353EF" w:rsidRPr="00F95990" w:rsidRDefault="00516F07" w:rsidP="009353EF">
            <w:pPr>
              <w:pStyle w:val="CommentText"/>
            </w:pPr>
            <w:r>
              <w:t>Can create and delete</w:t>
            </w:r>
            <w:r w:rsidR="009353EF" w:rsidRPr="00F95990">
              <w:t xml:space="preserve"> Command object</w:t>
            </w:r>
            <w:r>
              <w:t>s</w:t>
            </w:r>
            <w:r w:rsidR="009353EF" w:rsidRPr="00F95990">
              <w:t xml:space="preserve"> </w:t>
            </w:r>
          </w:p>
        </w:tc>
      </w:tr>
      <w:tr w:rsidR="009353EF" w:rsidRPr="00F95990" w14:paraId="43548FCD" w14:textId="77777777" w:rsidTr="0082225D">
        <w:tc>
          <w:tcPr>
            <w:tcW w:w="554" w:type="dxa"/>
            <w:gridSpan w:val="2"/>
          </w:tcPr>
          <w:p w14:paraId="52BEEE3A" w14:textId="77777777" w:rsidR="009353EF" w:rsidRPr="00F95990" w:rsidRDefault="009353EF" w:rsidP="009353EF">
            <w:pPr>
              <w:jc w:val="center"/>
            </w:pPr>
          </w:p>
        </w:tc>
        <w:tc>
          <w:tcPr>
            <w:tcW w:w="976" w:type="dxa"/>
          </w:tcPr>
          <w:p w14:paraId="01C6003D" w14:textId="77777777" w:rsidR="009353EF" w:rsidRPr="00F95990" w:rsidRDefault="004518AB" w:rsidP="004518AB">
            <w:pPr>
              <w:jc w:val="center"/>
            </w:pPr>
            <w:r w:rsidRPr="00F95990">
              <w:t>C</w:t>
            </w:r>
            <w:r>
              <w:rPr>
                <w:vertAlign w:val="superscript"/>
              </w:rPr>
              <w:t>2</w:t>
            </w:r>
          </w:p>
        </w:tc>
        <w:tc>
          <w:tcPr>
            <w:tcW w:w="7470" w:type="dxa"/>
          </w:tcPr>
          <w:p w14:paraId="2403DD7B" w14:textId="77777777" w:rsidR="009353EF" w:rsidRPr="00F95990" w:rsidRDefault="00516F07" w:rsidP="009353EF">
            <w:pPr>
              <w:pStyle w:val="CommentText"/>
            </w:pPr>
            <w:r>
              <w:t>Can create and delete</w:t>
            </w:r>
            <w:r w:rsidR="009353EF" w:rsidRPr="00F95990">
              <w:t xml:space="preserve"> Event Enrollment object</w:t>
            </w:r>
            <w:r>
              <w:t>s</w:t>
            </w:r>
            <w:r w:rsidR="009353EF" w:rsidRPr="00F95990">
              <w:t xml:space="preserve"> </w:t>
            </w:r>
          </w:p>
        </w:tc>
      </w:tr>
      <w:tr w:rsidR="009353EF" w:rsidRPr="00F95990" w14:paraId="7EBCDBDB" w14:textId="77777777" w:rsidTr="0082225D">
        <w:tc>
          <w:tcPr>
            <w:tcW w:w="554" w:type="dxa"/>
            <w:gridSpan w:val="2"/>
          </w:tcPr>
          <w:p w14:paraId="1E1D8D55" w14:textId="77777777" w:rsidR="009353EF" w:rsidRPr="00F95990" w:rsidRDefault="009353EF" w:rsidP="009353EF">
            <w:pPr>
              <w:jc w:val="center"/>
            </w:pPr>
          </w:p>
        </w:tc>
        <w:tc>
          <w:tcPr>
            <w:tcW w:w="976" w:type="dxa"/>
          </w:tcPr>
          <w:p w14:paraId="6EC3B1E5" w14:textId="77777777" w:rsidR="009353EF" w:rsidRPr="00F95990" w:rsidRDefault="009353EF" w:rsidP="004518AB">
            <w:pPr>
              <w:jc w:val="center"/>
            </w:pPr>
            <w:r w:rsidRPr="00F95990">
              <w:t>C</w:t>
            </w:r>
            <w:r w:rsidR="004518AB">
              <w:rPr>
                <w:vertAlign w:val="superscript"/>
              </w:rPr>
              <w:t>2,3</w:t>
            </w:r>
          </w:p>
        </w:tc>
        <w:tc>
          <w:tcPr>
            <w:tcW w:w="7470" w:type="dxa"/>
          </w:tcPr>
          <w:p w14:paraId="648C8AFC" w14:textId="77777777" w:rsidR="009353EF" w:rsidRPr="00034834" w:rsidRDefault="00516F07" w:rsidP="009353EF">
            <w:pPr>
              <w:pStyle w:val="CommentText"/>
              <w:rPr>
                <w:vertAlign w:val="superscript"/>
              </w:rPr>
            </w:pPr>
            <w:r>
              <w:t>Can create and delete</w:t>
            </w:r>
            <w:r w:rsidR="009353EF" w:rsidRPr="00F95990">
              <w:t xml:space="preserve"> File object</w:t>
            </w:r>
            <w:r>
              <w:t>s</w:t>
            </w:r>
          </w:p>
        </w:tc>
      </w:tr>
      <w:tr w:rsidR="009353EF" w:rsidRPr="00F95990" w14:paraId="2299E786" w14:textId="77777777" w:rsidTr="0082225D">
        <w:tc>
          <w:tcPr>
            <w:tcW w:w="554" w:type="dxa"/>
            <w:gridSpan w:val="2"/>
          </w:tcPr>
          <w:p w14:paraId="2E4B597F" w14:textId="77777777" w:rsidR="009353EF" w:rsidRPr="00F95990" w:rsidRDefault="009353EF" w:rsidP="009353EF">
            <w:pPr>
              <w:jc w:val="center"/>
            </w:pPr>
          </w:p>
        </w:tc>
        <w:tc>
          <w:tcPr>
            <w:tcW w:w="976" w:type="dxa"/>
          </w:tcPr>
          <w:p w14:paraId="1BB51735" w14:textId="77777777" w:rsidR="009353EF" w:rsidRPr="00F95990" w:rsidRDefault="004518AB" w:rsidP="004518AB">
            <w:pPr>
              <w:jc w:val="center"/>
            </w:pPr>
            <w:r w:rsidRPr="00F95990">
              <w:t>C</w:t>
            </w:r>
            <w:r>
              <w:rPr>
                <w:vertAlign w:val="superscript"/>
              </w:rPr>
              <w:t>2</w:t>
            </w:r>
          </w:p>
        </w:tc>
        <w:tc>
          <w:tcPr>
            <w:tcW w:w="7470" w:type="dxa"/>
          </w:tcPr>
          <w:p w14:paraId="0D481D54" w14:textId="77777777" w:rsidR="009353EF" w:rsidRPr="00F95990" w:rsidRDefault="00516F07" w:rsidP="009353EF">
            <w:pPr>
              <w:pStyle w:val="CommentText"/>
            </w:pPr>
            <w:r>
              <w:t>Can create and delete</w:t>
            </w:r>
            <w:r w:rsidR="009353EF" w:rsidRPr="00F95990">
              <w:t xml:space="preserve"> Group object</w:t>
            </w:r>
            <w:r>
              <w:t>s</w:t>
            </w:r>
            <w:r w:rsidR="009353EF" w:rsidRPr="00F95990">
              <w:t xml:space="preserve"> </w:t>
            </w:r>
          </w:p>
        </w:tc>
      </w:tr>
      <w:tr w:rsidR="009353EF" w:rsidRPr="00F95990" w14:paraId="0AB44553" w14:textId="77777777" w:rsidTr="0082225D">
        <w:tc>
          <w:tcPr>
            <w:tcW w:w="554" w:type="dxa"/>
            <w:gridSpan w:val="2"/>
          </w:tcPr>
          <w:p w14:paraId="0553C884" w14:textId="77777777" w:rsidR="009353EF" w:rsidRPr="00F95990" w:rsidRDefault="009353EF" w:rsidP="009353EF">
            <w:pPr>
              <w:jc w:val="center"/>
            </w:pPr>
          </w:p>
        </w:tc>
        <w:tc>
          <w:tcPr>
            <w:tcW w:w="976" w:type="dxa"/>
          </w:tcPr>
          <w:p w14:paraId="7A401258" w14:textId="77777777" w:rsidR="009353EF" w:rsidRPr="00F95990" w:rsidRDefault="004518AB" w:rsidP="004518AB">
            <w:pPr>
              <w:jc w:val="center"/>
            </w:pPr>
            <w:r w:rsidRPr="00F95990">
              <w:t>C</w:t>
            </w:r>
            <w:r>
              <w:rPr>
                <w:vertAlign w:val="superscript"/>
              </w:rPr>
              <w:t>2</w:t>
            </w:r>
          </w:p>
        </w:tc>
        <w:tc>
          <w:tcPr>
            <w:tcW w:w="7470" w:type="dxa"/>
          </w:tcPr>
          <w:p w14:paraId="070CA21F" w14:textId="77777777" w:rsidR="009353EF" w:rsidRPr="00F95990" w:rsidRDefault="00516F07" w:rsidP="009353EF">
            <w:pPr>
              <w:pStyle w:val="CommentText"/>
            </w:pPr>
            <w:r>
              <w:t>Can create and delete</w:t>
            </w:r>
            <w:r w:rsidR="009353EF" w:rsidRPr="00F95990">
              <w:t xml:space="preserve"> Life Safety Point object</w:t>
            </w:r>
            <w:r>
              <w:t>s</w:t>
            </w:r>
            <w:r w:rsidR="009353EF" w:rsidRPr="00F95990">
              <w:t xml:space="preserve"> </w:t>
            </w:r>
          </w:p>
        </w:tc>
      </w:tr>
      <w:tr w:rsidR="009353EF" w:rsidRPr="00F95990" w14:paraId="37CC6983" w14:textId="77777777" w:rsidTr="0082225D">
        <w:tc>
          <w:tcPr>
            <w:tcW w:w="554" w:type="dxa"/>
            <w:gridSpan w:val="2"/>
          </w:tcPr>
          <w:p w14:paraId="40D42E42" w14:textId="77777777" w:rsidR="009353EF" w:rsidRPr="00F95990" w:rsidRDefault="009353EF" w:rsidP="009353EF">
            <w:pPr>
              <w:jc w:val="center"/>
            </w:pPr>
          </w:p>
        </w:tc>
        <w:tc>
          <w:tcPr>
            <w:tcW w:w="976" w:type="dxa"/>
          </w:tcPr>
          <w:p w14:paraId="26FF8128" w14:textId="77777777" w:rsidR="009353EF" w:rsidRPr="00F95990" w:rsidRDefault="004518AB" w:rsidP="004518AB">
            <w:pPr>
              <w:jc w:val="center"/>
            </w:pPr>
            <w:r w:rsidRPr="00F95990">
              <w:t>C</w:t>
            </w:r>
            <w:r>
              <w:rPr>
                <w:vertAlign w:val="superscript"/>
              </w:rPr>
              <w:t>2</w:t>
            </w:r>
          </w:p>
        </w:tc>
        <w:tc>
          <w:tcPr>
            <w:tcW w:w="7470" w:type="dxa"/>
          </w:tcPr>
          <w:p w14:paraId="330A9394" w14:textId="77777777" w:rsidR="009353EF" w:rsidRPr="00F95990" w:rsidRDefault="00516F07" w:rsidP="009353EF">
            <w:pPr>
              <w:pStyle w:val="CommentText"/>
            </w:pPr>
            <w:r>
              <w:t>Can create and delete</w:t>
            </w:r>
            <w:r w:rsidR="009353EF" w:rsidRPr="00F95990">
              <w:t xml:space="preserve"> Life Safety Zone object</w:t>
            </w:r>
            <w:r>
              <w:t>s</w:t>
            </w:r>
            <w:r w:rsidR="009353EF" w:rsidRPr="00F95990">
              <w:t xml:space="preserve"> </w:t>
            </w:r>
          </w:p>
        </w:tc>
      </w:tr>
      <w:tr w:rsidR="009353EF" w:rsidRPr="00F95990" w14:paraId="54E1C326" w14:textId="77777777" w:rsidTr="0082225D">
        <w:tc>
          <w:tcPr>
            <w:tcW w:w="554" w:type="dxa"/>
            <w:gridSpan w:val="2"/>
          </w:tcPr>
          <w:p w14:paraId="37F88AC7" w14:textId="77777777" w:rsidR="009353EF" w:rsidRPr="00F95990" w:rsidRDefault="009353EF" w:rsidP="009353EF">
            <w:pPr>
              <w:jc w:val="center"/>
            </w:pPr>
          </w:p>
        </w:tc>
        <w:tc>
          <w:tcPr>
            <w:tcW w:w="976" w:type="dxa"/>
          </w:tcPr>
          <w:p w14:paraId="54F0B302" w14:textId="77777777" w:rsidR="009353EF" w:rsidRPr="00F95990" w:rsidRDefault="004518AB" w:rsidP="004518AB">
            <w:pPr>
              <w:jc w:val="center"/>
            </w:pPr>
            <w:r w:rsidRPr="00F95990">
              <w:t>C</w:t>
            </w:r>
            <w:r>
              <w:rPr>
                <w:vertAlign w:val="superscript"/>
              </w:rPr>
              <w:t>2</w:t>
            </w:r>
          </w:p>
        </w:tc>
        <w:tc>
          <w:tcPr>
            <w:tcW w:w="7470" w:type="dxa"/>
          </w:tcPr>
          <w:p w14:paraId="31102ED7" w14:textId="77777777" w:rsidR="009353EF" w:rsidRPr="00F95990" w:rsidRDefault="00516F07" w:rsidP="009353EF">
            <w:pPr>
              <w:pStyle w:val="CommentText"/>
            </w:pPr>
            <w:r>
              <w:t>Can create and delete</w:t>
            </w:r>
            <w:r w:rsidR="009353EF" w:rsidRPr="00F95990">
              <w:t xml:space="preserve"> Loop object</w:t>
            </w:r>
            <w:r>
              <w:t>s</w:t>
            </w:r>
            <w:r w:rsidR="009353EF" w:rsidRPr="00F95990">
              <w:t xml:space="preserve"> </w:t>
            </w:r>
          </w:p>
        </w:tc>
      </w:tr>
      <w:tr w:rsidR="009353EF" w:rsidRPr="00F95990" w14:paraId="4327F187" w14:textId="77777777" w:rsidTr="0082225D">
        <w:tc>
          <w:tcPr>
            <w:tcW w:w="554" w:type="dxa"/>
            <w:gridSpan w:val="2"/>
          </w:tcPr>
          <w:p w14:paraId="740868DC" w14:textId="77777777" w:rsidR="009353EF" w:rsidRPr="00F95990" w:rsidRDefault="009353EF" w:rsidP="009353EF">
            <w:pPr>
              <w:jc w:val="center"/>
            </w:pPr>
          </w:p>
        </w:tc>
        <w:tc>
          <w:tcPr>
            <w:tcW w:w="976" w:type="dxa"/>
          </w:tcPr>
          <w:p w14:paraId="01ABBAE2" w14:textId="77777777" w:rsidR="009353EF" w:rsidRPr="00F95990" w:rsidRDefault="004518AB" w:rsidP="004518AB">
            <w:pPr>
              <w:jc w:val="center"/>
            </w:pPr>
            <w:r w:rsidRPr="00F95990">
              <w:t>C</w:t>
            </w:r>
            <w:r>
              <w:rPr>
                <w:vertAlign w:val="superscript"/>
              </w:rPr>
              <w:t>2</w:t>
            </w:r>
          </w:p>
        </w:tc>
        <w:tc>
          <w:tcPr>
            <w:tcW w:w="7470" w:type="dxa"/>
          </w:tcPr>
          <w:p w14:paraId="342D266D" w14:textId="77777777" w:rsidR="009353EF" w:rsidRPr="00F95990" w:rsidRDefault="00516F07" w:rsidP="009353EF">
            <w:pPr>
              <w:pStyle w:val="CommentText"/>
            </w:pPr>
            <w:r>
              <w:t>Can create and delete</w:t>
            </w:r>
            <w:r w:rsidR="009353EF" w:rsidRPr="00F95990">
              <w:t xml:space="preserve"> Multi State Input object</w:t>
            </w:r>
            <w:r>
              <w:t>s</w:t>
            </w:r>
            <w:r w:rsidR="009353EF" w:rsidRPr="00F95990">
              <w:t xml:space="preserve"> </w:t>
            </w:r>
          </w:p>
        </w:tc>
      </w:tr>
      <w:tr w:rsidR="009353EF" w:rsidRPr="00F95990" w14:paraId="47939196" w14:textId="77777777" w:rsidTr="0082225D">
        <w:tc>
          <w:tcPr>
            <w:tcW w:w="554" w:type="dxa"/>
            <w:gridSpan w:val="2"/>
          </w:tcPr>
          <w:p w14:paraId="6E698EEC" w14:textId="77777777" w:rsidR="009353EF" w:rsidRPr="00F95990" w:rsidRDefault="009353EF" w:rsidP="009353EF">
            <w:pPr>
              <w:jc w:val="center"/>
            </w:pPr>
          </w:p>
        </w:tc>
        <w:tc>
          <w:tcPr>
            <w:tcW w:w="976" w:type="dxa"/>
          </w:tcPr>
          <w:p w14:paraId="629CED7E" w14:textId="77777777" w:rsidR="009353EF" w:rsidRPr="00F95990" w:rsidRDefault="004518AB" w:rsidP="004518AB">
            <w:pPr>
              <w:jc w:val="center"/>
            </w:pPr>
            <w:r w:rsidRPr="00F95990">
              <w:t>C</w:t>
            </w:r>
            <w:r>
              <w:rPr>
                <w:vertAlign w:val="superscript"/>
              </w:rPr>
              <w:t>2</w:t>
            </w:r>
          </w:p>
        </w:tc>
        <w:tc>
          <w:tcPr>
            <w:tcW w:w="7470" w:type="dxa"/>
          </w:tcPr>
          <w:p w14:paraId="394FDB0F" w14:textId="77777777" w:rsidR="009353EF" w:rsidRPr="00F95990" w:rsidRDefault="00516F07" w:rsidP="009353EF">
            <w:pPr>
              <w:pStyle w:val="CommentText"/>
            </w:pPr>
            <w:r>
              <w:t>Can create and delete</w:t>
            </w:r>
            <w:r w:rsidR="009353EF" w:rsidRPr="00F95990">
              <w:t xml:space="preserve"> Multi State Output object</w:t>
            </w:r>
            <w:r>
              <w:t>s</w:t>
            </w:r>
            <w:r w:rsidR="009353EF" w:rsidRPr="00F95990">
              <w:t xml:space="preserve"> </w:t>
            </w:r>
          </w:p>
        </w:tc>
      </w:tr>
      <w:tr w:rsidR="009353EF" w:rsidRPr="00F95990" w14:paraId="3E77A74D" w14:textId="77777777" w:rsidTr="0082225D">
        <w:tc>
          <w:tcPr>
            <w:tcW w:w="554" w:type="dxa"/>
            <w:gridSpan w:val="2"/>
          </w:tcPr>
          <w:p w14:paraId="0344F7BF" w14:textId="77777777" w:rsidR="009353EF" w:rsidRPr="00F95990" w:rsidRDefault="009353EF" w:rsidP="009353EF">
            <w:pPr>
              <w:jc w:val="center"/>
            </w:pPr>
          </w:p>
        </w:tc>
        <w:tc>
          <w:tcPr>
            <w:tcW w:w="976" w:type="dxa"/>
          </w:tcPr>
          <w:p w14:paraId="07E0FC1C" w14:textId="77777777" w:rsidR="009353EF" w:rsidRPr="00F95990" w:rsidRDefault="004518AB" w:rsidP="004518AB">
            <w:pPr>
              <w:jc w:val="center"/>
            </w:pPr>
            <w:r w:rsidRPr="00F95990">
              <w:t>C</w:t>
            </w:r>
            <w:r>
              <w:rPr>
                <w:vertAlign w:val="superscript"/>
              </w:rPr>
              <w:t>2</w:t>
            </w:r>
          </w:p>
        </w:tc>
        <w:tc>
          <w:tcPr>
            <w:tcW w:w="7470" w:type="dxa"/>
          </w:tcPr>
          <w:p w14:paraId="5D34679C" w14:textId="77777777" w:rsidR="009353EF" w:rsidRPr="00F95990" w:rsidRDefault="00516F07" w:rsidP="009353EF">
            <w:pPr>
              <w:pStyle w:val="CommentText"/>
            </w:pPr>
            <w:r>
              <w:t>Can create and delete</w:t>
            </w:r>
            <w:r w:rsidR="009353EF" w:rsidRPr="00F95990">
              <w:t xml:space="preserve"> Multi State Value object</w:t>
            </w:r>
            <w:r>
              <w:t>s</w:t>
            </w:r>
            <w:r w:rsidR="009353EF" w:rsidRPr="00F95990">
              <w:t xml:space="preserve"> </w:t>
            </w:r>
          </w:p>
        </w:tc>
      </w:tr>
      <w:tr w:rsidR="009353EF" w:rsidRPr="00F95990" w14:paraId="4A7D9B81" w14:textId="77777777" w:rsidTr="0082225D">
        <w:tc>
          <w:tcPr>
            <w:tcW w:w="554" w:type="dxa"/>
            <w:gridSpan w:val="2"/>
          </w:tcPr>
          <w:p w14:paraId="0F5A0526" w14:textId="77777777" w:rsidR="009353EF" w:rsidRPr="00F95990" w:rsidRDefault="009353EF" w:rsidP="009353EF">
            <w:pPr>
              <w:jc w:val="center"/>
            </w:pPr>
          </w:p>
        </w:tc>
        <w:tc>
          <w:tcPr>
            <w:tcW w:w="976" w:type="dxa"/>
          </w:tcPr>
          <w:p w14:paraId="0B8443EC" w14:textId="77777777" w:rsidR="009353EF" w:rsidRPr="00F95990" w:rsidRDefault="004518AB" w:rsidP="004518AB">
            <w:pPr>
              <w:jc w:val="center"/>
            </w:pPr>
            <w:r w:rsidRPr="00F95990">
              <w:t>C</w:t>
            </w:r>
            <w:r>
              <w:rPr>
                <w:vertAlign w:val="superscript"/>
              </w:rPr>
              <w:t>2</w:t>
            </w:r>
          </w:p>
        </w:tc>
        <w:tc>
          <w:tcPr>
            <w:tcW w:w="7470" w:type="dxa"/>
          </w:tcPr>
          <w:p w14:paraId="6C2E624A" w14:textId="77777777" w:rsidR="009353EF" w:rsidRPr="00F95990" w:rsidRDefault="00516F07" w:rsidP="009353EF">
            <w:pPr>
              <w:pStyle w:val="CommentText"/>
            </w:pPr>
            <w:r>
              <w:t>Can create and delete</w:t>
            </w:r>
            <w:r w:rsidR="009353EF" w:rsidRPr="00F95990">
              <w:t xml:space="preserve"> Notification Class object</w:t>
            </w:r>
            <w:r>
              <w:t>s</w:t>
            </w:r>
            <w:r w:rsidR="009353EF" w:rsidRPr="00F95990">
              <w:t xml:space="preserve"> </w:t>
            </w:r>
          </w:p>
        </w:tc>
      </w:tr>
      <w:tr w:rsidR="009353EF" w:rsidRPr="00F95990" w14:paraId="4F4BC197" w14:textId="77777777" w:rsidTr="0082225D">
        <w:tc>
          <w:tcPr>
            <w:tcW w:w="554" w:type="dxa"/>
            <w:gridSpan w:val="2"/>
          </w:tcPr>
          <w:p w14:paraId="4FC38FFC" w14:textId="77777777" w:rsidR="009353EF" w:rsidRPr="00F95990" w:rsidRDefault="009353EF" w:rsidP="009353EF">
            <w:pPr>
              <w:jc w:val="center"/>
            </w:pPr>
          </w:p>
        </w:tc>
        <w:tc>
          <w:tcPr>
            <w:tcW w:w="976" w:type="dxa"/>
          </w:tcPr>
          <w:p w14:paraId="1C779482" w14:textId="77777777" w:rsidR="009353EF" w:rsidRPr="00F95990" w:rsidRDefault="004518AB" w:rsidP="004518AB">
            <w:pPr>
              <w:jc w:val="center"/>
            </w:pPr>
            <w:r w:rsidRPr="00F95990">
              <w:t>C</w:t>
            </w:r>
            <w:r>
              <w:rPr>
                <w:vertAlign w:val="superscript"/>
              </w:rPr>
              <w:t>2</w:t>
            </w:r>
          </w:p>
        </w:tc>
        <w:tc>
          <w:tcPr>
            <w:tcW w:w="7470" w:type="dxa"/>
          </w:tcPr>
          <w:p w14:paraId="32891086" w14:textId="77777777" w:rsidR="009353EF" w:rsidRPr="00F95990" w:rsidRDefault="00516F07" w:rsidP="009353EF">
            <w:pPr>
              <w:pStyle w:val="CommentText"/>
            </w:pPr>
            <w:r>
              <w:t>Can create and delete</w:t>
            </w:r>
            <w:r w:rsidR="009353EF" w:rsidRPr="00F95990">
              <w:t xml:space="preserve"> Program object</w:t>
            </w:r>
            <w:r>
              <w:t>s</w:t>
            </w:r>
            <w:r w:rsidR="009353EF" w:rsidRPr="00F95990">
              <w:t xml:space="preserve"> </w:t>
            </w:r>
          </w:p>
        </w:tc>
      </w:tr>
      <w:tr w:rsidR="009353EF" w:rsidRPr="00F95990" w14:paraId="71B4DA7B" w14:textId="77777777" w:rsidTr="0082225D">
        <w:tc>
          <w:tcPr>
            <w:tcW w:w="554" w:type="dxa"/>
            <w:gridSpan w:val="2"/>
          </w:tcPr>
          <w:p w14:paraId="284EA0B0" w14:textId="77777777" w:rsidR="009353EF" w:rsidRPr="00F95990" w:rsidRDefault="009353EF" w:rsidP="009353EF">
            <w:pPr>
              <w:jc w:val="center"/>
            </w:pPr>
          </w:p>
        </w:tc>
        <w:tc>
          <w:tcPr>
            <w:tcW w:w="976" w:type="dxa"/>
          </w:tcPr>
          <w:p w14:paraId="6B7749D1" w14:textId="77777777" w:rsidR="009353EF" w:rsidRPr="00F95990" w:rsidRDefault="004518AB" w:rsidP="004518AB">
            <w:pPr>
              <w:jc w:val="center"/>
            </w:pPr>
            <w:r w:rsidRPr="00F95990">
              <w:t>C</w:t>
            </w:r>
            <w:r>
              <w:rPr>
                <w:vertAlign w:val="superscript"/>
              </w:rPr>
              <w:t>2</w:t>
            </w:r>
          </w:p>
        </w:tc>
        <w:tc>
          <w:tcPr>
            <w:tcW w:w="7470" w:type="dxa"/>
          </w:tcPr>
          <w:p w14:paraId="5A57B483" w14:textId="77777777" w:rsidR="009353EF" w:rsidRPr="00F95990" w:rsidRDefault="00516F07" w:rsidP="009353EF">
            <w:pPr>
              <w:pStyle w:val="CommentText"/>
            </w:pPr>
            <w:r>
              <w:t>Can create and delete</w:t>
            </w:r>
            <w:r w:rsidR="009353EF" w:rsidRPr="00F95990">
              <w:t xml:space="preserve"> Pulse Converter object</w:t>
            </w:r>
            <w:r>
              <w:t>s</w:t>
            </w:r>
            <w:r w:rsidR="009353EF" w:rsidRPr="00F95990">
              <w:t xml:space="preserve"> </w:t>
            </w:r>
          </w:p>
        </w:tc>
      </w:tr>
      <w:tr w:rsidR="009353EF" w:rsidRPr="00F95990" w14:paraId="7A2C7325" w14:textId="77777777" w:rsidTr="0082225D">
        <w:tc>
          <w:tcPr>
            <w:tcW w:w="554" w:type="dxa"/>
            <w:gridSpan w:val="2"/>
          </w:tcPr>
          <w:p w14:paraId="422E992B" w14:textId="77777777" w:rsidR="009353EF" w:rsidRPr="00F95990" w:rsidRDefault="009353EF" w:rsidP="009353EF">
            <w:pPr>
              <w:jc w:val="center"/>
            </w:pPr>
          </w:p>
        </w:tc>
        <w:tc>
          <w:tcPr>
            <w:tcW w:w="976" w:type="dxa"/>
          </w:tcPr>
          <w:p w14:paraId="10B6E376" w14:textId="77777777" w:rsidR="009353EF" w:rsidRPr="00F95990" w:rsidRDefault="004518AB" w:rsidP="004518AB">
            <w:pPr>
              <w:jc w:val="center"/>
            </w:pPr>
            <w:r w:rsidRPr="00F95990">
              <w:t>C</w:t>
            </w:r>
            <w:r>
              <w:rPr>
                <w:vertAlign w:val="superscript"/>
              </w:rPr>
              <w:t>2</w:t>
            </w:r>
          </w:p>
        </w:tc>
        <w:tc>
          <w:tcPr>
            <w:tcW w:w="7470" w:type="dxa"/>
          </w:tcPr>
          <w:p w14:paraId="5340DB5D" w14:textId="77777777" w:rsidR="009353EF" w:rsidRPr="00F95990" w:rsidRDefault="00516F07" w:rsidP="009353EF">
            <w:pPr>
              <w:pStyle w:val="CommentText"/>
            </w:pPr>
            <w:r>
              <w:t>Can create and delete</w:t>
            </w:r>
            <w:r w:rsidR="009353EF" w:rsidRPr="00F95990">
              <w:t xml:space="preserve"> Schedule object</w:t>
            </w:r>
            <w:r>
              <w:t>s</w:t>
            </w:r>
            <w:r w:rsidR="009353EF" w:rsidRPr="00F95990">
              <w:t xml:space="preserve"> </w:t>
            </w:r>
          </w:p>
        </w:tc>
      </w:tr>
      <w:tr w:rsidR="009353EF" w:rsidRPr="00F95990" w14:paraId="449AD9F3" w14:textId="77777777" w:rsidTr="0082225D">
        <w:tc>
          <w:tcPr>
            <w:tcW w:w="554" w:type="dxa"/>
            <w:gridSpan w:val="2"/>
          </w:tcPr>
          <w:p w14:paraId="164A5605" w14:textId="77777777" w:rsidR="009353EF" w:rsidRPr="00F95990" w:rsidRDefault="009353EF" w:rsidP="009353EF">
            <w:pPr>
              <w:jc w:val="center"/>
            </w:pPr>
          </w:p>
        </w:tc>
        <w:tc>
          <w:tcPr>
            <w:tcW w:w="976" w:type="dxa"/>
          </w:tcPr>
          <w:p w14:paraId="3CD2AFCB" w14:textId="77777777" w:rsidR="009353EF" w:rsidRPr="00F95990" w:rsidRDefault="004518AB" w:rsidP="004518AB">
            <w:pPr>
              <w:jc w:val="center"/>
            </w:pPr>
            <w:r w:rsidRPr="00F95990">
              <w:t>C</w:t>
            </w:r>
            <w:r>
              <w:rPr>
                <w:vertAlign w:val="superscript"/>
              </w:rPr>
              <w:t>2</w:t>
            </w:r>
          </w:p>
        </w:tc>
        <w:tc>
          <w:tcPr>
            <w:tcW w:w="7470" w:type="dxa"/>
          </w:tcPr>
          <w:p w14:paraId="79AEDE80" w14:textId="77777777" w:rsidR="009353EF" w:rsidRPr="00F95990" w:rsidRDefault="00516F07" w:rsidP="009353EF">
            <w:pPr>
              <w:pStyle w:val="CommentText"/>
            </w:pPr>
            <w:r>
              <w:t>Can create and delete</w:t>
            </w:r>
            <w:r w:rsidR="009353EF" w:rsidRPr="00F95990">
              <w:t xml:space="preserve"> Trend Log object</w:t>
            </w:r>
            <w:r>
              <w:t>s</w:t>
            </w:r>
            <w:r w:rsidR="009353EF" w:rsidRPr="00F95990">
              <w:t xml:space="preserve"> </w:t>
            </w:r>
          </w:p>
        </w:tc>
      </w:tr>
      <w:tr w:rsidR="0024299F" w:rsidRPr="002A7E88" w14:paraId="121795B0" w14:textId="77777777" w:rsidTr="0082225D">
        <w:tc>
          <w:tcPr>
            <w:tcW w:w="554" w:type="dxa"/>
            <w:gridSpan w:val="2"/>
          </w:tcPr>
          <w:p w14:paraId="03A80617" w14:textId="77777777" w:rsidR="0024299F" w:rsidRPr="002A7E88" w:rsidRDefault="0024299F" w:rsidP="00771540">
            <w:pPr>
              <w:jc w:val="center"/>
              <w:rPr>
                <w:szCs w:val="20"/>
              </w:rPr>
            </w:pPr>
          </w:p>
        </w:tc>
        <w:tc>
          <w:tcPr>
            <w:tcW w:w="976" w:type="dxa"/>
          </w:tcPr>
          <w:p w14:paraId="5FFE466B" w14:textId="77777777" w:rsidR="0024299F" w:rsidRPr="002A7E88" w:rsidRDefault="0024299F" w:rsidP="00771540">
            <w:pPr>
              <w:jc w:val="center"/>
              <w:rPr>
                <w:szCs w:val="20"/>
              </w:rPr>
            </w:pPr>
            <w:r w:rsidRPr="002A7E88">
              <w:rPr>
                <w:szCs w:val="20"/>
              </w:rPr>
              <w:t>C</w:t>
            </w:r>
            <w:r w:rsidRPr="002A7E88">
              <w:rPr>
                <w:szCs w:val="20"/>
                <w:vertAlign w:val="superscript"/>
              </w:rPr>
              <w:t>2</w:t>
            </w:r>
          </w:p>
        </w:tc>
        <w:tc>
          <w:tcPr>
            <w:tcW w:w="7470" w:type="dxa"/>
          </w:tcPr>
          <w:p w14:paraId="38E05B33" w14:textId="77777777" w:rsidR="0024299F" w:rsidRPr="002A7E88" w:rsidRDefault="00516F07" w:rsidP="00771540">
            <w:pPr>
              <w:rPr>
                <w:szCs w:val="20"/>
              </w:rPr>
            </w:pPr>
            <w:r>
              <w:rPr>
                <w:szCs w:val="20"/>
              </w:rPr>
              <w:t>Can create and delete</w:t>
            </w:r>
            <w:r w:rsidR="0024299F" w:rsidRPr="002A7E88">
              <w:rPr>
                <w:szCs w:val="20"/>
              </w:rPr>
              <w:t xml:space="preserve"> Structured View object</w:t>
            </w:r>
            <w:r>
              <w:rPr>
                <w:szCs w:val="20"/>
              </w:rPr>
              <w:t>s</w:t>
            </w:r>
          </w:p>
        </w:tc>
      </w:tr>
      <w:tr w:rsidR="0024299F" w:rsidRPr="002A7E88" w14:paraId="69ECEC65" w14:textId="77777777" w:rsidTr="0082225D">
        <w:tc>
          <w:tcPr>
            <w:tcW w:w="554" w:type="dxa"/>
            <w:gridSpan w:val="2"/>
          </w:tcPr>
          <w:p w14:paraId="2DD63277" w14:textId="77777777" w:rsidR="0024299F" w:rsidRPr="002A7E88" w:rsidRDefault="0024299F" w:rsidP="00771540">
            <w:pPr>
              <w:jc w:val="center"/>
              <w:rPr>
                <w:szCs w:val="20"/>
              </w:rPr>
            </w:pPr>
          </w:p>
        </w:tc>
        <w:tc>
          <w:tcPr>
            <w:tcW w:w="976" w:type="dxa"/>
          </w:tcPr>
          <w:p w14:paraId="0D5ADB8C" w14:textId="77777777" w:rsidR="0024299F" w:rsidRPr="002A7E88" w:rsidRDefault="0024299F" w:rsidP="00771540">
            <w:pPr>
              <w:jc w:val="center"/>
              <w:rPr>
                <w:szCs w:val="20"/>
              </w:rPr>
            </w:pPr>
            <w:r w:rsidRPr="002A7E88">
              <w:rPr>
                <w:szCs w:val="20"/>
              </w:rPr>
              <w:t>C</w:t>
            </w:r>
            <w:r w:rsidRPr="002A7E88">
              <w:rPr>
                <w:szCs w:val="20"/>
                <w:vertAlign w:val="superscript"/>
              </w:rPr>
              <w:t>2</w:t>
            </w:r>
          </w:p>
        </w:tc>
        <w:tc>
          <w:tcPr>
            <w:tcW w:w="7470" w:type="dxa"/>
          </w:tcPr>
          <w:p w14:paraId="71A534F1" w14:textId="77777777" w:rsidR="0024299F" w:rsidRPr="002A7E88" w:rsidRDefault="00516F07" w:rsidP="00771540">
            <w:pPr>
              <w:rPr>
                <w:szCs w:val="20"/>
              </w:rPr>
            </w:pPr>
            <w:r>
              <w:rPr>
                <w:szCs w:val="20"/>
              </w:rPr>
              <w:t>Can create and delete</w:t>
            </w:r>
            <w:r w:rsidR="0024299F" w:rsidRPr="002A7E88">
              <w:rPr>
                <w:szCs w:val="20"/>
              </w:rPr>
              <w:t xml:space="preserve"> Load Control object</w:t>
            </w:r>
            <w:r>
              <w:rPr>
                <w:szCs w:val="20"/>
              </w:rPr>
              <w:t>s</w:t>
            </w:r>
          </w:p>
        </w:tc>
      </w:tr>
      <w:tr w:rsidR="0024299F" w:rsidRPr="002A7E88" w14:paraId="4CB04081" w14:textId="77777777" w:rsidTr="0082225D">
        <w:tc>
          <w:tcPr>
            <w:tcW w:w="554" w:type="dxa"/>
            <w:gridSpan w:val="2"/>
          </w:tcPr>
          <w:p w14:paraId="4135DFCB" w14:textId="77777777" w:rsidR="0024299F" w:rsidRPr="002A7E88" w:rsidRDefault="0024299F" w:rsidP="00771540">
            <w:pPr>
              <w:jc w:val="center"/>
              <w:rPr>
                <w:szCs w:val="20"/>
              </w:rPr>
            </w:pPr>
          </w:p>
        </w:tc>
        <w:tc>
          <w:tcPr>
            <w:tcW w:w="976" w:type="dxa"/>
          </w:tcPr>
          <w:p w14:paraId="4AD74750" w14:textId="77777777" w:rsidR="0024299F" w:rsidRPr="002A7E88" w:rsidRDefault="0024299F" w:rsidP="00771540">
            <w:pPr>
              <w:jc w:val="center"/>
              <w:rPr>
                <w:szCs w:val="20"/>
              </w:rPr>
            </w:pPr>
            <w:r w:rsidRPr="002A7E88">
              <w:rPr>
                <w:szCs w:val="20"/>
              </w:rPr>
              <w:t>C</w:t>
            </w:r>
            <w:r w:rsidRPr="002A7E88">
              <w:rPr>
                <w:szCs w:val="20"/>
                <w:vertAlign w:val="superscript"/>
              </w:rPr>
              <w:t>2</w:t>
            </w:r>
          </w:p>
        </w:tc>
        <w:tc>
          <w:tcPr>
            <w:tcW w:w="7470" w:type="dxa"/>
          </w:tcPr>
          <w:p w14:paraId="3FD7965D" w14:textId="77777777" w:rsidR="0024299F" w:rsidRPr="002A7E88" w:rsidRDefault="00516F07" w:rsidP="00771540">
            <w:pPr>
              <w:rPr>
                <w:szCs w:val="20"/>
              </w:rPr>
            </w:pPr>
            <w:r>
              <w:rPr>
                <w:szCs w:val="20"/>
              </w:rPr>
              <w:t>Can create and delete</w:t>
            </w:r>
            <w:r w:rsidR="0024299F" w:rsidRPr="002A7E88">
              <w:rPr>
                <w:szCs w:val="20"/>
              </w:rPr>
              <w:t xml:space="preserve"> Access Door object</w:t>
            </w:r>
            <w:r>
              <w:rPr>
                <w:szCs w:val="20"/>
              </w:rPr>
              <w:t>s</w:t>
            </w:r>
          </w:p>
        </w:tc>
      </w:tr>
      <w:tr w:rsidR="0024299F" w:rsidRPr="00F95990" w14:paraId="77603C44" w14:textId="77777777" w:rsidTr="0082225D">
        <w:tc>
          <w:tcPr>
            <w:tcW w:w="554" w:type="dxa"/>
            <w:gridSpan w:val="2"/>
          </w:tcPr>
          <w:p w14:paraId="20A78316" w14:textId="77777777" w:rsidR="0024299F" w:rsidRPr="00F95990" w:rsidRDefault="0024299F" w:rsidP="00771540">
            <w:pPr>
              <w:jc w:val="center"/>
            </w:pPr>
          </w:p>
        </w:tc>
        <w:tc>
          <w:tcPr>
            <w:tcW w:w="976" w:type="dxa"/>
          </w:tcPr>
          <w:p w14:paraId="555C9DE3" w14:textId="77777777" w:rsidR="0024299F" w:rsidRPr="00F95990" w:rsidRDefault="0024299F" w:rsidP="00771540">
            <w:pPr>
              <w:jc w:val="center"/>
            </w:pPr>
            <w:r w:rsidRPr="00F95990">
              <w:t>C</w:t>
            </w:r>
            <w:r>
              <w:rPr>
                <w:vertAlign w:val="superscript"/>
              </w:rPr>
              <w:t>2</w:t>
            </w:r>
          </w:p>
        </w:tc>
        <w:tc>
          <w:tcPr>
            <w:tcW w:w="7470" w:type="dxa"/>
          </w:tcPr>
          <w:p w14:paraId="5D21DE76" w14:textId="77777777" w:rsidR="0024299F" w:rsidRPr="00F95990" w:rsidRDefault="00874030" w:rsidP="00771540">
            <w:pPr>
              <w:pStyle w:val="CommentText"/>
            </w:pPr>
            <w:r>
              <w:t xml:space="preserve">Can create and delete </w:t>
            </w:r>
            <w:r w:rsidR="0024299F" w:rsidRPr="00F95990">
              <w:t>Proprietary objects</w:t>
            </w:r>
          </w:p>
        </w:tc>
      </w:tr>
      <w:tr w:rsidR="004A2709" w:rsidRPr="00F95990" w14:paraId="0FC3F34D" w14:textId="77777777" w:rsidTr="0082225D">
        <w:tc>
          <w:tcPr>
            <w:tcW w:w="554" w:type="dxa"/>
            <w:gridSpan w:val="2"/>
          </w:tcPr>
          <w:p w14:paraId="41F4F005" w14:textId="77777777" w:rsidR="004A2709" w:rsidRPr="00F95990" w:rsidRDefault="004A2709" w:rsidP="00771540">
            <w:pPr>
              <w:jc w:val="center"/>
            </w:pPr>
          </w:p>
        </w:tc>
        <w:tc>
          <w:tcPr>
            <w:tcW w:w="976" w:type="dxa"/>
          </w:tcPr>
          <w:p w14:paraId="6CA8B845" w14:textId="77777777" w:rsidR="004A2709" w:rsidRPr="00F95990" w:rsidRDefault="004A2709" w:rsidP="00771540">
            <w:pPr>
              <w:jc w:val="center"/>
            </w:pPr>
            <w:r w:rsidRPr="00F95990">
              <w:t>C</w:t>
            </w:r>
            <w:r>
              <w:rPr>
                <w:vertAlign w:val="superscript"/>
              </w:rPr>
              <w:t>2</w:t>
            </w:r>
          </w:p>
        </w:tc>
        <w:tc>
          <w:tcPr>
            <w:tcW w:w="7470" w:type="dxa"/>
          </w:tcPr>
          <w:p w14:paraId="1FB221B6" w14:textId="77777777" w:rsidR="004A2709" w:rsidRPr="004A2709" w:rsidRDefault="00516F07" w:rsidP="00771540">
            <w:pPr>
              <w:pStyle w:val="CommentText"/>
            </w:pPr>
            <w:r>
              <w:t>Can create and delete</w:t>
            </w:r>
            <w:r w:rsidR="00F075AE" w:rsidRPr="00F075AE">
              <w:t xml:space="preserve"> Event Log object</w:t>
            </w:r>
            <w:r>
              <w:t>s</w:t>
            </w:r>
          </w:p>
        </w:tc>
      </w:tr>
      <w:tr w:rsidR="004A2709" w:rsidRPr="00F95990" w14:paraId="12E5A46E" w14:textId="77777777" w:rsidTr="0082225D">
        <w:tc>
          <w:tcPr>
            <w:tcW w:w="554" w:type="dxa"/>
            <w:gridSpan w:val="2"/>
          </w:tcPr>
          <w:p w14:paraId="6B597C94" w14:textId="77777777" w:rsidR="004A2709" w:rsidRPr="00F95990" w:rsidRDefault="004A2709" w:rsidP="00042F71">
            <w:pPr>
              <w:jc w:val="center"/>
            </w:pPr>
          </w:p>
        </w:tc>
        <w:tc>
          <w:tcPr>
            <w:tcW w:w="976" w:type="dxa"/>
          </w:tcPr>
          <w:p w14:paraId="630D2F07" w14:textId="77777777" w:rsidR="004A2709" w:rsidRPr="00F95990" w:rsidRDefault="004A2709" w:rsidP="00042F71">
            <w:pPr>
              <w:jc w:val="center"/>
            </w:pPr>
            <w:r w:rsidRPr="00F95990">
              <w:t>C</w:t>
            </w:r>
            <w:r>
              <w:rPr>
                <w:vertAlign w:val="superscript"/>
              </w:rPr>
              <w:t>2</w:t>
            </w:r>
          </w:p>
        </w:tc>
        <w:tc>
          <w:tcPr>
            <w:tcW w:w="7470" w:type="dxa"/>
          </w:tcPr>
          <w:p w14:paraId="0BD203BA" w14:textId="77777777" w:rsidR="004A2709" w:rsidRPr="004A2709" w:rsidRDefault="00516F07" w:rsidP="00042F71">
            <w:pPr>
              <w:pStyle w:val="CommentText"/>
            </w:pPr>
            <w:r>
              <w:t>Can create and delete</w:t>
            </w:r>
            <w:r w:rsidR="00F075AE" w:rsidRPr="00F075AE">
              <w:t xml:space="preserve"> Trend Log Multiple object</w:t>
            </w:r>
            <w:r>
              <w:t>s</w:t>
            </w:r>
          </w:p>
        </w:tc>
      </w:tr>
      <w:tr w:rsidR="00D27BBB" w:rsidRPr="00D27BBB" w14:paraId="6B9FDDD1" w14:textId="77777777" w:rsidTr="0082225D">
        <w:tc>
          <w:tcPr>
            <w:tcW w:w="554" w:type="dxa"/>
            <w:gridSpan w:val="2"/>
          </w:tcPr>
          <w:p w14:paraId="0EE1C9BC" w14:textId="77777777" w:rsidR="00D27BBB" w:rsidRPr="00D27BBB" w:rsidRDefault="00D27BBB" w:rsidP="00594481">
            <w:pPr>
              <w:jc w:val="center"/>
            </w:pPr>
          </w:p>
        </w:tc>
        <w:tc>
          <w:tcPr>
            <w:tcW w:w="976" w:type="dxa"/>
          </w:tcPr>
          <w:p w14:paraId="0704E680" w14:textId="77777777" w:rsidR="00D27BBB" w:rsidRPr="00D27BBB" w:rsidRDefault="00D27BBB" w:rsidP="00594481">
            <w:pPr>
              <w:jc w:val="center"/>
            </w:pPr>
            <w:r w:rsidRPr="00D27BBB">
              <w:t>C</w:t>
            </w:r>
            <w:r w:rsidRPr="00D27BBB">
              <w:rPr>
                <w:vertAlign w:val="superscript"/>
              </w:rPr>
              <w:t>2</w:t>
            </w:r>
          </w:p>
        </w:tc>
        <w:tc>
          <w:tcPr>
            <w:tcW w:w="7470" w:type="dxa"/>
          </w:tcPr>
          <w:p w14:paraId="620B6EA0" w14:textId="77777777" w:rsidR="00D27BBB" w:rsidRPr="00D27BBB" w:rsidRDefault="00D27BBB" w:rsidP="00594481">
            <w:pPr>
              <w:rPr>
                <w:szCs w:val="20"/>
              </w:rPr>
            </w:pPr>
            <w:r w:rsidRPr="00D27BBB">
              <w:rPr>
                <w:szCs w:val="20"/>
              </w:rPr>
              <w:t xml:space="preserve">Can create and delete CharacterString Value objects </w:t>
            </w:r>
          </w:p>
        </w:tc>
      </w:tr>
      <w:tr w:rsidR="00D27BBB" w:rsidRPr="00D27BBB" w14:paraId="7532CCF8" w14:textId="77777777" w:rsidTr="0082225D">
        <w:tc>
          <w:tcPr>
            <w:tcW w:w="554" w:type="dxa"/>
            <w:gridSpan w:val="2"/>
          </w:tcPr>
          <w:p w14:paraId="6F0D9821" w14:textId="77777777" w:rsidR="00D27BBB" w:rsidRPr="00D27BBB" w:rsidRDefault="00D27BBB" w:rsidP="00594481">
            <w:pPr>
              <w:jc w:val="center"/>
            </w:pPr>
          </w:p>
        </w:tc>
        <w:tc>
          <w:tcPr>
            <w:tcW w:w="976" w:type="dxa"/>
          </w:tcPr>
          <w:p w14:paraId="779217E8" w14:textId="77777777" w:rsidR="00D27BBB" w:rsidRPr="00D27BBB" w:rsidRDefault="00D27BBB" w:rsidP="00594481">
            <w:pPr>
              <w:jc w:val="center"/>
            </w:pPr>
            <w:r w:rsidRPr="00D27BBB">
              <w:t>C</w:t>
            </w:r>
            <w:r w:rsidRPr="00D27BBB">
              <w:rPr>
                <w:vertAlign w:val="superscript"/>
              </w:rPr>
              <w:t>2</w:t>
            </w:r>
          </w:p>
        </w:tc>
        <w:tc>
          <w:tcPr>
            <w:tcW w:w="7470" w:type="dxa"/>
          </w:tcPr>
          <w:p w14:paraId="3AAC0B1B" w14:textId="77777777" w:rsidR="00D27BBB" w:rsidRPr="00D27BBB" w:rsidRDefault="00D27BBB" w:rsidP="00594481">
            <w:pPr>
              <w:rPr>
                <w:szCs w:val="20"/>
              </w:rPr>
            </w:pPr>
            <w:r w:rsidRPr="00D27BBB">
              <w:rPr>
                <w:szCs w:val="20"/>
              </w:rPr>
              <w:t xml:space="preserve">Can create and delete DateTime Value objects </w:t>
            </w:r>
          </w:p>
        </w:tc>
      </w:tr>
      <w:tr w:rsidR="00D27BBB" w:rsidRPr="00D27BBB" w14:paraId="6EA2BF66" w14:textId="77777777" w:rsidTr="0082225D">
        <w:tc>
          <w:tcPr>
            <w:tcW w:w="554" w:type="dxa"/>
            <w:gridSpan w:val="2"/>
          </w:tcPr>
          <w:p w14:paraId="38EE2ED8" w14:textId="77777777" w:rsidR="00D27BBB" w:rsidRPr="00D27BBB" w:rsidRDefault="00D27BBB" w:rsidP="00594481">
            <w:pPr>
              <w:jc w:val="center"/>
            </w:pPr>
          </w:p>
        </w:tc>
        <w:tc>
          <w:tcPr>
            <w:tcW w:w="976" w:type="dxa"/>
          </w:tcPr>
          <w:p w14:paraId="2487EBE9" w14:textId="77777777" w:rsidR="00D27BBB" w:rsidRPr="00D27BBB" w:rsidRDefault="00D27BBB" w:rsidP="00594481">
            <w:pPr>
              <w:jc w:val="center"/>
            </w:pPr>
            <w:r w:rsidRPr="00D27BBB">
              <w:t>C</w:t>
            </w:r>
            <w:r w:rsidRPr="00D27BBB">
              <w:rPr>
                <w:vertAlign w:val="superscript"/>
              </w:rPr>
              <w:t>2</w:t>
            </w:r>
          </w:p>
        </w:tc>
        <w:tc>
          <w:tcPr>
            <w:tcW w:w="7470" w:type="dxa"/>
          </w:tcPr>
          <w:p w14:paraId="0D722283" w14:textId="77777777" w:rsidR="00D27BBB" w:rsidRPr="00D27BBB" w:rsidRDefault="00D27BBB" w:rsidP="00594481">
            <w:pPr>
              <w:rPr>
                <w:szCs w:val="20"/>
              </w:rPr>
            </w:pPr>
            <w:r w:rsidRPr="00D27BBB">
              <w:rPr>
                <w:szCs w:val="20"/>
              </w:rPr>
              <w:t xml:space="preserve">Can create and delete Large Analog Value objects </w:t>
            </w:r>
          </w:p>
        </w:tc>
      </w:tr>
      <w:tr w:rsidR="00D27BBB" w:rsidRPr="00D27BBB" w14:paraId="0F2F58E4" w14:textId="77777777" w:rsidTr="0082225D">
        <w:tc>
          <w:tcPr>
            <w:tcW w:w="554" w:type="dxa"/>
            <w:gridSpan w:val="2"/>
          </w:tcPr>
          <w:p w14:paraId="749594A7" w14:textId="77777777" w:rsidR="00D27BBB" w:rsidRPr="00D27BBB" w:rsidRDefault="00D27BBB" w:rsidP="00594481">
            <w:pPr>
              <w:jc w:val="center"/>
            </w:pPr>
          </w:p>
        </w:tc>
        <w:tc>
          <w:tcPr>
            <w:tcW w:w="976" w:type="dxa"/>
          </w:tcPr>
          <w:p w14:paraId="2974BA63" w14:textId="77777777" w:rsidR="00D27BBB" w:rsidRPr="00D27BBB" w:rsidRDefault="00D27BBB" w:rsidP="00594481">
            <w:pPr>
              <w:jc w:val="center"/>
            </w:pPr>
            <w:r w:rsidRPr="00D27BBB">
              <w:t>C</w:t>
            </w:r>
            <w:r w:rsidRPr="00D27BBB">
              <w:rPr>
                <w:vertAlign w:val="superscript"/>
              </w:rPr>
              <w:t>2</w:t>
            </w:r>
          </w:p>
        </w:tc>
        <w:tc>
          <w:tcPr>
            <w:tcW w:w="7470" w:type="dxa"/>
          </w:tcPr>
          <w:p w14:paraId="7E1F3B35" w14:textId="77777777" w:rsidR="00D27BBB" w:rsidRPr="00D27BBB" w:rsidRDefault="00D27BBB" w:rsidP="00594481">
            <w:pPr>
              <w:rPr>
                <w:szCs w:val="20"/>
              </w:rPr>
            </w:pPr>
            <w:r w:rsidRPr="00D27BBB">
              <w:rPr>
                <w:szCs w:val="20"/>
              </w:rPr>
              <w:t xml:space="preserve">Can create and delete BitString Value objects </w:t>
            </w:r>
          </w:p>
        </w:tc>
      </w:tr>
      <w:tr w:rsidR="00D27BBB" w:rsidRPr="00D27BBB" w14:paraId="4014C96E" w14:textId="77777777" w:rsidTr="0082225D">
        <w:tc>
          <w:tcPr>
            <w:tcW w:w="554" w:type="dxa"/>
            <w:gridSpan w:val="2"/>
          </w:tcPr>
          <w:p w14:paraId="2671E764" w14:textId="77777777" w:rsidR="00D27BBB" w:rsidRPr="00D27BBB" w:rsidRDefault="00D27BBB" w:rsidP="00594481">
            <w:pPr>
              <w:jc w:val="center"/>
            </w:pPr>
          </w:p>
        </w:tc>
        <w:tc>
          <w:tcPr>
            <w:tcW w:w="976" w:type="dxa"/>
          </w:tcPr>
          <w:p w14:paraId="7AC6A285" w14:textId="77777777" w:rsidR="00D27BBB" w:rsidRPr="00D27BBB" w:rsidRDefault="00D27BBB" w:rsidP="00594481">
            <w:pPr>
              <w:jc w:val="center"/>
            </w:pPr>
            <w:r w:rsidRPr="00D27BBB">
              <w:t>C</w:t>
            </w:r>
            <w:r w:rsidRPr="00D27BBB">
              <w:rPr>
                <w:vertAlign w:val="superscript"/>
              </w:rPr>
              <w:t>2</w:t>
            </w:r>
          </w:p>
        </w:tc>
        <w:tc>
          <w:tcPr>
            <w:tcW w:w="7470" w:type="dxa"/>
          </w:tcPr>
          <w:p w14:paraId="3155B530" w14:textId="77777777" w:rsidR="00D27BBB" w:rsidRPr="00D27BBB" w:rsidRDefault="00D27BBB" w:rsidP="00594481">
            <w:pPr>
              <w:rPr>
                <w:szCs w:val="20"/>
              </w:rPr>
            </w:pPr>
            <w:r w:rsidRPr="00D27BBB">
              <w:rPr>
                <w:szCs w:val="20"/>
              </w:rPr>
              <w:t xml:space="preserve">Can create and delete OctetString Value objects </w:t>
            </w:r>
          </w:p>
        </w:tc>
      </w:tr>
      <w:tr w:rsidR="00D27BBB" w:rsidRPr="00D27BBB" w14:paraId="28028D97" w14:textId="77777777" w:rsidTr="0082225D">
        <w:tc>
          <w:tcPr>
            <w:tcW w:w="554" w:type="dxa"/>
            <w:gridSpan w:val="2"/>
          </w:tcPr>
          <w:p w14:paraId="78805660" w14:textId="77777777" w:rsidR="00D27BBB" w:rsidRPr="00D27BBB" w:rsidRDefault="00D27BBB" w:rsidP="00594481">
            <w:pPr>
              <w:jc w:val="center"/>
            </w:pPr>
          </w:p>
        </w:tc>
        <w:tc>
          <w:tcPr>
            <w:tcW w:w="976" w:type="dxa"/>
          </w:tcPr>
          <w:p w14:paraId="6E7EA3C6" w14:textId="77777777" w:rsidR="00D27BBB" w:rsidRPr="00D27BBB" w:rsidRDefault="00D27BBB" w:rsidP="00594481">
            <w:pPr>
              <w:jc w:val="center"/>
            </w:pPr>
            <w:r w:rsidRPr="00D27BBB">
              <w:t>C</w:t>
            </w:r>
            <w:r w:rsidRPr="00D27BBB">
              <w:rPr>
                <w:vertAlign w:val="superscript"/>
              </w:rPr>
              <w:t>2</w:t>
            </w:r>
          </w:p>
        </w:tc>
        <w:tc>
          <w:tcPr>
            <w:tcW w:w="7470" w:type="dxa"/>
          </w:tcPr>
          <w:p w14:paraId="0B5DC95C" w14:textId="77777777" w:rsidR="00D27BBB" w:rsidRPr="00D27BBB" w:rsidRDefault="00D27BBB" w:rsidP="00594481">
            <w:pPr>
              <w:rPr>
                <w:szCs w:val="20"/>
              </w:rPr>
            </w:pPr>
            <w:r w:rsidRPr="00D27BBB">
              <w:rPr>
                <w:szCs w:val="20"/>
              </w:rPr>
              <w:t xml:space="preserve">Can create and delete Time Value objects </w:t>
            </w:r>
          </w:p>
        </w:tc>
      </w:tr>
      <w:tr w:rsidR="00D27BBB" w:rsidRPr="00D27BBB" w14:paraId="1667230A" w14:textId="77777777" w:rsidTr="0082225D">
        <w:tc>
          <w:tcPr>
            <w:tcW w:w="554" w:type="dxa"/>
            <w:gridSpan w:val="2"/>
          </w:tcPr>
          <w:p w14:paraId="04FE920E" w14:textId="77777777" w:rsidR="00D27BBB" w:rsidRPr="00D27BBB" w:rsidRDefault="00D27BBB" w:rsidP="00594481">
            <w:pPr>
              <w:jc w:val="center"/>
            </w:pPr>
          </w:p>
        </w:tc>
        <w:tc>
          <w:tcPr>
            <w:tcW w:w="976" w:type="dxa"/>
          </w:tcPr>
          <w:p w14:paraId="3535DF67" w14:textId="77777777" w:rsidR="00D27BBB" w:rsidRPr="00D27BBB" w:rsidRDefault="00D27BBB" w:rsidP="00594481">
            <w:pPr>
              <w:jc w:val="center"/>
            </w:pPr>
            <w:r w:rsidRPr="00D27BBB">
              <w:t>C</w:t>
            </w:r>
            <w:r w:rsidRPr="00D27BBB">
              <w:rPr>
                <w:vertAlign w:val="superscript"/>
              </w:rPr>
              <w:t>2</w:t>
            </w:r>
          </w:p>
        </w:tc>
        <w:tc>
          <w:tcPr>
            <w:tcW w:w="7470" w:type="dxa"/>
          </w:tcPr>
          <w:p w14:paraId="6EC854B9" w14:textId="77777777" w:rsidR="00D27BBB" w:rsidRPr="00D27BBB" w:rsidRDefault="00D27BBB" w:rsidP="00594481">
            <w:pPr>
              <w:rPr>
                <w:szCs w:val="20"/>
              </w:rPr>
            </w:pPr>
            <w:r w:rsidRPr="00D27BBB">
              <w:rPr>
                <w:szCs w:val="20"/>
              </w:rPr>
              <w:t xml:space="preserve">Can create and delete Integer Value objects </w:t>
            </w:r>
          </w:p>
        </w:tc>
      </w:tr>
      <w:tr w:rsidR="00D27BBB" w:rsidRPr="00D27BBB" w14:paraId="1416DEBD" w14:textId="77777777" w:rsidTr="0082225D">
        <w:tc>
          <w:tcPr>
            <w:tcW w:w="554" w:type="dxa"/>
            <w:gridSpan w:val="2"/>
          </w:tcPr>
          <w:p w14:paraId="0DB7E46B" w14:textId="77777777" w:rsidR="00D27BBB" w:rsidRPr="00D27BBB" w:rsidRDefault="00D27BBB" w:rsidP="00594481">
            <w:pPr>
              <w:jc w:val="center"/>
            </w:pPr>
          </w:p>
        </w:tc>
        <w:tc>
          <w:tcPr>
            <w:tcW w:w="976" w:type="dxa"/>
          </w:tcPr>
          <w:p w14:paraId="62C28FAC" w14:textId="77777777" w:rsidR="00D27BBB" w:rsidRPr="00D27BBB" w:rsidRDefault="00D27BBB" w:rsidP="00594481">
            <w:pPr>
              <w:jc w:val="center"/>
            </w:pPr>
            <w:r w:rsidRPr="00D27BBB">
              <w:t>C</w:t>
            </w:r>
            <w:r w:rsidRPr="00D27BBB">
              <w:rPr>
                <w:vertAlign w:val="superscript"/>
              </w:rPr>
              <w:t>2</w:t>
            </w:r>
          </w:p>
        </w:tc>
        <w:tc>
          <w:tcPr>
            <w:tcW w:w="7470" w:type="dxa"/>
          </w:tcPr>
          <w:p w14:paraId="5D0E992B" w14:textId="77777777" w:rsidR="00D27BBB" w:rsidRPr="00D27BBB" w:rsidRDefault="00D27BBB" w:rsidP="00594481">
            <w:pPr>
              <w:rPr>
                <w:szCs w:val="20"/>
              </w:rPr>
            </w:pPr>
            <w:r w:rsidRPr="00D27BBB">
              <w:rPr>
                <w:szCs w:val="20"/>
              </w:rPr>
              <w:t xml:space="preserve">Can create and delete Positive Integer Value objects </w:t>
            </w:r>
          </w:p>
        </w:tc>
      </w:tr>
      <w:tr w:rsidR="00D27BBB" w:rsidRPr="00D27BBB" w14:paraId="7C9DAF8B" w14:textId="77777777" w:rsidTr="0082225D">
        <w:tc>
          <w:tcPr>
            <w:tcW w:w="554" w:type="dxa"/>
            <w:gridSpan w:val="2"/>
          </w:tcPr>
          <w:p w14:paraId="4C6BC383" w14:textId="77777777" w:rsidR="00D27BBB" w:rsidRPr="00D27BBB" w:rsidRDefault="00D27BBB" w:rsidP="00594481">
            <w:pPr>
              <w:jc w:val="center"/>
            </w:pPr>
          </w:p>
        </w:tc>
        <w:tc>
          <w:tcPr>
            <w:tcW w:w="976" w:type="dxa"/>
          </w:tcPr>
          <w:p w14:paraId="5D386409" w14:textId="77777777" w:rsidR="00D27BBB" w:rsidRPr="00D27BBB" w:rsidRDefault="00D27BBB" w:rsidP="00594481">
            <w:pPr>
              <w:jc w:val="center"/>
            </w:pPr>
            <w:r w:rsidRPr="00D27BBB">
              <w:t>C</w:t>
            </w:r>
            <w:r w:rsidRPr="00D27BBB">
              <w:rPr>
                <w:vertAlign w:val="superscript"/>
              </w:rPr>
              <w:t>2</w:t>
            </w:r>
          </w:p>
        </w:tc>
        <w:tc>
          <w:tcPr>
            <w:tcW w:w="7470" w:type="dxa"/>
          </w:tcPr>
          <w:p w14:paraId="5762993D" w14:textId="77777777" w:rsidR="00D27BBB" w:rsidRPr="00D27BBB" w:rsidRDefault="00D27BBB" w:rsidP="00594481">
            <w:pPr>
              <w:rPr>
                <w:szCs w:val="20"/>
              </w:rPr>
            </w:pPr>
            <w:r w:rsidRPr="00D27BBB">
              <w:rPr>
                <w:szCs w:val="20"/>
              </w:rPr>
              <w:t xml:space="preserve">Can create and delete Date Value objects </w:t>
            </w:r>
          </w:p>
        </w:tc>
      </w:tr>
      <w:tr w:rsidR="00D27BBB" w:rsidRPr="00D27BBB" w14:paraId="6EC5432C" w14:textId="77777777" w:rsidTr="0082225D">
        <w:tc>
          <w:tcPr>
            <w:tcW w:w="554" w:type="dxa"/>
            <w:gridSpan w:val="2"/>
          </w:tcPr>
          <w:p w14:paraId="48646766" w14:textId="77777777" w:rsidR="00D27BBB" w:rsidRPr="00D27BBB" w:rsidRDefault="00D27BBB" w:rsidP="00594481">
            <w:pPr>
              <w:jc w:val="center"/>
            </w:pPr>
          </w:p>
        </w:tc>
        <w:tc>
          <w:tcPr>
            <w:tcW w:w="976" w:type="dxa"/>
          </w:tcPr>
          <w:p w14:paraId="4EDF904A" w14:textId="77777777" w:rsidR="00D27BBB" w:rsidRPr="00D27BBB" w:rsidRDefault="00D27BBB" w:rsidP="00594481">
            <w:pPr>
              <w:jc w:val="center"/>
            </w:pPr>
            <w:r w:rsidRPr="00D27BBB">
              <w:t>C</w:t>
            </w:r>
            <w:r w:rsidRPr="00D27BBB">
              <w:rPr>
                <w:vertAlign w:val="superscript"/>
              </w:rPr>
              <w:t>2</w:t>
            </w:r>
          </w:p>
        </w:tc>
        <w:tc>
          <w:tcPr>
            <w:tcW w:w="7470" w:type="dxa"/>
          </w:tcPr>
          <w:p w14:paraId="71AF57B9" w14:textId="77777777" w:rsidR="00D27BBB" w:rsidRPr="00D27BBB" w:rsidRDefault="00D27BBB" w:rsidP="00594481">
            <w:pPr>
              <w:rPr>
                <w:szCs w:val="20"/>
              </w:rPr>
            </w:pPr>
            <w:r w:rsidRPr="00D27BBB">
              <w:rPr>
                <w:szCs w:val="20"/>
              </w:rPr>
              <w:t xml:space="preserve">Can create and delete DateTime Pattern Value objects </w:t>
            </w:r>
          </w:p>
        </w:tc>
      </w:tr>
      <w:tr w:rsidR="00D27BBB" w:rsidRPr="00D27BBB" w14:paraId="0B15B2A6" w14:textId="77777777" w:rsidTr="0082225D">
        <w:tc>
          <w:tcPr>
            <w:tcW w:w="554" w:type="dxa"/>
            <w:gridSpan w:val="2"/>
          </w:tcPr>
          <w:p w14:paraId="20AEEFA3" w14:textId="77777777" w:rsidR="00D27BBB" w:rsidRPr="00D27BBB" w:rsidRDefault="00D27BBB" w:rsidP="00594481">
            <w:pPr>
              <w:jc w:val="center"/>
            </w:pPr>
          </w:p>
        </w:tc>
        <w:tc>
          <w:tcPr>
            <w:tcW w:w="976" w:type="dxa"/>
          </w:tcPr>
          <w:p w14:paraId="722C1568" w14:textId="77777777" w:rsidR="00D27BBB" w:rsidRPr="00D27BBB" w:rsidRDefault="00D27BBB" w:rsidP="00594481">
            <w:pPr>
              <w:jc w:val="center"/>
            </w:pPr>
            <w:r w:rsidRPr="00D27BBB">
              <w:t>C</w:t>
            </w:r>
            <w:r w:rsidRPr="00D27BBB">
              <w:rPr>
                <w:vertAlign w:val="superscript"/>
              </w:rPr>
              <w:t>2</w:t>
            </w:r>
          </w:p>
        </w:tc>
        <w:tc>
          <w:tcPr>
            <w:tcW w:w="7470" w:type="dxa"/>
          </w:tcPr>
          <w:p w14:paraId="203E24C7" w14:textId="77777777" w:rsidR="00D27BBB" w:rsidRPr="00D27BBB" w:rsidRDefault="00D27BBB" w:rsidP="00594481">
            <w:pPr>
              <w:rPr>
                <w:szCs w:val="20"/>
              </w:rPr>
            </w:pPr>
            <w:r w:rsidRPr="00D27BBB">
              <w:rPr>
                <w:szCs w:val="20"/>
              </w:rPr>
              <w:t xml:space="preserve">Can create and delete Time Pattern Value objects </w:t>
            </w:r>
          </w:p>
        </w:tc>
      </w:tr>
      <w:tr w:rsidR="00D27BBB" w:rsidRPr="00D27BBB" w14:paraId="098C6A0A" w14:textId="77777777" w:rsidTr="0082225D">
        <w:tc>
          <w:tcPr>
            <w:tcW w:w="554" w:type="dxa"/>
            <w:gridSpan w:val="2"/>
          </w:tcPr>
          <w:p w14:paraId="5A73414D" w14:textId="77777777" w:rsidR="00D27BBB" w:rsidRPr="00D27BBB" w:rsidRDefault="00D27BBB" w:rsidP="00594481">
            <w:pPr>
              <w:jc w:val="center"/>
            </w:pPr>
          </w:p>
        </w:tc>
        <w:tc>
          <w:tcPr>
            <w:tcW w:w="976" w:type="dxa"/>
          </w:tcPr>
          <w:p w14:paraId="129D0D41" w14:textId="77777777" w:rsidR="00D27BBB" w:rsidRPr="00D27BBB" w:rsidRDefault="00D27BBB" w:rsidP="00594481">
            <w:pPr>
              <w:jc w:val="center"/>
            </w:pPr>
            <w:r w:rsidRPr="00D27BBB">
              <w:t>C</w:t>
            </w:r>
            <w:r w:rsidRPr="00D27BBB">
              <w:rPr>
                <w:vertAlign w:val="superscript"/>
              </w:rPr>
              <w:t>2</w:t>
            </w:r>
          </w:p>
        </w:tc>
        <w:tc>
          <w:tcPr>
            <w:tcW w:w="7470" w:type="dxa"/>
          </w:tcPr>
          <w:p w14:paraId="2E1227C5" w14:textId="77777777" w:rsidR="00D27BBB" w:rsidRPr="00D27BBB" w:rsidRDefault="00D27BBB" w:rsidP="00594481">
            <w:pPr>
              <w:rPr>
                <w:szCs w:val="20"/>
              </w:rPr>
            </w:pPr>
            <w:r w:rsidRPr="00D27BBB">
              <w:rPr>
                <w:szCs w:val="20"/>
              </w:rPr>
              <w:t xml:space="preserve">Can create and delete Date Pattern Value objects </w:t>
            </w:r>
          </w:p>
        </w:tc>
      </w:tr>
      <w:tr w:rsidR="00D27BBB" w:rsidRPr="00F848B4" w14:paraId="09589613" w14:textId="77777777" w:rsidTr="0082225D">
        <w:tc>
          <w:tcPr>
            <w:tcW w:w="554" w:type="dxa"/>
            <w:gridSpan w:val="2"/>
          </w:tcPr>
          <w:p w14:paraId="6ACCC152" w14:textId="77777777" w:rsidR="00D27BBB" w:rsidRPr="00D27BBB" w:rsidRDefault="00D27BBB" w:rsidP="00594481">
            <w:pPr>
              <w:jc w:val="center"/>
            </w:pPr>
          </w:p>
        </w:tc>
        <w:tc>
          <w:tcPr>
            <w:tcW w:w="976" w:type="dxa"/>
          </w:tcPr>
          <w:p w14:paraId="4C214FC3" w14:textId="77777777" w:rsidR="00D27BBB" w:rsidRPr="00D27BBB" w:rsidRDefault="00D27BBB" w:rsidP="00594481">
            <w:pPr>
              <w:jc w:val="center"/>
            </w:pPr>
            <w:r w:rsidRPr="00D27BBB">
              <w:t>C</w:t>
            </w:r>
            <w:r w:rsidRPr="00D27BBB">
              <w:rPr>
                <w:vertAlign w:val="superscript"/>
              </w:rPr>
              <w:t>2</w:t>
            </w:r>
          </w:p>
        </w:tc>
        <w:tc>
          <w:tcPr>
            <w:tcW w:w="7470" w:type="dxa"/>
          </w:tcPr>
          <w:p w14:paraId="34FDD81D" w14:textId="77777777" w:rsidR="00D27BBB" w:rsidRPr="00D27BBB" w:rsidRDefault="00D27BBB" w:rsidP="00594481">
            <w:pPr>
              <w:rPr>
                <w:szCs w:val="20"/>
              </w:rPr>
            </w:pPr>
            <w:r w:rsidRPr="00D27BBB">
              <w:rPr>
                <w:szCs w:val="20"/>
              </w:rPr>
              <w:t xml:space="preserve">Can create and delete Network Security objects </w:t>
            </w:r>
          </w:p>
        </w:tc>
      </w:tr>
      <w:tr w:rsidR="00A7272C" w:rsidRPr="00F848B4" w14:paraId="66000A13" w14:textId="77777777" w:rsidTr="0082225D">
        <w:tc>
          <w:tcPr>
            <w:tcW w:w="554" w:type="dxa"/>
            <w:gridSpan w:val="2"/>
          </w:tcPr>
          <w:p w14:paraId="2681F999" w14:textId="77777777" w:rsidR="00A7272C" w:rsidRPr="00D27BBB" w:rsidRDefault="00A7272C" w:rsidP="00594481">
            <w:pPr>
              <w:jc w:val="center"/>
            </w:pPr>
          </w:p>
        </w:tc>
        <w:tc>
          <w:tcPr>
            <w:tcW w:w="976" w:type="dxa"/>
          </w:tcPr>
          <w:p w14:paraId="635119E1" w14:textId="77777777" w:rsidR="00A7272C" w:rsidRPr="00D27BBB" w:rsidRDefault="00A7272C" w:rsidP="00594481">
            <w:pPr>
              <w:jc w:val="center"/>
            </w:pPr>
            <w:r w:rsidRPr="00D27BBB">
              <w:t>C</w:t>
            </w:r>
            <w:r w:rsidRPr="00D27BBB">
              <w:rPr>
                <w:vertAlign w:val="superscript"/>
              </w:rPr>
              <w:t>2</w:t>
            </w:r>
          </w:p>
        </w:tc>
        <w:tc>
          <w:tcPr>
            <w:tcW w:w="7470" w:type="dxa"/>
          </w:tcPr>
          <w:p w14:paraId="395AA887" w14:textId="77777777" w:rsidR="00A7272C" w:rsidRPr="00D27BBB" w:rsidRDefault="00A7272C" w:rsidP="00594481">
            <w:pPr>
              <w:rPr>
                <w:szCs w:val="20"/>
              </w:rPr>
            </w:pPr>
            <w:r>
              <w:rPr>
                <w:szCs w:val="20"/>
              </w:rPr>
              <w:t>Can create and delete Global Group objects</w:t>
            </w:r>
          </w:p>
        </w:tc>
      </w:tr>
      <w:tr w:rsidR="00B2207F" w:rsidRPr="00B528CD" w14:paraId="2F97A797"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2A8F5C3C"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8D241C3"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1531B91F" w14:textId="77777777" w:rsidR="00B2207F" w:rsidRPr="00B528CD" w:rsidRDefault="00B2207F" w:rsidP="00B2207F">
            <w:pPr>
              <w:rPr>
                <w:lang w:val="en-CA"/>
              </w:rPr>
            </w:pPr>
            <w:r>
              <w:rPr>
                <w:szCs w:val="20"/>
              </w:rPr>
              <w:t>Can create and delete Access Point objects</w:t>
            </w:r>
          </w:p>
        </w:tc>
      </w:tr>
      <w:tr w:rsidR="00B2207F" w:rsidRPr="00B528CD" w14:paraId="31F84F4E"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80510B6"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255F138D"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4B7DBE3F" w14:textId="77777777" w:rsidR="00B2207F" w:rsidRPr="00B528CD" w:rsidRDefault="00B2207F" w:rsidP="00B2207F">
            <w:pPr>
              <w:rPr>
                <w:lang w:val="en-CA"/>
              </w:rPr>
            </w:pPr>
            <w:r>
              <w:rPr>
                <w:szCs w:val="20"/>
              </w:rPr>
              <w:t>Can create and delete Access Zone objects</w:t>
            </w:r>
          </w:p>
        </w:tc>
      </w:tr>
      <w:tr w:rsidR="00B2207F" w:rsidRPr="00B528CD" w14:paraId="3AD9108A"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1E0723B4"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2F164FE"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51BC2B61" w14:textId="77777777" w:rsidR="00B2207F" w:rsidRPr="00B528CD" w:rsidRDefault="00B2207F" w:rsidP="00B2207F">
            <w:pPr>
              <w:rPr>
                <w:lang w:val="en-CA"/>
              </w:rPr>
            </w:pPr>
            <w:r>
              <w:rPr>
                <w:szCs w:val="20"/>
              </w:rPr>
              <w:t>Can create and delete Access User objects</w:t>
            </w:r>
          </w:p>
        </w:tc>
      </w:tr>
      <w:tr w:rsidR="00B2207F" w:rsidRPr="00B528CD" w14:paraId="27176B3E"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45C51FB"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4C1C779"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290E5D20" w14:textId="77777777" w:rsidR="00B2207F" w:rsidRPr="00B528CD" w:rsidRDefault="00B2207F" w:rsidP="00B2207F">
            <w:pPr>
              <w:rPr>
                <w:lang w:val="en-CA"/>
              </w:rPr>
            </w:pPr>
            <w:r>
              <w:rPr>
                <w:szCs w:val="20"/>
              </w:rPr>
              <w:t>Can create and delete Access Rights objects</w:t>
            </w:r>
          </w:p>
        </w:tc>
      </w:tr>
      <w:tr w:rsidR="00B2207F" w:rsidRPr="00B528CD" w14:paraId="0D4331FD"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487A0277"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0BBD5A03"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7A32E334" w14:textId="77777777" w:rsidR="00B2207F" w:rsidRPr="00B528CD" w:rsidRDefault="00B2207F" w:rsidP="00B2207F">
            <w:pPr>
              <w:rPr>
                <w:lang w:val="en-CA"/>
              </w:rPr>
            </w:pPr>
            <w:r>
              <w:rPr>
                <w:szCs w:val="20"/>
              </w:rPr>
              <w:t>Can create and delete Access Credential objects</w:t>
            </w:r>
          </w:p>
        </w:tc>
      </w:tr>
      <w:tr w:rsidR="00B2207F" w:rsidRPr="00B528CD" w14:paraId="01C00BF6"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5E16032"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2343B3A"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78D0EA79" w14:textId="77777777" w:rsidR="00B2207F" w:rsidRPr="00B528CD" w:rsidRDefault="00B2207F" w:rsidP="00B2207F">
            <w:pPr>
              <w:rPr>
                <w:lang w:val="en-CA"/>
              </w:rPr>
            </w:pPr>
            <w:r>
              <w:rPr>
                <w:szCs w:val="20"/>
              </w:rPr>
              <w:t>Can create and delete Credential Data objects</w:t>
            </w:r>
          </w:p>
        </w:tc>
      </w:tr>
      <w:tr w:rsidR="00B2207F" w:rsidRPr="00B528CD" w14:paraId="74E10F47"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F979457"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5229B62"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0BAFDDEA" w14:textId="77777777" w:rsidR="00B2207F" w:rsidRPr="00B528CD" w:rsidRDefault="00B2207F" w:rsidP="00B2207F">
            <w:pPr>
              <w:rPr>
                <w:lang w:val="en-CA"/>
              </w:rPr>
            </w:pPr>
            <w:r>
              <w:rPr>
                <w:szCs w:val="20"/>
              </w:rPr>
              <w:t>Can create and delete Notification Forwarder objects</w:t>
            </w:r>
          </w:p>
        </w:tc>
      </w:tr>
      <w:tr w:rsidR="00B2207F" w:rsidRPr="00B528CD" w14:paraId="21A11971"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9141C9D"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39A9CC3"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2D7CA3B5" w14:textId="77777777" w:rsidR="00B2207F" w:rsidRPr="00B528CD" w:rsidRDefault="00B2207F" w:rsidP="00B2207F">
            <w:pPr>
              <w:rPr>
                <w:lang w:val="en-CA"/>
              </w:rPr>
            </w:pPr>
            <w:r>
              <w:rPr>
                <w:szCs w:val="20"/>
              </w:rPr>
              <w:t>Can create and delete Alert Enrollment objects</w:t>
            </w:r>
          </w:p>
        </w:tc>
      </w:tr>
      <w:tr w:rsidR="00B2207F" w:rsidRPr="00B528CD" w14:paraId="0E562DC6"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C59D0DA"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CAE1C00"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1E751FEB" w14:textId="77777777" w:rsidR="00B2207F" w:rsidRPr="00B528CD" w:rsidRDefault="00B2207F" w:rsidP="00B2207F">
            <w:pPr>
              <w:rPr>
                <w:lang w:val="en-CA"/>
              </w:rPr>
            </w:pPr>
            <w:r>
              <w:rPr>
                <w:szCs w:val="20"/>
              </w:rPr>
              <w:t>Can create and delete Channel objects</w:t>
            </w:r>
          </w:p>
        </w:tc>
      </w:tr>
      <w:tr w:rsidR="00B2207F" w:rsidRPr="00B528CD" w14:paraId="7A21347C"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1B26CFA3"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AF8575D" w14:textId="77777777"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643C58A2" w14:textId="77777777" w:rsidR="00B2207F" w:rsidRPr="00B528CD" w:rsidRDefault="00B2207F" w:rsidP="00B2207F">
            <w:pPr>
              <w:rPr>
                <w:lang w:val="en-CA"/>
              </w:rPr>
            </w:pPr>
            <w:r>
              <w:rPr>
                <w:szCs w:val="20"/>
              </w:rPr>
              <w:t>Can create and delete Lighting Output objects</w:t>
            </w:r>
          </w:p>
        </w:tc>
      </w:tr>
      <w:tr w:rsidR="00B2207F" w:rsidRPr="00B528CD" w14:paraId="364735FE"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6E77FFE"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A26125B" w14:textId="3B8FB10D"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019B1A29" w14:textId="77777777" w:rsidR="00B2207F" w:rsidRPr="00B528CD" w:rsidRDefault="00B2207F" w:rsidP="00B2207F">
            <w:pPr>
              <w:rPr>
                <w:lang w:val="en-CA"/>
              </w:rPr>
            </w:pPr>
            <w:r>
              <w:rPr>
                <w:szCs w:val="20"/>
              </w:rPr>
              <w:t>Can create and delete Binary Lighting Output objects</w:t>
            </w:r>
          </w:p>
        </w:tc>
      </w:tr>
      <w:tr w:rsidR="00B2207F" w:rsidRPr="00B528CD" w14:paraId="6004B429"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4EF135C"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2C69DAB" w14:textId="1288142C"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589B7C84" w14:textId="77777777" w:rsidR="00B2207F" w:rsidRPr="00B528CD" w:rsidRDefault="00B2207F" w:rsidP="00B2207F">
            <w:pPr>
              <w:rPr>
                <w:lang w:val="en-CA"/>
              </w:rPr>
            </w:pPr>
            <w:r>
              <w:rPr>
                <w:szCs w:val="20"/>
              </w:rPr>
              <w:t>Can create and delete Network Port objects</w:t>
            </w:r>
          </w:p>
        </w:tc>
      </w:tr>
      <w:tr w:rsidR="00B2207F" w:rsidRPr="00B528CD" w14:paraId="405A60DE"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2F806B6D"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6CA608F7" w14:textId="097A844D" w:rsidR="00B2207F" w:rsidRPr="00B528CD" w:rsidRDefault="00B2207F" w:rsidP="00B2207F">
            <w:pPr>
              <w:jc w:val="center"/>
              <w:rPr>
                <w:lang w:val="en-CA"/>
              </w:rPr>
            </w:pPr>
            <w:r w:rsidRPr="00B528CD">
              <w:rPr>
                <w:lang w:val="en-CA"/>
              </w:rPr>
              <w:t>C</w:t>
            </w:r>
            <w:r w:rsidRPr="003A2ECA">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38B2D9CD" w14:textId="77777777" w:rsidR="00B2207F" w:rsidRPr="003A2ECA" w:rsidRDefault="00B2207F" w:rsidP="00B2207F">
            <w:pPr>
              <w:rPr>
                <w:szCs w:val="20"/>
              </w:rPr>
            </w:pPr>
            <w:r>
              <w:rPr>
                <w:szCs w:val="20"/>
              </w:rPr>
              <w:t>Can create and delete Timer objects</w:t>
            </w:r>
          </w:p>
        </w:tc>
      </w:tr>
      <w:tr w:rsidR="00B2207F" w:rsidRPr="00B528CD" w14:paraId="61AB7D46"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64304DB"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41E2817" w14:textId="3C3226CF" w:rsidR="00B2207F" w:rsidRPr="00B528CD" w:rsidRDefault="00B2207F" w:rsidP="00B2207F">
            <w:pPr>
              <w:jc w:val="center"/>
              <w:rPr>
                <w:lang w:val="en-CA"/>
              </w:rPr>
            </w:pPr>
            <w:r w:rsidRPr="00B528CD">
              <w:rPr>
                <w:lang w:val="en-CA"/>
              </w:rPr>
              <w:t>C</w:t>
            </w:r>
            <w:r w:rsidRPr="003A2ECA">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03F4CEBB" w14:textId="77777777" w:rsidR="00B2207F" w:rsidRPr="003A2ECA" w:rsidRDefault="00B2207F" w:rsidP="00B2207F">
            <w:pPr>
              <w:rPr>
                <w:szCs w:val="20"/>
              </w:rPr>
            </w:pPr>
            <w:r>
              <w:rPr>
                <w:szCs w:val="20"/>
              </w:rPr>
              <w:t>Can create and delete Elevator Group objects</w:t>
            </w:r>
          </w:p>
        </w:tc>
      </w:tr>
      <w:tr w:rsidR="00B2207F" w:rsidRPr="00B528CD" w14:paraId="19AC0B47"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0AF1E01E"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C2F91C5" w14:textId="6B07ACD0"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47F83F95" w14:textId="77777777" w:rsidR="00B2207F" w:rsidRPr="00B528CD" w:rsidRDefault="00B2207F" w:rsidP="00B2207F">
            <w:pPr>
              <w:rPr>
                <w:lang w:val="en-CA"/>
              </w:rPr>
            </w:pPr>
            <w:r>
              <w:rPr>
                <w:szCs w:val="20"/>
              </w:rPr>
              <w:t>Can create and delete Lift objects</w:t>
            </w:r>
          </w:p>
        </w:tc>
      </w:tr>
      <w:tr w:rsidR="00B2207F" w:rsidRPr="00B528CD" w14:paraId="33E4E0FF"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8395597" w14:textId="77777777" w:rsidR="00B2207F" w:rsidRPr="00B528CD" w:rsidRDefault="00B2207F" w:rsidP="00B2207F">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A9587E7" w14:textId="207D8AB2" w:rsidR="00B2207F" w:rsidRPr="00B528CD" w:rsidRDefault="00B2207F" w:rsidP="00B2207F">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658B811B" w14:textId="77777777" w:rsidR="00B2207F" w:rsidRPr="00B528CD" w:rsidRDefault="00B2207F" w:rsidP="00B2207F">
            <w:pPr>
              <w:rPr>
                <w:lang w:val="en-CA"/>
              </w:rPr>
            </w:pPr>
            <w:r>
              <w:rPr>
                <w:szCs w:val="20"/>
              </w:rPr>
              <w:t>Can create and delete Escalator objects</w:t>
            </w:r>
          </w:p>
        </w:tc>
      </w:tr>
      <w:tr w:rsidR="00F46568" w:rsidRPr="00B528CD" w14:paraId="3CA27A68"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E985799"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656574ED" w14:textId="0B3E8E22" w:rsidR="00F46568" w:rsidRPr="00B528CD" w:rsidRDefault="00F46568" w:rsidP="00BC64C4">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00439B1E" w14:textId="77777777" w:rsidR="00F46568" w:rsidRPr="00B528CD" w:rsidRDefault="00F46568" w:rsidP="00D96853">
            <w:pPr>
              <w:rPr>
                <w:lang w:val="en-CA"/>
              </w:rPr>
            </w:pPr>
            <w:r>
              <w:rPr>
                <w:szCs w:val="20"/>
              </w:rPr>
              <w:t>Can create and delete Staging objects</w:t>
            </w:r>
          </w:p>
        </w:tc>
      </w:tr>
      <w:tr w:rsidR="00F46568" w:rsidRPr="00B528CD" w14:paraId="2B6EBBC4"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403EBD93"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1FB97CE" w14:textId="79DF5C0E" w:rsidR="00F46568" w:rsidRPr="00B528CD" w:rsidRDefault="00F46568" w:rsidP="00BC64C4">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6BFB86C9" w14:textId="77777777" w:rsidR="00F46568" w:rsidRPr="00B528CD" w:rsidRDefault="00F46568" w:rsidP="00D96853">
            <w:pPr>
              <w:rPr>
                <w:lang w:val="en-CA"/>
              </w:rPr>
            </w:pPr>
            <w:r>
              <w:rPr>
                <w:szCs w:val="20"/>
              </w:rPr>
              <w:t>Can create and delete Audit Reporter objects</w:t>
            </w:r>
          </w:p>
        </w:tc>
      </w:tr>
      <w:tr w:rsidR="00F46568" w:rsidRPr="00B528CD" w14:paraId="443064AA"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522613A9"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9CD22D9" w14:textId="08DB7DA6" w:rsidR="00F46568" w:rsidRPr="00B528CD" w:rsidRDefault="00F46568" w:rsidP="00BC64C4">
            <w:pPr>
              <w:jc w:val="center"/>
              <w:rPr>
                <w:lang w:val="en-CA"/>
              </w:rPr>
            </w:pPr>
            <w:r w:rsidRPr="00B528CD">
              <w:rPr>
                <w:lang w:val="en-CA"/>
              </w:rPr>
              <w:t>C</w:t>
            </w:r>
            <w:r w:rsidRPr="00B528CD">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6DBE9A3F" w14:textId="77777777" w:rsidR="00F46568" w:rsidRPr="00B528CD" w:rsidRDefault="00F46568" w:rsidP="00D96853">
            <w:pPr>
              <w:rPr>
                <w:lang w:val="en-CA"/>
              </w:rPr>
            </w:pPr>
            <w:r>
              <w:rPr>
                <w:szCs w:val="20"/>
              </w:rPr>
              <w:t>Can create and delete Audit Log objects</w:t>
            </w:r>
          </w:p>
        </w:tc>
      </w:tr>
      <w:tr w:rsidR="00EE4B66" w:rsidRPr="00B528CD" w14:paraId="0A28C477"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84167D4" w14:textId="77777777" w:rsidR="00EE4B66" w:rsidRPr="00B528CD" w:rsidRDefault="00EE4B66"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03908BB" w14:textId="51419013" w:rsidR="00EE4B66" w:rsidRPr="00B528CD" w:rsidRDefault="00EE4B66" w:rsidP="00BC64C4">
            <w:pPr>
              <w:jc w:val="center"/>
              <w:rPr>
                <w:lang w:val="en-CA"/>
              </w:rPr>
            </w:pPr>
            <w:r>
              <w:rPr>
                <w:lang w:val="en-CA"/>
              </w:rPr>
              <w:t>C</w:t>
            </w:r>
            <w:r w:rsidRPr="00EE4B66">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6710CA2B" w14:textId="5FB71CD8" w:rsidR="00EE4B66" w:rsidRDefault="00EE4B66" w:rsidP="00D96853">
            <w:pPr>
              <w:rPr>
                <w:szCs w:val="20"/>
              </w:rPr>
            </w:pPr>
            <w:r>
              <w:rPr>
                <w:szCs w:val="20"/>
              </w:rPr>
              <w:t>Can create and delete Color objects</w:t>
            </w:r>
          </w:p>
        </w:tc>
      </w:tr>
      <w:tr w:rsidR="00E76774" w:rsidRPr="00B528CD" w14:paraId="14BE3D09"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CBD9481" w14:textId="77777777" w:rsidR="00E76774" w:rsidRPr="00B528CD" w:rsidRDefault="00E76774"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FF71B2A" w14:textId="7AB5366C" w:rsidR="00E76774" w:rsidRDefault="00E76774" w:rsidP="00BC64C4">
            <w:pPr>
              <w:jc w:val="center"/>
              <w:rPr>
                <w:lang w:val="en-CA"/>
              </w:rPr>
            </w:pPr>
            <w:r>
              <w:rPr>
                <w:lang w:val="en-CA"/>
              </w:rPr>
              <w:t>C</w:t>
            </w:r>
            <w:r w:rsidRPr="00E76774">
              <w:rPr>
                <w:vertAlign w:val="superscript"/>
                <w:lang w:val="en-CA"/>
              </w:rPr>
              <w:t>2</w:t>
            </w:r>
          </w:p>
        </w:tc>
        <w:tc>
          <w:tcPr>
            <w:tcW w:w="7470" w:type="dxa"/>
            <w:tcBorders>
              <w:top w:val="single" w:sz="4" w:space="0" w:color="auto"/>
              <w:left w:val="single" w:sz="4" w:space="0" w:color="auto"/>
              <w:bottom w:val="single" w:sz="4" w:space="0" w:color="auto"/>
              <w:right w:val="single" w:sz="4" w:space="0" w:color="auto"/>
            </w:tcBorders>
          </w:tcPr>
          <w:p w14:paraId="05D9EF4E" w14:textId="3C7A6308" w:rsidR="00E76774" w:rsidRDefault="00E76774" w:rsidP="00D96853">
            <w:pPr>
              <w:rPr>
                <w:szCs w:val="20"/>
              </w:rPr>
            </w:pPr>
            <w:r>
              <w:rPr>
                <w:szCs w:val="20"/>
              </w:rPr>
              <w:t>Can create and delete Color Temperature objects</w:t>
            </w:r>
          </w:p>
        </w:tc>
      </w:tr>
      <w:tr w:rsidR="000E1FB0" w:rsidRPr="00F95990" w14:paraId="5FB257A4"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F929851" w14:textId="77777777" w:rsidR="000E1FB0" w:rsidRPr="00502B38" w:rsidRDefault="000E1FB0" w:rsidP="009353EF">
            <w:pPr>
              <w:pStyle w:val="OptionFootnote"/>
            </w:pPr>
            <w:r w:rsidRPr="00502B38">
              <w:rPr>
                <w:vertAlign w:val="superscript"/>
              </w:rPr>
              <w:t>1</w:t>
            </w:r>
            <w:r w:rsidR="00DA1EB5">
              <w:rPr>
                <w:vertAlign w:val="superscript"/>
              </w:rPr>
              <w:t xml:space="preserve"> </w:t>
            </w:r>
            <w:r w:rsidRPr="00502B38">
              <w:t>For each object type where the IUT supports creation with the CreateObject service, the Object_Identifier form of CreateObject shall be supported.</w:t>
            </w:r>
          </w:p>
          <w:p w14:paraId="05EA04A4" w14:textId="77777777" w:rsidR="000E1FB0" w:rsidRPr="00502B38" w:rsidRDefault="000E1FB0" w:rsidP="009353EF">
            <w:pPr>
              <w:pStyle w:val="OptionFootnote"/>
            </w:pPr>
            <w:r w:rsidRPr="00502B38">
              <w:rPr>
                <w:vertAlign w:val="superscript"/>
              </w:rPr>
              <w:t>2</w:t>
            </w:r>
            <w:r w:rsidRPr="00502B38">
              <w:t xml:space="preserve"> At least one of these is required in order to claim conformance to this BIBB.</w:t>
            </w:r>
          </w:p>
          <w:p w14:paraId="7DC0B74E" w14:textId="77777777" w:rsidR="000E1FB0" w:rsidRDefault="000E1FB0" w:rsidP="009353EF">
            <w:pPr>
              <w:pStyle w:val="OptionFootnote"/>
            </w:pPr>
            <w:r w:rsidRPr="00502B38">
              <w:rPr>
                <w:vertAlign w:val="superscript"/>
              </w:rPr>
              <w:t>3</w:t>
            </w:r>
            <w:r w:rsidRPr="00502B38">
              <w:t xml:space="preserve"> IUT should not claim this functionality if the only method of creating a File object is by initiating the device restore procedure.</w:t>
            </w:r>
          </w:p>
          <w:p w14:paraId="434596AE" w14:textId="69607A46" w:rsidR="00EE4B66" w:rsidRPr="00502B38" w:rsidRDefault="00EE4B66" w:rsidP="00A66266">
            <w:pPr>
              <w:pStyle w:val="OptionFootnote"/>
            </w:pPr>
          </w:p>
        </w:tc>
      </w:tr>
      <w:tr w:rsidR="000E1FB0" w:rsidRPr="00F95990" w14:paraId="40691166"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57D924E4" w14:textId="77777777" w:rsidR="000E1FB0" w:rsidRPr="00F95990" w:rsidRDefault="000E1FB0" w:rsidP="00DE26F7">
            <w:pPr>
              <w:rPr>
                <w:b/>
                <w:bCs/>
              </w:rPr>
            </w:pPr>
            <w:r w:rsidRPr="00F95990">
              <w:rPr>
                <w:b/>
                <w:bCs/>
              </w:rPr>
              <w:t xml:space="preserve">Device Management </w:t>
            </w:r>
            <w:r w:rsidR="00012C95">
              <w:rPr>
                <w:b/>
                <w:bCs/>
              </w:rPr>
              <w:t>-</w:t>
            </w:r>
            <w:r w:rsidRPr="00F95990">
              <w:rPr>
                <w:b/>
                <w:bCs/>
              </w:rPr>
              <w:t xml:space="preserve"> Object Creation and Deletion </w:t>
            </w:r>
            <w:r w:rsidR="00012C95">
              <w:rPr>
                <w:b/>
                <w:bCs/>
              </w:rPr>
              <w:t>-</w:t>
            </w:r>
            <w:r w:rsidRPr="00F95990">
              <w:rPr>
                <w:b/>
                <w:bCs/>
              </w:rPr>
              <w:t xml:space="preserve"> B</w:t>
            </w:r>
          </w:p>
        </w:tc>
      </w:tr>
      <w:tr w:rsidR="000E1FB0" w:rsidRPr="00F95990" w14:paraId="6EFCA495" w14:textId="77777777" w:rsidTr="0082225D">
        <w:tc>
          <w:tcPr>
            <w:tcW w:w="554" w:type="dxa"/>
            <w:gridSpan w:val="2"/>
          </w:tcPr>
          <w:p w14:paraId="19CD5657" w14:textId="77777777" w:rsidR="000E1FB0" w:rsidRPr="00F95990" w:rsidRDefault="000E1FB0" w:rsidP="009353EF">
            <w:pPr>
              <w:jc w:val="center"/>
            </w:pPr>
          </w:p>
        </w:tc>
        <w:tc>
          <w:tcPr>
            <w:tcW w:w="976" w:type="dxa"/>
          </w:tcPr>
          <w:p w14:paraId="75760ABD" w14:textId="77777777" w:rsidR="000E1FB0" w:rsidRPr="00F95990" w:rsidRDefault="000E1FB0" w:rsidP="0024299F">
            <w:pPr>
              <w:jc w:val="center"/>
            </w:pPr>
            <w:r w:rsidRPr="00F95990">
              <w:t>R</w:t>
            </w:r>
          </w:p>
        </w:tc>
        <w:tc>
          <w:tcPr>
            <w:tcW w:w="7470" w:type="dxa"/>
          </w:tcPr>
          <w:p w14:paraId="4C86EB45" w14:textId="77777777" w:rsidR="000E1FB0" w:rsidRPr="00F95990" w:rsidRDefault="000E1FB0" w:rsidP="009353EF">
            <w:r w:rsidRPr="00F95990">
              <w:t>Base Requirements</w:t>
            </w:r>
          </w:p>
        </w:tc>
      </w:tr>
      <w:tr w:rsidR="000E1FB0" w:rsidRPr="00F95990" w14:paraId="0D64089A" w14:textId="77777777" w:rsidTr="0082225D">
        <w:tc>
          <w:tcPr>
            <w:tcW w:w="554" w:type="dxa"/>
            <w:gridSpan w:val="2"/>
          </w:tcPr>
          <w:p w14:paraId="6D42E542" w14:textId="77777777" w:rsidR="000E1FB0" w:rsidRPr="00F95990" w:rsidRDefault="000E1FB0" w:rsidP="009353EF">
            <w:pPr>
              <w:jc w:val="center"/>
            </w:pPr>
          </w:p>
        </w:tc>
        <w:tc>
          <w:tcPr>
            <w:tcW w:w="976" w:type="dxa"/>
          </w:tcPr>
          <w:p w14:paraId="3A61FC01" w14:textId="77777777" w:rsidR="000E1FB0" w:rsidRPr="00F95990" w:rsidRDefault="000E1FB0" w:rsidP="0024299F">
            <w:pPr>
              <w:jc w:val="center"/>
            </w:pPr>
            <w:r w:rsidRPr="00F95990">
              <w:t>R</w:t>
            </w:r>
          </w:p>
        </w:tc>
        <w:tc>
          <w:tcPr>
            <w:tcW w:w="7470" w:type="dxa"/>
          </w:tcPr>
          <w:p w14:paraId="5C0D82E9" w14:textId="77777777" w:rsidR="000E1FB0" w:rsidRPr="00F95990" w:rsidRDefault="000E1FB0" w:rsidP="009353EF">
            <w:pPr>
              <w:pStyle w:val="CommentText"/>
            </w:pPr>
            <w:r w:rsidRPr="00F95990">
              <w:t>Supports object creation using Object_Type</w:t>
            </w:r>
          </w:p>
        </w:tc>
      </w:tr>
      <w:tr w:rsidR="000E1FB0" w:rsidRPr="00F95990" w14:paraId="76AC88BE" w14:textId="77777777" w:rsidTr="0082225D">
        <w:tc>
          <w:tcPr>
            <w:tcW w:w="554" w:type="dxa"/>
            <w:gridSpan w:val="2"/>
          </w:tcPr>
          <w:p w14:paraId="51AABB42" w14:textId="77777777" w:rsidR="000E1FB0" w:rsidRPr="00F95990" w:rsidRDefault="000E1FB0" w:rsidP="009353EF">
            <w:pPr>
              <w:jc w:val="center"/>
            </w:pPr>
          </w:p>
        </w:tc>
        <w:tc>
          <w:tcPr>
            <w:tcW w:w="976" w:type="dxa"/>
          </w:tcPr>
          <w:p w14:paraId="1DDEBF7A" w14:textId="77777777" w:rsidR="000E1FB0" w:rsidRPr="00F95990" w:rsidRDefault="000E1FB0" w:rsidP="0024299F">
            <w:pPr>
              <w:jc w:val="center"/>
            </w:pPr>
            <w:r w:rsidRPr="00F95990">
              <w:t>R</w:t>
            </w:r>
          </w:p>
        </w:tc>
        <w:tc>
          <w:tcPr>
            <w:tcW w:w="7470" w:type="dxa"/>
          </w:tcPr>
          <w:p w14:paraId="05645F66" w14:textId="77777777" w:rsidR="000E1FB0" w:rsidRPr="00F95990" w:rsidRDefault="000E1FB0" w:rsidP="009353EF">
            <w:pPr>
              <w:pStyle w:val="CommentText"/>
            </w:pPr>
            <w:r w:rsidRPr="00F95990">
              <w:t>Supports object creation using Object_Identifier</w:t>
            </w:r>
          </w:p>
        </w:tc>
      </w:tr>
      <w:tr w:rsidR="000E1FB0" w:rsidRPr="00F95990" w14:paraId="7D060901" w14:textId="77777777" w:rsidTr="0082225D">
        <w:tc>
          <w:tcPr>
            <w:tcW w:w="554" w:type="dxa"/>
            <w:gridSpan w:val="2"/>
          </w:tcPr>
          <w:p w14:paraId="5406E62C" w14:textId="77777777" w:rsidR="000E1FB0" w:rsidRPr="00F95990" w:rsidRDefault="000E1FB0" w:rsidP="009353EF">
            <w:pPr>
              <w:jc w:val="center"/>
            </w:pPr>
          </w:p>
        </w:tc>
        <w:tc>
          <w:tcPr>
            <w:tcW w:w="976" w:type="dxa"/>
          </w:tcPr>
          <w:p w14:paraId="27B8F749" w14:textId="77777777" w:rsidR="000E1FB0" w:rsidRPr="00F95990" w:rsidRDefault="000E1FB0" w:rsidP="0024299F">
            <w:pPr>
              <w:jc w:val="center"/>
            </w:pPr>
            <w:r w:rsidRPr="00F95990">
              <w:t>R</w:t>
            </w:r>
          </w:p>
        </w:tc>
        <w:tc>
          <w:tcPr>
            <w:tcW w:w="7470" w:type="dxa"/>
          </w:tcPr>
          <w:p w14:paraId="7DF36210" w14:textId="77777777" w:rsidR="000E1FB0" w:rsidRPr="00F95990" w:rsidRDefault="000E1FB0" w:rsidP="009353EF">
            <w:pPr>
              <w:pStyle w:val="CommentText"/>
            </w:pPr>
            <w:r w:rsidRPr="00F95990">
              <w:t>Supports object deletion for each object type that it supports creation of</w:t>
            </w:r>
          </w:p>
        </w:tc>
      </w:tr>
      <w:tr w:rsidR="000E1FB0" w:rsidRPr="00F95990" w14:paraId="0BB67C36" w14:textId="77777777" w:rsidTr="0082225D">
        <w:tc>
          <w:tcPr>
            <w:tcW w:w="554" w:type="dxa"/>
            <w:gridSpan w:val="2"/>
          </w:tcPr>
          <w:p w14:paraId="6B945BAE" w14:textId="77777777" w:rsidR="000E1FB0" w:rsidRPr="00F95990" w:rsidRDefault="000E1FB0" w:rsidP="009353EF">
            <w:pPr>
              <w:jc w:val="center"/>
            </w:pPr>
          </w:p>
        </w:tc>
        <w:tc>
          <w:tcPr>
            <w:tcW w:w="976" w:type="dxa"/>
          </w:tcPr>
          <w:p w14:paraId="358E06D7" w14:textId="77777777" w:rsidR="000E1FB0" w:rsidRPr="00F95990" w:rsidRDefault="000E1FB0" w:rsidP="0024299F">
            <w:pPr>
              <w:jc w:val="center"/>
            </w:pPr>
            <w:r w:rsidRPr="00F95990">
              <w:t>C</w:t>
            </w:r>
            <w:r w:rsidRPr="00F95990">
              <w:rPr>
                <w:vertAlign w:val="superscript"/>
              </w:rPr>
              <w:t>1</w:t>
            </w:r>
          </w:p>
        </w:tc>
        <w:tc>
          <w:tcPr>
            <w:tcW w:w="7470" w:type="dxa"/>
          </w:tcPr>
          <w:p w14:paraId="24A93DD9" w14:textId="77777777" w:rsidR="000E1FB0" w:rsidRPr="00F95990" w:rsidRDefault="000E1FB0" w:rsidP="009353EF">
            <w:pPr>
              <w:pStyle w:val="CommentText"/>
            </w:pPr>
            <w:r w:rsidRPr="00F95990">
              <w:t>Supports object creation and deletion of the Accumulator object</w:t>
            </w:r>
          </w:p>
        </w:tc>
      </w:tr>
      <w:tr w:rsidR="000E1FB0" w:rsidRPr="00F95990" w14:paraId="164E8EBE" w14:textId="77777777" w:rsidTr="0082225D">
        <w:tc>
          <w:tcPr>
            <w:tcW w:w="554" w:type="dxa"/>
            <w:gridSpan w:val="2"/>
          </w:tcPr>
          <w:p w14:paraId="72C7D6F1" w14:textId="77777777" w:rsidR="000E1FB0" w:rsidRPr="00F95990" w:rsidRDefault="000E1FB0" w:rsidP="009353EF">
            <w:pPr>
              <w:jc w:val="center"/>
            </w:pPr>
          </w:p>
        </w:tc>
        <w:tc>
          <w:tcPr>
            <w:tcW w:w="976" w:type="dxa"/>
          </w:tcPr>
          <w:p w14:paraId="778DC5A5" w14:textId="77777777" w:rsidR="000E1FB0" w:rsidRPr="00F95990" w:rsidRDefault="000E1FB0" w:rsidP="0024299F">
            <w:pPr>
              <w:jc w:val="center"/>
            </w:pPr>
            <w:r w:rsidRPr="00F95990">
              <w:t>C</w:t>
            </w:r>
            <w:r w:rsidRPr="00F95990">
              <w:rPr>
                <w:vertAlign w:val="superscript"/>
              </w:rPr>
              <w:t>1</w:t>
            </w:r>
          </w:p>
        </w:tc>
        <w:tc>
          <w:tcPr>
            <w:tcW w:w="7470" w:type="dxa"/>
          </w:tcPr>
          <w:p w14:paraId="14E452F0" w14:textId="77777777" w:rsidR="000E1FB0" w:rsidRPr="00F95990" w:rsidRDefault="000E1FB0" w:rsidP="009353EF">
            <w:pPr>
              <w:pStyle w:val="CommentText"/>
            </w:pPr>
            <w:r w:rsidRPr="00F95990">
              <w:t>Supports object creation and deletion of the Analog Input object</w:t>
            </w:r>
          </w:p>
        </w:tc>
      </w:tr>
      <w:tr w:rsidR="000E1FB0" w:rsidRPr="00F95990" w14:paraId="4436B7E6" w14:textId="77777777" w:rsidTr="0082225D">
        <w:tc>
          <w:tcPr>
            <w:tcW w:w="554" w:type="dxa"/>
            <w:gridSpan w:val="2"/>
          </w:tcPr>
          <w:p w14:paraId="5EC6C26C" w14:textId="77777777" w:rsidR="000E1FB0" w:rsidRPr="00F95990" w:rsidRDefault="000E1FB0" w:rsidP="009353EF">
            <w:pPr>
              <w:jc w:val="center"/>
            </w:pPr>
          </w:p>
        </w:tc>
        <w:tc>
          <w:tcPr>
            <w:tcW w:w="976" w:type="dxa"/>
          </w:tcPr>
          <w:p w14:paraId="0A1D9A4E" w14:textId="77777777" w:rsidR="000E1FB0" w:rsidRPr="00F95990" w:rsidRDefault="000E1FB0" w:rsidP="0024299F">
            <w:pPr>
              <w:jc w:val="center"/>
            </w:pPr>
            <w:r w:rsidRPr="00F95990">
              <w:t>C</w:t>
            </w:r>
            <w:r w:rsidRPr="00F95990">
              <w:rPr>
                <w:vertAlign w:val="superscript"/>
              </w:rPr>
              <w:t>1</w:t>
            </w:r>
          </w:p>
        </w:tc>
        <w:tc>
          <w:tcPr>
            <w:tcW w:w="7470" w:type="dxa"/>
          </w:tcPr>
          <w:p w14:paraId="2CB5597C" w14:textId="77777777" w:rsidR="000E1FB0" w:rsidRPr="00F95990" w:rsidRDefault="000E1FB0" w:rsidP="009353EF">
            <w:pPr>
              <w:pStyle w:val="CommentText"/>
            </w:pPr>
            <w:r w:rsidRPr="00F95990">
              <w:t xml:space="preserve">Supports object creation and deletion of the Analog Output object </w:t>
            </w:r>
          </w:p>
        </w:tc>
      </w:tr>
      <w:tr w:rsidR="000E1FB0" w:rsidRPr="00F95990" w14:paraId="6B340C0F" w14:textId="77777777" w:rsidTr="0082225D">
        <w:tc>
          <w:tcPr>
            <w:tcW w:w="554" w:type="dxa"/>
            <w:gridSpan w:val="2"/>
          </w:tcPr>
          <w:p w14:paraId="0239C1D5" w14:textId="77777777" w:rsidR="000E1FB0" w:rsidRPr="00F95990" w:rsidRDefault="000E1FB0" w:rsidP="009353EF">
            <w:pPr>
              <w:jc w:val="center"/>
            </w:pPr>
          </w:p>
        </w:tc>
        <w:tc>
          <w:tcPr>
            <w:tcW w:w="976" w:type="dxa"/>
          </w:tcPr>
          <w:p w14:paraId="7CCDC298" w14:textId="77777777" w:rsidR="000E1FB0" w:rsidRPr="00F95990" w:rsidRDefault="000E1FB0" w:rsidP="0024299F">
            <w:pPr>
              <w:jc w:val="center"/>
            </w:pPr>
            <w:r w:rsidRPr="00F95990">
              <w:t>C</w:t>
            </w:r>
            <w:r w:rsidRPr="00F95990">
              <w:rPr>
                <w:vertAlign w:val="superscript"/>
              </w:rPr>
              <w:t>1</w:t>
            </w:r>
          </w:p>
        </w:tc>
        <w:tc>
          <w:tcPr>
            <w:tcW w:w="7470" w:type="dxa"/>
          </w:tcPr>
          <w:p w14:paraId="7CAF4697" w14:textId="77777777" w:rsidR="000E1FB0" w:rsidRPr="00F95990" w:rsidRDefault="000E1FB0" w:rsidP="009353EF">
            <w:pPr>
              <w:pStyle w:val="CommentText"/>
            </w:pPr>
            <w:r w:rsidRPr="00F95990">
              <w:t xml:space="preserve">Supports object creation and deletion of the Analog Value object </w:t>
            </w:r>
          </w:p>
        </w:tc>
      </w:tr>
      <w:tr w:rsidR="000E1FB0" w:rsidRPr="00F95990" w14:paraId="51B4B647" w14:textId="77777777" w:rsidTr="0082225D">
        <w:tc>
          <w:tcPr>
            <w:tcW w:w="554" w:type="dxa"/>
            <w:gridSpan w:val="2"/>
          </w:tcPr>
          <w:p w14:paraId="46BF895E" w14:textId="77777777" w:rsidR="000E1FB0" w:rsidRPr="00F95990" w:rsidRDefault="000E1FB0" w:rsidP="009353EF">
            <w:pPr>
              <w:jc w:val="center"/>
            </w:pPr>
          </w:p>
        </w:tc>
        <w:tc>
          <w:tcPr>
            <w:tcW w:w="976" w:type="dxa"/>
          </w:tcPr>
          <w:p w14:paraId="3D05C6F9" w14:textId="77777777" w:rsidR="000E1FB0" w:rsidRPr="00F95990" w:rsidRDefault="000E1FB0" w:rsidP="0024299F">
            <w:pPr>
              <w:jc w:val="center"/>
            </w:pPr>
            <w:r w:rsidRPr="00F95990">
              <w:t>C</w:t>
            </w:r>
            <w:r w:rsidRPr="00F95990">
              <w:rPr>
                <w:vertAlign w:val="superscript"/>
              </w:rPr>
              <w:t>1</w:t>
            </w:r>
          </w:p>
        </w:tc>
        <w:tc>
          <w:tcPr>
            <w:tcW w:w="7470" w:type="dxa"/>
          </w:tcPr>
          <w:p w14:paraId="21AF008C" w14:textId="77777777" w:rsidR="000E1FB0" w:rsidRPr="00F95990" w:rsidRDefault="000E1FB0" w:rsidP="009353EF">
            <w:pPr>
              <w:pStyle w:val="CommentText"/>
            </w:pPr>
            <w:r w:rsidRPr="00F95990">
              <w:t xml:space="preserve">Supports object creation and deletion of the Averaging object </w:t>
            </w:r>
          </w:p>
        </w:tc>
      </w:tr>
      <w:tr w:rsidR="000E1FB0" w:rsidRPr="00F95990" w14:paraId="4B546A06" w14:textId="77777777" w:rsidTr="0082225D">
        <w:tc>
          <w:tcPr>
            <w:tcW w:w="554" w:type="dxa"/>
            <w:gridSpan w:val="2"/>
          </w:tcPr>
          <w:p w14:paraId="1CC19D35" w14:textId="77777777" w:rsidR="000E1FB0" w:rsidRPr="00F95990" w:rsidRDefault="000E1FB0" w:rsidP="009353EF">
            <w:pPr>
              <w:jc w:val="center"/>
            </w:pPr>
          </w:p>
        </w:tc>
        <w:tc>
          <w:tcPr>
            <w:tcW w:w="976" w:type="dxa"/>
          </w:tcPr>
          <w:p w14:paraId="4AB8C4CF" w14:textId="77777777" w:rsidR="000E1FB0" w:rsidRPr="00F95990" w:rsidRDefault="000E1FB0" w:rsidP="0024299F">
            <w:pPr>
              <w:jc w:val="center"/>
            </w:pPr>
            <w:r w:rsidRPr="00F95990">
              <w:t>C</w:t>
            </w:r>
            <w:r w:rsidRPr="00F95990">
              <w:rPr>
                <w:vertAlign w:val="superscript"/>
              </w:rPr>
              <w:t>1</w:t>
            </w:r>
          </w:p>
        </w:tc>
        <w:tc>
          <w:tcPr>
            <w:tcW w:w="7470" w:type="dxa"/>
          </w:tcPr>
          <w:p w14:paraId="2D6308C6" w14:textId="77777777" w:rsidR="000E1FB0" w:rsidRPr="00F95990" w:rsidRDefault="000E1FB0" w:rsidP="009353EF">
            <w:pPr>
              <w:pStyle w:val="CommentText"/>
            </w:pPr>
            <w:r w:rsidRPr="00F95990">
              <w:t xml:space="preserve">Supports object creation and deletion of the Binary Input object </w:t>
            </w:r>
          </w:p>
        </w:tc>
      </w:tr>
      <w:tr w:rsidR="000E1FB0" w:rsidRPr="00F95990" w14:paraId="60222A93" w14:textId="77777777" w:rsidTr="0082225D">
        <w:tc>
          <w:tcPr>
            <w:tcW w:w="554" w:type="dxa"/>
            <w:gridSpan w:val="2"/>
          </w:tcPr>
          <w:p w14:paraId="007436B5" w14:textId="77777777" w:rsidR="000E1FB0" w:rsidRPr="00F95990" w:rsidRDefault="000E1FB0" w:rsidP="009353EF">
            <w:pPr>
              <w:jc w:val="center"/>
            </w:pPr>
          </w:p>
        </w:tc>
        <w:tc>
          <w:tcPr>
            <w:tcW w:w="976" w:type="dxa"/>
          </w:tcPr>
          <w:p w14:paraId="05637F05" w14:textId="77777777" w:rsidR="000E1FB0" w:rsidRPr="00F95990" w:rsidRDefault="000E1FB0" w:rsidP="0024299F">
            <w:pPr>
              <w:jc w:val="center"/>
            </w:pPr>
            <w:r w:rsidRPr="00F95990">
              <w:t>C</w:t>
            </w:r>
            <w:r w:rsidRPr="00F95990">
              <w:rPr>
                <w:vertAlign w:val="superscript"/>
              </w:rPr>
              <w:t>1</w:t>
            </w:r>
          </w:p>
        </w:tc>
        <w:tc>
          <w:tcPr>
            <w:tcW w:w="7470" w:type="dxa"/>
          </w:tcPr>
          <w:p w14:paraId="550C9E4F" w14:textId="77777777" w:rsidR="000E1FB0" w:rsidRPr="00F95990" w:rsidRDefault="000E1FB0" w:rsidP="009353EF">
            <w:pPr>
              <w:pStyle w:val="CommentText"/>
            </w:pPr>
            <w:r w:rsidRPr="00F95990">
              <w:t xml:space="preserve">Supports object creation and deletion of the Binary Output object </w:t>
            </w:r>
          </w:p>
        </w:tc>
      </w:tr>
      <w:tr w:rsidR="000E1FB0" w:rsidRPr="00F95990" w14:paraId="1F29122C" w14:textId="77777777" w:rsidTr="0082225D">
        <w:tc>
          <w:tcPr>
            <w:tcW w:w="554" w:type="dxa"/>
            <w:gridSpan w:val="2"/>
          </w:tcPr>
          <w:p w14:paraId="19C83D3E" w14:textId="77777777" w:rsidR="000E1FB0" w:rsidRPr="00F95990" w:rsidRDefault="000E1FB0" w:rsidP="009353EF">
            <w:pPr>
              <w:jc w:val="center"/>
            </w:pPr>
          </w:p>
        </w:tc>
        <w:tc>
          <w:tcPr>
            <w:tcW w:w="976" w:type="dxa"/>
          </w:tcPr>
          <w:p w14:paraId="31E24652" w14:textId="77777777" w:rsidR="000E1FB0" w:rsidRPr="00F95990" w:rsidRDefault="000E1FB0" w:rsidP="0024299F">
            <w:pPr>
              <w:jc w:val="center"/>
            </w:pPr>
            <w:r w:rsidRPr="00F95990">
              <w:t>C</w:t>
            </w:r>
            <w:r w:rsidRPr="00F95990">
              <w:rPr>
                <w:vertAlign w:val="superscript"/>
              </w:rPr>
              <w:t>1</w:t>
            </w:r>
          </w:p>
        </w:tc>
        <w:tc>
          <w:tcPr>
            <w:tcW w:w="7470" w:type="dxa"/>
          </w:tcPr>
          <w:p w14:paraId="50B0869D" w14:textId="77777777" w:rsidR="000E1FB0" w:rsidRPr="00F95990" w:rsidRDefault="000E1FB0" w:rsidP="009353EF">
            <w:pPr>
              <w:pStyle w:val="CommentText"/>
            </w:pPr>
            <w:r w:rsidRPr="00F95990">
              <w:t xml:space="preserve">Supports object creation and deletion of the Binary Value object </w:t>
            </w:r>
          </w:p>
        </w:tc>
      </w:tr>
      <w:tr w:rsidR="000E1FB0" w:rsidRPr="00F95990" w14:paraId="057A97D0" w14:textId="77777777" w:rsidTr="0082225D">
        <w:tc>
          <w:tcPr>
            <w:tcW w:w="554" w:type="dxa"/>
            <w:gridSpan w:val="2"/>
          </w:tcPr>
          <w:p w14:paraId="05AAF35C" w14:textId="77777777" w:rsidR="000E1FB0" w:rsidRPr="00F95990" w:rsidRDefault="000E1FB0" w:rsidP="009353EF">
            <w:pPr>
              <w:jc w:val="center"/>
            </w:pPr>
          </w:p>
        </w:tc>
        <w:tc>
          <w:tcPr>
            <w:tcW w:w="976" w:type="dxa"/>
          </w:tcPr>
          <w:p w14:paraId="0A46CDF1" w14:textId="77777777" w:rsidR="000E1FB0" w:rsidRPr="00F95990" w:rsidRDefault="000E1FB0" w:rsidP="0024299F">
            <w:pPr>
              <w:jc w:val="center"/>
            </w:pPr>
            <w:r w:rsidRPr="00F95990">
              <w:t>C</w:t>
            </w:r>
            <w:r w:rsidRPr="00F95990">
              <w:rPr>
                <w:vertAlign w:val="superscript"/>
              </w:rPr>
              <w:t>1</w:t>
            </w:r>
          </w:p>
        </w:tc>
        <w:tc>
          <w:tcPr>
            <w:tcW w:w="7470" w:type="dxa"/>
          </w:tcPr>
          <w:p w14:paraId="59574EE5" w14:textId="77777777" w:rsidR="000E1FB0" w:rsidRPr="00F95990" w:rsidRDefault="000E1FB0" w:rsidP="009353EF">
            <w:pPr>
              <w:pStyle w:val="CommentText"/>
            </w:pPr>
            <w:r w:rsidRPr="00F95990">
              <w:t xml:space="preserve">Supports object creation and deletion of the Calendar object </w:t>
            </w:r>
          </w:p>
        </w:tc>
      </w:tr>
      <w:tr w:rsidR="000E1FB0" w:rsidRPr="00F95990" w14:paraId="27419E68" w14:textId="77777777" w:rsidTr="0082225D">
        <w:tc>
          <w:tcPr>
            <w:tcW w:w="554" w:type="dxa"/>
            <w:gridSpan w:val="2"/>
          </w:tcPr>
          <w:p w14:paraId="4B1EBA43" w14:textId="77777777" w:rsidR="000E1FB0" w:rsidRPr="00F95990" w:rsidRDefault="000E1FB0" w:rsidP="009353EF">
            <w:pPr>
              <w:jc w:val="center"/>
            </w:pPr>
          </w:p>
        </w:tc>
        <w:tc>
          <w:tcPr>
            <w:tcW w:w="976" w:type="dxa"/>
          </w:tcPr>
          <w:p w14:paraId="74DC82EA" w14:textId="77777777" w:rsidR="000E1FB0" w:rsidRPr="00F95990" w:rsidRDefault="000E1FB0" w:rsidP="0024299F">
            <w:pPr>
              <w:jc w:val="center"/>
            </w:pPr>
            <w:r w:rsidRPr="00F95990">
              <w:t>C</w:t>
            </w:r>
            <w:r w:rsidRPr="00F95990">
              <w:rPr>
                <w:vertAlign w:val="superscript"/>
              </w:rPr>
              <w:t>1</w:t>
            </w:r>
          </w:p>
        </w:tc>
        <w:tc>
          <w:tcPr>
            <w:tcW w:w="7470" w:type="dxa"/>
          </w:tcPr>
          <w:p w14:paraId="4A973E66" w14:textId="77777777" w:rsidR="000E1FB0" w:rsidRPr="00F95990" w:rsidRDefault="000E1FB0" w:rsidP="009353EF">
            <w:pPr>
              <w:pStyle w:val="CommentText"/>
            </w:pPr>
            <w:r w:rsidRPr="00F95990">
              <w:t xml:space="preserve">Supports object creation and deletion of the Command object </w:t>
            </w:r>
          </w:p>
        </w:tc>
      </w:tr>
      <w:tr w:rsidR="000E1FB0" w:rsidRPr="00F95990" w14:paraId="7F0D8CFE" w14:textId="77777777" w:rsidTr="0082225D">
        <w:tc>
          <w:tcPr>
            <w:tcW w:w="554" w:type="dxa"/>
            <w:gridSpan w:val="2"/>
          </w:tcPr>
          <w:p w14:paraId="1B66BCF9" w14:textId="77777777" w:rsidR="000E1FB0" w:rsidRPr="00F95990" w:rsidRDefault="000E1FB0" w:rsidP="009353EF">
            <w:pPr>
              <w:jc w:val="center"/>
            </w:pPr>
          </w:p>
        </w:tc>
        <w:tc>
          <w:tcPr>
            <w:tcW w:w="976" w:type="dxa"/>
          </w:tcPr>
          <w:p w14:paraId="4F6C50FB" w14:textId="77777777" w:rsidR="000E1FB0" w:rsidRPr="00F95990" w:rsidRDefault="000E1FB0" w:rsidP="0024299F">
            <w:pPr>
              <w:jc w:val="center"/>
            </w:pPr>
            <w:r w:rsidRPr="00F95990">
              <w:t>C</w:t>
            </w:r>
            <w:r w:rsidRPr="00F95990">
              <w:rPr>
                <w:vertAlign w:val="superscript"/>
              </w:rPr>
              <w:t>1</w:t>
            </w:r>
          </w:p>
        </w:tc>
        <w:tc>
          <w:tcPr>
            <w:tcW w:w="7470" w:type="dxa"/>
          </w:tcPr>
          <w:p w14:paraId="096B93B0" w14:textId="77777777" w:rsidR="000E1FB0" w:rsidRPr="00F95990" w:rsidRDefault="000E1FB0" w:rsidP="009353EF">
            <w:pPr>
              <w:pStyle w:val="CommentText"/>
            </w:pPr>
            <w:r w:rsidRPr="00F95990">
              <w:t xml:space="preserve">Supports object creation and deletion of the Event Enrollment object </w:t>
            </w:r>
          </w:p>
        </w:tc>
      </w:tr>
      <w:tr w:rsidR="000E1FB0" w:rsidRPr="00F95990" w14:paraId="01335C89" w14:textId="77777777" w:rsidTr="0082225D">
        <w:tc>
          <w:tcPr>
            <w:tcW w:w="554" w:type="dxa"/>
            <w:gridSpan w:val="2"/>
          </w:tcPr>
          <w:p w14:paraId="45E6E61B" w14:textId="77777777" w:rsidR="000E1FB0" w:rsidRPr="00F95990" w:rsidRDefault="000E1FB0" w:rsidP="009353EF">
            <w:pPr>
              <w:jc w:val="center"/>
            </w:pPr>
          </w:p>
        </w:tc>
        <w:tc>
          <w:tcPr>
            <w:tcW w:w="976" w:type="dxa"/>
          </w:tcPr>
          <w:p w14:paraId="46168122" w14:textId="77777777" w:rsidR="000E1FB0" w:rsidRPr="00F95990" w:rsidRDefault="000E1FB0" w:rsidP="0024299F">
            <w:pPr>
              <w:jc w:val="center"/>
            </w:pPr>
            <w:r w:rsidRPr="00F95990">
              <w:t>C</w:t>
            </w:r>
            <w:r w:rsidRPr="00F95990">
              <w:rPr>
                <w:vertAlign w:val="superscript"/>
              </w:rPr>
              <w:t>1</w:t>
            </w:r>
          </w:p>
        </w:tc>
        <w:tc>
          <w:tcPr>
            <w:tcW w:w="7470" w:type="dxa"/>
          </w:tcPr>
          <w:p w14:paraId="6864E1B2" w14:textId="77777777" w:rsidR="000E1FB0" w:rsidRPr="00F95990" w:rsidRDefault="000E1FB0" w:rsidP="009353EF">
            <w:pPr>
              <w:pStyle w:val="CommentText"/>
            </w:pPr>
            <w:r w:rsidRPr="00F95990">
              <w:t xml:space="preserve">Supports object creation and deletion of the File object </w:t>
            </w:r>
          </w:p>
        </w:tc>
      </w:tr>
      <w:tr w:rsidR="000E1FB0" w:rsidRPr="00F95990" w14:paraId="2B898B5F" w14:textId="77777777" w:rsidTr="0082225D">
        <w:tc>
          <w:tcPr>
            <w:tcW w:w="554" w:type="dxa"/>
            <w:gridSpan w:val="2"/>
          </w:tcPr>
          <w:p w14:paraId="2A719258" w14:textId="77777777" w:rsidR="000E1FB0" w:rsidRPr="00F95990" w:rsidRDefault="000E1FB0" w:rsidP="009353EF">
            <w:pPr>
              <w:jc w:val="center"/>
            </w:pPr>
          </w:p>
        </w:tc>
        <w:tc>
          <w:tcPr>
            <w:tcW w:w="976" w:type="dxa"/>
          </w:tcPr>
          <w:p w14:paraId="6207F1A4" w14:textId="77777777" w:rsidR="000E1FB0" w:rsidRPr="00F95990" w:rsidRDefault="000E1FB0" w:rsidP="0024299F">
            <w:pPr>
              <w:jc w:val="center"/>
            </w:pPr>
            <w:r w:rsidRPr="00F95990">
              <w:t>C</w:t>
            </w:r>
            <w:r w:rsidRPr="00F95990">
              <w:rPr>
                <w:vertAlign w:val="superscript"/>
              </w:rPr>
              <w:t>1</w:t>
            </w:r>
          </w:p>
        </w:tc>
        <w:tc>
          <w:tcPr>
            <w:tcW w:w="7470" w:type="dxa"/>
          </w:tcPr>
          <w:p w14:paraId="65CE0458" w14:textId="77777777" w:rsidR="000E1FB0" w:rsidRPr="00F95990" w:rsidRDefault="000E1FB0" w:rsidP="009353EF">
            <w:pPr>
              <w:pStyle w:val="CommentText"/>
            </w:pPr>
            <w:r w:rsidRPr="00F95990">
              <w:t xml:space="preserve">Supports object creation and deletion of the Group object </w:t>
            </w:r>
          </w:p>
        </w:tc>
      </w:tr>
      <w:tr w:rsidR="000E1FB0" w:rsidRPr="00F95990" w14:paraId="364A937C" w14:textId="77777777" w:rsidTr="0082225D">
        <w:tc>
          <w:tcPr>
            <w:tcW w:w="554" w:type="dxa"/>
            <w:gridSpan w:val="2"/>
          </w:tcPr>
          <w:p w14:paraId="56B48876" w14:textId="77777777" w:rsidR="000E1FB0" w:rsidRPr="00F95990" w:rsidRDefault="000E1FB0" w:rsidP="009353EF">
            <w:pPr>
              <w:jc w:val="center"/>
            </w:pPr>
          </w:p>
        </w:tc>
        <w:tc>
          <w:tcPr>
            <w:tcW w:w="976" w:type="dxa"/>
          </w:tcPr>
          <w:p w14:paraId="66E4059C" w14:textId="77777777" w:rsidR="000E1FB0" w:rsidRPr="00F95990" w:rsidRDefault="000E1FB0" w:rsidP="0024299F">
            <w:pPr>
              <w:jc w:val="center"/>
            </w:pPr>
            <w:r w:rsidRPr="00F95990">
              <w:t>C</w:t>
            </w:r>
            <w:r w:rsidRPr="00F95990">
              <w:rPr>
                <w:vertAlign w:val="superscript"/>
              </w:rPr>
              <w:t>1</w:t>
            </w:r>
          </w:p>
        </w:tc>
        <w:tc>
          <w:tcPr>
            <w:tcW w:w="7470" w:type="dxa"/>
          </w:tcPr>
          <w:p w14:paraId="54B81D58" w14:textId="77777777" w:rsidR="000E1FB0" w:rsidRPr="00F95990" w:rsidRDefault="000E1FB0" w:rsidP="009353EF">
            <w:pPr>
              <w:pStyle w:val="CommentText"/>
            </w:pPr>
            <w:r w:rsidRPr="00F95990">
              <w:t xml:space="preserve">Supports object creation and deletion of the Life Safety Point object </w:t>
            </w:r>
          </w:p>
        </w:tc>
      </w:tr>
      <w:tr w:rsidR="000E1FB0" w:rsidRPr="00F95990" w14:paraId="594F0517" w14:textId="77777777" w:rsidTr="0082225D">
        <w:tc>
          <w:tcPr>
            <w:tcW w:w="554" w:type="dxa"/>
            <w:gridSpan w:val="2"/>
          </w:tcPr>
          <w:p w14:paraId="6608BFB5" w14:textId="77777777" w:rsidR="000E1FB0" w:rsidRPr="00F95990" w:rsidRDefault="000E1FB0" w:rsidP="009353EF">
            <w:pPr>
              <w:jc w:val="center"/>
            </w:pPr>
          </w:p>
        </w:tc>
        <w:tc>
          <w:tcPr>
            <w:tcW w:w="976" w:type="dxa"/>
          </w:tcPr>
          <w:p w14:paraId="78AF5D6A" w14:textId="77777777" w:rsidR="000E1FB0" w:rsidRPr="00F95990" w:rsidRDefault="000E1FB0" w:rsidP="0024299F">
            <w:pPr>
              <w:jc w:val="center"/>
            </w:pPr>
            <w:r w:rsidRPr="00F95990">
              <w:t>C</w:t>
            </w:r>
            <w:r w:rsidRPr="00F95990">
              <w:rPr>
                <w:vertAlign w:val="superscript"/>
              </w:rPr>
              <w:t>1</w:t>
            </w:r>
          </w:p>
        </w:tc>
        <w:tc>
          <w:tcPr>
            <w:tcW w:w="7470" w:type="dxa"/>
          </w:tcPr>
          <w:p w14:paraId="7A9FA377" w14:textId="77777777" w:rsidR="000E1FB0" w:rsidRPr="00F95990" w:rsidRDefault="000E1FB0" w:rsidP="009353EF">
            <w:pPr>
              <w:pStyle w:val="CommentText"/>
            </w:pPr>
            <w:r w:rsidRPr="00F95990">
              <w:t xml:space="preserve">Supports object creation and deletion of the Life Safety Zone object </w:t>
            </w:r>
          </w:p>
        </w:tc>
      </w:tr>
      <w:tr w:rsidR="000E1FB0" w:rsidRPr="00F95990" w14:paraId="7EF7FC5B" w14:textId="77777777" w:rsidTr="0082225D">
        <w:tc>
          <w:tcPr>
            <w:tcW w:w="554" w:type="dxa"/>
            <w:gridSpan w:val="2"/>
          </w:tcPr>
          <w:p w14:paraId="47831CBF" w14:textId="77777777" w:rsidR="000E1FB0" w:rsidRPr="00F95990" w:rsidRDefault="000E1FB0" w:rsidP="009353EF">
            <w:pPr>
              <w:jc w:val="center"/>
            </w:pPr>
          </w:p>
        </w:tc>
        <w:tc>
          <w:tcPr>
            <w:tcW w:w="976" w:type="dxa"/>
          </w:tcPr>
          <w:p w14:paraId="0BF2999E" w14:textId="77777777" w:rsidR="000E1FB0" w:rsidRPr="00F95990" w:rsidRDefault="000E1FB0" w:rsidP="0024299F">
            <w:pPr>
              <w:jc w:val="center"/>
            </w:pPr>
            <w:r w:rsidRPr="00F95990">
              <w:t>C</w:t>
            </w:r>
            <w:r w:rsidRPr="00F95990">
              <w:rPr>
                <w:vertAlign w:val="superscript"/>
              </w:rPr>
              <w:t>1</w:t>
            </w:r>
          </w:p>
        </w:tc>
        <w:tc>
          <w:tcPr>
            <w:tcW w:w="7470" w:type="dxa"/>
          </w:tcPr>
          <w:p w14:paraId="74FBE7C9" w14:textId="77777777" w:rsidR="000E1FB0" w:rsidRPr="00F95990" w:rsidRDefault="000E1FB0" w:rsidP="009353EF">
            <w:pPr>
              <w:pStyle w:val="CommentText"/>
            </w:pPr>
            <w:r w:rsidRPr="00F95990">
              <w:t xml:space="preserve">Supports object creation and deletion of the Loop object </w:t>
            </w:r>
          </w:p>
        </w:tc>
      </w:tr>
      <w:tr w:rsidR="000E1FB0" w:rsidRPr="00F95990" w14:paraId="7B34FD43" w14:textId="77777777" w:rsidTr="0082225D">
        <w:tc>
          <w:tcPr>
            <w:tcW w:w="554" w:type="dxa"/>
            <w:gridSpan w:val="2"/>
          </w:tcPr>
          <w:p w14:paraId="0A993675" w14:textId="77777777" w:rsidR="000E1FB0" w:rsidRPr="00F95990" w:rsidRDefault="000E1FB0" w:rsidP="009353EF">
            <w:pPr>
              <w:jc w:val="center"/>
            </w:pPr>
          </w:p>
        </w:tc>
        <w:tc>
          <w:tcPr>
            <w:tcW w:w="976" w:type="dxa"/>
          </w:tcPr>
          <w:p w14:paraId="32CAE2AC" w14:textId="77777777" w:rsidR="000E1FB0" w:rsidRPr="00F95990" w:rsidRDefault="000E1FB0" w:rsidP="0024299F">
            <w:pPr>
              <w:jc w:val="center"/>
            </w:pPr>
            <w:r w:rsidRPr="00F95990">
              <w:t>C</w:t>
            </w:r>
            <w:r w:rsidRPr="00F95990">
              <w:rPr>
                <w:vertAlign w:val="superscript"/>
              </w:rPr>
              <w:t>1</w:t>
            </w:r>
          </w:p>
        </w:tc>
        <w:tc>
          <w:tcPr>
            <w:tcW w:w="7470" w:type="dxa"/>
          </w:tcPr>
          <w:p w14:paraId="2C66B4DB" w14:textId="77777777" w:rsidR="000E1FB0" w:rsidRPr="00F95990" w:rsidRDefault="000E1FB0" w:rsidP="009353EF">
            <w:pPr>
              <w:pStyle w:val="CommentText"/>
            </w:pPr>
            <w:r w:rsidRPr="00F95990">
              <w:t xml:space="preserve">Supports object creation and deletion of the Multi State Input object </w:t>
            </w:r>
          </w:p>
        </w:tc>
      </w:tr>
      <w:tr w:rsidR="000E1FB0" w:rsidRPr="00F95990" w14:paraId="7B8C53D2" w14:textId="77777777" w:rsidTr="0082225D">
        <w:tc>
          <w:tcPr>
            <w:tcW w:w="554" w:type="dxa"/>
            <w:gridSpan w:val="2"/>
          </w:tcPr>
          <w:p w14:paraId="3AE4ED06" w14:textId="77777777" w:rsidR="000E1FB0" w:rsidRPr="00F95990" w:rsidRDefault="000E1FB0" w:rsidP="009353EF">
            <w:pPr>
              <w:jc w:val="center"/>
            </w:pPr>
          </w:p>
        </w:tc>
        <w:tc>
          <w:tcPr>
            <w:tcW w:w="976" w:type="dxa"/>
          </w:tcPr>
          <w:p w14:paraId="7B65D86A" w14:textId="77777777" w:rsidR="000E1FB0" w:rsidRPr="00F95990" w:rsidRDefault="000E1FB0" w:rsidP="0024299F">
            <w:pPr>
              <w:jc w:val="center"/>
            </w:pPr>
            <w:r w:rsidRPr="00F95990">
              <w:t>C</w:t>
            </w:r>
            <w:r w:rsidRPr="00F95990">
              <w:rPr>
                <w:vertAlign w:val="superscript"/>
              </w:rPr>
              <w:t>1</w:t>
            </w:r>
          </w:p>
        </w:tc>
        <w:tc>
          <w:tcPr>
            <w:tcW w:w="7470" w:type="dxa"/>
          </w:tcPr>
          <w:p w14:paraId="0D2C6787" w14:textId="77777777" w:rsidR="000E1FB0" w:rsidRPr="00F95990" w:rsidRDefault="000E1FB0" w:rsidP="009353EF">
            <w:pPr>
              <w:pStyle w:val="CommentText"/>
            </w:pPr>
            <w:r w:rsidRPr="00F95990">
              <w:t xml:space="preserve">Supports object creation and deletion of the Multi State Output object </w:t>
            </w:r>
          </w:p>
        </w:tc>
      </w:tr>
      <w:tr w:rsidR="000E1FB0" w:rsidRPr="00F95990" w14:paraId="45DACB04" w14:textId="77777777" w:rsidTr="0082225D">
        <w:tc>
          <w:tcPr>
            <w:tcW w:w="554" w:type="dxa"/>
            <w:gridSpan w:val="2"/>
          </w:tcPr>
          <w:p w14:paraId="51789ED1" w14:textId="77777777" w:rsidR="000E1FB0" w:rsidRPr="00F95990" w:rsidRDefault="000E1FB0" w:rsidP="009353EF">
            <w:pPr>
              <w:jc w:val="center"/>
            </w:pPr>
          </w:p>
        </w:tc>
        <w:tc>
          <w:tcPr>
            <w:tcW w:w="976" w:type="dxa"/>
          </w:tcPr>
          <w:p w14:paraId="1B7197C3" w14:textId="77777777" w:rsidR="000E1FB0" w:rsidRPr="00F95990" w:rsidRDefault="000E1FB0" w:rsidP="0024299F">
            <w:pPr>
              <w:jc w:val="center"/>
            </w:pPr>
            <w:r w:rsidRPr="00F95990">
              <w:t>C</w:t>
            </w:r>
            <w:r w:rsidRPr="00F95990">
              <w:rPr>
                <w:vertAlign w:val="superscript"/>
              </w:rPr>
              <w:t>1</w:t>
            </w:r>
          </w:p>
        </w:tc>
        <w:tc>
          <w:tcPr>
            <w:tcW w:w="7470" w:type="dxa"/>
          </w:tcPr>
          <w:p w14:paraId="6FD7D387" w14:textId="77777777" w:rsidR="000E1FB0" w:rsidRPr="00F95990" w:rsidRDefault="000E1FB0" w:rsidP="009353EF">
            <w:pPr>
              <w:pStyle w:val="CommentText"/>
            </w:pPr>
            <w:r w:rsidRPr="00F95990">
              <w:t xml:space="preserve">Supports object creation and deletion of the Multi State Value object </w:t>
            </w:r>
          </w:p>
        </w:tc>
      </w:tr>
      <w:tr w:rsidR="000E1FB0" w:rsidRPr="00F95990" w14:paraId="04F5E0F3" w14:textId="77777777" w:rsidTr="0082225D">
        <w:tc>
          <w:tcPr>
            <w:tcW w:w="554" w:type="dxa"/>
            <w:gridSpan w:val="2"/>
          </w:tcPr>
          <w:p w14:paraId="75AB44B9" w14:textId="77777777" w:rsidR="000E1FB0" w:rsidRPr="00F95990" w:rsidRDefault="000E1FB0" w:rsidP="009353EF">
            <w:pPr>
              <w:jc w:val="center"/>
            </w:pPr>
          </w:p>
        </w:tc>
        <w:tc>
          <w:tcPr>
            <w:tcW w:w="976" w:type="dxa"/>
          </w:tcPr>
          <w:p w14:paraId="4678591B" w14:textId="77777777" w:rsidR="000E1FB0" w:rsidRPr="00F95990" w:rsidRDefault="000E1FB0" w:rsidP="0024299F">
            <w:pPr>
              <w:jc w:val="center"/>
            </w:pPr>
            <w:r w:rsidRPr="00F95990">
              <w:t>C</w:t>
            </w:r>
            <w:r w:rsidRPr="00F95990">
              <w:rPr>
                <w:vertAlign w:val="superscript"/>
              </w:rPr>
              <w:t>1</w:t>
            </w:r>
          </w:p>
        </w:tc>
        <w:tc>
          <w:tcPr>
            <w:tcW w:w="7470" w:type="dxa"/>
          </w:tcPr>
          <w:p w14:paraId="11FF29DE" w14:textId="77777777" w:rsidR="000E1FB0" w:rsidRPr="00F95990" w:rsidRDefault="000E1FB0" w:rsidP="009353EF">
            <w:pPr>
              <w:pStyle w:val="CommentText"/>
            </w:pPr>
            <w:r w:rsidRPr="00F95990">
              <w:t xml:space="preserve">Supports object creation and deletion of the Notification Class object </w:t>
            </w:r>
          </w:p>
        </w:tc>
      </w:tr>
      <w:tr w:rsidR="000E1FB0" w:rsidRPr="00F95990" w14:paraId="1F109DA5" w14:textId="77777777" w:rsidTr="0082225D">
        <w:tc>
          <w:tcPr>
            <w:tcW w:w="554" w:type="dxa"/>
            <w:gridSpan w:val="2"/>
          </w:tcPr>
          <w:p w14:paraId="67C37FB3" w14:textId="77777777" w:rsidR="000E1FB0" w:rsidRPr="00F95990" w:rsidRDefault="000E1FB0" w:rsidP="009353EF">
            <w:pPr>
              <w:jc w:val="center"/>
            </w:pPr>
          </w:p>
        </w:tc>
        <w:tc>
          <w:tcPr>
            <w:tcW w:w="976" w:type="dxa"/>
          </w:tcPr>
          <w:p w14:paraId="5206E36C" w14:textId="77777777" w:rsidR="000E1FB0" w:rsidRPr="00F95990" w:rsidRDefault="000E1FB0" w:rsidP="0024299F">
            <w:pPr>
              <w:jc w:val="center"/>
            </w:pPr>
            <w:r w:rsidRPr="00F95990">
              <w:t>C</w:t>
            </w:r>
            <w:r w:rsidRPr="00F95990">
              <w:rPr>
                <w:vertAlign w:val="superscript"/>
              </w:rPr>
              <w:t>1</w:t>
            </w:r>
          </w:p>
        </w:tc>
        <w:tc>
          <w:tcPr>
            <w:tcW w:w="7470" w:type="dxa"/>
          </w:tcPr>
          <w:p w14:paraId="6D4F8790" w14:textId="77777777" w:rsidR="000E1FB0" w:rsidRPr="00F95990" w:rsidRDefault="000E1FB0" w:rsidP="009353EF">
            <w:pPr>
              <w:pStyle w:val="CommentText"/>
            </w:pPr>
            <w:r w:rsidRPr="00F95990">
              <w:t xml:space="preserve">Supports object creation and deletion of the Program object </w:t>
            </w:r>
          </w:p>
        </w:tc>
      </w:tr>
      <w:tr w:rsidR="000E1FB0" w:rsidRPr="00F95990" w14:paraId="20783DA5" w14:textId="77777777" w:rsidTr="0082225D">
        <w:tc>
          <w:tcPr>
            <w:tcW w:w="554" w:type="dxa"/>
            <w:gridSpan w:val="2"/>
          </w:tcPr>
          <w:p w14:paraId="5B7C8002" w14:textId="77777777" w:rsidR="000E1FB0" w:rsidRPr="00F95990" w:rsidRDefault="000E1FB0" w:rsidP="009353EF">
            <w:pPr>
              <w:jc w:val="center"/>
            </w:pPr>
          </w:p>
        </w:tc>
        <w:tc>
          <w:tcPr>
            <w:tcW w:w="976" w:type="dxa"/>
          </w:tcPr>
          <w:p w14:paraId="5247A7FD" w14:textId="77777777" w:rsidR="000E1FB0" w:rsidRPr="00F95990" w:rsidRDefault="000E1FB0" w:rsidP="0024299F">
            <w:pPr>
              <w:jc w:val="center"/>
            </w:pPr>
            <w:r w:rsidRPr="00F95990">
              <w:t>C</w:t>
            </w:r>
            <w:r w:rsidRPr="00F95990">
              <w:rPr>
                <w:vertAlign w:val="superscript"/>
              </w:rPr>
              <w:t>1</w:t>
            </w:r>
          </w:p>
        </w:tc>
        <w:tc>
          <w:tcPr>
            <w:tcW w:w="7470" w:type="dxa"/>
          </w:tcPr>
          <w:p w14:paraId="220477E5" w14:textId="77777777" w:rsidR="000E1FB0" w:rsidRPr="00F95990" w:rsidRDefault="000E1FB0" w:rsidP="009353EF">
            <w:pPr>
              <w:pStyle w:val="CommentText"/>
            </w:pPr>
            <w:r w:rsidRPr="00F95990">
              <w:t xml:space="preserve">Supports object creation and deletion of the Pulse Converter object </w:t>
            </w:r>
          </w:p>
        </w:tc>
      </w:tr>
      <w:tr w:rsidR="000E1FB0" w:rsidRPr="00F95990" w14:paraId="24075F58" w14:textId="77777777" w:rsidTr="0082225D">
        <w:tc>
          <w:tcPr>
            <w:tcW w:w="554" w:type="dxa"/>
            <w:gridSpan w:val="2"/>
          </w:tcPr>
          <w:p w14:paraId="3FE1B849" w14:textId="77777777" w:rsidR="000E1FB0" w:rsidRPr="00F95990" w:rsidRDefault="000E1FB0" w:rsidP="009353EF">
            <w:pPr>
              <w:jc w:val="center"/>
            </w:pPr>
          </w:p>
        </w:tc>
        <w:tc>
          <w:tcPr>
            <w:tcW w:w="976" w:type="dxa"/>
          </w:tcPr>
          <w:p w14:paraId="51679E16" w14:textId="77777777" w:rsidR="000E1FB0" w:rsidRPr="00F95990" w:rsidRDefault="000E1FB0" w:rsidP="0024299F">
            <w:pPr>
              <w:jc w:val="center"/>
            </w:pPr>
            <w:r w:rsidRPr="00F95990">
              <w:t>C</w:t>
            </w:r>
            <w:r w:rsidRPr="00F95990">
              <w:rPr>
                <w:vertAlign w:val="superscript"/>
              </w:rPr>
              <w:t>1</w:t>
            </w:r>
          </w:p>
        </w:tc>
        <w:tc>
          <w:tcPr>
            <w:tcW w:w="7470" w:type="dxa"/>
          </w:tcPr>
          <w:p w14:paraId="0F289C78" w14:textId="77777777" w:rsidR="000E1FB0" w:rsidRPr="00F95990" w:rsidRDefault="000E1FB0" w:rsidP="009353EF">
            <w:pPr>
              <w:pStyle w:val="CommentText"/>
            </w:pPr>
            <w:r w:rsidRPr="00F95990">
              <w:t xml:space="preserve">Supports object creation and deletion of the Schedule object </w:t>
            </w:r>
          </w:p>
        </w:tc>
      </w:tr>
      <w:tr w:rsidR="000E1FB0" w:rsidRPr="00F95990" w14:paraId="1509DA6E" w14:textId="77777777" w:rsidTr="0082225D">
        <w:tc>
          <w:tcPr>
            <w:tcW w:w="554" w:type="dxa"/>
            <w:gridSpan w:val="2"/>
          </w:tcPr>
          <w:p w14:paraId="49E16BD7" w14:textId="77777777" w:rsidR="000E1FB0" w:rsidRPr="00F95990" w:rsidRDefault="000E1FB0" w:rsidP="009353EF">
            <w:pPr>
              <w:jc w:val="center"/>
            </w:pPr>
          </w:p>
        </w:tc>
        <w:tc>
          <w:tcPr>
            <w:tcW w:w="976" w:type="dxa"/>
          </w:tcPr>
          <w:p w14:paraId="67F2EBC6" w14:textId="77777777" w:rsidR="000E1FB0" w:rsidRPr="00F95990" w:rsidRDefault="000E1FB0" w:rsidP="0024299F">
            <w:pPr>
              <w:jc w:val="center"/>
            </w:pPr>
            <w:r w:rsidRPr="00F95990">
              <w:t>C</w:t>
            </w:r>
            <w:r w:rsidRPr="00F95990">
              <w:rPr>
                <w:vertAlign w:val="superscript"/>
              </w:rPr>
              <w:t>1</w:t>
            </w:r>
          </w:p>
        </w:tc>
        <w:tc>
          <w:tcPr>
            <w:tcW w:w="7470" w:type="dxa"/>
          </w:tcPr>
          <w:p w14:paraId="6D4BEE82" w14:textId="77777777" w:rsidR="000E1FB0" w:rsidRPr="00F95990" w:rsidRDefault="000E1FB0" w:rsidP="009353EF">
            <w:pPr>
              <w:pStyle w:val="CommentText"/>
            </w:pPr>
            <w:r w:rsidRPr="00F95990">
              <w:t xml:space="preserve">Supports object creation and deletion of the Trend Log object </w:t>
            </w:r>
          </w:p>
        </w:tc>
      </w:tr>
      <w:tr w:rsidR="000E1FB0" w:rsidRPr="002A7E88" w14:paraId="0F736539" w14:textId="77777777" w:rsidTr="0082225D">
        <w:tc>
          <w:tcPr>
            <w:tcW w:w="554" w:type="dxa"/>
            <w:gridSpan w:val="2"/>
          </w:tcPr>
          <w:p w14:paraId="360D6256" w14:textId="77777777" w:rsidR="000E1FB0" w:rsidRPr="002A7E88" w:rsidRDefault="000E1FB0" w:rsidP="00771540">
            <w:pPr>
              <w:jc w:val="center"/>
              <w:rPr>
                <w:szCs w:val="20"/>
              </w:rPr>
            </w:pPr>
          </w:p>
        </w:tc>
        <w:tc>
          <w:tcPr>
            <w:tcW w:w="976" w:type="dxa"/>
          </w:tcPr>
          <w:p w14:paraId="3A8255CF" w14:textId="77777777" w:rsidR="000E1FB0" w:rsidRPr="002A7E88" w:rsidRDefault="000E1FB0" w:rsidP="0024299F">
            <w:pPr>
              <w:jc w:val="center"/>
              <w:rPr>
                <w:szCs w:val="20"/>
              </w:rPr>
            </w:pPr>
            <w:r w:rsidRPr="002A7E88">
              <w:rPr>
                <w:szCs w:val="20"/>
              </w:rPr>
              <w:t>C</w:t>
            </w:r>
            <w:r w:rsidRPr="002A7E88">
              <w:rPr>
                <w:szCs w:val="20"/>
                <w:vertAlign w:val="superscript"/>
              </w:rPr>
              <w:t>1</w:t>
            </w:r>
          </w:p>
        </w:tc>
        <w:tc>
          <w:tcPr>
            <w:tcW w:w="7470" w:type="dxa"/>
          </w:tcPr>
          <w:p w14:paraId="3522B480" w14:textId="77777777" w:rsidR="000E1FB0" w:rsidRPr="002A7E88" w:rsidRDefault="000E1FB0" w:rsidP="00771540">
            <w:pPr>
              <w:rPr>
                <w:szCs w:val="20"/>
              </w:rPr>
            </w:pPr>
            <w:r w:rsidRPr="002A7E88">
              <w:rPr>
                <w:szCs w:val="20"/>
              </w:rPr>
              <w:t>Supports object creation and deletion of the Structured View object</w:t>
            </w:r>
          </w:p>
        </w:tc>
      </w:tr>
      <w:tr w:rsidR="000E1FB0" w:rsidRPr="002A7E88" w14:paraId="16D6D6AC" w14:textId="77777777" w:rsidTr="0082225D">
        <w:tc>
          <w:tcPr>
            <w:tcW w:w="554" w:type="dxa"/>
            <w:gridSpan w:val="2"/>
          </w:tcPr>
          <w:p w14:paraId="58FF0390" w14:textId="77777777" w:rsidR="000E1FB0" w:rsidRPr="002A7E88" w:rsidRDefault="000E1FB0" w:rsidP="00771540">
            <w:pPr>
              <w:jc w:val="center"/>
              <w:rPr>
                <w:szCs w:val="20"/>
              </w:rPr>
            </w:pPr>
          </w:p>
        </w:tc>
        <w:tc>
          <w:tcPr>
            <w:tcW w:w="976" w:type="dxa"/>
          </w:tcPr>
          <w:p w14:paraId="4A388C92" w14:textId="77777777" w:rsidR="000E1FB0" w:rsidRPr="002A7E88" w:rsidRDefault="000E1FB0" w:rsidP="0024299F">
            <w:pPr>
              <w:jc w:val="center"/>
              <w:rPr>
                <w:szCs w:val="20"/>
              </w:rPr>
            </w:pPr>
            <w:r w:rsidRPr="002A7E88">
              <w:rPr>
                <w:szCs w:val="20"/>
              </w:rPr>
              <w:t>C</w:t>
            </w:r>
            <w:r w:rsidRPr="002A7E88">
              <w:rPr>
                <w:szCs w:val="20"/>
                <w:vertAlign w:val="superscript"/>
              </w:rPr>
              <w:t>1</w:t>
            </w:r>
          </w:p>
        </w:tc>
        <w:tc>
          <w:tcPr>
            <w:tcW w:w="7470" w:type="dxa"/>
          </w:tcPr>
          <w:p w14:paraId="76758E09" w14:textId="77777777" w:rsidR="000E1FB0" w:rsidRPr="002A7E88" w:rsidRDefault="000E1FB0" w:rsidP="00771540">
            <w:pPr>
              <w:rPr>
                <w:szCs w:val="20"/>
              </w:rPr>
            </w:pPr>
            <w:r w:rsidRPr="002A7E88">
              <w:rPr>
                <w:szCs w:val="20"/>
              </w:rPr>
              <w:t>Supports object creation and deletion of the Load Control object</w:t>
            </w:r>
          </w:p>
        </w:tc>
      </w:tr>
      <w:tr w:rsidR="000E1FB0" w:rsidRPr="002A7E88" w14:paraId="31D10859" w14:textId="77777777" w:rsidTr="0082225D">
        <w:tc>
          <w:tcPr>
            <w:tcW w:w="554" w:type="dxa"/>
            <w:gridSpan w:val="2"/>
          </w:tcPr>
          <w:p w14:paraId="4AF6516F" w14:textId="77777777" w:rsidR="000E1FB0" w:rsidRPr="002A7E88" w:rsidRDefault="000E1FB0" w:rsidP="00771540">
            <w:pPr>
              <w:jc w:val="center"/>
              <w:rPr>
                <w:szCs w:val="20"/>
              </w:rPr>
            </w:pPr>
          </w:p>
        </w:tc>
        <w:tc>
          <w:tcPr>
            <w:tcW w:w="976" w:type="dxa"/>
          </w:tcPr>
          <w:p w14:paraId="669EFE11" w14:textId="77777777" w:rsidR="000E1FB0" w:rsidRPr="002A7E88" w:rsidRDefault="000E1FB0" w:rsidP="0024299F">
            <w:pPr>
              <w:jc w:val="center"/>
              <w:rPr>
                <w:szCs w:val="20"/>
              </w:rPr>
            </w:pPr>
            <w:r w:rsidRPr="002A7E88">
              <w:rPr>
                <w:szCs w:val="20"/>
              </w:rPr>
              <w:t>C</w:t>
            </w:r>
            <w:r w:rsidRPr="002A7E88">
              <w:rPr>
                <w:szCs w:val="20"/>
                <w:vertAlign w:val="superscript"/>
              </w:rPr>
              <w:t>1</w:t>
            </w:r>
          </w:p>
        </w:tc>
        <w:tc>
          <w:tcPr>
            <w:tcW w:w="7470" w:type="dxa"/>
          </w:tcPr>
          <w:p w14:paraId="7C85BDD8" w14:textId="77777777" w:rsidR="000E1FB0" w:rsidRPr="002A7E88" w:rsidRDefault="000E1FB0" w:rsidP="00771540">
            <w:pPr>
              <w:rPr>
                <w:szCs w:val="20"/>
              </w:rPr>
            </w:pPr>
            <w:r w:rsidRPr="002A7E88">
              <w:rPr>
                <w:szCs w:val="20"/>
              </w:rPr>
              <w:t>Supports object creation and deletion of the Access Door object</w:t>
            </w:r>
          </w:p>
        </w:tc>
      </w:tr>
      <w:tr w:rsidR="000E1FB0" w:rsidRPr="00F95990" w14:paraId="0D395872" w14:textId="77777777" w:rsidTr="0082225D">
        <w:tc>
          <w:tcPr>
            <w:tcW w:w="554" w:type="dxa"/>
            <w:gridSpan w:val="2"/>
          </w:tcPr>
          <w:p w14:paraId="3B3A01FE" w14:textId="77777777" w:rsidR="000E1FB0" w:rsidRPr="00F95990" w:rsidRDefault="000E1FB0" w:rsidP="009353EF">
            <w:pPr>
              <w:jc w:val="center"/>
            </w:pPr>
          </w:p>
        </w:tc>
        <w:tc>
          <w:tcPr>
            <w:tcW w:w="976" w:type="dxa"/>
          </w:tcPr>
          <w:p w14:paraId="3B6B47F0" w14:textId="77777777" w:rsidR="000E1FB0" w:rsidRPr="00F95990" w:rsidRDefault="000E1FB0" w:rsidP="0024299F">
            <w:pPr>
              <w:jc w:val="center"/>
            </w:pPr>
            <w:r w:rsidRPr="00F95990">
              <w:t>C</w:t>
            </w:r>
            <w:r w:rsidRPr="00F95990">
              <w:rPr>
                <w:vertAlign w:val="superscript"/>
              </w:rPr>
              <w:t>1</w:t>
            </w:r>
          </w:p>
        </w:tc>
        <w:tc>
          <w:tcPr>
            <w:tcW w:w="7470" w:type="dxa"/>
          </w:tcPr>
          <w:p w14:paraId="1DB393C9" w14:textId="77777777" w:rsidR="000E1FB0" w:rsidRPr="00F95990" w:rsidRDefault="000E1FB0" w:rsidP="009353EF">
            <w:pPr>
              <w:pStyle w:val="CommentText"/>
            </w:pPr>
            <w:r w:rsidRPr="00F95990">
              <w:t xml:space="preserve">Supports object creation and deletion of Proprietary objects </w:t>
            </w:r>
          </w:p>
        </w:tc>
      </w:tr>
      <w:tr w:rsidR="000E1FB0" w:rsidRPr="00F95990" w14:paraId="7B0F8B84" w14:textId="77777777" w:rsidTr="0082225D">
        <w:tc>
          <w:tcPr>
            <w:tcW w:w="554" w:type="dxa"/>
            <w:gridSpan w:val="2"/>
          </w:tcPr>
          <w:p w14:paraId="6C02B965" w14:textId="77777777" w:rsidR="000E1FB0" w:rsidRPr="00F95990" w:rsidRDefault="000E1FB0" w:rsidP="00042F71">
            <w:pPr>
              <w:jc w:val="center"/>
            </w:pPr>
          </w:p>
        </w:tc>
        <w:tc>
          <w:tcPr>
            <w:tcW w:w="976" w:type="dxa"/>
          </w:tcPr>
          <w:p w14:paraId="3F8F496F" w14:textId="77777777" w:rsidR="000E1FB0" w:rsidRPr="00F95990" w:rsidRDefault="000E1FB0" w:rsidP="00042F71">
            <w:pPr>
              <w:jc w:val="center"/>
            </w:pPr>
            <w:r w:rsidRPr="00F95990">
              <w:t>C</w:t>
            </w:r>
            <w:r>
              <w:rPr>
                <w:vertAlign w:val="superscript"/>
              </w:rPr>
              <w:t>1</w:t>
            </w:r>
          </w:p>
        </w:tc>
        <w:tc>
          <w:tcPr>
            <w:tcW w:w="7470" w:type="dxa"/>
          </w:tcPr>
          <w:p w14:paraId="7700F6F8" w14:textId="77777777" w:rsidR="000E1FB0" w:rsidRPr="004A2709" w:rsidRDefault="000E1FB0" w:rsidP="00042F71">
            <w:pPr>
              <w:pStyle w:val="CommentText"/>
            </w:pPr>
            <w:r w:rsidRPr="00F075AE">
              <w:t xml:space="preserve">Supports object creation and deletion of </w:t>
            </w:r>
            <w:r>
              <w:t xml:space="preserve">the </w:t>
            </w:r>
            <w:r w:rsidRPr="00F075AE">
              <w:t>Event Log object</w:t>
            </w:r>
          </w:p>
        </w:tc>
      </w:tr>
      <w:tr w:rsidR="000E1FB0" w:rsidRPr="00F95990" w14:paraId="393C5FE9" w14:textId="77777777" w:rsidTr="0082225D">
        <w:tc>
          <w:tcPr>
            <w:tcW w:w="554" w:type="dxa"/>
            <w:gridSpan w:val="2"/>
          </w:tcPr>
          <w:p w14:paraId="1E6837DF" w14:textId="77777777" w:rsidR="000E1FB0" w:rsidRPr="00F95990" w:rsidRDefault="000E1FB0" w:rsidP="00042F71">
            <w:pPr>
              <w:jc w:val="center"/>
            </w:pPr>
          </w:p>
        </w:tc>
        <w:tc>
          <w:tcPr>
            <w:tcW w:w="976" w:type="dxa"/>
          </w:tcPr>
          <w:p w14:paraId="1F3435AA" w14:textId="77777777" w:rsidR="000E1FB0" w:rsidRPr="00F95990" w:rsidRDefault="000E1FB0" w:rsidP="00042F71">
            <w:pPr>
              <w:jc w:val="center"/>
            </w:pPr>
            <w:r w:rsidRPr="00F95990">
              <w:t>C</w:t>
            </w:r>
            <w:r>
              <w:rPr>
                <w:vertAlign w:val="superscript"/>
              </w:rPr>
              <w:t>1</w:t>
            </w:r>
          </w:p>
        </w:tc>
        <w:tc>
          <w:tcPr>
            <w:tcW w:w="7470" w:type="dxa"/>
          </w:tcPr>
          <w:p w14:paraId="30FB7175" w14:textId="77777777" w:rsidR="000E1FB0" w:rsidRPr="004A2709" w:rsidRDefault="000E1FB0" w:rsidP="00042F71">
            <w:pPr>
              <w:pStyle w:val="CommentText"/>
            </w:pPr>
            <w:r w:rsidRPr="00F075AE">
              <w:t xml:space="preserve">Supports object creation and deletion of </w:t>
            </w:r>
            <w:r>
              <w:t xml:space="preserve">the </w:t>
            </w:r>
            <w:r w:rsidRPr="00F075AE">
              <w:t>Trend Log Multiple object</w:t>
            </w:r>
          </w:p>
        </w:tc>
      </w:tr>
      <w:tr w:rsidR="000E1FB0" w:rsidRPr="00D27BBB" w14:paraId="2D0A4FAE" w14:textId="77777777" w:rsidTr="0082225D">
        <w:tc>
          <w:tcPr>
            <w:tcW w:w="554" w:type="dxa"/>
            <w:gridSpan w:val="2"/>
          </w:tcPr>
          <w:p w14:paraId="5C382F48" w14:textId="77777777" w:rsidR="000E1FB0" w:rsidRPr="00F848B4" w:rsidRDefault="000E1FB0" w:rsidP="00594481">
            <w:pPr>
              <w:jc w:val="center"/>
            </w:pPr>
          </w:p>
        </w:tc>
        <w:tc>
          <w:tcPr>
            <w:tcW w:w="976" w:type="dxa"/>
          </w:tcPr>
          <w:p w14:paraId="727ABB7D" w14:textId="77777777" w:rsidR="000E1FB0" w:rsidRPr="00D27BBB" w:rsidRDefault="000E1FB0" w:rsidP="00594481">
            <w:pPr>
              <w:jc w:val="center"/>
            </w:pPr>
            <w:r w:rsidRPr="00D27BBB">
              <w:t>C</w:t>
            </w:r>
            <w:r w:rsidRPr="00D27BBB">
              <w:rPr>
                <w:vertAlign w:val="superscript"/>
              </w:rPr>
              <w:t>1</w:t>
            </w:r>
          </w:p>
        </w:tc>
        <w:tc>
          <w:tcPr>
            <w:tcW w:w="7470" w:type="dxa"/>
          </w:tcPr>
          <w:p w14:paraId="69779E8C" w14:textId="77777777" w:rsidR="000E1FB0" w:rsidRPr="00D27BBB" w:rsidRDefault="000E1FB0" w:rsidP="00594481">
            <w:pPr>
              <w:rPr>
                <w:szCs w:val="20"/>
              </w:rPr>
            </w:pPr>
            <w:r w:rsidRPr="00D27BBB">
              <w:rPr>
                <w:szCs w:val="20"/>
              </w:rPr>
              <w:t xml:space="preserve">Supports object creation and deletion of the CharacterString Value object </w:t>
            </w:r>
          </w:p>
        </w:tc>
      </w:tr>
      <w:tr w:rsidR="000E1FB0" w:rsidRPr="00D27BBB" w14:paraId="3B1AAF06" w14:textId="77777777" w:rsidTr="0082225D">
        <w:tc>
          <w:tcPr>
            <w:tcW w:w="554" w:type="dxa"/>
            <w:gridSpan w:val="2"/>
          </w:tcPr>
          <w:p w14:paraId="7F9F927C" w14:textId="77777777" w:rsidR="000E1FB0" w:rsidRPr="00F82C5D" w:rsidRDefault="000E1FB0" w:rsidP="00594481">
            <w:pPr>
              <w:jc w:val="center"/>
            </w:pPr>
          </w:p>
        </w:tc>
        <w:tc>
          <w:tcPr>
            <w:tcW w:w="976" w:type="dxa"/>
          </w:tcPr>
          <w:p w14:paraId="27C39BCE" w14:textId="77777777" w:rsidR="000E1FB0" w:rsidRPr="00D27BBB" w:rsidRDefault="000E1FB0" w:rsidP="00594481">
            <w:pPr>
              <w:jc w:val="center"/>
            </w:pPr>
            <w:r w:rsidRPr="00D27BBB">
              <w:t>C</w:t>
            </w:r>
            <w:r w:rsidRPr="00D27BBB">
              <w:rPr>
                <w:vertAlign w:val="superscript"/>
              </w:rPr>
              <w:t>1</w:t>
            </w:r>
          </w:p>
        </w:tc>
        <w:tc>
          <w:tcPr>
            <w:tcW w:w="7470" w:type="dxa"/>
          </w:tcPr>
          <w:p w14:paraId="163CF1F3" w14:textId="77777777" w:rsidR="000E1FB0" w:rsidRPr="00D27BBB" w:rsidRDefault="000E1FB0" w:rsidP="00594481">
            <w:pPr>
              <w:rPr>
                <w:szCs w:val="20"/>
              </w:rPr>
            </w:pPr>
            <w:r w:rsidRPr="00D27BBB">
              <w:rPr>
                <w:szCs w:val="20"/>
              </w:rPr>
              <w:t xml:space="preserve">Supports object creation and deletion of the DateTime Value object </w:t>
            </w:r>
          </w:p>
        </w:tc>
      </w:tr>
      <w:tr w:rsidR="000E1FB0" w:rsidRPr="00D27BBB" w14:paraId="663D514C" w14:textId="77777777" w:rsidTr="0082225D">
        <w:tc>
          <w:tcPr>
            <w:tcW w:w="554" w:type="dxa"/>
            <w:gridSpan w:val="2"/>
          </w:tcPr>
          <w:p w14:paraId="09B9586B" w14:textId="77777777" w:rsidR="000E1FB0" w:rsidRPr="00D27BBB" w:rsidRDefault="000E1FB0" w:rsidP="00594481">
            <w:pPr>
              <w:jc w:val="center"/>
            </w:pPr>
          </w:p>
        </w:tc>
        <w:tc>
          <w:tcPr>
            <w:tcW w:w="976" w:type="dxa"/>
          </w:tcPr>
          <w:p w14:paraId="2681AF2E" w14:textId="77777777" w:rsidR="000E1FB0" w:rsidRPr="00D27BBB" w:rsidRDefault="000E1FB0" w:rsidP="00594481">
            <w:pPr>
              <w:jc w:val="center"/>
            </w:pPr>
            <w:r w:rsidRPr="00D27BBB">
              <w:t>C</w:t>
            </w:r>
            <w:r w:rsidRPr="00D27BBB">
              <w:rPr>
                <w:vertAlign w:val="superscript"/>
              </w:rPr>
              <w:t>1</w:t>
            </w:r>
          </w:p>
        </w:tc>
        <w:tc>
          <w:tcPr>
            <w:tcW w:w="7470" w:type="dxa"/>
          </w:tcPr>
          <w:p w14:paraId="582A34ED" w14:textId="77777777" w:rsidR="000E1FB0" w:rsidRPr="00D27BBB" w:rsidRDefault="000E1FB0" w:rsidP="00594481">
            <w:pPr>
              <w:rPr>
                <w:szCs w:val="20"/>
              </w:rPr>
            </w:pPr>
            <w:r w:rsidRPr="00D27BBB">
              <w:rPr>
                <w:szCs w:val="20"/>
              </w:rPr>
              <w:t xml:space="preserve">Supports object creation and deletion of the Large Analog Value object </w:t>
            </w:r>
          </w:p>
        </w:tc>
      </w:tr>
      <w:tr w:rsidR="000E1FB0" w:rsidRPr="00D27BBB" w14:paraId="42AB2A48" w14:textId="77777777" w:rsidTr="0082225D">
        <w:tc>
          <w:tcPr>
            <w:tcW w:w="554" w:type="dxa"/>
            <w:gridSpan w:val="2"/>
          </w:tcPr>
          <w:p w14:paraId="5964AB59" w14:textId="77777777" w:rsidR="000E1FB0" w:rsidRPr="00D27BBB" w:rsidRDefault="000E1FB0" w:rsidP="00594481">
            <w:pPr>
              <w:jc w:val="center"/>
            </w:pPr>
          </w:p>
        </w:tc>
        <w:tc>
          <w:tcPr>
            <w:tcW w:w="976" w:type="dxa"/>
          </w:tcPr>
          <w:p w14:paraId="060E4DE7" w14:textId="77777777" w:rsidR="000E1FB0" w:rsidRPr="00D27BBB" w:rsidRDefault="000E1FB0" w:rsidP="00594481">
            <w:pPr>
              <w:jc w:val="center"/>
            </w:pPr>
            <w:r w:rsidRPr="00D27BBB">
              <w:t>C</w:t>
            </w:r>
            <w:r w:rsidRPr="00D27BBB">
              <w:rPr>
                <w:vertAlign w:val="superscript"/>
              </w:rPr>
              <w:t>1</w:t>
            </w:r>
          </w:p>
        </w:tc>
        <w:tc>
          <w:tcPr>
            <w:tcW w:w="7470" w:type="dxa"/>
          </w:tcPr>
          <w:p w14:paraId="6DCF3EDA" w14:textId="77777777" w:rsidR="000E1FB0" w:rsidRPr="00D27BBB" w:rsidRDefault="000E1FB0" w:rsidP="00594481">
            <w:pPr>
              <w:rPr>
                <w:szCs w:val="20"/>
              </w:rPr>
            </w:pPr>
            <w:r w:rsidRPr="00D27BBB">
              <w:rPr>
                <w:szCs w:val="20"/>
              </w:rPr>
              <w:t xml:space="preserve">Supports object creation and deletion of the BitString Value object </w:t>
            </w:r>
          </w:p>
        </w:tc>
      </w:tr>
      <w:tr w:rsidR="000E1FB0" w:rsidRPr="00D27BBB" w14:paraId="6907C0FD" w14:textId="77777777" w:rsidTr="0082225D">
        <w:tc>
          <w:tcPr>
            <w:tcW w:w="554" w:type="dxa"/>
            <w:gridSpan w:val="2"/>
          </w:tcPr>
          <w:p w14:paraId="3B81D403" w14:textId="77777777" w:rsidR="000E1FB0" w:rsidRPr="00D27BBB" w:rsidRDefault="000E1FB0" w:rsidP="00594481">
            <w:pPr>
              <w:jc w:val="center"/>
            </w:pPr>
          </w:p>
        </w:tc>
        <w:tc>
          <w:tcPr>
            <w:tcW w:w="976" w:type="dxa"/>
          </w:tcPr>
          <w:p w14:paraId="7EAF5858" w14:textId="77777777" w:rsidR="000E1FB0" w:rsidRPr="00D27BBB" w:rsidRDefault="000E1FB0" w:rsidP="00594481">
            <w:pPr>
              <w:jc w:val="center"/>
            </w:pPr>
            <w:r w:rsidRPr="00D27BBB">
              <w:t>C</w:t>
            </w:r>
            <w:r w:rsidRPr="00D27BBB">
              <w:rPr>
                <w:vertAlign w:val="superscript"/>
              </w:rPr>
              <w:t>1</w:t>
            </w:r>
          </w:p>
        </w:tc>
        <w:tc>
          <w:tcPr>
            <w:tcW w:w="7470" w:type="dxa"/>
          </w:tcPr>
          <w:p w14:paraId="27DD1F55" w14:textId="77777777" w:rsidR="000E1FB0" w:rsidRPr="00D27BBB" w:rsidRDefault="000E1FB0" w:rsidP="00594481">
            <w:pPr>
              <w:rPr>
                <w:szCs w:val="20"/>
              </w:rPr>
            </w:pPr>
            <w:r w:rsidRPr="00D27BBB">
              <w:rPr>
                <w:szCs w:val="20"/>
              </w:rPr>
              <w:t xml:space="preserve">Supports object creation and deletion of the OctetString Value object </w:t>
            </w:r>
          </w:p>
        </w:tc>
      </w:tr>
      <w:tr w:rsidR="000E1FB0" w:rsidRPr="00D27BBB" w14:paraId="5000764C" w14:textId="77777777" w:rsidTr="0082225D">
        <w:tc>
          <w:tcPr>
            <w:tcW w:w="554" w:type="dxa"/>
            <w:gridSpan w:val="2"/>
          </w:tcPr>
          <w:p w14:paraId="6983A431" w14:textId="77777777" w:rsidR="000E1FB0" w:rsidRPr="00D27BBB" w:rsidRDefault="000E1FB0" w:rsidP="00594481">
            <w:pPr>
              <w:jc w:val="center"/>
            </w:pPr>
          </w:p>
        </w:tc>
        <w:tc>
          <w:tcPr>
            <w:tcW w:w="976" w:type="dxa"/>
          </w:tcPr>
          <w:p w14:paraId="7A3ED66C" w14:textId="77777777" w:rsidR="000E1FB0" w:rsidRPr="00D27BBB" w:rsidRDefault="000E1FB0" w:rsidP="00594481">
            <w:pPr>
              <w:jc w:val="center"/>
            </w:pPr>
            <w:r w:rsidRPr="00D27BBB">
              <w:t>C</w:t>
            </w:r>
            <w:r w:rsidRPr="00D27BBB">
              <w:rPr>
                <w:vertAlign w:val="superscript"/>
              </w:rPr>
              <w:t>1</w:t>
            </w:r>
          </w:p>
        </w:tc>
        <w:tc>
          <w:tcPr>
            <w:tcW w:w="7470" w:type="dxa"/>
          </w:tcPr>
          <w:p w14:paraId="57B4D948" w14:textId="77777777" w:rsidR="000E1FB0" w:rsidRPr="00D27BBB" w:rsidRDefault="000E1FB0" w:rsidP="00594481">
            <w:pPr>
              <w:rPr>
                <w:szCs w:val="20"/>
              </w:rPr>
            </w:pPr>
            <w:r w:rsidRPr="00D27BBB">
              <w:rPr>
                <w:szCs w:val="20"/>
              </w:rPr>
              <w:t xml:space="preserve">Supports object creation and deletion of the Time Value object </w:t>
            </w:r>
          </w:p>
        </w:tc>
      </w:tr>
      <w:tr w:rsidR="000E1FB0" w:rsidRPr="00D27BBB" w14:paraId="3A276699" w14:textId="77777777" w:rsidTr="0082225D">
        <w:tc>
          <w:tcPr>
            <w:tcW w:w="554" w:type="dxa"/>
            <w:gridSpan w:val="2"/>
          </w:tcPr>
          <w:p w14:paraId="3CC724F7" w14:textId="77777777" w:rsidR="000E1FB0" w:rsidRPr="00D27BBB" w:rsidRDefault="000E1FB0" w:rsidP="00594481">
            <w:pPr>
              <w:jc w:val="center"/>
            </w:pPr>
          </w:p>
        </w:tc>
        <w:tc>
          <w:tcPr>
            <w:tcW w:w="976" w:type="dxa"/>
          </w:tcPr>
          <w:p w14:paraId="3EE1EC06" w14:textId="77777777" w:rsidR="000E1FB0" w:rsidRPr="00D27BBB" w:rsidRDefault="000E1FB0" w:rsidP="00594481">
            <w:pPr>
              <w:jc w:val="center"/>
            </w:pPr>
            <w:r w:rsidRPr="00D27BBB">
              <w:t>C</w:t>
            </w:r>
            <w:r w:rsidRPr="00D27BBB">
              <w:rPr>
                <w:vertAlign w:val="superscript"/>
              </w:rPr>
              <w:t>1</w:t>
            </w:r>
          </w:p>
        </w:tc>
        <w:tc>
          <w:tcPr>
            <w:tcW w:w="7470" w:type="dxa"/>
          </w:tcPr>
          <w:p w14:paraId="7C288947" w14:textId="77777777" w:rsidR="000E1FB0" w:rsidRPr="00D27BBB" w:rsidRDefault="000E1FB0" w:rsidP="00594481">
            <w:pPr>
              <w:rPr>
                <w:szCs w:val="20"/>
              </w:rPr>
            </w:pPr>
            <w:r w:rsidRPr="00D27BBB">
              <w:rPr>
                <w:szCs w:val="20"/>
              </w:rPr>
              <w:t xml:space="preserve">Supports object creation and deletion of the Integer Value object </w:t>
            </w:r>
          </w:p>
        </w:tc>
      </w:tr>
      <w:tr w:rsidR="000E1FB0" w:rsidRPr="00D27BBB" w14:paraId="2C510447" w14:textId="77777777" w:rsidTr="0082225D">
        <w:tc>
          <w:tcPr>
            <w:tcW w:w="554" w:type="dxa"/>
            <w:gridSpan w:val="2"/>
          </w:tcPr>
          <w:p w14:paraId="1497D486" w14:textId="77777777" w:rsidR="000E1FB0" w:rsidRPr="00D27BBB" w:rsidRDefault="000E1FB0" w:rsidP="00594481">
            <w:pPr>
              <w:jc w:val="center"/>
            </w:pPr>
          </w:p>
        </w:tc>
        <w:tc>
          <w:tcPr>
            <w:tcW w:w="976" w:type="dxa"/>
          </w:tcPr>
          <w:p w14:paraId="1FC0E376" w14:textId="77777777" w:rsidR="000E1FB0" w:rsidRPr="00D27BBB" w:rsidRDefault="000E1FB0" w:rsidP="00594481">
            <w:pPr>
              <w:jc w:val="center"/>
            </w:pPr>
            <w:r w:rsidRPr="00D27BBB">
              <w:t>C</w:t>
            </w:r>
            <w:r w:rsidRPr="00D27BBB">
              <w:rPr>
                <w:vertAlign w:val="superscript"/>
              </w:rPr>
              <w:t>1</w:t>
            </w:r>
          </w:p>
        </w:tc>
        <w:tc>
          <w:tcPr>
            <w:tcW w:w="7470" w:type="dxa"/>
          </w:tcPr>
          <w:p w14:paraId="45E2E3FC" w14:textId="77777777" w:rsidR="000E1FB0" w:rsidRPr="00D27BBB" w:rsidRDefault="000E1FB0" w:rsidP="00594481">
            <w:pPr>
              <w:rPr>
                <w:szCs w:val="20"/>
              </w:rPr>
            </w:pPr>
            <w:r w:rsidRPr="00D27BBB">
              <w:rPr>
                <w:szCs w:val="20"/>
              </w:rPr>
              <w:t xml:space="preserve">Supports object creation and deletion of the Positive Integer Value object </w:t>
            </w:r>
          </w:p>
        </w:tc>
      </w:tr>
      <w:tr w:rsidR="000E1FB0" w:rsidRPr="00D27BBB" w14:paraId="6284E830" w14:textId="77777777" w:rsidTr="0082225D">
        <w:tc>
          <w:tcPr>
            <w:tcW w:w="554" w:type="dxa"/>
            <w:gridSpan w:val="2"/>
          </w:tcPr>
          <w:p w14:paraId="3B1DE771" w14:textId="77777777" w:rsidR="000E1FB0" w:rsidRPr="00D27BBB" w:rsidRDefault="000E1FB0" w:rsidP="00594481">
            <w:pPr>
              <w:jc w:val="center"/>
            </w:pPr>
          </w:p>
        </w:tc>
        <w:tc>
          <w:tcPr>
            <w:tcW w:w="976" w:type="dxa"/>
          </w:tcPr>
          <w:p w14:paraId="0544B71E" w14:textId="77777777" w:rsidR="000E1FB0" w:rsidRPr="00D27BBB" w:rsidRDefault="000E1FB0" w:rsidP="00594481">
            <w:pPr>
              <w:jc w:val="center"/>
            </w:pPr>
            <w:r w:rsidRPr="00D27BBB">
              <w:t>C</w:t>
            </w:r>
            <w:r w:rsidRPr="00D27BBB">
              <w:rPr>
                <w:vertAlign w:val="superscript"/>
              </w:rPr>
              <w:t>1</w:t>
            </w:r>
          </w:p>
        </w:tc>
        <w:tc>
          <w:tcPr>
            <w:tcW w:w="7470" w:type="dxa"/>
          </w:tcPr>
          <w:p w14:paraId="38319DF1" w14:textId="77777777" w:rsidR="000E1FB0" w:rsidRPr="00D27BBB" w:rsidRDefault="000E1FB0" w:rsidP="00594481">
            <w:pPr>
              <w:rPr>
                <w:szCs w:val="20"/>
              </w:rPr>
            </w:pPr>
            <w:r w:rsidRPr="00D27BBB">
              <w:rPr>
                <w:szCs w:val="20"/>
              </w:rPr>
              <w:t xml:space="preserve">Supports object creation and deletion of the Date Value object </w:t>
            </w:r>
          </w:p>
        </w:tc>
      </w:tr>
      <w:tr w:rsidR="000E1FB0" w:rsidRPr="00D27BBB" w14:paraId="53A2203A" w14:textId="77777777" w:rsidTr="0082225D">
        <w:tc>
          <w:tcPr>
            <w:tcW w:w="554" w:type="dxa"/>
            <w:gridSpan w:val="2"/>
          </w:tcPr>
          <w:p w14:paraId="1FCC57C6" w14:textId="77777777" w:rsidR="000E1FB0" w:rsidRPr="00D27BBB" w:rsidRDefault="000E1FB0" w:rsidP="00594481">
            <w:pPr>
              <w:jc w:val="center"/>
            </w:pPr>
          </w:p>
        </w:tc>
        <w:tc>
          <w:tcPr>
            <w:tcW w:w="976" w:type="dxa"/>
          </w:tcPr>
          <w:p w14:paraId="7D5014B4" w14:textId="77777777" w:rsidR="000E1FB0" w:rsidRPr="00D27BBB" w:rsidRDefault="000E1FB0" w:rsidP="00594481">
            <w:pPr>
              <w:jc w:val="center"/>
            </w:pPr>
            <w:r w:rsidRPr="00D27BBB">
              <w:t>C</w:t>
            </w:r>
            <w:r w:rsidRPr="00D27BBB">
              <w:rPr>
                <w:vertAlign w:val="superscript"/>
              </w:rPr>
              <w:t>1</w:t>
            </w:r>
          </w:p>
        </w:tc>
        <w:tc>
          <w:tcPr>
            <w:tcW w:w="7470" w:type="dxa"/>
          </w:tcPr>
          <w:p w14:paraId="04372C10" w14:textId="77777777" w:rsidR="000E1FB0" w:rsidRPr="00D27BBB" w:rsidRDefault="000E1FB0" w:rsidP="00594481">
            <w:pPr>
              <w:rPr>
                <w:szCs w:val="20"/>
              </w:rPr>
            </w:pPr>
            <w:r w:rsidRPr="00D27BBB">
              <w:rPr>
                <w:szCs w:val="20"/>
              </w:rPr>
              <w:t xml:space="preserve">Supports object creation and deletion of the DateTime Pattern Value object </w:t>
            </w:r>
          </w:p>
        </w:tc>
      </w:tr>
      <w:tr w:rsidR="000E1FB0" w:rsidRPr="00D27BBB" w14:paraId="243349FD" w14:textId="77777777" w:rsidTr="0082225D">
        <w:tc>
          <w:tcPr>
            <w:tcW w:w="554" w:type="dxa"/>
            <w:gridSpan w:val="2"/>
          </w:tcPr>
          <w:p w14:paraId="0DBB36AD" w14:textId="77777777" w:rsidR="000E1FB0" w:rsidRPr="00D27BBB" w:rsidRDefault="000E1FB0" w:rsidP="00594481">
            <w:pPr>
              <w:jc w:val="center"/>
            </w:pPr>
          </w:p>
        </w:tc>
        <w:tc>
          <w:tcPr>
            <w:tcW w:w="976" w:type="dxa"/>
          </w:tcPr>
          <w:p w14:paraId="622D4A03" w14:textId="77777777" w:rsidR="000E1FB0" w:rsidRPr="00D27BBB" w:rsidRDefault="000E1FB0" w:rsidP="00594481">
            <w:pPr>
              <w:jc w:val="center"/>
            </w:pPr>
            <w:r w:rsidRPr="00D27BBB">
              <w:t>C</w:t>
            </w:r>
            <w:r w:rsidRPr="00D27BBB">
              <w:rPr>
                <w:vertAlign w:val="superscript"/>
              </w:rPr>
              <w:t>1</w:t>
            </w:r>
          </w:p>
        </w:tc>
        <w:tc>
          <w:tcPr>
            <w:tcW w:w="7470" w:type="dxa"/>
          </w:tcPr>
          <w:p w14:paraId="7E7D33A5" w14:textId="77777777" w:rsidR="000E1FB0" w:rsidRPr="00D27BBB" w:rsidRDefault="000E1FB0" w:rsidP="00594481">
            <w:pPr>
              <w:rPr>
                <w:szCs w:val="20"/>
              </w:rPr>
            </w:pPr>
            <w:r w:rsidRPr="00D27BBB">
              <w:rPr>
                <w:szCs w:val="20"/>
              </w:rPr>
              <w:t xml:space="preserve">Supports object creation and deletion of the Time Pattern Value object </w:t>
            </w:r>
          </w:p>
        </w:tc>
      </w:tr>
      <w:tr w:rsidR="000E1FB0" w:rsidRPr="00D27BBB" w14:paraId="0DF1F6A7" w14:textId="77777777" w:rsidTr="0082225D">
        <w:tc>
          <w:tcPr>
            <w:tcW w:w="554" w:type="dxa"/>
            <w:gridSpan w:val="2"/>
          </w:tcPr>
          <w:p w14:paraId="5EAA2AED" w14:textId="77777777" w:rsidR="000E1FB0" w:rsidRPr="00D27BBB" w:rsidRDefault="000E1FB0" w:rsidP="00594481">
            <w:pPr>
              <w:jc w:val="center"/>
            </w:pPr>
          </w:p>
        </w:tc>
        <w:tc>
          <w:tcPr>
            <w:tcW w:w="976" w:type="dxa"/>
          </w:tcPr>
          <w:p w14:paraId="413DB2E5" w14:textId="77777777" w:rsidR="000E1FB0" w:rsidRPr="00D27BBB" w:rsidRDefault="000E1FB0" w:rsidP="00594481">
            <w:pPr>
              <w:jc w:val="center"/>
            </w:pPr>
            <w:r w:rsidRPr="00D27BBB">
              <w:t>C</w:t>
            </w:r>
            <w:r w:rsidRPr="00D27BBB">
              <w:rPr>
                <w:vertAlign w:val="superscript"/>
              </w:rPr>
              <w:t>1</w:t>
            </w:r>
          </w:p>
        </w:tc>
        <w:tc>
          <w:tcPr>
            <w:tcW w:w="7470" w:type="dxa"/>
          </w:tcPr>
          <w:p w14:paraId="7704CB23" w14:textId="77777777" w:rsidR="000E1FB0" w:rsidRPr="00D27BBB" w:rsidRDefault="000E1FB0" w:rsidP="00594481">
            <w:pPr>
              <w:rPr>
                <w:szCs w:val="20"/>
              </w:rPr>
            </w:pPr>
            <w:r w:rsidRPr="00D27BBB">
              <w:rPr>
                <w:szCs w:val="20"/>
              </w:rPr>
              <w:t xml:space="preserve">Supports object creation and deletion of the Date Pattern Value object </w:t>
            </w:r>
          </w:p>
        </w:tc>
      </w:tr>
      <w:tr w:rsidR="000E1FB0" w:rsidRPr="00F848B4" w14:paraId="1E952E2B" w14:textId="77777777" w:rsidTr="0082225D">
        <w:tc>
          <w:tcPr>
            <w:tcW w:w="554" w:type="dxa"/>
            <w:gridSpan w:val="2"/>
          </w:tcPr>
          <w:p w14:paraId="16901EBE" w14:textId="77777777" w:rsidR="000E1FB0" w:rsidRPr="00D27BBB" w:rsidRDefault="000E1FB0" w:rsidP="00594481">
            <w:pPr>
              <w:jc w:val="center"/>
            </w:pPr>
          </w:p>
        </w:tc>
        <w:tc>
          <w:tcPr>
            <w:tcW w:w="976" w:type="dxa"/>
          </w:tcPr>
          <w:p w14:paraId="31F809BC" w14:textId="77777777" w:rsidR="000E1FB0" w:rsidRPr="00D27BBB" w:rsidRDefault="000E1FB0" w:rsidP="00594481">
            <w:pPr>
              <w:jc w:val="center"/>
            </w:pPr>
            <w:r w:rsidRPr="00D27BBB">
              <w:t>C</w:t>
            </w:r>
            <w:r w:rsidRPr="00D27BBB">
              <w:rPr>
                <w:vertAlign w:val="superscript"/>
              </w:rPr>
              <w:t>1</w:t>
            </w:r>
          </w:p>
        </w:tc>
        <w:tc>
          <w:tcPr>
            <w:tcW w:w="7470" w:type="dxa"/>
          </w:tcPr>
          <w:p w14:paraId="139A394E" w14:textId="77777777" w:rsidR="000E1FB0" w:rsidRPr="00D27BBB" w:rsidRDefault="000E1FB0" w:rsidP="00594481">
            <w:pPr>
              <w:rPr>
                <w:szCs w:val="20"/>
              </w:rPr>
            </w:pPr>
            <w:r w:rsidRPr="00D27BBB">
              <w:rPr>
                <w:szCs w:val="20"/>
              </w:rPr>
              <w:t xml:space="preserve">Supports object creation and deletion of the Network Security object </w:t>
            </w:r>
          </w:p>
        </w:tc>
      </w:tr>
      <w:tr w:rsidR="000E1FB0" w:rsidRPr="00F848B4" w14:paraId="781904AC" w14:textId="77777777" w:rsidTr="0082225D">
        <w:tc>
          <w:tcPr>
            <w:tcW w:w="554" w:type="dxa"/>
            <w:gridSpan w:val="2"/>
          </w:tcPr>
          <w:p w14:paraId="5C18F060" w14:textId="77777777" w:rsidR="000E1FB0" w:rsidRPr="00A7272C" w:rsidRDefault="000E1FB0" w:rsidP="00594481">
            <w:pPr>
              <w:jc w:val="center"/>
            </w:pPr>
          </w:p>
        </w:tc>
        <w:tc>
          <w:tcPr>
            <w:tcW w:w="976" w:type="dxa"/>
          </w:tcPr>
          <w:p w14:paraId="43CA7B07" w14:textId="77777777" w:rsidR="000E1FB0" w:rsidRPr="00D27BBB" w:rsidRDefault="000E1FB0" w:rsidP="00594481">
            <w:pPr>
              <w:jc w:val="center"/>
            </w:pPr>
            <w:r w:rsidRPr="00D27BBB">
              <w:t>C</w:t>
            </w:r>
            <w:r w:rsidRPr="00D27BBB">
              <w:rPr>
                <w:vertAlign w:val="superscript"/>
              </w:rPr>
              <w:t>1</w:t>
            </w:r>
          </w:p>
        </w:tc>
        <w:tc>
          <w:tcPr>
            <w:tcW w:w="7470" w:type="dxa"/>
          </w:tcPr>
          <w:p w14:paraId="49DE8173" w14:textId="77777777" w:rsidR="000E1FB0" w:rsidRPr="00D27BBB" w:rsidRDefault="000E1FB0" w:rsidP="00594481">
            <w:pPr>
              <w:rPr>
                <w:szCs w:val="20"/>
              </w:rPr>
            </w:pPr>
            <w:r>
              <w:rPr>
                <w:szCs w:val="20"/>
              </w:rPr>
              <w:t>Supports object creation and deletion of the Global Group object</w:t>
            </w:r>
          </w:p>
        </w:tc>
      </w:tr>
      <w:tr w:rsidR="00111AAF" w:rsidRPr="00B528CD" w14:paraId="54C3FD74"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2D529E6"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6B560A6" w14:textId="77777777" w:rsidR="00111AAF" w:rsidRPr="00B528CD" w:rsidRDefault="00111AAF" w:rsidP="00B107D9">
            <w:pPr>
              <w:jc w:val="center"/>
              <w:rPr>
                <w:lang w:val="en-CA"/>
              </w:rPr>
            </w:pPr>
            <w:r>
              <w:rPr>
                <w:lang w:val="en-CA"/>
              </w:rPr>
              <w:t>C</w:t>
            </w:r>
            <w:r w:rsidRPr="00DE34D8">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2749C980" w14:textId="77777777" w:rsidR="00111AAF" w:rsidRPr="00B528CD" w:rsidRDefault="00111AAF" w:rsidP="00B107D9">
            <w:pPr>
              <w:rPr>
                <w:lang w:val="en-CA"/>
              </w:rPr>
            </w:pPr>
            <w:r>
              <w:rPr>
                <w:szCs w:val="20"/>
              </w:rPr>
              <w:t>Supports object creation and deletion of the Access Point object</w:t>
            </w:r>
          </w:p>
        </w:tc>
      </w:tr>
      <w:tr w:rsidR="00111AAF" w:rsidRPr="00B528CD" w14:paraId="36F1B972"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DDF2FB1"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635905C"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7FF00B62" w14:textId="77777777" w:rsidR="00111AAF" w:rsidRPr="00402D6F" w:rsidRDefault="00111AAF" w:rsidP="00B107D9">
            <w:pPr>
              <w:rPr>
                <w:szCs w:val="20"/>
              </w:rPr>
            </w:pPr>
            <w:r>
              <w:rPr>
                <w:szCs w:val="20"/>
              </w:rPr>
              <w:t>Supports object creation and deletion of the Access Zone object</w:t>
            </w:r>
          </w:p>
        </w:tc>
      </w:tr>
      <w:tr w:rsidR="00111AAF" w:rsidRPr="00B528CD" w14:paraId="7A3CAD79"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2641437"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04687EF7"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37DB7C4F" w14:textId="77777777" w:rsidR="00111AAF" w:rsidRPr="00402D6F" w:rsidRDefault="00111AAF" w:rsidP="00B107D9">
            <w:pPr>
              <w:rPr>
                <w:szCs w:val="20"/>
              </w:rPr>
            </w:pPr>
            <w:r>
              <w:rPr>
                <w:szCs w:val="20"/>
              </w:rPr>
              <w:t>Supports object creation and deletion of the Access User object</w:t>
            </w:r>
          </w:p>
        </w:tc>
      </w:tr>
      <w:tr w:rsidR="00111AAF" w:rsidRPr="00B528CD" w14:paraId="5C031215"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04D805CE"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6E635346"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737EA168" w14:textId="77777777" w:rsidR="00111AAF" w:rsidRPr="00402D6F" w:rsidRDefault="00111AAF" w:rsidP="00B107D9">
            <w:pPr>
              <w:rPr>
                <w:szCs w:val="20"/>
              </w:rPr>
            </w:pPr>
            <w:r>
              <w:rPr>
                <w:szCs w:val="20"/>
              </w:rPr>
              <w:t>Supports object creation and deletion of the Access Rights object</w:t>
            </w:r>
          </w:p>
        </w:tc>
      </w:tr>
      <w:tr w:rsidR="00111AAF" w:rsidRPr="00B528CD" w14:paraId="2CC229F3"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CD9A0D8"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3FC69EB"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45782221" w14:textId="77777777" w:rsidR="00111AAF" w:rsidRPr="00402D6F" w:rsidRDefault="00111AAF" w:rsidP="00B107D9">
            <w:pPr>
              <w:rPr>
                <w:szCs w:val="20"/>
              </w:rPr>
            </w:pPr>
            <w:r>
              <w:rPr>
                <w:szCs w:val="20"/>
              </w:rPr>
              <w:t>Supports object creation and deletion of the Access Credential object</w:t>
            </w:r>
          </w:p>
        </w:tc>
      </w:tr>
      <w:tr w:rsidR="00111AAF" w:rsidRPr="00B528CD" w14:paraId="391BC212"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2FD02093"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E7E8450"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36A6D3E5" w14:textId="77777777" w:rsidR="00111AAF" w:rsidRPr="00402D6F" w:rsidRDefault="00111AAF" w:rsidP="00B107D9">
            <w:pPr>
              <w:rPr>
                <w:szCs w:val="20"/>
              </w:rPr>
            </w:pPr>
            <w:r>
              <w:rPr>
                <w:szCs w:val="20"/>
              </w:rPr>
              <w:t>Supports object creation and deletion of the Credential Data object</w:t>
            </w:r>
          </w:p>
        </w:tc>
      </w:tr>
      <w:tr w:rsidR="00111AAF" w:rsidRPr="00B528CD" w14:paraId="72B8CDA1"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8F10A1F"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21E4271"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6DE7DA91" w14:textId="77777777" w:rsidR="00111AAF" w:rsidRPr="00402D6F" w:rsidRDefault="00111AAF" w:rsidP="00B107D9">
            <w:pPr>
              <w:rPr>
                <w:szCs w:val="20"/>
              </w:rPr>
            </w:pPr>
            <w:r>
              <w:rPr>
                <w:szCs w:val="20"/>
              </w:rPr>
              <w:t>Supports object creation and deletion of the Notification Forwarder object</w:t>
            </w:r>
          </w:p>
        </w:tc>
      </w:tr>
      <w:tr w:rsidR="00111AAF" w:rsidRPr="00B528CD" w14:paraId="7E1C72F6"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6B59B7D"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01AE9F1"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538DB318" w14:textId="77777777" w:rsidR="00111AAF" w:rsidRPr="00402D6F" w:rsidRDefault="00111AAF" w:rsidP="00B107D9">
            <w:pPr>
              <w:rPr>
                <w:szCs w:val="20"/>
              </w:rPr>
            </w:pPr>
            <w:r>
              <w:rPr>
                <w:szCs w:val="20"/>
              </w:rPr>
              <w:t>Supports object creation and deletion of the Alert Enrollment object</w:t>
            </w:r>
          </w:p>
        </w:tc>
      </w:tr>
      <w:tr w:rsidR="00111AAF" w:rsidRPr="00B528CD" w14:paraId="011EE0E8"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24734001"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46B2AEB"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4E5A814A" w14:textId="77777777" w:rsidR="00111AAF" w:rsidRPr="00402D6F" w:rsidRDefault="00111AAF" w:rsidP="00B107D9">
            <w:pPr>
              <w:rPr>
                <w:szCs w:val="20"/>
              </w:rPr>
            </w:pPr>
            <w:r>
              <w:rPr>
                <w:szCs w:val="20"/>
              </w:rPr>
              <w:t>Supports object creation and deletion of the Channel object</w:t>
            </w:r>
          </w:p>
        </w:tc>
      </w:tr>
      <w:tr w:rsidR="00111AAF" w:rsidRPr="00B528CD" w14:paraId="7D704C4E"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18A6E2C6"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5568C23" w14:textId="77777777" w:rsidR="00111AAF" w:rsidRPr="00B528CD" w:rsidRDefault="00111AAF" w:rsidP="00B107D9">
            <w:pPr>
              <w:jc w:val="center"/>
              <w:rPr>
                <w:lang w:val="en-CA"/>
              </w:rPr>
            </w:pPr>
            <w:r>
              <w:rPr>
                <w:lang w:val="en-CA"/>
              </w:rPr>
              <w:t>C</w:t>
            </w:r>
            <w:r w:rsidRPr="00402D6F">
              <w:rPr>
                <w:vertAlign w:val="superscript"/>
                <w:lang w:val="en-CA"/>
              </w:rPr>
              <w:t>1</w:t>
            </w:r>
          </w:p>
        </w:tc>
        <w:tc>
          <w:tcPr>
            <w:tcW w:w="7470" w:type="dxa"/>
            <w:tcBorders>
              <w:top w:val="single" w:sz="4" w:space="0" w:color="auto"/>
              <w:left w:val="single" w:sz="4" w:space="0" w:color="auto"/>
              <w:bottom w:val="single" w:sz="4" w:space="0" w:color="auto"/>
              <w:right w:val="single" w:sz="4" w:space="0" w:color="auto"/>
            </w:tcBorders>
          </w:tcPr>
          <w:p w14:paraId="744B079F" w14:textId="77777777" w:rsidR="00111AAF" w:rsidRPr="00402D6F" w:rsidRDefault="00111AAF" w:rsidP="00B107D9">
            <w:pPr>
              <w:rPr>
                <w:szCs w:val="20"/>
              </w:rPr>
            </w:pPr>
            <w:r>
              <w:rPr>
                <w:szCs w:val="20"/>
              </w:rPr>
              <w:t>Supports object creation and deletion of the Lighting Output object</w:t>
            </w:r>
          </w:p>
        </w:tc>
      </w:tr>
      <w:tr w:rsidR="00111AAF" w:rsidRPr="00B528CD" w14:paraId="4414C6C4"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582C3BC1"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3FD38DA" w14:textId="77777777" w:rsidR="00111AAF" w:rsidRPr="00B528CD" w:rsidRDefault="00111AAF" w:rsidP="00B107D9">
            <w:pPr>
              <w:jc w:val="center"/>
              <w:rPr>
                <w:lang w:val="en-CA"/>
              </w:rPr>
            </w:pPr>
            <w:r>
              <w:rPr>
                <w:lang w:val="en-CA"/>
              </w:rPr>
              <w:t>C</w:t>
            </w:r>
            <w:r w:rsidRPr="00402D6F">
              <w:rPr>
                <w:vertAlign w:val="superscript"/>
                <w:lang w:val="en-CA"/>
              </w:rPr>
              <w:t>1,2</w:t>
            </w:r>
          </w:p>
        </w:tc>
        <w:tc>
          <w:tcPr>
            <w:tcW w:w="7470" w:type="dxa"/>
            <w:tcBorders>
              <w:top w:val="single" w:sz="4" w:space="0" w:color="auto"/>
              <w:left w:val="single" w:sz="4" w:space="0" w:color="auto"/>
              <w:bottom w:val="single" w:sz="4" w:space="0" w:color="auto"/>
              <w:right w:val="single" w:sz="4" w:space="0" w:color="auto"/>
            </w:tcBorders>
          </w:tcPr>
          <w:p w14:paraId="147ABF97" w14:textId="77777777" w:rsidR="00111AAF" w:rsidRPr="00402D6F" w:rsidRDefault="00111AAF" w:rsidP="00B107D9">
            <w:pPr>
              <w:rPr>
                <w:szCs w:val="20"/>
              </w:rPr>
            </w:pPr>
            <w:r>
              <w:rPr>
                <w:szCs w:val="20"/>
              </w:rPr>
              <w:t>Supports object creation and deletion of the Binary Lighting Output object</w:t>
            </w:r>
          </w:p>
        </w:tc>
      </w:tr>
      <w:tr w:rsidR="00111AAF" w:rsidRPr="00B528CD" w14:paraId="6D915BF9"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C1A2EE8"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43867517" w14:textId="77777777" w:rsidR="00111AAF" w:rsidRPr="00B528CD" w:rsidRDefault="00111AAF" w:rsidP="00B107D9">
            <w:pPr>
              <w:jc w:val="center"/>
              <w:rPr>
                <w:lang w:val="en-CA"/>
              </w:rPr>
            </w:pPr>
            <w:r>
              <w:rPr>
                <w:lang w:val="en-CA"/>
              </w:rPr>
              <w:t>C</w:t>
            </w:r>
            <w:r w:rsidRPr="00402D6F">
              <w:rPr>
                <w:vertAlign w:val="superscript"/>
                <w:lang w:val="en-CA"/>
              </w:rPr>
              <w:t>1,3</w:t>
            </w:r>
          </w:p>
        </w:tc>
        <w:tc>
          <w:tcPr>
            <w:tcW w:w="7470" w:type="dxa"/>
            <w:tcBorders>
              <w:top w:val="single" w:sz="4" w:space="0" w:color="auto"/>
              <w:left w:val="single" w:sz="4" w:space="0" w:color="auto"/>
              <w:bottom w:val="single" w:sz="4" w:space="0" w:color="auto"/>
              <w:right w:val="single" w:sz="4" w:space="0" w:color="auto"/>
            </w:tcBorders>
          </w:tcPr>
          <w:p w14:paraId="1846C21C" w14:textId="77777777" w:rsidR="00111AAF" w:rsidRPr="00402D6F" w:rsidRDefault="00111AAF" w:rsidP="00B107D9">
            <w:pPr>
              <w:rPr>
                <w:szCs w:val="20"/>
              </w:rPr>
            </w:pPr>
            <w:r>
              <w:rPr>
                <w:szCs w:val="20"/>
              </w:rPr>
              <w:t>Supports object creation and deletion of the Network Port object</w:t>
            </w:r>
          </w:p>
        </w:tc>
      </w:tr>
      <w:tr w:rsidR="00111AAF" w:rsidRPr="00B528CD" w14:paraId="12BF3FE8"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C825B4F"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2FF5EFA5" w14:textId="77777777" w:rsidR="00111AAF" w:rsidRPr="00B528CD" w:rsidRDefault="00111AAF" w:rsidP="00B107D9">
            <w:pPr>
              <w:jc w:val="center"/>
              <w:rPr>
                <w:lang w:val="en-CA"/>
              </w:rPr>
            </w:pPr>
            <w:r>
              <w:rPr>
                <w:lang w:val="en-CA"/>
              </w:rPr>
              <w:t>C</w:t>
            </w:r>
            <w:r w:rsidRPr="00402D6F">
              <w:rPr>
                <w:vertAlign w:val="superscript"/>
                <w:lang w:val="en-CA"/>
              </w:rPr>
              <w:t>1,3</w:t>
            </w:r>
          </w:p>
        </w:tc>
        <w:tc>
          <w:tcPr>
            <w:tcW w:w="7470" w:type="dxa"/>
            <w:tcBorders>
              <w:top w:val="single" w:sz="4" w:space="0" w:color="auto"/>
              <w:left w:val="single" w:sz="4" w:space="0" w:color="auto"/>
              <w:bottom w:val="single" w:sz="4" w:space="0" w:color="auto"/>
              <w:right w:val="single" w:sz="4" w:space="0" w:color="auto"/>
            </w:tcBorders>
          </w:tcPr>
          <w:p w14:paraId="08F74FDB" w14:textId="77777777" w:rsidR="00111AAF" w:rsidRPr="00402D6F" w:rsidRDefault="00111AAF" w:rsidP="00B107D9">
            <w:pPr>
              <w:rPr>
                <w:szCs w:val="20"/>
              </w:rPr>
            </w:pPr>
            <w:r>
              <w:rPr>
                <w:szCs w:val="20"/>
              </w:rPr>
              <w:t>Supports object creation and deletion of the Timer object</w:t>
            </w:r>
          </w:p>
        </w:tc>
      </w:tr>
      <w:tr w:rsidR="00111AAF" w:rsidRPr="00B528CD" w14:paraId="739502DD"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4E03555D"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0EE9F75" w14:textId="77777777" w:rsidR="00111AAF" w:rsidRPr="00B528CD" w:rsidRDefault="00111AAF" w:rsidP="00B107D9">
            <w:pPr>
              <w:jc w:val="center"/>
              <w:rPr>
                <w:lang w:val="en-CA"/>
              </w:rPr>
            </w:pPr>
            <w:r>
              <w:rPr>
                <w:lang w:val="en-CA"/>
              </w:rPr>
              <w:t>C</w:t>
            </w:r>
            <w:r w:rsidRPr="00402D6F">
              <w:rPr>
                <w:vertAlign w:val="superscript"/>
                <w:lang w:val="en-CA"/>
              </w:rPr>
              <w:t>1,4</w:t>
            </w:r>
          </w:p>
        </w:tc>
        <w:tc>
          <w:tcPr>
            <w:tcW w:w="7470" w:type="dxa"/>
            <w:tcBorders>
              <w:top w:val="single" w:sz="4" w:space="0" w:color="auto"/>
              <w:left w:val="single" w:sz="4" w:space="0" w:color="auto"/>
              <w:bottom w:val="single" w:sz="4" w:space="0" w:color="auto"/>
              <w:right w:val="single" w:sz="4" w:space="0" w:color="auto"/>
            </w:tcBorders>
          </w:tcPr>
          <w:p w14:paraId="0D684112" w14:textId="77777777" w:rsidR="00111AAF" w:rsidRPr="00402D6F" w:rsidRDefault="00111AAF" w:rsidP="00B107D9">
            <w:pPr>
              <w:rPr>
                <w:szCs w:val="20"/>
              </w:rPr>
            </w:pPr>
            <w:r>
              <w:rPr>
                <w:szCs w:val="20"/>
              </w:rPr>
              <w:t>Supports object creation and deletion of the Elevator Group object</w:t>
            </w:r>
          </w:p>
        </w:tc>
      </w:tr>
      <w:tr w:rsidR="00111AAF" w:rsidRPr="00B528CD" w14:paraId="2670B23A"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369BC262"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07D0B3D" w14:textId="77777777" w:rsidR="00111AAF" w:rsidRPr="00B528CD" w:rsidRDefault="00111AAF" w:rsidP="00B107D9">
            <w:pPr>
              <w:jc w:val="center"/>
              <w:rPr>
                <w:lang w:val="en-CA"/>
              </w:rPr>
            </w:pPr>
            <w:r>
              <w:rPr>
                <w:lang w:val="en-CA"/>
              </w:rPr>
              <w:t>C</w:t>
            </w:r>
            <w:r w:rsidRPr="00402D6F">
              <w:rPr>
                <w:vertAlign w:val="superscript"/>
                <w:lang w:val="en-CA"/>
              </w:rPr>
              <w:t>1,4</w:t>
            </w:r>
          </w:p>
        </w:tc>
        <w:tc>
          <w:tcPr>
            <w:tcW w:w="7470" w:type="dxa"/>
            <w:tcBorders>
              <w:top w:val="single" w:sz="4" w:space="0" w:color="auto"/>
              <w:left w:val="single" w:sz="4" w:space="0" w:color="auto"/>
              <w:bottom w:val="single" w:sz="4" w:space="0" w:color="auto"/>
              <w:right w:val="single" w:sz="4" w:space="0" w:color="auto"/>
            </w:tcBorders>
          </w:tcPr>
          <w:p w14:paraId="2824CA46" w14:textId="77777777" w:rsidR="00111AAF" w:rsidRPr="00402D6F" w:rsidRDefault="00111AAF" w:rsidP="00B107D9">
            <w:pPr>
              <w:rPr>
                <w:szCs w:val="20"/>
              </w:rPr>
            </w:pPr>
            <w:r>
              <w:rPr>
                <w:szCs w:val="20"/>
              </w:rPr>
              <w:t>Supports object creation and deletion of the Lift object</w:t>
            </w:r>
          </w:p>
        </w:tc>
      </w:tr>
      <w:tr w:rsidR="00111AAF" w:rsidRPr="00B528CD" w14:paraId="30F73E58"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4C7229E5" w14:textId="77777777" w:rsidR="00111AAF" w:rsidRPr="00B528CD" w:rsidRDefault="00111AAF" w:rsidP="00B107D9">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52BE1354" w14:textId="77777777" w:rsidR="00111AAF" w:rsidRPr="00B528CD" w:rsidRDefault="00111AAF" w:rsidP="00B107D9">
            <w:pPr>
              <w:jc w:val="center"/>
              <w:rPr>
                <w:lang w:val="en-CA"/>
              </w:rPr>
            </w:pPr>
            <w:r>
              <w:rPr>
                <w:lang w:val="en-CA"/>
              </w:rPr>
              <w:t>C</w:t>
            </w:r>
            <w:r w:rsidRPr="00DE34D8">
              <w:rPr>
                <w:vertAlign w:val="superscript"/>
                <w:lang w:val="en-CA"/>
              </w:rPr>
              <w:t>1</w:t>
            </w:r>
            <w:r>
              <w:rPr>
                <w:vertAlign w:val="superscript"/>
                <w:lang w:val="en-CA"/>
              </w:rPr>
              <w:t>,4</w:t>
            </w:r>
          </w:p>
        </w:tc>
        <w:tc>
          <w:tcPr>
            <w:tcW w:w="7470" w:type="dxa"/>
            <w:tcBorders>
              <w:top w:val="single" w:sz="4" w:space="0" w:color="auto"/>
              <w:left w:val="single" w:sz="4" w:space="0" w:color="auto"/>
              <w:bottom w:val="single" w:sz="4" w:space="0" w:color="auto"/>
              <w:right w:val="single" w:sz="4" w:space="0" w:color="auto"/>
            </w:tcBorders>
          </w:tcPr>
          <w:p w14:paraId="60F84EE3" w14:textId="77777777" w:rsidR="00111AAF" w:rsidRPr="00B528CD" w:rsidRDefault="00111AAF" w:rsidP="00B107D9">
            <w:pPr>
              <w:rPr>
                <w:lang w:val="en-CA"/>
              </w:rPr>
            </w:pPr>
            <w:r>
              <w:rPr>
                <w:szCs w:val="20"/>
              </w:rPr>
              <w:t>Supports object creation and deletion of the Escalator object</w:t>
            </w:r>
          </w:p>
        </w:tc>
      </w:tr>
      <w:tr w:rsidR="00F46568" w:rsidRPr="00B528CD" w14:paraId="09221FD4"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181F94AE"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0E97A178" w14:textId="77777777"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70" w:type="dxa"/>
            <w:tcBorders>
              <w:top w:val="single" w:sz="4" w:space="0" w:color="auto"/>
              <w:left w:val="single" w:sz="4" w:space="0" w:color="auto"/>
              <w:bottom w:val="single" w:sz="4" w:space="0" w:color="auto"/>
              <w:right w:val="single" w:sz="4" w:space="0" w:color="auto"/>
            </w:tcBorders>
          </w:tcPr>
          <w:p w14:paraId="6A1A2C4B" w14:textId="77777777" w:rsidR="00F46568" w:rsidRPr="00B528CD" w:rsidRDefault="00F46568" w:rsidP="00D96853">
            <w:pPr>
              <w:rPr>
                <w:lang w:val="en-CA"/>
              </w:rPr>
            </w:pPr>
            <w:r>
              <w:rPr>
                <w:szCs w:val="20"/>
              </w:rPr>
              <w:t>Supports object creation and deletion of the Staging object</w:t>
            </w:r>
          </w:p>
        </w:tc>
      </w:tr>
      <w:tr w:rsidR="00F46568" w:rsidRPr="00B528CD" w14:paraId="2F65A243"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D2BAEAD"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0FD91890" w14:textId="77777777"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70" w:type="dxa"/>
            <w:tcBorders>
              <w:top w:val="single" w:sz="4" w:space="0" w:color="auto"/>
              <w:left w:val="single" w:sz="4" w:space="0" w:color="auto"/>
              <w:bottom w:val="single" w:sz="4" w:space="0" w:color="auto"/>
              <w:right w:val="single" w:sz="4" w:space="0" w:color="auto"/>
            </w:tcBorders>
          </w:tcPr>
          <w:p w14:paraId="16900D94" w14:textId="77777777" w:rsidR="00F46568" w:rsidRPr="00B528CD" w:rsidRDefault="00F46568" w:rsidP="00D96853">
            <w:pPr>
              <w:rPr>
                <w:lang w:val="en-CA"/>
              </w:rPr>
            </w:pPr>
            <w:r>
              <w:rPr>
                <w:szCs w:val="20"/>
              </w:rPr>
              <w:t>Supports object creation and deletion of the Audit Reporter object</w:t>
            </w:r>
          </w:p>
        </w:tc>
      </w:tr>
      <w:tr w:rsidR="00F46568" w:rsidRPr="00B528CD" w14:paraId="2F5031E0"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690EA05B" w14:textId="77777777" w:rsidR="00F46568" w:rsidRPr="00B528CD" w:rsidRDefault="00F46568"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712AAFDA" w14:textId="77777777" w:rsidR="00F46568" w:rsidRPr="00B528CD" w:rsidRDefault="00F46568" w:rsidP="00D96853">
            <w:pPr>
              <w:jc w:val="center"/>
              <w:rPr>
                <w:lang w:val="en-CA"/>
              </w:rPr>
            </w:pPr>
            <w:r>
              <w:rPr>
                <w:lang w:val="en-CA"/>
              </w:rPr>
              <w:t>C</w:t>
            </w:r>
            <w:r w:rsidRPr="00DE34D8">
              <w:rPr>
                <w:vertAlign w:val="superscript"/>
                <w:lang w:val="en-CA"/>
              </w:rPr>
              <w:t>1</w:t>
            </w:r>
            <w:r>
              <w:rPr>
                <w:vertAlign w:val="superscript"/>
                <w:lang w:val="en-CA"/>
              </w:rPr>
              <w:t>,5</w:t>
            </w:r>
          </w:p>
        </w:tc>
        <w:tc>
          <w:tcPr>
            <w:tcW w:w="7470" w:type="dxa"/>
            <w:tcBorders>
              <w:top w:val="single" w:sz="4" w:space="0" w:color="auto"/>
              <w:left w:val="single" w:sz="4" w:space="0" w:color="auto"/>
              <w:bottom w:val="single" w:sz="4" w:space="0" w:color="auto"/>
              <w:right w:val="single" w:sz="4" w:space="0" w:color="auto"/>
            </w:tcBorders>
          </w:tcPr>
          <w:p w14:paraId="0DA93483" w14:textId="77777777" w:rsidR="00F46568" w:rsidRPr="00B528CD" w:rsidRDefault="00F46568" w:rsidP="00D96853">
            <w:pPr>
              <w:rPr>
                <w:lang w:val="en-CA"/>
              </w:rPr>
            </w:pPr>
            <w:r>
              <w:rPr>
                <w:szCs w:val="20"/>
              </w:rPr>
              <w:t>Supports object creation and deletion of the Audit Log object</w:t>
            </w:r>
          </w:p>
        </w:tc>
      </w:tr>
      <w:tr w:rsidR="00EE4B66" w:rsidRPr="00B528CD" w14:paraId="6BE3F421"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5E343DFE" w14:textId="77777777" w:rsidR="00EE4B66" w:rsidRPr="00B528CD" w:rsidRDefault="00EE4B66"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153B19A2" w14:textId="53FD538A" w:rsidR="00EE4B66" w:rsidRDefault="00EE4B66" w:rsidP="00D96853">
            <w:pPr>
              <w:jc w:val="center"/>
              <w:rPr>
                <w:lang w:val="en-CA"/>
              </w:rPr>
            </w:pPr>
            <w:r>
              <w:rPr>
                <w:lang w:val="en-CA"/>
              </w:rPr>
              <w:t>C</w:t>
            </w:r>
            <w:r w:rsidRPr="00EE4B66">
              <w:rPr>
                <w:vertAlign w:val="superscript"/>
                <w:lang w:val="en-CA"/>
              </w:rPr>
              <w:t>1,6</w:t>
            </w:r>
          </w:p>
        </w:tc>
        <w:tc>
          <w:tcPr>
            <w:tcW w:w="7470" w:type="dxa"/>
            <w:tcBorders>
              <w:top w:val="single" w:sz="4" w:space="0" w:color="auto"/>
              <w:left w:val="single" w:sz="4" w:space="0" w:color="auto"/>
              <w:bottom w:val="single" w:sz="4" w:space="0" w:color="auto"/>
              <w:right w:val="single" w:sz="4" w:space="0" w:color="auto"/>
            </w:tcBorders>
          </w:tcPr>
          <w:p w14:paraId="175325F5" w14:textId="530C72B5" w:rsidR="00EE4B66" w:rsidRDefault="00EE4B66" w:rsidP="00D96853">
            <w:pPr>
              <w:rPr>
                <w:szCs w:val="20"/>
              </w:rPr>
            </w:pPr>
            <w:r>
              <w:rPr>
                <w:szCs w:val="20"/>
              </w:rPr>
              <w:t>Supports object creation and deletion of the Color object</w:t>
            </w:r>
          </w:p>
        </w:tc>
      </w:tr>
      <w:tr w:rsidR="00E76774" w:rsidRPr="00B528CD" w14:paraId="44A4EF6B"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0F330E06" w14:textId="77777777" w:rsidR="00E76774" w:rsidRPr="00B528CD" w:rsidRDefault="00E76774" w:rsidP="00D96853">
            <w:pPr>
              <w:jc w:val="center"/>
              <w:rPr>
                <w:lang w:val="en-CA"/>
              </w:rPr>
            </w:pPr>
          </w:p>
        </w:tc>
        <w:tc>
          <w:tcPr>
            <w:tcW w:w="976" w:type="dxa"/>
            <w:tcBorders>
              <w:top w:val="single" w:sz="4" w:space="0" w:color="auto"/>
              <w:left w:val="single" w:sz="4" w:space="0" w:color="auto"/>
              <w:bottom w:val="single" w:sz="4" w:space="0" w:color="auto"/>
              <w:right w:val="single" w:sz="4" w:space="0" w:color="auto"/>
            </w:tcBorders>
          </w:tcPr>
          <w:p w14:paraId="34ADC5D6" w14:textId="397037D0" w:rsidR="00E76774" w:rsidRDefault="00E76774" w:rsidP="00D96853">
            <w:pPr>
              <w:jc w:val="center"/>
              <w:rPr>
                <w:lang w:val="en-CA"/>
              </w:rPr>
            </w:pPr>
            <w:r>
              <w:rPr>
                <w:lang w:val="en-CA"/>
              </w:rPr>
              <w:t>C</w:t>
            </w:r>
            <w:r w:rsidRPr="00E76774">
              <w:rPr>
                <w:vertAlign w:val="superscript"/>
                <w:lang w:val="en-CA"/>
              </w:rPr>
              <w:t>1,6</w:t>
            </w:r>
          </w:p>
        </w:tc>
        <w:tc>
          <w:tcPr>
            <w:tcW w:w="7470" w:type="dxa"/>
            <w:tcBorders>
              <w:top w:val="single" w:sz="4" w:space="0" w:color="auto"/>
              <w:left w:val="single" w:sz="4" w:space="0" w:color="auto"/>
              <w:bottom w:val="single" w:sz="4" w:space="0" w:color="auto"/>
              <w:right w:val="single" w:sz="4" w:space="0" w:color="auto"/>
            </w:tcBorders>
          </w:tcPr>
          <w:p w14:paraId="098B6B6D" w14:textId="41072A25" w:rsidR="00E76774" w:rsidRDefault="00E76774" w:rsidP="00D96853">
            <w:pPr>
              <w:rPr>
                <w:szCs w:val="20"/>
              </w:rPr>
            </w:pPr>
            <w:r>
              <w:rPr>
                <w:szCs w:val="20"/>
              </w:rPr>
              <w:t>Supports object creation and deletion of the Color Temperature object</w:t>
            </w:r>
          </w:p>
        </w:tc>
      </w:tr>
      <w:tr w:rsidR="000E1FB0" w:rsidRPr="00F95990" w14:paraId="03135C15"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32961F44" w14:textId="77777777" w:rsidR="000E1FB0" w:rsidRDefault="000E1FB0" w:rsidP="009353EF">
            <w:pPr>
              <w:pStyle w:val="OptionFootnote"/>
            </w:pPr>
            <w:r w:rsidRPr="00F95990">
              <w:rPr>
                <w:vertAlign w:val="superscript"/>
              </w:rPr>
              <w:t xml:space="preserve">1 </w:t>
            </w:r>
            <w:r w:rsidRPr="00F95990">
              <w:t>At least one of these is required in order to claim conformance to this BIBB.</w:t>
            </w:r>
          </w:p>
          <w:p w14:paraId="443A32B8" w14:textId="77777777" w:rsidR="00111AAF" w:rsidRDefault="00111AAF" w:rsidP="00111AAF">
            <w:pPr>
              <w:ind w:left="720"/>
            </w:pPr>
            <w:r>
              <w:rPr>
                <w:vertAlign w:val="superscript"/>
              </w:rPr>
              <w:t>2</w:t>
            </w:r>
            <w:r w:rsidR="00650BA1">
              <w:rPr>
                <w:vertAlign w:val="superscript"/>
              </w:rPr>
              <w:t xml:space="preserve"> </w:t>
            </w:r>
            <w:r>
              <w:t>Protocol_Revision 16 or higher must be claimed.</w:t>
            </w:r>
          </w:p>
          <w:p w14:paraId="07B88D78" w14:textId="77777777" w:rsidR="00111AAF" w:rsidRDefault="00111AAF" w:rsidP="00111AAF">
            <w:pPr>
              <w:ind w:left="720"/>
            </w:pPr>
            <w:r>
              <w:rPr>
                <w:vertAlign w:val="superscript"/>
              </w:rPr>
              <w:t>3</w:t>
            </w:r>
            <w:r w:rsidR="00650BA1">
              <w:rPr>
                <w:vertAlign w:val="superscript"/>
              </w:rPr>
              <w:t xml:space="preserve"> </w:t>
            </w:r>
            <w:r>
              <w:t>Protocol_Revision 17 or higher must be claimed.</w:t>
            </w:r>
          </w:p>
          <w:p w14:paraId="4E17F927" w14:textId="77777777" w:rsidR="00111AAF" w:rsidRDefault="00111AAF" w:rsidP="00111AAF">
            <w:pPr>
              <w:ind w:left="720"/>
            </w:pPr>
            <w:r>
              <w:rPr>
                <w:vertAlign w:val="superscript"/>
              </w:rPr>
              <w:t>4</w:t>
            </w:r>
            <w:r w:rsidR="00650BA1">
              <w:rPr>
                <w:vertAlign w:val="superscript"/>
              </w:rPr>
              <w:t xml:space="preserve"> </w:t>
            </w:r>
            <w:r>
              <w:t>Protocol_Revision 18 or higher must be claimed.</w:t>
            </w:r>
          </w:p>
          <w:p w14:paraId="09F7234D" w14:textId="77777777" w:rsidR="00111AAF" w:rsidRDefault="00111AAF" w:rsidP="00DA1EB5">
            <w:pPr>
              <w:ind w:left="720"/>
            </w:pPr>
            <w:r>
              <w:rPr>
                <w:vertAlign w:val="superscript"/>
              </w:rPr>
              <w:t>5</w:t>
            </w:r>
            <w:r w:rsidR="00650BA1">
              <w:rPr>
                <w:vertAlign w:val="superscript"/>
              </w:rPr>
              <w:t xml:space="preserve"> </w:t>
            </w:r>
            <w:r w:rsidR="00F46568">
              <w:t>Protocol_Revision 20 or higher must be claimed.</w:t>
            </w:r>
          </w:p>
          <w:p w14:paraId="08BE2EBA" w14:textId="7C84CC1E" w:rsidR="00EE4B66" w:rsidRPr="00F95990" w:rsidRDefault="00EE4B66" w:rsidP="00DA1EB5">
            <w:pPr>
              <w:ind w:left="720"/>
            </w:pPr>
            <w:r w:rsidRPr="00EE4B66">
              <w:rPr>
                <w:vertAlign w:val="superscript"/>
              </w:rPr>
              <w:t>6</w:t>
            </w:r>
            <w:r>
              <w:t xml:space="preserve"> Protocol_Revision 24 or higher must be claimed.</w:t>
            </w:r>
          </w:p>
        </w:tc>
      </w:tr>
      <w:tr w:rsidR="000E1FB0" w:rsidRPr="00E97DA6" w14:paraId="22B7D387"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18C0422F" w14:textId="77777777" w:rsidR="000E1FB0" w:rsidRPr="00E97DA6" w:rsidRDefault="000E1FB0" w:rsidP="00DE26F7">
            <w:pPr>
              <w:rPr>
                <w:b/>
                <w:bCs/>
                <w:lang w:val="fr-FR"/>
              </w:rPr>
            </w:pPr>
            <w:r w:rsidRPr="00E97DA6">
              <w:rPr>
                <w:b/>
                <w:bCs/>
                <w:lang w:val="fr-FR"/>
              </w:rPr>
              <w:t xml:space="preserve">Device Management </w:t>
            </w:r>
            <w:r w:rsidR="00012C95">
              <w:rPr>
                <w:b/>
                <w:bCs/>
                <w:lang w:val="fr-FR"/>
              </w:rPr>
              <w:t>-</w:t>
            </w:r>
            <w:r w:rsidRPr="00E97DA6">
              <w:rPr>
                <w:b/>
                <w:bCs/>
                <w:lang w:val="fr-FR"/>
              </w:rPr>
              <w:t xml:space="preserve"> List Manipulation </w:t>
            </w:r>
            <w:r w:rsidR="00012C95">
              <w:rPr>
                <w:b/>
                <w:bCs/>
                <w:lang w:val="fr-FR"/>
              </w:rPr>
              <w:t>-</w:t>
            </w:r>
            <w:r w:rsidRPr="00E97DA6">
              <w:rPr>
                <w:b/>
                <w:bCs/>
                <w:lang w:val="fr-FR"/>
              </w:rPr>
              <w:t xml:space="preserve"> A</w:t>
            </w:r>
          </w:p>
        </w:tc>
      </w:tr>
      <w:tr w:rsidR="000E1FB0" w:rsidRPr="00F95990" w14:paraId="3A65CB5D" w14:textId="77777777" w:rsidTr="0082225D">
        <w:tc>
          <w:tcPr>
            <w:tcW w:w="554" w:type="dxa"/>
            <w:gridSpan w:val="2"/>
          </w:tcPr>
          <w:p w14:paraId="013AB358" w14:textId="77777777" w:rsidR="000E1FB0" w:rsidRPr="00E97DA6" w:rsidRDefault="000E1FB0" w:rsidP="009353EF">
            <w:pPr>
              <w:jc w:val="center"/>
              <w:rPr>
                <w:lang w:val="fr-FR"/>
              </w:rPr>
            </w:pPr>
          </w:p>
        </w:tc>
        <w:tc>
          <w:tcPr>
            <w:tcW w:w="976" w:type="dxa"/>
          </w:tcPr>
          <w:p w14:paraId="43FEED84" w14:textId="77777777" w:rsidR="000E1FB0" w:rsidRPr="00F95990" w:rsidRDefault="000E1FB0" w:rsidP="0024299F">
            <w:pPr>
              <w:jc w:val="center"/>
            </w:pPr>
            <w:r w:rsidRPr="00F95990">
              <w:t>R</w:t>
            </w:r>
          </w:p>
        </w:tc>
        <w:tc>
          <w:tcPr>
            <w:tcW w:w="7470" w:type="dxa"/>
          </w:tcPr>
          <w:p w14:paraId="25EAC3C9" w14:textId="77777777" w:rsidR="000E1FB0" w:rsidRPr="00F95990" w:rsidRDefault="000E1FB0" w:rsidP="009353EF">
            <w:r w:rsidRPr="00F95990">
              <w:t>Base Requirements</w:t>
            </w:r>
          </w:p>
        </w:tc>
      </w:tr>
      <w:tr w:rsidR="000E1FB0" w:rsidRPr="00F95990" w14:paraId="3FE4EB0A" w14:textId="77777777" w:rsidTr="0082225D">
        <w:tc>
          <w:tcPr>
            <w:tcW w:w="554" w:type="dxa"/>
            <w:gridSpan w:val="2"/>
          </w:tcPr>
          <w:p w14:paraId="6E37845A" w14:textId="77777777" w:rsidR="000E1FB0" w:rsidRPr="00F95990" w:rsidRDefault="000E1FB0" w:rsidP="009353EF">
            <w:pPr>
              <w:jc w:val="center"/>
            </w:pPr>
          </w:p>
        </w:tc>
        <w:tc>
          <w:tcPr>
            <w:tcW w:w="976" w:type="dxa"/>
          </w:tcPr>
          <w:p w14:paraId="62DD5B2B" w14:textId="77777777" w:rsidR="000E1FB0" w:rsidRPr="00F95990" w:rsidRDefault="000E1FB0" w:rsidP="0024299F">
            <w:pPr>
              <w:jc w:val="center"/>
            </w:pPr>
            <w:r w:rsidRPr="00F95990">
              <w:t>C</w:t>
            </w:r>
            <w:r w:rsidRPr="00F95990">
              <w:rPr>
                <w:vertAlign w:val="superscript"/>
              </w:rPr>
              <w:t>1</w:t>
            </w:r>
          </w:p>
        </w:tc>
        <w:tc>
          <w:tcPr>
            <w:tcW w:w="7470" w:type="dxa"/>
          </w:tcPr>
          <w:p w14:paraId="60FF5ECE" w14:textId="77777777" w:rsidR="000E1FB0" w:rsidRPr="00F95990" w:rsidRDefault="000E1FB0" w:rsidP="009353EF">
            <w:pPr>
              <w:pStyle w:val="CommentText"/>
            </w:pPr>
            <w:r w:rsidRPr="00F95990">
              <w:t>Supports adding and removing Notification Class / Recipient_List entries</w:t>
            </w:r>
          </w:p>
        </w:tc>
      </w:tr>
      <w:tr w:rsidR="000E1FB0" w:rsidRPr="00F95990" w14:paraId="099084D3" w14:textId="77777777" w:rsidTr="0082225D">
        <w:tc>
          <w:tcPr>
            <w:tcW w:w="554" w:type="dxa"/>
            <w:gridSpan w:val="2"/>
          </w:tcPr>
          <w:p w14:paraId="4C19AF2E" w14:textId="77777777" w:rsidR="000E1FB0" w:rsidRPr="00F95990" w:rsidRDefault="000E1FB0" w:rsidP="009353EF">
            <w:pPr>
              <w:jc w:val="center"/>
            </w:pPr>
          </w:p>
        </w:tc>
        <w:tc>
          <w:tcPr>
            <w:tcW w:w="976" w:type="dxa"/>
          </w:tcPr>
          <w:p w14:paraId="10625BAB" w14:textId="77777777" w:rsidR="000E1FB0" w:rsidRPr="00F95990" w:rsidRDefault="000E1FB0" w:rsidP="0024299F">
            <w:pPr>
              <w:jc w:val="center"/>
            </w:pPr>
            <w:r w:rsidRPr="00F95990">
              <w:t>C</w:t>
            </w:r>
            <w:r w:rsidRPr="00F95990">
              <w:rPr>
                <w:vertAlign w:val="superscript"/>
              </w:rPr>
              <w:t>1</w:t>
            </w:r>
          </w:p>
        </w:tc>
        <w:tc>
          <w:tcPr>
            <w:tcW w:w="7470" w:type="dxa"/>
          </w:tcPr>
          <w:p w14:paraId="28636E70" w14:textId="77777777" w:rsidR="000E1FB0" w:rsidRPr="00F95990" w:rsidRDefault="000E1FB0" w:rsidP="009353EF">
            <w:pPr>
              <w:pStyle w:val="CommentText"/>
            </w:pPr>
            <w:r w:rsidRPr="00F95990">
              <w:t>Supports adding and removing Schedule / List_Of_Object_Property_References entries</w:t>
            </w:r>
          </w:p>
        </w:tc>
      </w:tr>
      <w:tr w:rsidR="000E1FB0" w:rsidRPr="00F95990" w14:paraId="49E1E3DE" w14:textId="77777777" w:rsidTr="0082225D">
        <w:tc>
          <w:tcPr>
            <w:tcW w:w="554" w:type="dxa"/>
            <w:gridSpan w:val="2"/>
          </w:tcPr>
          <w:p w14:paraId="084446BB" w14:textId="77777777" w:rsidR="000E1FB0" w:rsidRPr="00F95990" w:rsidRDefault="000E1FB0" w:rsidP="009353EF">
            <w:pPr>
              <w:jc w:val="center"/>
            </w:pPr>
          </w:p>
        </w:tc>
        <w:tc>
          <w:tcPr>
            <w:tcW w:w="976" w:type="dxa"/>
          </w:tcPr>
          <w:p w14:paraId="3E5A30A0" w14:textId="77777777" w:rsidR="000E1FB0" w:rsidRPr="00F95990" w:rsidRDefault="000E1FB0" w:rsidP="0024299F">
            <w:pPr>
              <w:jc w:val="center"/>
            </w:pPr>
            <w:r w:rsidRPr="00F95990">
              <w:t>C</w:t>
            </w:r>
            <w:r w:rsidRPr="00F95990">
              <w:rPr>
                <w:vertAlign w:val="superscript"/>
              </w:rPr>
              <w:t>1</w:t>
            </w:r>
          </w:p>
        </w:tc>
        <w:tc>
          <w:tcPr>
            <w:tcW w:w="7470" w:type="dxa"/>
          </w:tcPr>
          <w:p w14:paraId="250848E9" w14:textId="77777777" w:rsidR="000E1FB0" w:rsidRPr="00F95990" w:rsidRDefault="000E1FB0" w:rsidP="009353EF">
            <w:pPr>
              <w:pStyle w:val="CommentText"/>
            </w:pPr>
            <w:r w:rsidRPr="00F95990">
              <w:t>Supports adding and removing Calendar / Date_List entries</w:t>
            </w:r>
          </w:p>
        </w:tc>
      </w:tr>
      <w:tr w:rsidR="000E1FB0" w:rsidRPr="00F95990" w14:paraId="4B314450" w14:textId="77777777" w:rsidTr="0082225D">
        <w:tc>
          <w:tcPr>
            <w:tcW w:w="554" w:type="dxa"/>
            <w:gridSpan w:val="2"/>
          </w:tcPr>
          <w:p w14:paraId="79EF9197" w14:textId="77777777" w:rsidR="000E1FB0" w:rsidRPr="00F95990" w:rsidRDefault="000E1FB0" w:rsidP="009353EF">
            <w:pPr>
              <w:jc w:val="center"/>
            </w:pPr>
          </w:p>
        </w:tc>
        <w:tc>
          <w:tcPr>
            <w:tcW w:w="976" w:type="dxa"/>
          </w:tcPr>
          <w:p w14:paraId="76B134CE" w14:textId="77777777" w:rsidR="000E1FB0" w:rsidRPr="00F95990" w:rsidRDefault="000E1FB0" w:rsidP="0024299F">
            <w:pPr>
              <w:jc w:val="center"/>
            </w:pPr>
            <w:r w:rsidRPr="00F95990">
              <w:t>C</w:t>
            </w:r>
            <w:r w:rsidRPr="00F95990">
              <w:rPr>
                <w:vertAlign w:val="superscript"/>
              </w:rPr>
              <w:t>1</w:t>
            </w:r>
          </w:p>
        </w:tc>
        <w:tc>
          <w:tcPr>
            <w:tcW w:w="7470" w:type="dxa"/>
          </w:tcPr>
          <w:p w14:paraId="0743B2DC" w14:textId="77777777" w:rsidR="000E1FB0" w:rsidRPr="00F95990" w:rsidRDefault="000E1FB0" w:rsidP="009353EF">
            <w:pPr>
              <w:pStyle w:val="CommentText"/>
            </w:pPr>
            <w:r w:rsidRPr="00F95990">
              <w:t>Supports adding and removing Device / Time_Synchronization_Recipients entries</w:t>
            </w:r>
          </w:p>
        </w:tc>
      </w:tr>
      <w:tr w:rsidR="000E1FB0" w:rsidRPr="00D27BBB" w14:paraId="657740D7"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3C169937" w14:textId="77777777" w:rsidR="000E1FB0" w:rsidRPr="00D27BBB" w:rsidRDefault="000E1FB0" w:rsidP="00594481">
            <w:pPr>
              <w:jc w:val="center"/>
            </w:pPr>
          </w:p>
        </w:tc>
        <w:tc>
          <w:tcPr>
            <w:tcW w:w="976" w:type="dxa"/>
            <w:tcBorders>
              <w:top w:val="single" w:sz="4" w:space="0" w:color="auto"/>
              <w:left w:val="single" w:sz="4" w:space="0" w:color="auto"/>
              <w:bottom w:val="single" w:sz="4" w:space="0" w:color="auto"/>
              <w:right w:val="single" w:sz="4" w:space="0" w:color="auto"/>
            </w:tcBorders>
            <w:hideMark/>
          </w:tcPr>
          <w:p w14:paraId="4A0098E3" w14:textId="77777777" w:rsidR="000E1FB0" w:rsidRPr="00D27BBB" w:rsidRDefault="000E1FB0" w:rsidP="00594481">
            <w:pPr>
              <w:jc w:val="center"/>
            </w:pPr>
            <w:r w:rsidRPr="00D27BBB">
              <w:t>C</w:t>
            </w:r>
            <w:r w:rsidRPr="00D27BBB">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13F6285D" w14:textId="77777777" w:rsidR="000E1FB0" w:rsidRPr="00D27BBB" w:rsidRDefault="000E1FB0" w:rsidP="00594481">
            <w:pPr>
              <w:rPr>
                <w:szCs w:val="20"/>
              </w:rPr>
            </w:pPr>
            <w:r w:rsidRPr="00D27BBB">
              <w:rPr>
                <w:szCs w:val="20"/>
              </w:rPr>
              <w:t>Supports adding and removing Device / UTC_Time_Synchronization_Recipients entries</w:t>
            </w:r>
          </w:p>
        </w:tc>
      </w:tr>
      <w:tr w:rsidR="000E1FB0" w:rsidRPr="00F848B4" w14:paraId="2FD8DFAB"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2AFF55C4" w14:textId="77777777" w:rsidR="000E1FB0" w:rsidRPr="00D27BBB" w:rsidRDefault="000E1FB0" w:rsidP="00594481">
            <w:pPr>
              <w:jc w:val="center"/>
            </w:pPr>
          </w:p>
        </w:tc>
        <w:tc>
          <w:tcPr>
            <w:tcW w:w="976" w:type="dxa"/>
            <w:tcBorders>
              <w:top w:val="single" w:sz="4" w:space="0" w:color="auto"/>
              <w:left w:val="single" w:sz="4" w:space="0" w:color="auto"/>
              <w:bottom w:val="single" w:sz="4" w:space="0" w:color="auto"/>
              <w:right w:val="single" w:sz="4" w:space="0" w:color="auto"/>
            </w:tcBorders>
            <w:hideMark/>
          </w:tcPr>
          <w:p w14:paraId="208A1BFE" w14:textId="77777777" w:rsidR="000E1FB0" w:rsidRPr="00D27BBB" w:rsidRDefault="000E1FB0" w:rsidP="00594481">
            <w:pPr>
              <w:jc w:val="center"/>
            </w:pPr>
            <w:r w:rsidRPr="00D27BBB">
              <w:t>C</w:t>
            </w:r>
            <w:r w:rsidRPr="00D27BBB">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6D60A64E" w14:textId="77777777" w:rsidR="000E1FB0" w:rsidRPr="00D27BBB" w:rsidRDefault="000E1FB0" w:rsidP="00594481">
            <w:pPr>
              <w:rPr>
                <w:szCs w:val="20"/>
              </w:rPr>
            </w:pPr>
            <w:r w:rsidRPr="00D27BBB">
              <w:rPr>
                <w:szCs w:val="20"/>
              </w:rPr>
              <w:t>Supports adding and removing Device / Restart_Notification_Recip</w:t>
            </w:r>
            <w:r>
              <w:rPr>
                <w:szCs w:val="20"/>
              </w:rPr>
              <w:t>ients entries</w:t>
            </w:r>
          </w:p>
        </w:tc>
      </w:tr>
      <w:tr w:rsidR="000E1FB0" w:rsidRPr="00F95990" w14:paraId="7597254A" w14:textId="77777777" w:rsidTr="0082225D">
        <w:tc>
          <w:tcPr>
            <w:tcW w:w="554" w:type="dxa"/>
            <w:gridSpan w:val="2"/>
          </w:tcPr>
          <w:p w14:paraId="56425FFC" w14:textId="77777777" w:rsidR="000E1FB0" w:rsidRPr="00F95990" w:rsidRDefault="000E1FB0" w:rsidP="009353EF">
            <w:pPr>
              <w:jc w:val="center"/>
            </w:pPr>
          </w:p>
        </w:tc>
        <w:tc>
          <w:tcPr>
            <w:tcW w:w="976" w:type="dxa"/>
          </w:tcPr>
          <w:p w14:paraId="4B693D62" w14:textId="77777777" w:rsidR="000E1FB0" w:rsidRPr="00F95990" w:rsidRDefault="000E1FB0" w:rsidP="0024299F">
            <w:pPr>
              <w:jc w:val="center"/>
            </w:pPr>
            <w:r w:rsidRPr="00F95990">
              <w:t>C</w:t>
            </w:r>
            <w:r w:rsidRPr="00F95990">
              <w:rPr>
                <w:vertAlign w:val="superscript"/>
              </w:rPr>
              <w:t>1</w:t>
            </w:r>
          </w:p>
        </w:tc>
        <w:tc>
          <w:tcPr>
            <w:tcW w:w="7470" w:type="dxa"/>
          </w:tcPr>
          <w:p w14:paraId="1F64B597" w14:textId="77777777" w:rsidR="000E1FB0" w:rsidRPr="00F95990" w:rsidRDefault="000E1FB0" w:rsidP="009353EF">
            <w:pPr>
              <w:pStyle w:val="CommentText"/>
            </w:pPr>
            <w:r w:rsidRPr="00F95990">
              <w:t>Supports adding and removing Device / Manual_Slave_Address_Binding entries</w:t>
            </w:r>
          </w:p>
        </w:tc>
      </w:tr>
      <w:tr w:rsidR="000E1FB0" w:rsidRPr="00F95990" w14:paraId="5548412E" w14:textId="77777777" w:rsidTr="0082225D">
        <w:tc>
          <w:tcPr>
            <w:tcW w:w="554" w:type="dxa"/>
            <w:gridSpan w:val="2"/>
          </w:tcPr>
          <w:p w14:paraId="030D1C0D" w14:textId="77777777" w:rsidR="000E1FB0" w:rsidRPr="00F95990" w:rsidRDefault="000E1FB0" w:rsidP="009353EF">
            <w:pPr>
              <w:jc w:val="center"/>
            </w:pPr>
          </w:p>
        </w:tc>
        <w:tc>
          <w:tcPr>
            <w:tcW w:w="976" w:type="dxa"/>
          </w:tcPr>
          <w:p w14:paraId="28F9C5B0" w14:textId="77777777" w:rsidR="000E1FB0" w:rsidRPr="00F95990" w:rsidRDefault="000E1FB0" w:rsidP="0024299F">
            <w:pPr>
              <w:jc w:val="center"/>
            </w:pPr>
            <w:r w:rsidRPr="00F95990">
              <w:t>C</w:t>
            </w:r>
            <w:r w:rsidRPr="00F95990">
              <w:rPr>
                <w:vertAlign w:val="superscript"/>
              </w:rPr>
              <w:t>1</w:t>
            </w:r>
          </w:p>
        </w:tc>
        <w:tc>
          <w:tcPr>
            <w:tcW w:w="7470" w:type="dxa"/>
          </w:tcPr>
          <w:p w14:paraId="1121B5CD" w14:textId="77777777" w:rsidR="000E1FB0" w:rsidRPr="00F95990" w:rsidRDefault="000E1FB0" w:rsidP="009353EF">
            <w:pPr>
              <w:pStyle w:val="CommentText"/>
            </w:pPr>
            <w:r w:rsidRPr="00F95990">
              <w:t>Supports adding and removing Group / List_Of_Group_Members entries</w:t>
            </w:r>
          </w:p>
        </w:tc>
      </w:tr>
      <w:tr w:rsidR="000E1FB0" w:rsidRPr="00F95990" w14:paraId="27D9EBB7" w14:textId="77777777" w:rsidTr="0082225D">
        <w:tc>
          <w:tcPr>
            <w:tcW w:w="554" w:type="dxa"/>
            <w:gridSpan w:val="2"/>
          </w:tcPr>
          <w:p w14:paraId="4FF95508" w14:textId="77777777" w:rsidR="000E1FB0" w:rsidRPr="00F95990" w:rsidRDefault="000E1FB0" w:rsidP="009353EF">
            <w:pPr>
              <w:jc w:val="center"/>
            </w:pPr>
          </w:p>
        </w:tc>
        <w:tc>
          <w:tcPr>
            <w:tcW w:w="976" w:type="dxa"/>
          </w:tcPr>
          <w:p w14:paraId="2B3FED26" w14:textId="77777777" w:rsidR="000E1FB0" w:rsidRPr="00F95990" w:rsidRDefault="000E1FB0" w:rsidP="0024299F">
            <w:pPr>
              <w:jc w:val="center"/>
            </w:pPr>
            <w:r w:rsidRPr="00F95990">
              <w:t>C</w:t>
            </w:r>
            <w:r w:rsidRPr="00F95990">
              <w:rPr>
                <w:vertAlign w:val="superscript"/>
              </w:rPr>
              <w:t>1</w:t>
            </w:r>
          </w:p>
        </w:tc>
        <w:tc>
          <w:tcPr>
            <w:tcW w:w="7470" w:type="dxa"/>
          </w:tcPr>
          <w:p w14:paraId="4E798B18" w14:textId="77777777" w:rsidR="000E1FB0" w:rsidRPr="00F95990" w:rsidRDefault="000E1FB0" w:rsidP="009353EF">
            <w:pPr>
              <w:pStyle w:val="CommentText"/>
            </w:pPr>
            <w:r w:rsidRPr="00F95990">
              <w:t>Supports adding and removing Life Safety Point / Life_Safety_Alarm_Values entries</w:t>
            </w:r>
          </w:p>
        </w:tc>
      </w:tr>
      <w:tr w:rsidR="000E1FB0" w:rsidRPr="00F95990" w14:paraId="35D44E9C" w14:textId="77777777" w:rsidTr="0082225D">
        <w:tc>
          <w:tcPr>
            <w:tcW w:w="554" w:type="dxa"/>
            <w:gridSpan w:val="2"/>
          </w:tcPr>
          <w:p w14:paraId="6E3496B5" w14:textId="77777777" w:rsidR="000E1FB0" w:rsidRPr="00F95990" w:rsidRDefault="000E1FB0" w:rsidP="009353EF">
            <w:pPr>
              <w:jc w:val="center"/>
            </w:pPr>
          </w:p>
        </w:tc>
        <w:tc>
          <w:tcPr>
            <w:tcW w:w="976" w:type="dxa"/>
          </w:tcPr>
          <w:p w14:paraId="728685AD" w14:textId="77777777" w:rsidR="000E1FB0" w:rsidRPr="00F95990" w:rsidRDefault="000E1FB0" w:rsidP="0024299F">
            <w:pPr>
              <w:jc w:val="center"/>
            </w:pPr>
            <w:r w:rsidRPr="00F95990">
              <w:t>C</w:t>
            </w:r>
            <w:r w:rsidRPr="00F95990">
              <w:rPr>
                <w:vertAlign w:val="superscript"/>
              </w:rPr>
              <w:t>1</w:t>
            </w:r>
          </w:p>
        </w:tc>
        <w:tc>
          <w:tcPr>
            <w:tcW w:w="7470" w:type="dxa"/>
          </w:tcPr>
          <w:p w14:paraId="2DC33BA7" w14:textId="77777777" w:rsidR="000E1FB0" w:rsidRPr="00F95990" w:rsidRDefault="000E1FB0" w:rsidP="009353EF">
            <w:pPr>
              <w:pStyle w:val="CommentText"/>
            </w:pPr>
            <w:r w:rsidRPr="00F95990">
              <w:t>Supports adding and removing Life Safety Point / Alarm_Values entries</w:t>
            </w:r>
          </w:p>
        </w:tc>
      </w:tr>
      <w:tr w:rsidR="000E1FB0" w:rsidRPr="00F95990" w14:paraId="105C6D68" w14:textId="77777777" w:rsidTr="0082225D">
        <w:tc>
          <w:tcPr>
            <w:tcW w:w="554" w:type="dxa"/>
            <w:gridSpan w:val="2"/>
          </w:tcPr>
          <w:p w14:paraId="2CD88174" w14:textId="77777777" w:rsidR="000E1FB0" w:rsidRPr="00F95990" w:rsidRDefault="000E1FB0" w:rsidP="009353EF">
            <w:pPr>
              <w:jc w:val="center"/>
            </w:pPr>
          </w:p>
        </w:tc>
        <w:tc>
          <w:tcPr>
            <w:tcW w:w="976" w:type="dxa"/>
          </w:tcPr>
          <w:p w14:paraId="08EAFD43" w14:textId="77777777" w:rsidR="000E1FB0" w:rsidRPr="00F95990" w:rsidRDefault="000E1FB0" w:rsidP="0024299F">
            <w:pPr>
              <w:jc w:val="center"/>
            </w:pPr>
            <w:r w:rsidRPr="00F95990">
              <w:t>C</w:t>
            </w:r>
            <w:r w:rsidRPr="00F95990">
              <w:rPr>
                <w:vertAlign w:val="superscript"/>
              </w:rPr>
              <w:t>1</w:t>
            </w:r>
          </w:p>
        </w:tc>
        <w:tc>
          <w:tcPr>
            <w:tcW w:w="7470" w:type="dxa"/>
          </w:tcPr>
          <w:p w14:paraId="3A0296B5" w14:textId="77777777" w:rsidR="000E1FB0" w:rsidRPr="00F95990" w:rsidRDefault="000E1FB0" w:rsidP="009353EF">
            <w:pPr>
              <w:pStyle w:val="CommentText"/>
            </w:pPr>
            <w:r w:rsidRPr="00F95990">
              <w:t>Supports adding and removing Life Safety Point / Fault_Values entries</w:t>
            </w:r>
          </w:p>
        </w:tc>
      </w:tr>
      <w:tr w:rsidR="000E1FB0" w:rsidRPr="00F95990" w14:paraId="297DAF9C" w14:textId="77777777" w:rsidTr="0082225D">
        <w:tc>
          <w:tcPr>
            <w:tcW w:w="554" w:type="dxa"/>
            <w:gridSpan w:val="2"/>
          </w:tcPr>
          <w:p w14:paraId="44DDE57B" w14:textId="77777777" w:rsidR="000E1FB0" w:rsidRPr="00F95990" w:rsidRDefault="000E1FB0" w:rsidP="009353EF">
            <w:pPr>
              <w:jc w:val="center"/>
            </w:pPr>
          </w:p>
        </w:tc>
        <w:tc>
          <w:tcPr>
            <w:tcW w:w="976" w:type="dxa"/>
          </w:tcPr>
          <w:p w14:paraId="0FB96A17" w14:textId="77777777" w:rsidR="000E1FB0" w:rsidRPr="00F95990" w:rsidRDefault="000E1FB0" w:rsidP="0024299F">
            <w:pPr>
              <w:jc w:val="center"/>
            </w:pPr>
            <w:r w:rsidRPr="00F95990">
              <w:t>C</w:t>
            </w:r>
            <w:r w:rsidRPr="00F95990">
              <w:rPr>
                <w:vertAlign w:val="superscript"/>
              </w:rPr>
              <w:t>1</w:t>
            </w:r>
          </w:p>
        </w:tc>
        <w:tc>
          <w:tcPr>
            <w:tcW w:w="7470" w:type="dxa"/>
          </w:tcPr>
          <w:p w14:paraId="5727B5FE" w14:textId="77777777" w:rsidR="000E1FB0" w:rsidRPr="00F95990" w:rsidRDefault="000E1FB0" w:rsidP="009353EF">
            <w:pPr>
              <w:pStyle w:val="CommentText"/>
            </w:pPr>
            <w:r w:rsidRPr="00F95990">
              <w:t>Supports adding and removing Life Safety Point / Member_Of entries</w:t>
            </w:r>
          </w:p>
        </w:tc>
      </w:tr>
      <w:tr w:rsidR="000E1FB0" w:rsidRPr="00F95990" w14:paraId="47982683" w14:textId="77777777" w:rsidTr="0082225D">
        <w:tc>
          <w:tcPr>
            <w:tcW w:w="554" w:type="dxa"/>
            <w:gridSpan w:val="2"/>
          </w:tcPr>
          <w:p w14:paraId="55C6C172" w14:textId="77777777" w:rsidR="000E1FB0" w:rsidRPr="00F95990" w:rsidRDefault="000E1FB0" w:rsidP="009353EF">
            <w:pPr>
              <w:jc w:val="center"/>
            </w:pPr>
          </w:p>
        </w:tc>
        <w:tc>
          <w:tcPr>
            <w:tcW w:w="976" w:type="dxa"/>
          </w:tcPr>
          <w:p w14:paraId="44F82115" w14:textId="77777777" w:rsidR="000E1FB0" w:rsidRPr="00F95990" w:rsidRDefault="000E1FB0" w:rsidP="0024299F">
            <w:pPr>
              <w:jc w:val="center"/>
            </w:pPr>
            <w:r w:rsidRPr="00F95990">
              <w:t>C</w:t>
            </w:r>
            <w:r w:rsidRPr="00F95990">
              <w:rPr>
                <w:vertAlign w:val="superscript"/>
              </w:rPr>
              <w:t>1</w:t>
            </w:r>
          </w:p>
        </w:tc>
        <w:tc>
          <w:tcPr>
            <w:tcW w:w="7470" w:type="dxa"/>
          </w:tcPr>
          <w:p w14:paraId="7E1A0754" w14:textId="77777777" w:rsidR="000E1FB0" w:rsidRPr="00F95990" w:rsidRDefault="000E1FB0" w:rsidP="009353EF">
            <w:pPr>
              <w:pStyle w:val="CommentText"/>
            </w:pPr>
            <w:r w:rsidRPr="00F95990">
              <w:t>Supports adding and removing Life Safety Zone / Life_Safety_Alarm_Values entries</w:t>
            </w:r>
          </w:p>
        </w:tc>
      </w:tr>
      <w:tr w:rsidR="000E1FB0" w:rsidRPr="00F95990" w14:paraId="479B05BC" w14:textId="77777777" w:rsidTr="0082225D">
        <w:tc>
          <w:tcPr>
            <w:tcW w:w="554" w:type="dxa"/>
            <w:gridSpan w:val="2"/>
          </w:tcPr>
          <w:p w14:paraId="330A5951" w14:textId="77777777" w:rsidR="000E1FB0" w:rsidRPr="00F95990" w:rsidRDefault="000E1FB0" w:rsidP="009353EF">
            <w:pPr>
              <w:jc w:val="center"/>
            </w:pPr>
          </w:p>
        </w:tc>
        <w:tc>
          <w:tcPr>
            <w:tcW w:w="976" w:type="dxa"/>
          </w:tcPr>
          <w:p w14:paraId="2F113738" w14:textId="77777777" w:rsidR="000E1FB0" w:rsidRPr="00F95990" w:rsidRDefault="000E1FB0" w:rsidP="0024299F">
            <w:pPr>
              <w:jc w:val="center"/>
            </w:pPr>
            <w:r w:rsidRPr="00F95990">
              <w:t>C</w:t>
            </w:r>
            <w:r w:rsidRPr="00F95990">
              <w:rPr>
                <w:vertAlign w:val="superscript"/>
              </w:rPr>
              <w:t>1</w:t>
            </w:r>
          </w:p>
        </w:tc>
        <w:tc>
          <w:tcPr>
            <w:tcW w:w="7470" w:type="dxa"/>
          </w:tcPr>
          <w:p w14:paraId="42801B10" w14:textId="77777777" w:rsidR="000E1FB0" w:rsidRPr="00F95990" w:rsidRDefault="000E1FB0" w:rsidP="009353EF">
            <w:pPr>
              <w:pStyle w:val="CommentText"/>
            </w:pPr>
            <w:r w:rsidRPr="00F95990">
              <w:t>Supports adding and removing Life Safety Zone / Alarm_Values entries</w:t>
            </w:r>
          </w:p>
        </w:tc>
      </w:tr>
      <w:tr w:rsidR="000E1FB0" w:rsidRPr="00F95990" w14:paraId="346C5934" w14:textId="77777777" w:rsidTr="0082225D">
        <w:tc>
          <w:tcPr>
            <w:tcW w:w="554" w:type="dxa"/>
            <w:gridSpan w:val="2"/>
          </w:tcPr>
          <w:p w14:paraId="2137DDBB" w14:textId="77777777" w:rsidR="000E1FB0" w:rsidRPr="00F95990" w:rsidRDefault="000E1FB0" w:rsidP="009353EF">
            <w:pPr>
              <w:jc w:val="center"/>
            </w:pPr>
          </w:p>
        </w:tc>
        <w:tc>
          <w:tcPr>
            <w:tcW w:w="976" w:type="dxa"/>
          </w:tcPr>
          <w:p w14:paraId="77422001" w14:textId="77777777" w:rsidR="000E1FB0" w:rsidRPr="00F95990" w:rsidRDefault="000E1FB0" w:rsidP="0024299F">
            <w:pPr>
              <w:jc w:val="center"/>
            </w:pPr>
            <w:r w:rsidRPr="00F95990">
              <w:t>C</w:t>
            </w:r>
            <w:r w:rsidRPr="00F95990">
              <w:rPr>
                <w:vertAlign w:val="superscript"/>
              </w:rPr>
              <w:t>1</w:t>
            </w:r>
          </w:p>
        </w:tc>
        <w:tc>
          <w:tcPr>
            <w:tcW w:w="7470" w:type="dxa"/>
          </w:tcPr>
          <w:p w14:paraId="3ED2B4BC" w14:textId="77777777" w:rsidR="000E1FB0" w:rsidRPr="00F95990" w:rsidRDefault="000E1FB0" w:rsidP="009353EF">
            <w:pPr>
              <w:pStyle w:val="CommentText"/>
            </w:pPr>
            <w:r w:rsidRPr="00F95990">
              <w:t>Supports adding and removing Life Safety Zone / Fault_Values entries</w:t>
            </w:r>
          </w:p>
        </w:tc>
      </w:tr>
      <w:tr w:rsidR="000E1FB0" w:rsidRPr="00F95990" w14:paraId="4F6CE8E1" w14:textId="77777777" w:rsidTr="0082225D">
        <w:tc>
          <w:tcPr>
            <w:tcW w:w="554" w:type="dxa"/>
            <w:gridSpan w:val="2"/>
          </w:tcPr>
          <w:p w14:paraId="3BA6EF9D" w14:textId="77777777" w:rsidR="000E1FB0" w:rsidRPr="00F95990" w:rsidRDefault="000E1FB0" w:rsidP="009353EF">
            <w:pPr>
              <w:jc w:val="center"/>
            </w:pPr>
          </w:p>
        </w:tc>
        <w:tc>
          <w:tcPr>
            <w:tcW w:w="976" w:type="dxa"/>
          </w:tcPr>
          <w:p w14:paraId="0E433E11" w14:textId="77777777" w:rsidR="000E1FB0" w:rsidRPr="00F95990" w:rsidRDefault="000E1FB0" w:rsidP="0024299F">
            <w:pPr>
              <w:jc w:val="center"/>
            </w:pPr>
            <w:r w:rsidRPr="00F95990">
              <w:t>C</w:t>
            </w:r>
            <w:r w:rsidRPr="00F95990">
              <w:rPr>
                <w:vertAlign w:val="superscript"/>
              </w:rPr>
              <w:t>1</w:t>
            </w:r>
          </w:p>
        </w:tc>
        <w:tc>
          <w:tcPr>
            <w:tcW w:w="7470" w:type="dxa"/>
          </w:tcPr>
          <w:p w14:paraId="44B0D875" w14:textId="77777777" w:rsidR="000E1FB0" w:rsidRPr="00F95990" w:rsidRDefault="000E1FB0" w:rsidP="009353EF">
            <w:pPr>
              <w:pStyle w:val="CommentText"/>
            </w:pPr>
            <w:r w:rsidRPr="00F95990">
              <w:t>Supports adding and removing Life Safety Zone / Member_Of entries</w:t>
            </w:r>
          </w:p>
        </w:tc>
      </w:tr>
      <w:tr w:rsidR="000E1FB0" w:rsidRPr="00F95990" w14:paraId="00EF2E22" w14:textId="77777777" w:rsidTr="0082225D">
        <w:tc>
          <w:tcPr>
            <w:tcW w:w="554" w:type="dxa"/>
            <w:gridSpan w:val="2"/>
          </w:tcPr>
          <w:p w14:paraId="202EDA8E" w14:textId="77777777" w:rsidR="000E1FB0" w:rsidRPr="00F95990" w:rsidRDefault="000E1FB0" w:rsidP="009353EF">
            <w:pPr>
              <w:jc w:val="center"/>
            </w:pPr>
          </w:p>
        </w:tc>
        <w:tc>
          <w:tcPr>
            <w:tcW w:w="976" w:type="dxa"/>
          </w:tcPr>
          <w:p w14:paraId="408332C2" w14:textId="77777777" w:rsidR="000E1FB0" w:rsidRPr="00F95990" w:rsidRDefault="000E1FB0" w:rsidP="0024299F">
            <w:pPr>
              <w:jc w:val="center"/>
            </w:pPr>
            <w:r w:rsidRPr="00F95990">
              <w:t>C</w:t>
            </w:r>
            <w:r w:rsidRPr="00F95990">
              <w:rPr>
                <w:vertAlign w:val="superscript"/>
              </w:rPr>
              <w:t>1</w:t>
            </w:r>
          </w:p>
        </w:tc>
        <w:tc>
          <w:tcPr>
            <w:tcW w:w="7470" w:type="dxa"/>
          </w:tcPr>
          <w:p w14:paraId="043F06A9" w14:textId="77777777" w:rsidR="000E1FB0" w:rsidRPr="00F95990" w:rsidRDefault="000E1FB0" w:rsidP="009353EF">
            <w:pPr>
              <w:pStyle w:val="CommentText"/>
            </w:pPr>
            <w:r w:rsidRPr="00F95990">
              <w:t>Supports adding and removing Multi-State Input / Alarm_Values entries</w:t>
            </w:r>
          </w:p>
        </w:tc>
      </w:tr>
      <w:tr w:rsidR="000E1FB0" w:rsidRPr="00F95990" w14:paraId="42760680" w14:textId="77777777" w:rsidTr="0082225D">
        <w:tc>
          <w:tcPr>
            <w:tcW w:w="554" w:type="dxa"/>
            <w:gridSpan w:val="2"/>
          </w:tcPr>
          <w:p w14:paraId="72C96C52" w14:textId="77777777" w:rsidR="000E1FB0" w:rsidRPr="00F95990" w:rsidRDefault="000E1FB0" w:rsidP="009353EF">
            <w:pPr>
              <w:jc w:val="center"/>
            </w:pPr>
          </w:p>
        </w:tc>
        <w:tc>
          <w:tcPr>
            <w:tcW w:w="976" w:type="dxa"/>
          </w:tcPr>
          <w:p w14:paraId="344D78CE" w14:textId="77777777" w:rsidR="000E1FB0" w:rsidRPr="00F95990" w:rsidRDefault="000E1FB0" w:rsidP="0024299F">
            <w:pPr>
              <w:jc w:val="center"/>
            </w:pPr>
            <w:r w:rsidRPr="00F95990">
              <w:t>C</w:t>
            </w:r>
            <w:r w:rsidRPr="00F95990">
              <w:rPr>
                <w:vertAlign w:val="superscript"/>
              </w:rPr>
              <w:t>1</w:t>
            </w:r>
          </w:p>
        </w:tc>
        <w:tc>
          <w:tcPr>
            <w:tcW w:w="7470" w:type="dxa"/>
          </w:tcPr>
          <w:p w14:paraId="1B205553" w14:textId="77777777" w:rsidR="000E1FB0" w:rsidRPr="00F95990" w:rsidRDefault="000E1FB0" w:rsidP="009353EF">
            <w:pPr>
              <w:pStyle w:val="CommentText"/>
            </w:pPr>
            <w:r w:rsidRPr="00F95990">
              <w:t>Supports adding and removing Multi-State Input / Fault_Values entries</w:t>
            </w:r>
          </w:p>
        </w:tc>
      </w:tr>
      <w:tr w:rsidR="000E1FB0" w:rsidRPr="00F95990" w14:paraId="00DFE55E" w14:textId="77777777" w:rsidTr="0082225D">
        <w:tc>
          <w:tcPr>
            <w:tcW w:w="554" w:type="dxa"/>
            <w:gridSpan w:val="2"/>
          </w:tcPr>
          <w:p w14:paraId="44E442ED" w14:textId="77777777" w:rsidR="000E1FB0" w:rsidRPr="00F95990" w:rsidRDefault="000E1FB0" w:rsidP="009353EF">
            <w:pPr>
              <w:jc w:val="center"/>
            </w:pPr>
          </w:p>
        </w:tc>
        <w:tc>
          <w:tcPr>
            <w:tcW w:w="976" w:type="dxa"/>
          </w:tcPr>
          <w:p w14:paraId="03E8638E" w14:textId="77777777" w:rsidR="000E1FB0" w:rsidRPr="00F95990" w:rsidRDefault="000E1FB0" w:rsidP="0024299F">
            <w:pPr>
              <w:jc w:val="center"/>
            </w:pPr>
            <w:r w:rsidRPr="00F95990">
              <w:t>C</w:t>
            </w:r>
            <w:r w:rsidRPr="00F95990">
              <w:rPr>
                <w:vertAlign w:val="superscript"/>
              </w:rPr>
              <w:t>1</w:t>
            </w:r>
          </w:p>
        </w:tc>
        <w:tc>
          <w:tcPr>
            <w:tcW w:w="7470" w:type="dxa"/>
          </w:tcPr>
          <w:p w14:paraId="053FEFD1" w14:textId="77777777" w:rsidR="000E1FB0" w:rsidRPr="00F95990" w:rsidRDefault="000E1FB0" w:rsidP="009353EF">
            <w:pPr>
              <w:pStyle w:val="CommentText"/>
            </w:pPr>
            <w:r w:rsidRPr="00F95990">
              <w:t>Supports adding and removing Multi-State Value / Alarm_Values entries</w:t>
            </w:r>
          </w:p>
        </w:tc>
      </w:tr>
      <w:tr w:rsidR="000E1FB0" w:rsidRPr="00F95990" w14:paraId="4BF032CF" w14:textId="77777777" w:rsidTr="0082225D">
        <w:tc>
          <w:tcPr>
            <w:tcW w:w="554" w:type="dxa"/>
            <w:gridSpan w:val="2"/>
          </w:tcPr>
          <w:p w14:paraId="286F02B8" w14:textId="77777777" w:rsidR="000E1FB0" w:rsidRPr="00F95990" w:rsidRDefault="000E1FB0" w:rsidP="009353EF">
            <w:pPr>
              <w:jc w:val="center"/>
            </w:pPr>
          </w:p>
        </w:tc>
        <w:tc>
          <w:tcPr>
            <w:tcW w:w="976" w:type="dxa"/>
          </w:tcPr>
          <w:p w14:paraId="45C80FD5" w14:textId="77777777" w:rsidR="000E1FB0" w:rsidRPr="00F95990" w:rsidRDefault="000E1FB0" w:rsidP="0024299F">
            <w:pPr>
              <w:jc w:val="center"/>
            </w:pPr>
            <w:r w:rsidRPr="00F95990">
              <w:t>C</w:t>
            </w:r>
            <w:r w:rsidRPr="00F95990">
              <w:rPr>
                <w:vertAlign w:val="superscript"/>
              </w:rPr>
              <w:t>1</w:t>
            </w:r>
          </w:p>
        </w:tc>
        <w:tc>
          <w:tcPr>
            <w:tcW w:w="7470" w:type="dxa"/>
          </w:tcPr>
          <w:p w14:paraId="27142C32" w14:textId="77777777" w:rsidR="000E1FB0" w:rsidRPr="00F95990" w:rsidRDefault="000E1FB0" w:rsidP="009353EF">
            <w:pPr>
              <w:pStyle w:val="CommentText"/>
            </w:pPr>
            <w:r w:rsidRPr="00F95990">
              <w:t>Supports adding and removing Multi-State Value / Fault_Values entries</w:t>
            </w:r>
          </w:p>
        </w:tc>
      </w:tr>
      <w:tr w:rsidR="000E1FB0" w:rsidRPr="00F95990" w14:paraId="71A09A0C" w14:textId="77777777" w:rsidTr="0082225D">
        <w:tc>
          <w:tcPr>
            <w:tcW w:w="554" w:type="dxa"/>
            <w:gridSpan w:val="2"/>
          </w:tcPr>
          <w:p w14:paraId="58DA1553" w14:textId="77777777" w:rsidR="000E1FB0" w:rsidRPr="00F95990" w:rsidRDefault="000E1FB0" w:rsidP="009353EF">
            <w:pPr>
              <w:jc w:val="center"/>
            </w:pPr>
          </w:p>
        </w:tc>
        <w:tc>
          <w:tcPr>
            <w:tcW w:w="976" w:type="dxa"/>
          </w:tcPr>
          <w:p w14:paraId="41710118" w14:textId="77777777" w:rsidR="000E1FB0" w:rsidRPr="00F95990" w:rsidRDefault="000E1FB0" w:rsidP="0024299F">
            <w:pPr>
              <w:jc w:val="center"/>
            </w:pPr>
            <w:r w:rsidRPr="00F95990">
              <w:t>C</w:t>
            </w:r>
            <w:r w:rsidRPr="00F95990">
              <w:rPr>
                <w:vertAlign w:val="superscript"/>
              </w:rPr>
              <w:t>1</w:t>
            </w:r>
          </w:p>
        </w:tc>
        <w:tc>
          <w:tcPr>
            <w:tcW w:w="7470" w:type="dxa"/>
          </w:tcPr>
          <w:p w14:paraId="2743DDCC" w14:textId="77777777" w:rsidR="000E1FB0" w:rsidRPr="00F95990" w:rsidRDefault="000E1FB0" w:rsidP="009353EF">
            <w:pPr>
              <w:pStyle w:val="CommentText"/>
            </w:pPr>
            <w:r w:rsidRPr="00F95990">
              <w:t>Supports adding and removing entries in proprietary list properties of primitive datatypes</w:t>
            </w:r>
          </w:p>
        </w:tc>
      </w:tr>
      <w:tr w:rsidR="000E1FB0" w:rsidRPr="00F95990" w14:paraId="0FEE3282" w14:textId="77777777" w:rsidTr="0082225D">
        <w:tc>
          <w:tcPr>
            <w:tcW w:w="554" w:type="dxa"/>
            <w:gridSpan w:val="2"/>
          </w:tcPr>
          <w:p w14:paraId="3942AE61" w14:textId="77777777" w:rsidR="000E1FB0" w:rsidRPr="00F95990" w:rsidRDefault="000E1FB0" w:rsidP="009353EF">
            <w:pPr>
              <w:jc w:val="center"/>
            </w:pPr>
          </w:p>
        </w:tc>
        <w:tc>
          <w:tcPr>
            <w:tcW w:w="976" w:type="dxa"/>
          </w:tcPr>
          <w:p w14:paraId="4E2887FE" w14:textId="77777777" w:rsidR="000E1FB0" w:rsidRPr="00F95990" w:rsidRDefault="000E1FB0" w:rsidP="0024299F">
            <w:pPr>
              <w:jc w:val="center"/>
            </w:pPr>
            <w:r w:rsidRPr="00F95990">
              <w:t>C</w:t>
            </w:r>
            <w:r w:rsidRPr="00F95990">
              <w:rPr>
                <w:vertAlign w:val="superscript"/>
              </w:rPr>
              <w:t>1</w:t>
            </w:r>
          </w:p>
        </w:tc>
        <w:tc>
          <w:tcPr>
            <w:tcW w:w="7470" w:type="dxa"/>
          </w:tcPr>
          <w:p w14:paraId="03F6036E" w14:textId="77777777" w:rsidR="000E1FB0" w:rsidRPr="00F95990" w:rsidRDefault="000E1FB0" w:rsidP="009353EF">
            <w:pPr>
              <w:pStyle w:val="CommentText"/>
            </w:pPr>
            <w:r>
              <w:t>Supports adding and removing Global Group / COVU_Recipients entries</w:t>
            </w:r>
          </w:p>
        </w:tc>
      </w:tr>
      <w:tr w:rsidR="00111AAF" w:rsidRPr="00F95990" w14:paraId="231317FC"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40146AC3" w14:textId="77777777" w:rsidR="00111AAF" w:rsidRPr="00F95990"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tcPr>
          <w:p w14:paraId="6A5083E5" w14:textId="77777777" w:rsidR="00111AAF" w:rsidRPr="00F95990" w:rsidRDefault="00111AAF" w:rsidP="00B107D9">
            <w:pPr>
              <w:jc w:val="center"/>
            </w:pPr>
            <w:r>
              <w:t>C</w:t>
            </w:r>
            <w:r w:rsidRPr="006D0A7D">
              <w:rPr>
                <w:vertAlign w:val="superscript"/>
              </w:rPr>
              <w:t>1</w:t>
            </w:r>
          </w:p>
        </w:tc>
        <w:tc>
          <w:tcPr>
            <w:tcW w:w="7470" w:type="dxa"/>
            <w:tcBorders>
              <w:top w:val="single" w:sz="4" w:space="0" w:color="auto"/>
              <w:left w:val="single" w:sz="4" w:space="0" w:color="auto"/>
              <w:bottom w:val="single" w:sz="4" w:space="0" w:color="auto"/>
              <w:right w:val="single" w:sz="4" w:space="0" w:color="auto"/>
            </w:tcBorders>
          </w:tcPr>
          <w:p w14:paraId="2DE0C5DA" w14:textId="77777777" w:rsidR="00111AAF" w:rsidRPr="00F95990" w:rsidRDefault="00111AAF" w:rsidP="00B107D9">
            <w:pPr>
              <w:pStyle w:val="CommentText"/>
            </w:pPr>
            <w:r>
              <w:t>Supports adding and removing Device / VT_Classes_Supported entries</w:t>
            </w:r>
          </w:p>
        </w:tc>
      </w:tr>
      <w:tr w:rsidR="00111AAF" w:rsidRPr="00F95990" w14:paraId="3ABCCAA4"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2E8BE595" w14:textId="77777777" w:rsidR="00111AAF" w:rsidRPr="00F95990"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tcPr>
          <w:p w14:paraId="47F34019" w14:textId="77777777" w:rsidR="00111AAF" w:rsidRDefault="00111AAF" w:rsidP="00B107D9">
            <w:pPr>
              <w:jc w:val="center"/>
            </w:pPr>
            <w:r>
              <w:t>C</w:t>
            </w:r>
            <w:r w:rsidRPr="006D0A7D">
              <w:rPr>
                <w:vertAlign w:val="superscript"/>
              </w:rPr>
              <w:t>1</w:t>
            </w:r>
          </w:p>
        </w:tc>
        <w:tc>
          <w:tcPr>
            <w:tcW w:w="7470" w:type="dxa"/>
            <w:tcBorders>
              <w:top w:val="single" w:sz="4" w:space="0" w:color="auto"/>
              <w:left w:val="single" w:sz="4" w:space="0" w:color="auto"/>
              <w:bottom w:val="single" w:sz="4" w:space="0" w:color="auto"/>
              <w:right w:val="single" w:sz="4" w:space="0" w:color="auto"/>
            </w:tcBorders>
          </w:tcPr>
          <w:p w14:paraId="59EED70C" w14:textId="77777777" w:rsidR="00111AAF" w:rsidRDefault="00111AAF" w:rsidP="00B107D9">
            <w:pPr>
              <w:pStyle w:val="CommentText"/>
            </w:pPr>
            <w:r>
              <w:t>Supports adding and removing Device / Active_VT_Sessions entries</w:t>
            </w:r>
          </w:p>
        </w:tc>
      </w:tr>
      <w:tr w:rsidR="00111AAF" w:rsidRPr="00F95990" w14:paraId="51366EB3"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7B6C2E7" w14:textId="77777777" w:rsidR="00111AAF" w:rsidRPr="00F95990"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tcPr>
          <w:p w14:paraId="39600324" w14:textId="77777777" w:rsidR="00111AAF" w:rsidRPr="00F95990" w:rsidRDefault="00111AAF" w:rsidP="00B107D9">
            <w:pPr>
              <w:jc w:val="center"/>
            </w:pPr>
            <w:r w:rsidRPr="00F95990">
              <w:t>C</w:t>
            </w:r>
            <w:r w:rsidRPr="00DB2084">
              <w:rPr>
                <w:vertAlign w:val="superscript"/>
              </w:rPr>
              <w:t>1</w:t>
            </w:r>
          </w:p>
        </w:tc>
        <w:tc>
          <w:tcPr>
            <w:tcW w:w="7470" w:type="dxa"/>
            <w:tcBorders>
              <w:top w:val="single" w:sz="4" w:space="0" w:color="auto"/>
              <w:left w:val="single" w:sz="4" w:space="0" w:color="auto"/>
              <w:bottom w:val="single" w:sz="4" w:space="0" w:color="auto"/>
              <w:right w:val="single" w:sz="4" w:space="0" w:color="auto"/>
            </w:tcBorders>
          </w:tcPr>
          <w:p w14:paraId="33655339" w14:textId="77777777" w:rsidR="00111AAF" w:rsidRPr="00F95990" w:rsidRDefault="00111AAF" w:rsidP="00B107D9">
            <w:pPr>
              <w:pStyle w:val="CommentText"/>
            </w:pPr>
            <w:r w:rsidRPr="00F95990">
              <w:t xml:space="preserve">Supports adding and removing </w:t>
            </w:r>
            <w:r>
              <w:t>Life Safety Zone</w:t>
            </w:r>
            <w:r w:rsidRPr="00F95990">
              <w:t xml:space="preserve"> / </w:t>
            </w:r>
            <w:r>
              <w:t>Zone_Members</w:t>
            </w:r>
            <w:r w:rsidRPr="00F95990">
              <w:t xml:space="preserve"> entries</w:t>
            </w:r>
          </w:p>
        </w:tc>
      </w:tr>
      <w:tr w:rsidR="00111AAF" w:rsidRPr="00F95990" w14:paraId="3F9DAAEF" w14:textId="77777777" w:rsidTr="0082225D">
        <w:tc>
          <w:tcPr>
            <w:tcW w:w="554" w:type="dxa"/>
            <w:gridSpan w:val="2"/>
          </w:tcPr>
          <w:p w14:paraId="30419D53" w14:textId="77777777" w:rsidR="00111AAF" w:rsidRPr="00F95990" w:rsidRDefault="00111AAF" w:rsidP="00B107D9">
            <w:pPr>
              <w:jc w:val="center"/>
            </w:pPr>
          </w:p>
        </w:tc>
        <w:tc>
          <w:tcPr>
            <w:tcW w:w="976" w:type="dxa"/>
          </w:tcPr>
          <w:p w14:paraId="603D39E4" w14:textId="77777777" w:rsidR="00111AAF" w:rsidRPr="00F95990" w:rsidRDefault="00111AAF" w:rsidP="00B107D9">
            <w:pPr>
              <w:jc w:val="center"/>
            </w:pPr>
            <w:r w:rsidRPr="00F95990">
              <w:t>C</w:t>
            </w:r>
            <w:r w:rsidRPr="00F95990">
              <w:rPr>
                <w:vertAlign w:val="superscript"/>
              </w:rPr>
              <w:t>1</w:t>
            </w:r>
          </w:p>
        </w:tc>
        <w:tc>
          <w:tcPr>
            <w:tcW w:w="7470" w:type="dxa"/>
          </w:tcPr>
          <w:p w14:paraId="27E2B745" w14:textId="77777777" w:rsidR="00111AAF" w:rsidRPr="00F95990" w:rsidRDefault="00111AAF" w:rsidP="00B107D9">
            <w:pPr>
              <w:pStyle w:val="CommentText"/>
            </w:pPr>
            <w:r w:rsidRPr="00F95990">
              <w:t xml:space="preserve">Supports adding and removing Notification </w:t>
            </w:r>
            <w:r>
              <w:t>Forwarder</w:t>
            </w:r>
            <w:r w:rsidRPr="00F95990">
              <w:t xml:space="preserve"> / Recipient_List entries</w:t>
            </w:r>
          </w:p>
        </w:tc>
      </w:tr>
      <w:tr w:rsidR="00111AAF" w:rsidRPr="00F95990" w14:paraId="5B0D0F4E" w14:textId="77777777" w:rsidTr="0082225D">
        <w:tc>
          <w:tcPr>
            <w:tcW w:w="554" w:type="dxa"/>
            <w:gridSpan w:val="2"/>
          </w:tcPr>
          <w:p w14:paraId="1EB356A3" w14:textId="77777777" w:rsidR="00111AAF" w:rsidRPr="00F95990" w:rsidRDefault="00111AAF" w:rsidP="00B107D9">
            <w:pPr>
              <w:jc w:val="center"/>
            </w:pPr>
          </w:p>
        </w:tc>
        <w:tc>
          <w:tcPr>
            <w:tcW w:w="976" w:type="dxa"/>
          </w:tcPr>
          <w:p w14:paraId="610F6D73" w14:textId="77777777" w:rsidR="00111AAF" w:rsidRPr="00F95990" w:rsidRDefault="00111AAF" w:rsidP="00B107D9">
            <w:pPr>
              <w:jc w:val="center"/>
            </w:pPr>
            <w:r w:rsidRPr="00F95990">
              <w:t>C</w:t>
            </w:r>
            <w:r w:rsidRPr="00F95990">
              <w:rPr>
                <w:vertAlign w:val="superscript"/>
              </w:rPr>
              <w:t>1</w:t>
            </w:r>
          </w:p>
        </w:tc>
        <w:tc>
          <w:tcPr>
            <w:tcW w:w="7470" w:type="dxa"/>
          </w:tcPr>
          <w:p w14:paraId="27E6C47F" w14:textId="77777777" w:rsidR="00111AAF" w:rsidRPr="00F95990" w:rsidRDefault="00111AAF" w:rsidP="00B107D9">
            <w:pPr>
              <w:pStyle w:val="CommentText"/>
            </w:pPr>
            <w:r w:rsidRPr="00F95990">
              <w:t xml:space="preserve">Supports adding and removing Notification </w:t>
            </w:r>
            <w:r>
              <w:t>Forwarder</w:t>
            </w:r>
            <w:r w:rsidRPr="00F95990">
              <w:t xml:space="preserve"> / </w:t>
            </w:r>
            <w:r>
              <w:t>Subscribed_</w:t>
            </w:r>
            <w:r w:rsidRPr="00F95990">
              <w:t>Recipients entries</w:t>
            </w:r>
          </w:p>
        </w:tc>
      </w:tr>
      <w:tr w:rsidR="00111AAF" w:rsidRPr="00F95990" w14:paraId="182FF609" w14:textId="77777777" w:rsidTr="0082225D">
        <w:tc>
          <w:tcPr>
            <w:tcW w:w="554" w:type="dxa"/>
            <w:gridSpan w:val="2"/>
          </w:tcPr>
          <w:p w14:paraId="1F111501" w14:textId="77777777" w:rsidR="00111AAF" w:rsidRPr="00F95990" w:rsidRDefault="00111AAF" w:rsidP="00B107D9">
            <w:pPr>
              <w:jc w:val="center"/>
            </w:pPr>
          </w:p>
        </w:tc>
        <w:tc>
          <w:tcPr>
            <w:tcW w:w="976" w:type="dxa"/>
          </w:tcPr>
          <w:p w14:paraId="6D5F8FE4" w14:textId="77777777" w:rsidR="00111AAF" w:rsidRPr="00F95990" w:rsidRDefault="00111AAF" w:rsidP="00B107D9">
            <w:pPr>
              <w:jc w:val="center"/>
            </w:pPr>
            <w:r w:rsidRPr="00F95990">
              <w:t>C</w:t>
            </w:r>
            <w:r w:rsidRPr="00F95990">
              <w:rPr>
                <w:vertAlign w:val="superscript"/>
              </w:rPr>
              <w:t>1</w:t>
            </w:r>
          </w:p>
        </w:tc>
        <w:tc>
          <w:tcPr>
            <w:tcW w:w="7470" w:type="dxa"/>
          </w:tcPr>
          <w:p w14:paraId="06201771" w14:textId="77777777" w:rsidR="00111AAF" w:rsidRPr="00F95990" w:rsidRDefault="00111AAF" w:rsidP="00B107D9">
            <w:pPr>
              <w:pStyle w:val="CommentText"/>
            </w:pPr>
            <w:r>
              <w:t>Supports adding and removing Access Door / Masked_Alarm_Values entries</w:t>
            </w:r>
          </w:p>
        </w:tc>
      </w:tr>
      <w:tr w:rsidR="00111AAF" w:rsidRPr="00F95990" w14:paraId="340F9118" w14:textId="77777777" w:rsidTr="0082225D">
        <w:tc>
          <w:tcPr>
            <w:tcW w:w="554" w:type="dxa"/>
            <w:gridSpan w:val="2"/>
          </w:tcPr>
          <w:p w14:paraId="02FE82A7" w14:textId="77777777" w:rsidR="00111AAF" w:rsidRPr="00F95990" w:rsidRDefault="00111AAF" w:rsidP="00B107D9">
            <w:pPr>
              <w:jc w:val="center"/>
            </w:pPr>
          </w:p>
        </w:tc>
        <w:tc>
          <w:tcPr>
            <w:tcW w:w="976" w:type="dxa"/>
          </w:tcPr>
          <w:p w14:paraId="78E6E9CD" w14:textId="77777777" w:rsidR="00111AAF" w:rsidRPr="00F95990" w:rsidRDefault="00111AAF" w:rsidP="00B107D9">
            <w:pPr>
              <w:jc w:val="center"/>
            </w:pPr>
            <w:r w:rsidRPr="00F95990">
              <w:t>C</w:t>
            </w:r>
            <w:r w:rsidRPr="00F95990">
              <w:rPr>
                <w:vertAlign w:val="superscript"/>
              </w:rPr>
              <w:t>1</w:t>
            </w:r>
          </w:p>
        </w:tc>
        <w:tc>
          <w:tcPr>
            <w:tcW w:w="7470" w:type="dxa"/>
          </w:tcPr>
          <w:p w14:paraId="4DA452F6" w14:textId="77777777" w:rsidR="00111AAF" w:rsidRDefault="00111AAF" w:rsidP="00B107D9">
            <w:pPr>
              <w:pStyle w:val="CommentText"/>
            </w:pPr>
            <w:r>
              <w:t>Supports adding and removing Access Door / Alarm_Values entries</w:t>
            </w:r>
          </w:p>
        </w:tc>
      </w:tr>
      <w:tr w:rsidR="00111AAF" w:rsidRPr="00F95990" w14:paraId="144B7833" w14:textId="77777777" w:rsidTr="0082225D">
        <w:tc>
          <w:tcPr>
            <w:tcW w:w="554" w:type="dxa"/>
            <w:gridSpan w:val="2"/>
          </w:tcPr>
          <w:p w14:paraId="543E0482" w14:textId="77777777" w:rsidR="00111AAF" w:rsidRPr="00F95990" w:rsidRDefault="00111AAF" w:rsidP="00B107D9">
            <w:pPr>
              <w:jc w:val="center"/>
            </w:pPr>
          </w:p>
        </w:tc>
        <w:tc>
          <w:tcPr>
            <w:tcW w:w="976" w:type="dxa"/>
          </w:tcPr>
          <w:p w14:paraId="6A3FD14E" w14:textId="77777777" w:rsidR="00111AAF" w:rsidRPr="00F95990" w:rsidRDefault="00111AAF" w:rsidP="00B107D9">
            <w:pPr>
              <w:jc w:val="center"/>
            </w:pPr>
            <w:r w:rsidRPr="00F95990">
              <w:t>C</w:t>
            </w:r>
            <w:r w:rsidRPr="00F95990">
              <w:rPr>
                <w:vertAlign w:val="superscript"/>
              </w:rPr>
              <w:t>1</w:t>
            </w:r>
          </w:p>
        </w:tc>
        <w:tc>
          <w:tcPr>
            <w:tcW w:w="7470" w:type="dxa"/>
          </w:tcPr>
          <w:p w14:paraId="2D4D94A0" w14:textId="77777777" w:rsidR="00111AAF" w:rsidRDefault="00111AAF" w:rsidP="00B107D9">
            <w:pPr>
              <w:pStyle w:val="CommentText"/>
            </w:pPr>
            <w:r>
              <w:t>Supports adding and removing Access Door / Fault_Values entries</w:t>
            </w:r>
          </w:p>
        </w:tc>
      </w:tr>
      <w:tr w:rsidR="00111AAF" w:rsidRPr="00F95990" w14:paraId="442B0BE5" w14:textId="77777777" w:rsidTr="0082225D">
        <w:tc>
          <w:tcPr>
            <w:tcW w:w="554" w:type="dxa"/>
            <w:gridSpan w:val="2"/>
          </w:tcPr>
          <w:p w14:paraId="2E4EE73D" w14:textId="77777777" w:rsidR="00111AAF" w:rsidRPr="00F95990" w:rsidRDefault="00111AAF" w:rsidP="00B107D9">
            <w:pPr>
              <w:jc w:val="center"/>
            </w:pPr>
          </w:p>
        </w:tc>
        <w:tc>
          <w:tcPr>
            <w:tcW w:w="976" w:type="dxa"/>
          </w:tcPr>
          <w:p w14:paraId="2409D72B" w14:textId="77777777" w:rsidR="00111AAF" w:rsidRPr="00F95990" w:rsidRDefault="00111AAF" w:rsidP="00B107D9">
            <w:pPr>
              <w:jc w:val="center"/>
            </w:pPr>
            <w:r w:rsidRPr="00F95990">
              <w:t>C</w:t>
            </w:r>
            <w:r w:rsidRPr="00F95990">
              <w:rPr>
                <w:vertAlign w:val="superscript"/>
              </w:rPr>
              <w:t>1</w:t>
            </w:r>
          </w:p>
        </w:tc>
        <w:tc>
          <w:tcPr>
            <w:tcW w:w="7470" w:type="dxa"/>
          </w:tcPr>
          <w:p w14:paraId="28905574" w14:textId="77777777" w:rsidR="00111AAF" w:rsidRDefault="00111AAF" w:rsidP="00B107D9">
            <w:pPr>
              <w:pStyle w:val="CommentText"/>
            </w:pPr>
            <w:r>
              <w:t>Supports adding and removing Access Point / Access_Alarm_Events entries</w:t>
            </w:r>
          </w:p>
        </w:tc>
      </w:tr>
      <w:tr w:rsidR="00111AAF" w:rsidRPr="00F95990" w14:paraId="5DD0247C" w14:textId="77777777" w:rsidTr="0082225D">
        <w:tc>
          <w:tcPr>
            <w:tcW w:w="554" w:type="dxa"/>
            <w:gridSpan w:val="2"/>
          </w:tcPr>
          <w:p w14:paraId="42743858" w14:textId="77777777" w:rsidR="00111AAF" w:rsidRPr="00F95990" w:rsidRDefault="00111AAF" w:rsidP="00B107D9">
            <w:pPr>
              <w:jc w:val="center"/>
            </w:pPr>
          </w:p>
        </w:tc>
        <w:tc>
          <w:tcPr>
            <w:tcW w:w="976" w:type="dxa"/>
          </w:tcPr>
          <w:p w14:paraId="7FA24DE0" w14:textId="77777777" w:rsidR="00111AAF" w:rsidRPr="00F95990" w:rsidRDefault="00111AAF" w:rsidP="00B107D9">
            <w:pPr>
              <w:jc w:val="center"/>
            </w:pPr>
            <w:r w:rsidRPr="00F95990">
              <w:t>C</w:t>
            </w:r>
            <w:r w:rsidRPr="00F95990">
              <w:rPr>
                <w:vertAlign w:val="superscript"/>
              </w:rPr>
              <w:t>1</w:t>
            </w:r>
          </w:p>
        </w:tc>
        <w:tc>
          <w:tcPr>
            <w:tcW w:w="7470" w:type="dxa"/>
          </w:tcPr>
          <w:p w14:paraId="10927646" w14:textId="77777777" w:rsidR="00111AAF" w:rsidRDefault="00111AAF" w:rsidP="00B107D9">
            <w:pPr>
              <w:pStyle w:val="CommentText"/>
            </w:pPr>
            <w:r>
              <w:t>Supports adding and removing Access Point / Access_Transaction_Events entries</w:t>
            </w:r>
          </w:p>
        </w:tc>
      </w:tr>
      <w:tr w:rsidR="00111AAF" w:rsidRPr="00F95990" w14:paraId="73221C5F" w14:textId="77777777" w:rsidTr="0082225D">
        <w:tc>
          <w:tcPr>
            <w:tcW w:w="554" w:type="dxa"/>
            <w:gridSpan w:val="2"/>
          </w:tcPr>
          <w:p w14:paraId="151486B6" w14:textId="77777777" w:rsidR="00111AAF" w:rsidRPr="00F95990" w:rsidRDefault="00111AAF" w:rsidP="00B107D9">
            <w:pPr>
              <w:jc w:val="center"/>
            </w:pPr>
          </w:p>
        </w:tc>
        <w:tc>
          <w:tcPr>
            <w:tcW w:w="976" w:type="dxa"/>
          </w:tcPr>
          <w:p w14:paraId="4F80A98A" w14:textId="77777777" w:rsidR="00111AAF" w:rsidRPr="00F95990" w:rsidRDefault="00111AAF" w:rsidP="00B107D9">
            <w:pPr>
              <w:jc w:val="center"/>
            </w:pPr>
            <w:r>
              <w:t>C</w:t>
            </w:r>
            <w:r w:rsidRPr="00A56517">
              <w:rPr>
                <w:vertAlign w:val="superscript"/>
              </w:rPr>
              <w:t>1</w:t>
            </w:r>
          </w:p>
        </w:tc>
        <w:tc>
          <w:tcPr>
            <w:tcW w:w="7470" w:type="dxa"/>
          </w:tcPr>
          <w:p w14:paraId="15F50088" w14:textId="77777777" w:rsidR="00111AAF" w:rsidRDefault="00111AAF" w:rsidP="00B107D9">
            <w:pPr>
              <w:pStyle w:val="CommentText"/>
            </w:pPr>
            <w:r>
              <w:t>Supports adding and removing Access Point / Failed_Attempt_Events entries</w:t>
            </w:r>
          </w:p>
        </w:tc>
      </w:tr>
      <w:tr w:rsidR="00111AAF" w:rsidRPr="00F95990" w14:paraId="06321DD6" w14:textId="77777777" w:rsidTr="0082225D">
        <w:tc>
          <w:tcPr>
            <w:tcW w:w="554" w:type="dxa"/>
            <w:gridSpan w:val="2"/>
          </w:tcPr>
          <w:p w14:paraId="7EA766D6" w14:textId="77777777" w:rsidR="00111AAF" w:rsidRPr="00F95990" w:rsidRDefault="00111AAF" w:rsidP="00B107D9">
            <w:pPr>
              <w:jc w:val="center"/>
            </w:pPr>
          </w:p>
        </w:tc>
        <w:tc>
          <w:tcPr>
            <w:tcW w:w="976" w:type="dxa"/>
          </w:tcPr>
          <w:p w14:paraId="77212988" w14:textId="77777777" w:rsidR="00111AAF" w:rsidRDefault="00111AAF" w:rsidP="00B107D9">
            <w:pPr>
              <w:jc w:val="center"/>
            </w:pPr>
            <w:r>
              <w:t>C</w:t>
            </w:r>
            <w:r w:rsidRPr="00A56517">
              <w:rPr>
                <w:vertAlign w:val="superscript"/>
              </w:rPr>
              <w:t>1</w:t>
            </w:r>
          </w:p>
        </w:tc>
        <w:tc>
          <w:tcPr>
            <w:tcW w:w="7470" w:type="dxa"/>
          </w:tcPr>
          <w:p w14:paraId="4E43481B" w14:textId="77777777" w:rsidR="00111AAF" w:rsidRDefault="00111AAF" w:rsidP="00B107D9">
            <w:pPr>
              <w:pStyle w:val="CommentText"/>
            </w:pPr>
            <w:r>
              <w:t>Supports adding and removing Access Zone / Credentials_In_Zone entries</w:t>
            </w:r>
          </w:p>
        </w:tc>
      </w:tr>
      <w:tr w:rsidR="00111AAF" w:rsidRPr="00F95990" w14:paraId="0224F4EE" w14:textId="77777777" w:rsidTr="0082225D">
        <w:tc>
          <w:tcPr>
            <w:tcW w:w="554" w:type="dxa"/>
            <w:gridSpan w:val="2"/>
          </w:tcPr>
          <w:p w14:paraId="4BAF4F0B" w14:textId="77777777" w:rsidR="00111AAF" w:rsidRPr="00F95990" w:rsidRDefault="00111AAF" w:rsidP="00B107D9">
            <w:pPr>
              <w:jc w:val="center"/>
            </w:pPr>
          </w:p>
        </w:tc>
        <w:tc>
          <w:tcPr>
            <w:tcW w:w="976" w:type="dxa"/>
          </w:tcPr>
          <w:p w14:paraId="1F782A98" w14:textId="77777777" w:rsidR="00111AAF" w:rsidRPr="00F95990" w:rsidRDefault="00111AAF" w:rsidP="00B107D9">
            <w:pPr>
              <w:jc w:val="center"/>
            </w:pPr>
            <w:r w:rsidRPr="00F95990">
              <w:t>C</w:t>
            </w:r>
            <w:r w:rsidRPr="00F95990">
              <w:rPr>
                <w:vertAlign w:val="superscript"/>
              </w:rPr>
              <w:t>1</w:t>
            </w:r>
          </w:p>
        </w:tc>
        <w:tc>
          <w:tcPr>
            <w:tcW w:w="7470" w:type="dxa"/>
          </w:tcPr>
          <w:p w14:paraId="6006DBA3" w14:textId="77777777" w:rsidR="00111AAF" w:rsidRDefault="00111AAF" w:rsidP="00B107D9">
            <w:pPr>
              <w:pStyle w:val="CommentText"/>
            </w:pPr>
            <w:r>
              <w:t>Supports adding and removing Access Zone / Entry_Points entries</w:t>
            </w:r>
          </w:p>
        </w:tc>
      </w:tr>
      <w:tr w:rsidR="00111AAF" w:rsidRPr="00F95990" w14:paraId="7993C673" w14:textId="77777777" w:rsidTr="0082225D">
        <w:tc>
          <w:tcPr>
            <w:tcW w:w="554" w:type="dxa"/>
            <w:gridSpan w:val="2"/>
          </w:tcPr>
          <w:p w14:paraId="5ED4F379" w14:textId="77777777" w:rsidR="00111AAF" w:rsidRPr="00F95990" w:rsidRDefault="00111AAF" w:rsidP="00B107D9">
            <w:pPr>
              <w:jc w:val="center"/>
            </w:pPr>
          </w:p>
        </w:tc>
        <w:tc>
          <w:tcPr>
            <w:tcW w:w="976" w:type="dxa"/>
          </w:tcPr>
          <w:p w14:paraId="2A8D5ED3" w14:textId="77777777" w:rsidR="00111AAF" w:rsidRPr="00F95990" w:rsidRDefault="00111AAF" w:rsidP="00B107D9">
            <w:pPr>
              <w:jc w:val="center"/>
            </w:pPr>
            <w:r w:rsidRPr="00F95990">
              <w:t>C</w:t>
            </w:r>
            <w:r w:rsidRPr="00F95990">
              <w:rPr>
                <w:vertAlign w:val="superscript"/>
              </w:rPr>
              <w:t>1</w:t>
            </w:r>
          </w:p>
        </w:tc>
        <w:tc>
          <w:tcPr>
            <w:tcW w:w="7470" w:type="dxa"/>
          </w:tcPr>
          <w:p w14:paraId="0C7B846B" w14:textId="77777777" w:rsidR="00111AAF" w:rsidRDefault="00111AAF" w:rsidP="00B107D9">
            <w:pPr>
              <w:pStyle w:val="CommentText"/>
            </w:pPr>
            <w:r>
              <w:t>Supports adding and removing Access Zone / Exit_Points entries</w:t>
            </w:r>
          </w:p>
        </w:tc>
      </w:tr>
      <w:tr w:rsidR="00111AAF" w:rsidRPr="00F95990" w14:paraId="6F19AE1A" w14:textId="77777777" w:rsidTr="0082225D">
        <w:tc>
          <w:tcPr>
            <w:tcW w:w="554" w:type="dxa"/>
            <w:gridSpan w:val="2"/>
          </w:tcPr>
          <w:p w14:paraId="353111DB" w14:textId="77777777" w:rsidR="00111AAF" w:rsidRPr="00F95990" w:rsidRDefault="00111AAF" w:rsidP="00B107D9">
            <w:pPr>
              <w:jc w:val="center"/>
            </w:pPr>
          </w:p>
        </w:tc>
        <w:tc>
          <w:tcPr>
            <w:tcW w:w="976" w:type="dxa"/>
          </w:tcPr>
          <w:p w14:paraId="3686BD93" w14:textId="77777777" w:rsidR="00111AAF" w:rsidRPr="00F95990" w:rsidRDefault="00111AAF" w:rsidP="00B107D9">
            <w:pPr>
              <w:jc w:val="center"/>
            </w:pPr>
            <w:r w:rsidRPr="00F95990">
              <w:t>C</w:t>
            </w:r>
            <w:r w:rsidRPr="00F95990">
              <w:rPr>
                <w:vertAlign w:val="superscript"/>
              </w:rPr>
              <w:t>1</w:t>
            </w:r>
          </w:p>
        </w:tc>
        <w:tc>
          <w:tcPr>
            <w:tcW w:w="7470" w:type="dxa"/>
          </w:tcPr>
          <w:p w14:paraId="6A238106" w14:textId="77777777" w:rsidR="00111AAF" w:rsidRDefault="00111AAF" w:rsidP="00B107D9">
            <w:pPr>
              <w:pStyle w:val="CommentText"/>
            </w:pPr>
            <w:r>
              <w:t>Supports adding and removing Access Zone / Alarm_Values entries</w:t>
            </w:r>
          </w:p>
        </w:tc>
      </w:tr>
      <w:tr w:rsidR="00111AAF" w:rsidRPr="00F95990" w14:paraId="015726D9" w14:textId="77777777" w:rsidTr="0082225D">
        <w:tc>
          <w:tcPr>
            <w:tcW w:w="554" w:type="dxa"/>
            <w:gridSpan w:val="2"/>
          </w:tcPr>
          <w:p w14:paraId="4738FD00" w14:textId="77777777" w:rsidR="00111AAF" w:rsidRPr="00F95990" w:rsidRDefault="00111AAF" w:rsidP="00B107D9">
            <w:pPr>
              <w:jc w:val="center"/>
            </w:pPr>
          </w:p>
        </w:tc>
        <w:tc>
          <w:tcPr>
            <w:tcW w:w="976" w:type="dxa"/>
          </w:tcPr>
          <w:p w14:paraId="704ED605" w14:textId="77777777" w:rsidR="00111AAF" w:rsidRPr="00F95990" w:rsidRDefault="00111AAF" w:rsidP="00B107D9">
            <w:pPr>
              <w:jc w:val="center"/>
            </w:pPr>
            <w:r w:rsidRPr="00F95990">
              <w:t>C</w:t>
            </w:r>
            <w:r w:rsidRPr="00F95990">
              <w:rPr>
                <w:vertAlign w:val="superscript"/>
              </w:rPr>
              <w:t>1</w:t>
            </w:r>
          </w:p>
        </w:tc>
        <w:tc>
          <w:tcPr>
            <w:tcW w:w="7470" w:type="dxa"/>
          </w:tcPr>
          <w:p w14:paraId="1B7562AC" w14:textId="77777777" w:rsidR="00111AAF" w:rsidRDefault="00111AAF" w:rsidP="00B107D9">
            <w:pPr>
              <w:pStyle w:val="CommentText"/>
            </w:pPr>
            <w:r>
              <w:t>Supports adding and removing Access User / Members entries</w:t>
            </w:r>
          </w:p>
        </w:tc>
      </w:tr>
      <w:tr w:rsidR="00111AAF" w:rsidRPr="00F95990" w14:paraId="5340D1B5" w14:textId="77777777" w:rsidTr="0082225D">
        <w:tc>
          <w:tcPr>
            <w:tcW w:w="554" w:type="dxa"/>
            <w:gridSpan w:val="2"/>
          </w:tcPr>
          <w:p w14:paraId="0779F574" w14:textId="77777777" w:rsidR="00111AAF" w:rsidRPr="00F95990" w:rsidRDefault="00111AAF" w:rsidP="00B107D9">
            <w:pPr>
              <w:jc w:val="center"/>
            </w:pPr>
          </w:p>
        </w:tc>
        <w:tc>
          <w:tcPr>
            <w:tcW w:w="976" w:type="dxa"/>
          </w:tcPr>
          <w:p w14:paraId="6CCA1378" w14:textId="77777777" w:rsidR="00111AAF" w:rsidRPr="00F95990" w:rsidRDefault="00111AAF" w:rsidP="00B107D9">
            <w:pPr>
              <w:jc w:val="center"/>
            </w:pPr>
            <w:r w:rsidRPr="00F95990">
              <w:t>C</w:t>
            </w:r>
            <w:r w:rsidRPr="00F95990">
              <w:rPr>
                <w:vertAlign w:val="superscript"/>
              </w:rPr>
              <w:t>1</w:t>
            </w:r>
          </w:p>
        </w:tc>
        <w:tc>
          <w:tcPr>
            <w:tcW w:w="7470" w:type="dxa"/>
          </w:tcPr>
          <w:p w14:paraId="1F59CE01" w14:textId="77777777" w:rsidR="00111AAF" w:rsidRDefault="00111AAF" w:rsidP="00B107D9">
            <w:pPr>
              <w:pStyle w:val="CommentText"/>
            </w:pPr>
            <w:r>
              <w:t>Supports adding and removing Access User / Member_Of entries</w:t>
            </w:r>
          </w:p>
        </w:tc>
      </w:tr>
      <w:tr w:rsidR="00111AAF" w:rsidRPr="00F95990" w14:paraId="614280E1" w14:textId="77777777" w:rsidTr="0082225D">
        <w:tc>
          <w:tcPr>
            <w:tcW w:w="554" w:type="dxa"/>
            <w:gridSpan w:val="2"/>
          </w:tcPr>
          <w:p w14:paraId="78B9E252" w14:textId="77777777" w:rsidR="00111AAF" w:rsidRPr="00F95990" w:rsidRDefault="00111AAF" w:rsidP="00B107D9">
            <w:pPr>
              <w:jc w:val="center"/>
            </w:pPr>
          </w:p>
        </w:tc>
        <w:tc>
          <w:tcPr>
            <w:tcW w:w="976" w:type="dxa"/>
          </w:tcPr>
          <w:p w14:paraId="0E2C4E44" w14:textId="77777777" w:rsidR="00111AAF" w:rsidRPr="00F95990" w:rsidRDefault="00111AAF" w:rsidP="00B107D9">
            <w:pPr>
              <w:jc w:val="center"/>
            </w:pPr>
            <w:r w:rsidRPr="00F95990">
              <w:t>C</w:t>
            </w:r>
            <w:r w:rsidRPr="00F95990">
              <w:rPr>
                <w:vertAlign w:val="superscript"/>
              </w:rPr>
              <w:t>1</w:t>
            </w:r>
          </w:p>
        </w:tc>
        <w:tc>
          <w:tcPr>
            <w:tcW w:w="7470" w:type="dxa"/>
          </w:tcPr>
          <w:p w14:paraId="54C33E86" w14:textId="77777777" w:rsidR="00111AAF" w:rsidRDefault="00111AAF" w:rsidP="00B107D9">
            <w:pPr>
              <w:pStyle w:val="CommentText"/>
            </w:pPr>
            <w:r>
              <w:t>Supports adding and removing Access User / Credentials entries</w:t>
            </w:r>
          </w:p>
        </w:tc>
      </w:tr>
      <w:tr w:rsidR="00111AAF" w:rsidRPr="00F95990" w14:paraId="5541C22A" w14:textId="77777777" w:rsidTr="0082225D">
        <w:tc>
          <w:tcPr>
            <w:tcW w:w="554" w:type="dxa"/>
            <w:gridSpan w:val="2"/>
          </w:tcPr>
          <w:p w14:paraId="4F572EA6" w14:textId="77777777" w:rsidR="00111AAF" w:rsidRPr="00F95990" w:rsidRDefault="00111AAF" w:rsidP="00B107D9">
            <w:pPr>
              <w:jc w:val="center"/>
            </w:pPr>
          </w:p>
        </w:tc>
        <w:tc>
          <w:tcPr>
            <w:tcW w:w="976" w:type="dxa"/>
          </w:tcPr>
          <w:p w14:paraId="5EA57A42" w14:textId="77777777" w:rsidR="00111AAF" w:rsidRPr="00F95990" w:rsidRDefault="00111AAF" w:rsidP="00B107D9">
            <w:pPr>
              <w:jc w:val="center"/>
            </w:pPr>
            <w:r w:rsidRPr="00F95990">
              <w:t>C</w:t>
            </w:r>
            <w:r w:rsidRPr="00F95990">
              <w:rPr>
                <w:vertAlign w:val="superscript"/>
              </w:rPr>
              <w:t>1</w:t>
            </w:r>
          </w:p>
        </w:tc>
        <w:tc>
          <w:tcPr>
            <w:tcW w:w="7470" w:type="dxa"/>
          </w:tcPr>
          <w:p w14:paraId="0D501BA8" w14:textId="77777777" w:rsidR="00111AAF" w:rsidRDefault="00111AAF" w:rsidP="00B107D9">
            <w:pPr>
              <w:pStyle w:val="CommentText"/>
            </w:pPr>
            <w:r>
              <w:t>Supports adding and removing Access Credential / Authorization_Exemptions entries</w:t>
            </w:r>
          </w:p>
        </w:tc>
      </w:tr>
      <w:tr w:rsidR="00111AAF" w:rsidRPr="00F95990" w14:paraId="7C4360B5" w14:textId="77777777" w:rsidTr="0082225D">
        <w:tc>
          <w:tcPr>
            <w:tcW w:w="554" w:type="dxa"/>
            <w:gridSpan w:val="2"/>
          </w:tcPr>
          <w:p w14:paraId="56C29FB2" w14:textId="77777777" w:rsidR="00111AAF" w:rsidRPr="00F95990" w:rsidRDefault="00111AAF" w:rsidP="00B107D9">
            <w:pPr>
              <w:jc w:val="center"/>
            </w:pPr>
          </w:p>
        </w:tc>
        <w:tc>
          <w:tcPr>
            <w:tcW w:w="976" w:type="dxa"/>
          </w:tcPr>
          <w:p w14:paraId="037552B9" w14:textId="77777777" w:rsidR="00111AAF" w:rsidRPr="00F95990" w:rsidRDefault="00111AAF" w:rsidP="00B107D9">
            <w:pPr>
              <w:jc w:val="center"/>
            </w:pPr>
            <w:r>
              <w:t>C</w:t>
            </w:r>
            <w:r w:rsidRPr="00A56517">
              <w:rPr>
                <w:vertAlign w:val="superscript"/>
              </w:rPr>
              <w:t>1</w:t>
            </w:r>
          </w:p>
        </w:tc>
        <w:tc>
          <w:tcPr>
            <w:tcW w:w="7470" w:type="dxa"/>
          </w:tcPr>
          <w:p w14:paraId="46F33BA1" w14:textId="77777777" w:rsidR="00111AAF" w:rsidRDefault="00111AAF" w:rsidP="00B107D9">
            <w:pPr>
              <w:pStyle w:val="CommentText"/>
            </w:pPr>
            <w:r>
              <w:t>Supports adding and removing Access Credential / Reason_For_Disable entries</w:t>
            </w:r>
          </w:p>
        </w:tc>
      </w:tr>
      <w:tr w:rsidR="00111AAF" w:rsidRPr="00F95990" w14:paraId="5B43C2BB" w14:textId="77777777" w:rsidTr="0082225D">
        <w:tc>
          <w:tcPr>
            <w:tcW w:w="554" w:type="dxa"/>
            <w:gridSpan w:val="2"/>
          </w:tcPr>
          <w:p w14:paraId="3FE1FC0F" w14:textId="77777777" w:rsidR="00111AAF" w:rsidRPr="00F95990" w:rsidRDefault="00111AAF" w:rsidP="00B107D9">
            <w:pPr>
              <w:jc w:val="center"/>
            </w:pPr>
          </w:p>
        </w:tc>
        <w:tc>
          <w:tcPr>
            <w:tcW w:w="976" w:type="dxa"/>
          </w:tcPr>
          <w:p w14:paraId="5B8FB279" w14:textId="77777777" w:rsidR="00111AAF" w:rsidRPr="00F95990" w:rsidRDefault="00111AAF" w:rsidP="00B107D9">
            <w:pPr>
              <w:jc w:val="center"/>
            </w:pPr>
            <w:r>
              <w:t>C</w:t>
            </w:r>
            <w:r>
              <w:rPr>
                <w:vertAlign w:val="superscript"/>
              </w:rPr>
              <w:t>1,2</w:t>
            </w:r>
          </w:p>
        </w:tc>
        <w:tc>
          <w:tcPr>
            <w:tcW w:w="7470" w:type="dxa"/>
          </w:tcPr>
          <w:p w14:paraId="32BEC2CB" w14:textId="77777777" w:rsidR="00111AAF" w:rsidRDefault="00111AAF" w:rsidP="00B107D9">
            <w:pPr>
              <w:pStyle w:val="CommentText"/>
            </w:pPr>
            <w:r>
              <w:t>Supports adding and removing Network Port / BBMD_Broadcast_Distribution_Table entries</w:t>
            </w:r>
          </w:p>
        </w:tc>
      </w:tr>
      <w:tr w:rsidR="00111AAF" w:rsidRPr="00F95990" w14:paraId="48DC67CE" w14:textId="77777777" w:rsidTr="0082225D">
        <w:tc>
          <w:tcPr>
            <w:tcW w:w="554" w:type="dxa"/>
            <w:gridSpan w:val="2"/>
          </w:tcPr>
          <w:p w14:paraId="519269BB" w14:textId="77777777" w:rsidR="00111AAF" w:rsidRPr="00F95990" w:rsidRDefault="00111AAF" w:rsidP="00B107D9">
            <w:pPr>
              <w:jc w:val="center"/>
            </w:pPr>
          </w:p>
        </w:tc>
        <w:tc>
          <w:tcPr>
            <w:tcW w:w="976" w:type="dxa"/>
          </w:tcPr>
          <w:p w14:paraId="78EF170D" w14:textId="77777777" w:rsidR="00111AAF" w:rsidRPr="00F95990" w:rsidRDefault="00111AAF" w:rsidP="00B107D9">
            <w:pPr>
              <w:jc w:val="center"/>
            </w:pPr>
            <w:r>
              <w:t>C</w:t>
            </w:r>
            <w:r>
              <w:rPr>
                <w:vertAlign w:val="superscript"/>
              </w:rPr>
              <w:t>1,2</w:t>
            </w:r>
          </w:p>
        </w:tc>
        <w:tc>
          <w:tcPr>
            <w:tcW w:w="7470" w:type="dxa"/>
          </w:tcPr>
          <w:p w14:paraId="0754520D" w14:textId="77777777" w:rsidR="00111AAF" w:rsidRDefault="00111AAF" w:rsidP="00B107D9">
            <w:pPr>
              <w:pStyle w:val="CommentText"/>
            </w:pPr>
            <w:r>
              <w:t>Supports adding and removing Network Port / Manual_Slave_Address_Binding entries</w:t>
            </w:r>
          </w:p>
        </w:tc>
      </w:tr>
      <w:tr w:rsidR="00111AAF" w:rsidRPr="00F95990" w14:paraId="4EF23402" w14:textId="77777777" w:rsidTr="0082225D">
        <w:tc>
          <w:tcPr>
            <w:tcW w:w="554" w:type="dxa"/>
            <w:gridSpan w:val="2"/>
          </w:tcPr>
          <w:p w14:paraId="4A8734AF" w14:textId="77777777" w:rsidR="00111AAF" w:rsidRPr="00F95990" w:rsidRDefault="00111AAF" w:rsidP="00B107D9">
            <w:pPr>
              <w:jc w:val="center"/>
            </w:pPr>
          </w:p>
        </w:tc>
        <w:tc>
          <w:tcPr>
            <w:tcW w:w="976" w:type="dxa"/>
          </w:tcPr>
          <w:p w14:paraId="3FFCF82A" w14:textId="77777777" w:rsidR="00111AAF" w:rsidRPr="00F95990" w:rsidRDefault="00111AAF" w:rsidP="00B107D9">
            <w:pPr>
              <w:jc w:val="center"/>
            </w:pPr>
            <w:r>
              <w:t>C</w:t>
            </w:r>
            <w:r>
              <w:rPr>
                <w:vertAlign w:val="superscript"/>
              </w:rPr>
              <w:t>1,2</w:t>
            </w:r>
          </w:p>
        </w:tc>
        <w:tc>
          <w:tcPr>
            <w:tcW w:w="7470" w:type="dxa"/>
          </w:tcPr>
          <w:p w14:paraId="66C92DE2" w14:textId="77777777" w:rsidR="00111AAF" w:rsidRDefault="00111AAF" w:rsidP="00B107D9">
            <w:pPr>
              <w:pStyle w:val="CommentText"/>
            </w:pPr>
            <w:r>
              <w:t>Supports adding and removing Network Port / Virtual_MAC_Address_Table entries</w:t>
            </w:r>
          </w:p>
        </w:tc>
      </w:tr>
      <w:tr w:rsidR="00111AAF" w:rsidRPr="00F95990" w14:paraId="6F2FDD5F" w14:textId="77777777" w:rsidTr="0082225D">
        <w:tc>
          <w:tcPr>
            <w:tcW w:w="554" w:type="dxa"/>
            <w:gridSpan w:val="2"/>
          </w:tcPr>
          <w:p w14:paraId="47A6F055" w14:textId="77777777" w:rsidR="00111AAF" w:rsidRPr="00F95990" w:rsidRDefault="00111AAF" w:rsidP="00B107D9">
            <w:pPr>
              <w:jc w:val="center"/>
            </w:pPr>
          </w:p>
        </w:tc>
        <w:tc>
          <w:tcPr>
            <w:tcW w:w="976" w:type="dxa"/>
          </w:tcPr>
          <w:p w14:paraId="6A5EC810" w14:textId="77777777" w:rsidR="00111AAF" w:rsidRPr="00F95990" w:rsidRDefault="00111AAF" w:rsidP="00B107D9">
            <w:pPr>
              <w:jc w:val="center"/>
            </w:pPr>
            <w:r>
              <w:t>C</w:t>
            </w:r>
            <w:r>
              <w:rPr>
                <w:vertAlign w:val="superscript"/>
              </w:rPr>
              <w:t>1,2</w:t>
            </w:r>
          </w:p>
        </w:tc>
        <w:tc>
          <w:tcPr>
            <w:tcW w:w="7470" w:type="dxa"/>
          </w:tcPr>
          <w:p w14:paraId="512E1030" w14:textId="77777777" w:rsidR="00111AAF" w:rsidRDefault="00111AAF" w:rsidP="00B107D9">
            <w:pPr>
              <w:pStyle w:val="CommentText"/>
            </w:pPr>
            <w:r>
              <w:t>Supports adding and removing Timer / List_Of_Object_Property_References entries</w:t>
            </w:r>
          </w:p>
        </w:tc>
      </w:tr>
      <w:tr w:rsidR="00111AAF" w:rsidRPr="00F95990" w14:paraId="722446C6" w14:textId="77777777" w:rsidTr="0082225D">
        <w:tc>
          <w:tcPr>
            <w:tcW w:w="554" w:type="dxa"/>
            <w:gridSpan w:val="2"/>
          </w:tcPr>
          <w:p w14:paraId="1A4C80D9" w14:textId="77777777" w:rsidR="00111AAF" w:rsidRPr="00F95990" w:rsidRDefault="00111AAF" w:rsidP="00B107D9">
            <w:pPr>
              <w:jc w:val="center"/>
            </w:pPr>
          </w:p>
        </w:tc>
        <w:tc>
          <w:tcPr>
            <w:tcW w:w="976" w:type="dxa"/>
          </w:tcPr>
          <w:p w14:paraId="03F7B7B6" w14:textId="77777777" w:rsidR="00111AAF" w:rsidRPr="00F95990" w:rsidRDefault="00111AAF" w:rsidP="00B107D9">
            <w:pPr>
              <w:jc w:val="center"/>
            </w:pPr>
            <w:r>
              <w:t>C</w:t>
            </w:r>
            <w:r>
              <w:rPr>
                <w:vertAlign w:val="superscript"/>
              </w:rPr>
              <w:t>1,2</w:t>
            </w:r>
          </w:p>
        </w:tc>
        <w:tc>
          <w:tcPr>
            <w:tcW w:w="7470" w:type="dxa"/>
          </w:tcPr>
          <w:p w14:paraId="514F8168" w14:textId="77777777" w:rsidR="00111AAF" w:rsidRDefault="00111AAF" w:rsidP="00B107D9">
            <w:pPr>
              <w:pStyle w:val="CommentText"/>
            </w:pPr>
            <w:r>
              <w:t>Supports adding and removing Timer / Alarm_Values entries</w:t>
            </w:r>
          </w:p>
        </w:tc>
      </w:tr>
      <w:tr w:rsidR="00111AAF" w:rsidRPr="00F95990" w14:paraId="1E853278" w14:textId="77777777" w:rsidTr="0082225D">
        <w:tc>
          <w:tcPr>
            <w:tcW w:w="554" w:type="dxa"/>
            <w:gridSpan w:val="2"/>
          </w:tcPr>
          <w:p w14:paraId="036E8F44" w14:textId="77777777" w:rsidR="00111AAF" w:rsidRPr="00F95990" w:rsidRDefault="00111AAF" w:rsidP="00B107D9">
            <w:pPr>
              <w:jc w:val="center"/>
            </w:pPr>
          </w:p>
        </w:tc>
        <w:tc>
          <w:tcPr>
            <w:tcW w:w="976" w:type="dxa"/>
          </w:tcPr>
          <w:p w14:paraId="437AE1D2" w14:textId="77777777" w:rsidR="00111AAF" w:rsidRPr="00F95990" w:rsidRDefault="00111AAF" w:rsidP="00B107D9">
            <w:pPr>
              <w:jc w:val="center"/>
            </w:pPr>
            <w:r>
              <w:t>C</w:t>
            </w:r>
            <w:r>
              <w:rPr>
                <w:vertAlign w:val="superscript"/>
              </w:rPr>
              <w:t>1,3</w:t>
            </w:r>
          </w:p>
        </w:tc>
        <w:tc>
          <w:tcPr>
            <w:tcW w:w="7470" w:type="dxa"/>
          </w:tcPr>
          <w:p w14:paraId="5C35FF04" w14:textId="77777777" w:rsidR="00111AAF" w:rsidRDefault="00111AAF" w:rsidP="00B107D9">
            <w:pPr>
              <w:pStyle w:val="CommentText"/>
            </w:pPr>
            <w:r>
              <w:t>Supports adding and removing Lift / Fault_Signals entries</w:t>
            </w:r>
          </w:p>
        </w:tc>
      </w:tr>
      <w:tr w:rsidR="00111AAF" w:rsidRPr="00F95990" w14:paraId="4A12E18B" w14:textId="77777777" w:rsidTr="0082225D">
        <w:tc>
          <w:tcPr>
            <w:tcW w:w="554" w:type="dxa"/>
            <w:gridSpan w:val="2"/>
          </w:tcPr>
          <w:p w14:paraId="76EDDC4A" w14:textId="77777777" w:rsidR="00111AAF" w:rsidRPr="00F95990" w:rsidRDefault="00111AAF" w:rsidP="00B107D9">
            <w:pPr>
              <w:jc w:val="center"/>
            </w:pPr>
          </w:p>
        </w:tc>
        <w:tc>
          <w:tcPr>
            <w:tcW w:w="976" w:type="dxa"/>
          </w:tcPr>
          <w:p w14:paraId="1E28F3A7" w14:textId="77777777" w:rsidR="00111AAF" w:rsidRPr="00F95990" w:rsidRDefault="00111AAF" w:rsidP="00B107D9">
            <w:pPr>
              <w:jc w:val="center"/>
            </w:pPr>
            <w:r>
              <w:t>C</w:t>
            </w:r>
            <w:r>
              <w:rPr>
                <w:vertAlign w:val="superscript"/>
              </w:rPr>
              <w:t>1,3</w:t>
            </w:r>
          </w:p>
        </w:tc>
        <w:tc>
          <w:tcPr>
            <w:tcW w:w="7470" w:type="dxa"/>
          </w:tcPr>
          <w:p w14:paraId="24180F62" w14:textId="77777777" w:rsidR="00111AAF" w:rsidRDefault="00111AAF" w:rsidP="00B107D9">
            <w:pPr>
              <w:pStyle w:val="CommentText"/>
            </w:pPr>
            <w:r>
              <w:t>Supports adding and removing Escalator / Fault_Signals entries</w:t>
            </w:r>
          </w:p>
        </w:tc>
      </w:tr>
      <w:tr w:rsidR="00111AAF" w:rsidRPr="00F95990" w14:paraId="5077D88E" w14:textId="77777777" w:rsidTr="0082225D">
        <w:tc>
          <w:tcPr>
            <w:tcW w:w="554" w:type="dxa"/>
            <w:gridSpan w:val="2"/>
          </w:tcPr>
          <w:p w14:paraId="51635B26" w14:textId="77777777" w:rsidR="00111AAF" w:rsidRPr="00F95990" w:rsidRDefault="00111AAF" w:rsidP="00B107D9">
            <w:pPr>
              <w:jc w:val="center"/>
            </w:pPr>
          </w:p>
        </w:tc>
        <w:tc>
          <w:tcPr>
            <w:tcW w:w="976" w:type="dxa"/>
          </w:tcPr>
          <w:p w14:paraId="6BACAFD9" w14:textId="77777777" w:rsidR="00111AAF" w:rsidRDefault="00111AAF" w:rsidP="00B107D9">
            <w:pPr>
              <w:jc w:val="center"/>
            </w:pPr>
            <w:r>
              <w:t>C</w:t>
            </w:r>
            <w:r w:rsidRPr="00CA5AAD">
              <w:rPr>
                <w:vertAlign w:val="superscript"/>
              </w:rPr>
              <w:t>1,3</w:t>
            </w:r>
          </w:p>
        </w:tc>
        <w:tc>
          <w:tcPr>
            <w:tcW w:w="7470" w:type="dxa"/>
          </w:tcPr>
          <w:p w14:paraId="5AE2F903" w14:textId="77777777" w:rsidR="00111AAF" w:rsidRDefault="00111AAF" w:rsidP="00B107D9">
            <w:pPr>
              <w:pStyle w:val="CommentText"/>
            </w:pPr>
            <w:r>
              <w:t>Supports adding and removing Elevator Group / Landing_Calls entries</w:t>
            </w:r>
          </w:p>
        </w:tc>
      </w:tr>
      <w:tr w:rsidR="000E1FB0" w:rsidRPr="00F95990" w14:paraId="579E7570"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20BBB214" w14:textId="77777777" w:rsidR="000E1FB0" w:rsidRDefault="000E1FB0" w:rsidP="009353EF">
            <w:pPr>
              <w:ind w:left="720"/>
            </w:pPr>
            <w:r w:rsidRPr="00F95990">
              <w:rPr>
                <w:vertAlign w:val="superscript"/>
              </w:rPr>
              <w:t>1</w:t>
            </w:r>
            <w:r w:rsidRPr="00F95990">
              <w:t xml:space="preserve"> </w:t>
            </w:r>
            <w:r w:rsidR="00924D5F">
              <w:t>At least one</w:t>
            </w:r>
            <w:r w:rsidRPr="00F95990">
              <w:t xml:space="preserve"> of these options must be supported to claim support for this BIBB.  </w:t>
            </w:r>
          </w:p>
          <w:p w14:paraId="5BAB71B8" w14:textId="77777777" w:rsidR="00111AAF" w:rsidRDefault="00111AAF" w:rsidP="00111AAF">
            <w:pPr>
              <w:ind w:left="720"/>
            </w:pPr>
            <w:r>
              <w:rPr>
                <w:vertAlign w:val="superscript"/>
              </w:rPr>
              <w:t>2</w:t>
            </w:r>
            <w:r w:rsidR="00650BA1">
              <w:rPr>
                <w:vertAlign w:val="superscript"/>
              </w:rPr>
              <w:t xml:space="preserve"> </w:t>
            </w:r>
            <w:r>
              <w:t>Protocol_Revision 17 or higher must be claimed.</w:t>
            </w:r>
          </w:p>
          <w:p w14:paraId="5B36927C" w14:textId="77777777" w:rsidR="00111AAF" w:rsidRPr="00F95990" w:rsidRDefault="00111AAF">
            <w:pPr>
              <w:ind w:left="720"/>
            </w:pPr>
            <w:r w:rsidRPr="00DB2084">
              <w:rPr>
                <w:vertAlign w:val="superscript"/>
              </w:rPr>
              <w:t>3</w:t>
            </w:r>
            <w:r w:rsidR="00650BA1">
              <w:rPr>
                <w:vertAlign w:val="superscript"/>
              </w:rPr>
              <w:t xml:space="preserve"> </w:t>
            </w:r>
            <w:r>
              <w:t>Protocol_Revision 18 or higher must be claimed.</w:t>
            </w:r>
          </w:p>
        </w:tc>
      </w:tr>
      <w:tr w:rsidR="000E1FB0" w:rsidRPr="00E97BFA" w14:paraId="70370722"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750C3415" w14:textId="77777777" w:rsidR="000E1FB0" w:rsidRPr="00E97BFA" w:rsidRDefault="000E1FB0" w:rsidP="009353EF">
            <w:pPr>
              <w:rPr>
                <w:b/>
                <w:bCs/>
                <w:lang w:val="fr-FR"/>
              </w:rPr>
            </w:pPr>
            <w:r w:rsidRPr="00E97BFA">
              <w:rPr>
                <w:b/>
                <w:bCs/>
                <w:lang w:val="fr-FR"/>
              </w:rPr>
              <w:t xml:space="preserve">Device Management </w:t>
            </w:r>
            <w:r w:rsidR="00012C95">
              <w:rPr>
                <w:b/>
                <w:bCs/>
                <w:lang w:val="fr-FR"/>
              </w:rPr>
              <w:t>-</w:t>
            </w:r>
            <w:r w:rsidRPr="00E97BFA">
              <w:rPr>
                <w:b/>
                <w:bCs/>
                <w:lang w:val="fr-FR"/>
              </w:rPr>
              <w:t xml:space="preserve"> List Manipulation </w:t>
            </w:r>
            <w:r w:rsidR="00012C95">
              <w:rPr>
                <w:b/>
                <w:bCs/>
                <w:lang w:val="fr-FR"/>
              </w:rPr>
              <w:t>-</w:t>
            </w:r>
            <w:r w:rsidRPr="00E97BFA">
              <w:rPr>
                <w:b/>
                <w:bCs/>
                <w:lang w:val="fr-FR"/>
              </w:rPr>
              <w:t xml:space="preserve"> B</w:t>
            </w:r>
          </w:p>
        </w:tc>
      </w:tr>
      <w:tr w:rsidR="000E1FB0" w:rsidRPr="00F95990" w14:paraId="024C7968" w14:textId="77777777" w:rsidTr="0082225D">
        <w:tc>
          <w:tcPr>
            <w:tcW w:w="554" w:type="dxa"/>
            <w:gridSpan w:val="2"/>
          </w:tcPr>
          <w:p w14:paraId="0A1986C9" w14:textId="77777777" w:rsidR="000E1FB0" w:rsidRPr="00E97BFA" w:rsidRDefault="000E1FB0" w:rsidP="009353EF">
            <w:pPr>
              <w:jc w:val="center"/>
              <w:rPr>
                <w:lang w:val="fr-FR"/>
              </w:rPr>
            </w:pPr>
          </w:p>
        </w:tc>
        <w:tc>
          <w:tcPr>
            <w:tcW w:w="976" w:type="dxa"/>
          </w:tcPr>
          <w:p w14:paraId="105481FF" w14:textId="77777777" w:rsidR="000E1FB0" w:rsidRPr="00F95990" w:rsidRDefault="000E1FB0" w:rsidP="0024299F">
            <w:pPr>
              <w:jc w:val="center"/>
            </w:pPr>
            <w:r w:rsidRPr="00F95990">
              <w:t>R</w:t>
            </w:r>
          </w:p>
        </w:tc>
        <w:tc>
          <w:tcPr>
            <w:tcW w:w="7470" w:type="dxa"/>
          </w:tcPr>
          <w:p w14:paraId="150BD73A" w14:textId="77777777" w:rsidR="000E1FB0" w:rsidRPr="00F95990" w:rsidRDefault="000E1FB0" w:rsidP="009353EF">
            <w:r w:rsidRPr="00F95990">
              <w:t>Base Requirements</w:t>
            </w:r>
          </w:p>
        </w:tc>
      </w:tr>
      <w:tr w:rsidR="000E1FB0" w:rsidRPr="00F95990" w14:paraId="0387400A" w14:textId="77777777" w:rsidTr="0082225D">
        <w:tc>
          <w:tcPr>
            <w:tcW w:w="554" w:type="dxa"/>
            <w:gridSpan w:val="2"/>
          </w:tcPr>
          <w:p w14:paraId="4ADA3A23" w14:textId="77777777" w:rsidR="000E1FB0" w:rsidRPr="00F95990" w:rsidRDefault="000E1FB0" w:rsidP="009353EF">
            <w:pPr>
              <w:jc w:val="center"/>
            </w:pPr>
          </w:p>
        </w:tc>
        <w:tc>
          <w:tcPr>
            <w:tcW w:w="976" w:type="dxa"/>
          </w:tcPr>
          <w:p w14:paraId="30F522C4" w14:textId="77777777" w:rsidR="000E1FB0" w:rsidRPr="00F95990" w:rsidRDefault="000E1FB0" w:rsidP="0024299F">
            <w:pPr>
              <w:jc w:val="center"/>
            </w:pPr>
            <w:r w:rsidRPr="00F95990">
              <w:t>R</w:t>
            </w:r>
          </w:p>
        </w:tc>
        <w:tc>
          <w:tcPr>
            <w:tcW w:w="7470" w:type="dxa"/>
          </w:tcPr>
          <w:p w14:paraId="47437FB6" w14:textId="77777777" w:rsidR="000E1FB0" w:rsidRPr="00F95990" w:rsidRDefault="000E1FB0" w:rsidP="009353EF">
            <w:pPr>
              <w:pStyle w:val="CommentText"/>
            </w:pPr>
            <w:r w:rsidRPr="00F95990">
              <w:t>All writable list properties in the IUT support list manipulation</w:t>
            </w:r>
          </w:p>
        </w:tc>
      </w:tr>
      <w:tr w:rsidR="000E1FB0" w:rsidRPr="00F95990" w14:paraId="3627FC8E"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033F8041" w14:textId="1237BEA6" w:rsidR="000E1FB0" w:rsidRPr="00F95990" w:rsidRDefault="000E1FB0" w:rsidP="008C3B1C">
            <w:pPr>
              <w:pStyle w:val="OptionFootnote"/>
            </w:pPr>
          </w:p>
        </w:tc>
      </w:tr>
      <w:tr w:rsidR="00D95166" w14:paraId="136D3336" w14:textId="77777777" w:rsidTr="0082225D">
        <w:trPr>
          <w:cantSplit/>
        </w:trPr>
        <w:tc>
          <w:tcPr>
            <w:tcW w:w="9000" w:type="dxa"/>
            <w:gridSpan w:val="4"/>
            <w:tcBorders>
              <w:top w:val="single" w:sz="4" w:space="0" w:color="auto"/>
              <w:left w:val="single" w:sz="4" w:space="0" w:color="auto"/>
              <w:bottom w:val="single" w:sz="4" w:space="0" w:color="auto"/>
              <w:right w:val="single" w:sz="4" w:space="0" w:color="auto"/>
            </w:tcBorders>
          </w:tcPr>
          <w:p w14:paraId="37109D3E" w14:textId="77777777" w:rsidR="00D95166" w:rsidRPr="00AC32C9" w:rsidRDefault="00D95166" w:rsidP="00D95166">
            <w:pPr>
              <w:rPr>
                <w:b/>
              </w:rPr>
            </w:pPr>
            <w:r w:rsidRPr="00AC32C9">
              <w:rPr>
                <w:b/>
              </w:rPr>
              <w:t xml:space="preserve">Device Management </w:t>
            </w:r>
            <w:r w:rsidR="00012C95">
              <w:rPr>
                <w:b/>
              </w:rPr>
              <w:t>-</w:t>
            </w:r>
            <w:r w:rsidRPr="00AC32C9">
              <w:rPr>
                <w:b/>
              </w:rPr>
              <w:t xml:space="preserve"> Text Message </w:t>
            </w:r>
            <w:r w:rsidR="00012C95">
              <w:rPr>
                <w:b/>
              </w:rPr>
              <w:t>-</w:t>
            </w:r>
            <w:r w:rsidRPr="00AC32C9">
              <w:rPr>
                <w:b/>
              </w:rPr>
              <w:t xml:space="preserve"> A</w:t>
            </w:r>
          </w:p>
        </w:tc>
      </w:tr>
      <w:tr w:rsidR="00D95166" w14:paraId="00D8618F"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5F52505E" w14:textId="77777777" w:rsidR="00D95166" w:rsidRPr="005B72AB"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73E2175D"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43A7363C" w14:textId="77777777" w:rsidR="00D95166" w:rsidRDefault="00D95166" w:rsidP="00D95166">
            <w:r>
              <w:t>Base Requirements</w:t>
            </w:r>
          </w:p>
        </w:tc>
      </w:tr>
      <w:tr w:rsidR="00D95166" w14:paraId="4798B2FE"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0823628D"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50886628" w14:textId="77777777" w:rsidR="00D95166" w:rsidRDefault="00D95166" w:rsidP="00D95166">
            <w:pPr>
              <w:jc w:val="center"/>
            </w:pPr>
            <w:r>
              <w:t>C</w:t>
            </w:r>
            <w:r>
              <w:rPr>
                <w:vertAlign w:val="superscript"/>
              </w:rPr>
              <w:t>1</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1BC3F4F2" w14:textId="77777777" w:rsidR="00D95166" w:rsidRDefault="00D95166" w:rsidP="00D95166">
            <w:r>
              <w:t>Supports initiation of ConfirmedTextMessage</w:t>
            </w:r>
          </w:p>
        </w:tc>
      </w:tr>
      <w:tr w:rsidR="00D95166" w14:paraId="20D96893"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48179443"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4B9FADF3" w14:textId="77777777" w:rsidR="00D95166" w:rsidRDefault="00D95166" w:rsidP="00D95166">
            <w:pPr>
              <w:jc w:val="center"/>
            </w:pPr>
            <w:r>
              <w:t>C</w:t>
            </w:r>
            <w:r>
              <w:rPr>
                <w:vertAlign w:val="superscript"/>
              </w:rPr>
              <w:t>1</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47E1146D" w14:textId="77777777" w:rsidR="00D95166" w:rsidRDefault="00D95166" w:rsidP="00D95166">
            <w:r>
              <w:t>Supports initiation of UnconfirmedTextMessage</w:t>
            </w:r>
          </w:p>
        </w:tc>
      </w:tr>
      <w:tr w:rsidR="00D95166" w14:paraId="5433A0A1"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4F8D941C"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0577E5AB" w14:textId="77777777" w:rsidR="00D95166" w:rsidRDefault="00D95166" w:rsidP="00D95166">
            <w:pPr>
              <w:jc w:val="center"/>
            </w:pPr>
            <w:r>
              <w:t>C</w:t>
            </w:r>
            <w:r>
              <w:rPr>
                <w:vertAlign w:val="superscript"/>
              </w:rPr>
              <w:t>2</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63B28F62" w14:textId="77777777" w:rsidR="00D95166" w:rsidRDefault="00D95166" w:rsidP="00D95166">
            <w:r>
              <w:t>Initiates text messages with no Message Class</w:t>
            </w:r>
          </w:p>
        </w:tc>
      </w:tr>
      <w:tr w:rsidR="00D95166" w14:paraId="7584B52C"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5BA62E42"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114977CA" w14:textId="77777777" w:rsidR="00D95166" w:rsidRDefault="00D95166" w:rsidP="00D95166">
            <w:pPr>
              <w:jc w:val="center"/>
            </w:pPr>
            <w:r>
              <w:t>C</w:t>
            </w:r>
            <w:r>
              <w:rPr>
                <w:vertAlign w:val="superscript"/>
              </w:rPr>
              <w:t>2</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4A8543BE" w14:textId="77777777" w:rsidR="00D95166" w:rsidRDefault="00D95166" w:rsidP="00D95166">
            <w:r>
              <w:t>Initiates text messages with an Unsigned Message Class</w:t>
            </w:r>
          </w:p>
        </w:tc>
      </w:tr>
      <w:tr w:rsidR="00D95166" w14:paraId="2B43399B"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7F27616D"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24D189F6" w14:textId="77777777" w:rsidR="00D95166" w:rsidRDefault="00D95166" w:rsidP="00D95166">
            <w:pPr>
              <w:jc w:val="center"/>
            </w:pPr>
            <w:r>
              <w:t>C</w:t>
            </w:r>
            <w:r>
              <w:rPr>
                <w:vertAlign w:val="superscript"/>
              </w:rPr>
              <w:t>2</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15A6637C" w14:textId="77777777" w:rsidR="00D95166" w:rsidRDefault="00D95166" w:rsidP="00D95166">
            <w:r>
              <w:t>Initiates text messages with a CharacterString Message Class</w:t>
            </w:r>
          </w:p>
        </w:tc>
      </w:tr>
      <w:tr w:rsidR="00D95166" w14:paraId="57036933"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14:paraId="4D05B391" w14:textId="77777777" w:rsidR="00D95166" w:rsidRDefault="00D95166" w:rsidP="00D95166">
            <w:pPr>
              <w:ind w:left="720"/>
              <w:rPr>
                <w:vertAlign w:val="superscript"/>
              </w:rPr>
            </w:pPr>
            <w:r>
              <w:rPr>
                <w:vertAlign w:val="superscript"/>
              </w:rPr>
              <w:t>1</w:t>
            </w:r>
            <w:r>
              <w:t xml:space="preserve"> At least one of these options shall be supported.</w:t>
            </w:r>
          </w:p>
          <w:p w14:paraId="6EC6ADB8" w14:textId="77777777" w:rsidR="00D95166" w:rsidRDefault="00D95166" w:rsidP="00D95166">
            <w:pPr>
              <w:ind w:left="720"/>
            </w:pPr>
            <w:r>
              <w:rPr>
                <w:vertAlign w:val="superscript"/>
              </w:rPr>
              <w:t>2</w:t>
            </w:r>
            <w:r>
              <w:t xml:space="preserve"> At least one of these options shall be supported.</w:t>
            </w:r>
          </w:p>
        </w:tc>
      </w:tr>
      <w:tr w:rsidR="00D95166" w14:paraId="28CC6653"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14:paraId="38E79F05" w14:textId="77777777" w:rsidR="00D95166" w:rsidRDefault="00D95166" w:rsidP="00D95166">
            <w:r>
              <w:rPr>
                <w:b/>
              </w:rPr>
              <w:t xml:space="preserve">Device Management </w:t>
            </w:r>
            <w:r w:rsidR="00012C95">
              <w:rPr>
                <w:b/>
              </w:rPr>
              <w:t>-</w:t>
            </w:r>
            <w:r>
              <w:rPr>
                <w:b/>
              </w:rPr>
              <w:t xml:space="preserve"> Text Message </w:t>
            </w:r>
            <w:r w:rsidR="00012C95">
              <w:rPr>
                <w:b/>
              </w:rPr>
              <w:t>-</w:t>
            </w:r>
            <w:r>
              <w:rPr>
                <w:b/>
              </w:rPr>
              <w:t xml:space="preserve"> B</w:t>
            </w:r>
          </w:p>
        </w:tc>
      </w:tr>
      <w:tr w:rsidR="00D95166" w14:paraId="28801275"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447E3A05" w14:textId="77777777" w:rsidR="00D95166" w:rsidRPr="005B72AB"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3984B0AD"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327AB50A" w14:textId="77777777" w:rsidR="00D95166" w:rsidRDefault="00D95166" w:rsidP="00D95166">
            <w:r>
              <w:t>Base Requirements</w:t>
            </w:r>
          </w:p>
        </w:tc>
      </w:tr>
      <w:tr w:rsidR="00D95166" w14:paraId="59F69600"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5450D377"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3BCD6894"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5231C244" w14:textId="77777777" w:rsidR="00D95166" w:rsidRDefault="00D95166" w:rsidP="00D95166">
            <w:r>
              <w:t>Supports execution of ConfirmedTextMessage</w:t>
            </w:r>
          </w:p>
        </w:tc>
      </w:tr>
      <w:tr w:rsidR="00D95166" w14:paraId="292E763B"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63E55C08"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71089D88"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7290698F" w14:textId="77777777" w:rsidR="00D95166" w:rsidRDefault="00D95166" w:rsidP="00D95166">
            <w:r>
              <w:t>Supports execution of UnconfirmedTextMessage</w:t>
            </w:r>
          </w:p>
        </w:tc>
      </w:tr>
      <w:tr w:rsidR="00D95166" w14:paraId="21B6B64F"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767A82D5"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54FA1792"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19670EFD" w14:textId="77777777" w:rsidR="00D95166" w:rsidRDefault="00D95166" w:rsidP="00D95166">
            <w:r>
              <w:t>Executes text messages with no Message Class</w:t>
            </w:r>
          </w:p>
        </w:tc>
      </w:tr>
      <w:tr w:rsidR="00D95166" w14:paraId="110A66EB"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797CC997"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434E9E57"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3A1D4C71" w14:textId="77777777" w:rsidR="00D95166" w:rsidRDefault="00D95166" w:rsidP="00D95166">
            <w:r>
              <w:t>Executes text messages with an Unsigned Message Class</w:t>
            </w:r>
          </w:p>
        </w:tc>
      </w:tr>
      <w:tr w:rsidR="00D95166" w14:paraId="59DF1FCD"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4" w:type="dxa"/>
            <w:gridSpan w:val="2"/>
            <w:tcBorders>
              <w:top w:val="single" w:sz="4" w:space="0" w:color="000000"/>
              <w:left w:val="single" w:sz="4" w:space="0" w:color="000000"/>
              <w:bottom w:val="single" w:sz="4" w:space="0" w:color="000000"/>
            </w:tcBorders>
            <w:shd w:val="clear" w:color="auto" w:fill="auto"/>
          </w:tcPr>
          <w:p w14:paraId="571AED02" w14:textId="77777777" w:rsidR="00D95166" w:rsidRDefault="00D95166" w:rsidP="00D95166">
            <w:pPr>
              <w:snapToGrid w:val="0"/>
              <w:jc w:val="center"/>
            </w:pPr>
          </w:p>
        </w:tc>
        <w:tc>
          <w:tcPr>
            <w:tcW w:w="976" w:type="dxa"/>
            <w:tcBorders>
              <w:top w:val="single" w:sz="4" w:space="0" w:color="000000"/>
              <w:left w:val="single" w:sz="4" w:space="0" w:color="000000"/>
              <w:bottom w:val="single" w:sz="4" w:space="0" w:color="000000"/>
            </w:tcBorders>
            <w:shd w:val="clear" w:color="auto" w:fill="auto"/>
          </w:tcPr>
          <w:p w14:paraId="3F0342F0" w14:textId="77777777" w:rsidR="00D95166" w:rsidRDefault="00D95166" w:rsidP="00D95166">
            <w:pPr>
              <w:jc w:val="center"/>
            </w:pPr>
            <w:r>
              <w:t>R</w:t>
            </w:r>
          </w:p>
        </w:tc>
        <w:tc>
          <w:tcPr>
            <w:tcW w:w="7470" w:type="dxa"/>
            <w:tcBorders>
              <w:top w:val="single" w:sz="4" w:space="0" w:color="000000"/>
              <w:left w:val="single" w:sz="4" w:space="0" w:color="000000"/>
              <w:bottom w:val="single" w:sz="4" w:space="0" w:color="000000"/>
              <w:right w:val="single" w:sz="4" w:space="0" w:color="000000"/>
            </w:tcBorders>
            <w:shd w:val="clear" w:color="auto" w:fill="auto"/>
          </w:tcPr>
          <w:p w14:paraId="7B2BC986" w14:textId="77777777" w:rsidR="00D95166" w:rsidRDefault="00D95166" w:rsidP="00D95166">
            <w:r>
              <w:t>Executes text messages with a CharacterString Message Class</w:t>
            </w:r>
          </w:p>
        </w:tc>
      </w:tr>
      <w:tr w:rsidR="00D95166" w14:paraId="5D7A266C" w14:textId="77777777" w:rsidTr="008222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14:paraId="5FD3DAB4" w14:textId="77777777" w:rsidR="00D95166" w:rsidRDefault="00D95166" w:rsidP="00D95166">
            <w:pPr>
              <w:snapToGrid w:val="0"/>
              <w:ind w:left="720"/>
            </w:pPr>
          </w:p>
        </w:tc>
      </w:tr>
      <w:tr w:rsidR="00111AAF" w:rsidRPr="00605C65" w14:paraId="325D74C3" w14:textId="77777777" w:rsidTr="0082225D">
        <w:tblPrEx>
          <w:tblLook w:val="04A0" w:firstRow="1" w:lastRow="0" w:firstColumn="1" w:lastColumn="0" w:noHBand="0" w:noVBand="1"/>
        </w:tblPrEx>
        <w:trPr>
          <w:cantSplit/>
        </w:trPr>
        <w:tc>
          <w:tcPr>
            <w:tcW w:w="9000" w:type="dxa"/>
            <w:gridSpan w:val="4"/>
            <w:tcBorders>
              <w:top w:val="single" w:sz="4" w:space="0" w:color="auto"/>
              <w:left w:val="single" w:sz="4" w:space="0" w:color="auto"/>
              <w:bottom w:val="single" w:sz="4" w:space="0" w:color="auto"/>
              <w:right w:val="single" w:sz="4" w:space="0" w:color="auto"/>
            </w:tcBorders>
            <w:hideMark/>
          </w:tcPr>
          <w:p w14:paraId="3220E0D1" w14:textId="77777777" w:rsidR="00111AAF" w:rsidRPr="00605C65" w:rsidRDefault="00111AAF" w:rsidP="00B107D9">
            <w:pPr>
              <w:rPr>
                <w:b/>
                <w:bCs/>
              </w:rPr>
            </w:pPr>
            <w:r>
              <w:rPr>
                <w:b/>
                <w:bCs/>
              </w:rPr>
              <w:t xml:space="preserve">Device Management </w:t>
            </w:r>
            <w:r w:rsidR="00012C95">
              <w:rPr>
                <w:b/>
                <w:bCs/>
              </w:rPr>
              <w:t>-</w:t>
            </w:r>
            <w:r>
              <w:rPr>
                <w:b/>
                <w:bCs/>
              </w:rPr>
              <w:t xml:space="preserve"> Virtual Terminal </w:t>
            </w:r>
            <w:r w:rsidR="00012C95">
              <w:rPr>
                <w:b/>
                <w:bCs/>
              </w:rPr>
              <w:t>-</w:t>
            </w:r>
            <w:r>
              <w:rPr>
                <w:b/>
                <w:bCs/>
              </w:rPr>
              <w:t xml:space="preserve"> A</w:t>
            </w:r>
          </w:p>
        </w:tc>
      </w:tr>
      <w:tr w:rsidR="00111AAF" w:rsidRPr="00605C65" w14:paraId="298CFF6F"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46553794" w14:textId="77777777" w:rsidR="00111AAF" w:rsidRPr="00605C65"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hideMark/>
          </w:tcPr>
          <w:p w14:paraId="4E420155" w14:textId="77777777"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5539E82E" w14:textId="77777777" w:rsidR="00111AAF" w:rsidRPr="00605C65" w:rsidRDefault="00111AAF" w:rsidP="00B107D9">
            <w:r w:rsidRPr="00605C65">
              <w:t>Base Requirements</w:t>
            </w:r>
          </w:p>
        </w:tc>
      </w:tr>
      <w:tr w:rsidR="00111AAF" w:rsidRPr="0089157C" w14:paraId="4B767EF8"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21300D2F" w14:textId="77777777"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14:paraId="248976C2"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1BF1C118" w14:textId="77777777" w:rsidR="00111AAF" w:rsidRPr="00605C65" w:rsidRDefault="00111AAF" w:rsidP="00B107D9">
            <w:pPr>
              <w:rPr>
                <w:b/>
                <w:bCs/>
              </w:rPr>
            </w:pPr>
            <w:r>
              <w:rPr>
                <w:b/>
                <w:bCs/>
              </w:rPr>
              <w:t xml:space="preserve">Device Management </w:t>
            </w:r>
            <w:r w:rsidR="00012C95">
              <w:rPr>
                <w:b/>
                <w:bCs/>
              </w:rPr>
              <w:t>-</w:t>
            </w:r>
            <w:r>
              <w:rPr>
                <w:b/>
                <w:bCs/>
              </w:rPr>
              <w:t xml:space="preserve"> Virtual Terminal </w:t>
            </w:r>
            <w:r w:rsidR="00012C95">
              <w:rPr>
                <w:b/>
                <w:bCs/>
              </w:rPr>
              <w:t>-</w:t>
            </w:r>
            <w:r>
              <w:rPr>
                <w:b/>
                <w:bCs/>
              </w:rPr>
              <w:t xml:space="preserve"> B</w:t>
            </w:r>
          </w:p>
        </w:tc>
      </w:tr>
      <w:tr w:rsidR="00111AAF" w:rsidRPr="00605C65" w14:paraId="5CCE944E"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489DBD6D" w14:textId="77777777" w:rsidR="00111AAF" w:rsidRPr="00605C65"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hideMark/>
          </w:tcPr>
          <w:p w14:paraId="6678ED57" w14:textId="77777777" w:rsidR="00111AAF" w:rsidRPr="00605C65" w:rsidRDefault="00111AAF" w:rsidP="00B107D9">
            <w:pPr>
              <w:jc w:val="center"/>
            </w:pPr>
            <w:r w:rsidRPr="00605C65">
              <w:t>R</w:t>
            </w:r>
            <w:r w:rsidRPr="00605C65">
              <w:rPr>
                <w:vertAlign w:val="superscript"/>
              </w:rPr>
              <w:t>1</w:t>
            </w:r>
          </w:p>
        </w:tc>
        <w:tc>
          <w:tcPr>
            <w:tcW w:w="7470" w:type="dxa"/>
            <w:tcBorders>
              <w:top w:val="single" w:sz="4" w:space="0" w:color="auto"/>
              <w:left w:val="single" w:sz="4" w:space="0" w:color="auto"/>
              <w:bottom w:val="single" w:sz="4" w:space="0" w:color="auto"/>
              <w:right w:val="single" w:sz="4" w:space="0" w:color="auto"/>
            </w:tcBorders>
            <w:hideMark/>
          </w:tcPr>
          <w:p w14:paraId="48360E47" w14:textId="77777777" w:rsidR="00111AAF" w:rsidRPr="00605C65" w:rsidRDefault="00111AAF" w:rsidP="00B107D9">
            <w:r w:rsidRPr="00605C65">
              <w:t>Base Requirements</w:t>
            </w:r>
          </w:p>
        </w:tc>
      </w:tr>
      <w:tr w:rsidR="00111AAF" w:rsidRPr="0089157C" w14:paraId="675CCA15"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7C1C5E5B" w14:textId="77777777" w:rsidR="00111AAF" w:rsidRPr="0089157C" w:rsidRDefault="00111AAF" w:rsidP="00B107D9">
            <w:pPr>
              <w:ind w:left="720"/>
            </w:pPr>
            <w:r w:rsidRPr="00FB3F7A">
              <w:rPr>
                <w:vertAlign w:val="superscript"/>
              </w:rPr>
              <w:t>1</w:t>
            </w:r>
            <w:r w:rsidR="00650BA1">
              <w:rPr>
                <w:vertAlign w:val="superscript"/>
              </w:rPr>
              <w:t xml:space="preserve"> </w:t>
            </w:r>
            <w:r>
              <w:t>Contact BTL for interim tests for this BIBB.</w:t>
            </w:r>
          </w:p>
        </w:tc>
      </w:tr>
      <w:tr w:rsidR="00111AAF" w:rsidRPr="00605C65" w14:paraId="334E5605"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6DC17FBD" w14:textId="77777777" w:rsidR="00111AAF" w:rsidRPr="00605C65" w:rsidRDefault="00111AAF" w:rsidP="00B107D9">
            <w:pPr>
              <w:rPr>
                <w:b/>
                <w:bCs/>
              </w:rPr>
            </w:pPr>
            <w:r>
              <w:rPr>
                <w:b/>
                <w:bCs/>
              </w:rPr>
              <w:t xml:space="preserve">Device Management </w:t>
            </w:r>
            <w:r w:rsidR="00012C95">
              <w:rPr>
                <w:b/>
                <w:bCs/>
              </w:rPr>
              <w:t>-</w:t>
            </w:r>
            <w:r>
              <w:rPr>
                <w:b/>
                <w:bCs/>
              </w:rPr>
              <w:t xml:space="preserve"> Slave Proxy </w:t>
            </w:r>
            <w:r w:rsidR="00012C95">
              <w:rPr>
                <w:b/>
                <w:bCs/>
              </w:rPr>
              <w:t>-</w:t>
            </w:r>
            <w:r>
              <w:rPr>
                <w:b/>
                <w:bCs/>
              </w:rPr>
              <w:t xml:space="preserve"> View and Modify </w:t>
            </w:r>
            <w:r w:rsidR="00012C95">
              <w:rPr>
                <w:b/>
                <w:bCs/>
              </w:rPr>
              <w:t>-</w:t>
            </w:r>
            <w:r>
              <w:rPr>
                <w:b/>
                <w:bCs/>
              </w:rPr>
              <w:t xml:space="preserve"> A</w:t>
            </w:r>
          </w:p>
        </w:tc>
      </w:tr>
      <w:tr w:rsidR="00111AAF" w:rsidRPr="00605C65" w14:paraId="7C8187B4"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5F46C812" w14:textId="77777777" w:rsidR="00111AAF" w:rsidRPr="00605C65"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hideMark/>
          </w:tcPr>
          <w:p w14:paraId="3976349B" w14:textId="77777777" w:rsidR="00111AAF" w:rsidRPr="00605C65" w:rsidRDefault="00111AAF" w:rsidP="00B107D9">
            <w:pPr>
              <w:jc w:val="center"/>
            </w:pPr>
            <w:r w:rsidRPr="00605C65">
              <w:t>R</w:t>
            </w:r>
          </w:p>
        </w:tc>
        <w:tc>
          <w:tcPr>
            <w:tcW w:w="7470" w:type="dxa"/>
            <w:tcBorders>
              <w:top w:val="single" w:sz="4" w:space="0" w:color="auto"/>
              <w:left w:val="single" w:sz="4" w:space="0" w:color="auto"/>
              <w:bottom w:val="single" w:sz="4" w:space="0" w:color="auto"/>
              <w:right w:val="single" w:sz="4" w:space="0" w:color="auto"/>
            </w:tcBorders>
            <w:hideMark/>
          </w:tcPr>
          <w:p w14:paraId="06CCDE87" w14:textId="77777777" w:rsidR="00111AAF" w:rsidRPr="00605C65" w:rsidRDefault="00111AAF" w:rsidP="00B107D9">
            <w:r w:rsidRPr="00605C65">
              <w:t>Base Requirements</w:t>
            </w:r>
          </w:p>
        </w:tc>
      </w:tr>
      <w:tr w:rsidR="00111AAF" w:rsidRPr="0089157C" w14:paraId="016A9F13"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103FFA1B" w14:textId="77777777" w:rsidR="00111AAF" w:rsidRPr="0089157C" w:rsidRDefault="00111AAF" w:rsidP="00B107D9">
            <w:pPr>
              <w:ind w:left="720"/>
            </w:pPr>
          </w:p>
        </w:tc>
      </w:tr>
      <w:tr w:rsidR="00111AAF" w:rsidRPr="00605C65" w14:paraId="34D6A013"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72655765" w14:textId="77777777" w:rsidR="00111AAF" w:rsidRPr="00605C65" w:rsidRDefault="00111AAF" w:rsidP="00B107D9">
            <w:pPr>
              <w:rPr>
                <w:b/>
                <w:bCs/>
              </w:rPr>
            </w:pPr>
            <w:r>
              <w:rPr>
                <w:b/>
                <w:bCs/>
              </w:rPr>
              <w:t xml:space="preserve">Device Management </w:t>
            </w:r>
            <w:r w:rsidR="00012C95">
              <w:rPr>
                <w:b/>
                <w:bCs/>
              </w:rPr>
              <w:t>-</w:t>
            </w:r>
            <w:r>
              <w:rPr>
                <w:b/>
                <w:bCs/>
              </w:rPr>
              <w:t xml:space="preserve"> Slave Proxy </w:t>
            </w:r>
            <w:r w:rsidR="00012C95">
              <w:rPr>
                <w:b/>
                <w:bCs/>
              </w:rPr>
              <w:t>-</w:t>
            </w:r>
            <w:r>
              <w:rPr>
                <w:b/>
                <w:bCs/>
              </w:rPr>
              <w:t xml:space="preserve"> B</w:t>
            </w:r>
          </w:p>
        </w:tc>
      </w:tr>
      <w:tr w:rsidR="00111AAF" w:rsidRPr="00605C65" w14:paraId="0252343A"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28C7CAF3" w14:textId="77777777" w:rsidR="00111AAF" w:rsidRPr="00605C65" w:rsidRDefault="00111AAF" w:rsidP="00B107D9">
            <w:pPr>
              <w:jc w:val="center"/>
            </w:pPr>
          </w:p>
        </w:tc>
        <w:tc>
          <w:tcPr>
            <w:tcW w:w="976" w:type="dxa"/>
            <w:tcBorders>
              <w:top w:val="single" w:sz="4" w:space="0" w:color="auto"/>
              <w:left w:val="single" w:sz="4" w:space="0" w:color="auto"/>
              <w:bottom w:val="single" w:sz="4" w:space="0" w:color="auto"/>
              <w:right w:val="single" w:sz="4" w:space="0" w:color="auto"/>
            </w:tcBorders>
            <w:hideMark/>
          </w:tcPr>
          <w:p w14:paraId="13C1A226" w14:textId="128DC564" w:rsidR="00111AAF" w:rsidRPr="00605C65" w:rsidRDefault="00111AAF" w:rsidP="00B107D9">
            <w:pPr>
              <w:jc w:val="center"/>
            </w:pPr>
            <w:r w:rsidRPr="00605C65">
              <w:t>R</w:t>
            </w:r>
          </w:p>
        </w:tc>
        <w:tc>
          <w:tcPr>
            <w:tcW w:w="7470" w:type="dxa"/>
            <w:tcBorders>
              <w:top w:val="single" w:sz="4" w:space="0" w:color="auto"/>
              <w:left w:val="single" w:sz="4" w:space="0" w:color="auto"/>
              <w:bottom w:val="single" w:sz="4" w:space="0" w:color="auto"/>
              <w:right w:val="single" w:sz="4" w:space="0" w:color="auto"/>
            </w:tcBorders>
            <w:hideMark/>
          </w:tcPr>
          <w:p w14:paraId="0676456E" w14:textId="77777777" w:rsidR="00111AAF" w:rsidRPr="00605C65" w:rsidRDefault="00111AAF" w:rsidP="00B107D9">
            <w:r w:rsidRPr="00605C65">
              <w:t>Base Requirements</w:t>
            </w:r>
          </w:p>
        </w:tc>
      </w:tr>
      <w:tr w:rsidR="00C24458" w:rsidRPr="00605C65" w14:paraId="267D4F6A" w14:textId="77777777" w:rsidTr="0082225D">
        <w:tblPrEx>
          <w:tblLook w:val="04A0" w:firstRow="1" w:lastRow="0" w:firstColumn="1" w:lastColumn="0" w:noHBand="0" w:noVBand="1"/>
        </w:tblPrEx>
        <w:tc>
          <w:tcPr>
            <w:tcW w:w="554" w:type="dxa"/>
            <w:gridSpan w:val="2"/>
            <w:tcBorders>
              <w:top w:val="single" w:sz="4" w:space="0" w:color="auto"/>
              <w:left w:val="single" w:sz="4" w:space="0" w:color="auto"/>
              <w:bottom w:val="single" w:sz="4" w:space="0" w:color="auto"/>
              <w:right w:val="single" w:sz="4" w:space="0" w:color="auto"/>
            </w:tcBorders>
          </w:tcPr>
          <w:p w14:paraId="754A0E3B" w14:textId="77777777" w:rsidR="00C24458" w:rsidRPr="00605C65" w:rsidRDefault="00C24458" w:rsidP="00B107D9">
            <w:pPr>
              <w:jc w:val="center"/>
            </w:pPr>
          </w:p>
        </w:tc>
        <w:tc>
          <w:tcPr>
            <w:tcW w:w="976" w:type="dxa"/>
            <w:tcBorders>
              <w:top w:val="single" w:sz="4" w:space="0" w:color="auto"/>
              <w:left w:val="single" w:sz="4" w:space="0" w:color="auto"/>
              <w:bottom w:val="single" w:sz="4" w:space="0" w:color="auto"/>
              <w:right w:val="single" w:sz="4" w:space="0" w:color="auto"/>
            </w:tcBorders>
          </w:tcPr>
          <w:p w14:paraId="3510EE89" w14:textId="70F3E804" w:rsidR="00C24458" w:rsidRPr="00605C65" w:rsidRDefault="00C24458" w:rsidP="00B107D9">
            <w:pPr>
              <w:jc w:val="center"/>
            </w:pPr>
            <w:r>
              <w:t>O</w:t>
            </w:r>
          </w:p>
        </w:tc>
        <w:tc>
          <w:tcPr>
            <w:tcW w:w="7470" w:type="dxa"/>
            <w:tcBorders>
              <w:top w:val="single" w:sz="4" w:space="0" w:color="auto"/>
              <w:left w:val="single" w:sz="4" w:space="0" w:color="auto"/>
              <w:bottom w:val="single" w:sz="4" w:space="0" w:color="auto"/>
              <w:right w:val="single" w:sz="4" w:space="0" w:color="auto"/>
            </w:tcBorders>
          </w:tcPr>
          <w:p w14:paraId="659BD668" w14:textId="0DFDB044" w:rsidR="00C24458" w:rsidRPr="00605C65" w:rsidRDefault="00C24458" w:rsidP="00B107D9">
            <w:r>
              <w:t>Supports automatic slave address binding</w:t>
            </w:r>
          </w:p>
        </w:tc>
      </w:tr>
      <w:tr w:rsidR="00111AAF" w:rsidRPr="0089157C" w14:paraId="6EB668A2" w14:textId="77777777" w:rsidTr="0082225D">
        <w:tblPrEx>
          <w:tblLook w:val="04A0" w:firstRow="1" w:lastRow="0" w:firstColumn="1" w:lastColumn="0" w:noHBand="0" w:noVBand="1"/>
        </w:tblPrEx>
        <w:tc>
          <w:tcPr>
            <w:tcW w:w="9000" w:type="dxa"/>
            <w:gridSpan w:val="4"/>
            <w:tcBorders>
              <w:top w:val="single" w:sz="4" w:space="0" w:color="auto"/>
              <w:left w:val="single" w:sz="4" w:space="0" w:color="auto"/>
              <w:bottom w:val="single" w:sz="4" w:space="0" w:color="auto"/>
              <w:right w:val="single" w:sz="4" w:space="0" w:color="auto"/>
            </w:tcBorders>
          </w:tcPr>
          <w:p w14:paraId="26AA4F71" w14:textId="361C7487" w:rsidR="00111AAF" w:rsidRPr="0089157C" w:rsidRDefault="00111AAF" w:rsidP="00B107D9">
            <w:pPr>
              <w:ind w:left="720"/>
            </w:pPr>
          </w:p>
        </w:tc>
      </w:tr>
      <w:tr w:rsidR="008231B2" w:rsidRPr="00782C80" w14:paraId="141F2223" w14:textId="77777777" w:rsidTr="004A192F">
        <w:tc>
          <w:tcPr>
            <w:tcW w:w="9000" w:type="dxa"/>
            <w:gridSpan w:val="4"/>
            <w:tcBorders>
              <w:top w:val="single" w:sz="4" w:space="0" w:color="auto"/>
              <w:left w:val="single" w:sz="4" w:space="0" w:color="auto"/>
              <w:bottom w:val="single" w:sz="4" w:space="0" w:color="auto"/>
              <w:right w:val="single" w:sz="4" w:space="0" w:color="auto"/>
            </w:tcBorders>
            <w:shd w:val="clear" w:color="auto" w:fill="auto"/>
          </w:tcPr>
          <w:p w14:paraId="0CC246B4" w14:textId="77777777" w:rsidR="008231B2" w:rsidRPr="00D55375" w:rsidRDefault="008231B2" w:rsidP="004A192F">
            <w:pPr>
              <w:rPr>
                <w:b/>
                <w:bCs/>
              </w:rPr>
            </w:pPr>
            <w:r w:rsidRPr="00D55375">
              <w:rPr>
                <w:b/>
                <w:bCs/>
              </w:rPr>
              <w:t>Device Management - Dynamic Device Assignment - A</w:t>
            </w:r>
          </w:p>
        </w:tc>
      </w:tr>
      <w:tr w:rsidR="008231B2" w:rsidRPr="00782C80" w14:paraId="2F3A2ABC"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096D5BC8"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14:paraId="4366AA93" w14:textId="77777777" w:rsidR="008231B2" w:rsidRPr="00782C80" w:rsidRDefault="008231B2" w:rsidP="004A192F">
            <w:pPr>
              <w:jc w:val="center"/>
            </w:pPr>
            <w:r w:rsidRPr="00782C80">
              <w:t>R</w:t>
            </w:r>
          </w:p>
        </w:tc>
        <w:tc>
          <w:tcPr>
            <w:tcW w:w="7470" w:type="dxa"/>
            <w:tcBorders>
              <w:top w:val="single" w:sz="4" w:space="0" w:color="auto"/>
              <w:left w:val="single" w:sz="4" w:space="0" w:color="auto"/>
              <w:bottom w:val="single" w:sz="4" w:space="0" w:color="auto"/>
              <w:right w:val="single" w:sz="4" w:space="0" w:color="auto"/>
            </w:tcBorders>
            <w:hideMark/>
          </w:tcPr>
          <w:p w14:paraId="54AA959A" w14:textId="77777777" w:rsidR="008231B2" w:rsidRPr="00782C80" w:rsidRDefault="008231B2" w:rsidP="004A192F">
            <w:r w:rsidRPr="00782C80">
              <w:t xml:space="preserve">Base Requirements </w:t>
            </w:r>
          </w:p>
        </w:tc>
      </w:tr>
      <w:tr w:rsidR="008231B2" w:rsidRPr="00782C80" w14:paraId="48A70C6E"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65863673"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tcPr>
          <w:p w14:paraId="68E3D6E8" w14:textId="77777777" w:rsidR="008231B2" w:rsidRPr="00782C80" w:rsidRDefault="008231B2" w:rsidP="004A192F">
            <w:pPr>
              <w:jc w:val="center"/>
            </w:pPr>
            <w:r>
              <w:t>R</w:t>
            </w:r>
          </w:p>
        </w:tc>
        <w:tc>
          <w:tcPr>
            <w:tcW w:w="7470" w:type="dxa"/>
            <w:tcBorders>
              <w:top w:val="single" w:sz="4" w:space="0" w:color="auto"/>
              <w:left w:val="single" w:sz="4" w:space="0" w:color="auto"/>
              <w:bottom w:val="single" w:sz="4" w:space="0" w:color="auto"/>
              <w:right w:val="single" w:sz="4" w:space="0" w:color="auto"/>
            </w:tcBorders>
          </w:tcPr>
          <w:p w14:paraId="07B86929" w14:textId="77777777" w:rsidR="008231B2" w:rsidRPr="00782C80" w:rsidRDefault="008231B2" w:rsidP="004A192F">
            <w:r>
              <w:t>Can Configure Device object instance number using the You-Are service</w:t>
            </w:r>
          </w:p>
        </w:tc>
      </w:tr>
      <w:tr w:rsidR="008231B2" w:rsidRPr="00782C80" w14:paraId="18437B6D"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4B94BD30"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tcPr>
          <w:p w14:paraId="242AC37D" w14:textId="77777777" w:rsidR="008231B2" w:rsidRPr="00782C80" w:rsidRDefault="008231B2" w:rsidP="004A192F">
            <w:pPr>
              <w:jc w:val="center"/>
            </w:pPr>
            <w:r>
              <w:t>R</w:t>
            </w:r>
          </w:p>
        </w:tc>
        <w:tc>
          <w:tcPr>
            <w:tcW w:w="7470" w:type="dxa"/>
            <w:tcBorders>
              <w:top w:val="single" w:sz="4" w:space="0" w:color="auto"/>
              <w:left w:val="single" w:sz="4" w:space="0" w:color="auto"/>
              <w:bottom w:val="single" w:sz="4" w:space="0" w:color="auto"/>
              <w:right w:val="single" w:sz="4" w:space="0" w:color="auto"/>
            </w:tcBorders>
          </w:tcPr>
          <w:p w14:paraId="179A5F37" w14:textId="77777777" w:rsidR="008231B2" w:rsidRDefault="008231B2" w:rsidP="004A192F">
            <w:r>
              <w:t>Can Configure MAC address using the You-Are service</w:t>
            </w:r>
          </w:p>
        </w:tc>
      </w:tr>
      <w:tr w:rsidR="008231B2" w:rsidRPr="00782C80" w14:paraId="3CD5725A"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6FE2D225"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tcPr>
          <w:p w14:paraId="6BA4D591" w14:textId="77777777" w:rsidR="008231B2" w:rsidRPr="00782C80" w:rsidRDefault="008231B2" w:rsidP="004A192F">
            <w:pPr>
              <w:jc w:val="center"/>
            </w:pPr>
            <w:r>
              <w:t>R</w:t>
            </w:r>
          </w:p>
        </w:tc>
        <w:tc>
          <w:tcPr>
            <w:tcW w:w="7470" w:type="dxa"/>
            <w:tcBorders>
              <w:top w:val="single" w:sz="4" w:space="0" w:color="auto"/>
              <w:left w:val="single" w:sz="4" w:space="0" w:color="auto"/>
              <w:bottom w:val="single" w:sz="4" w:space="0" w:color="auto"/>
              <w:right w:val="single" w:sz="4" w:space="0" w:color="auto"/>
            </w:tcBorders>
          </w:tcPr>
          <w:p w14:paraId="2DA20CE5" w14:textId="77777777" w:rsidR="008231B2" w:rsidRDefault="008231B2" w:rsidP="004A192F">
            <w:r>
              <w:t>Can Configure both Device object instance number and MAC address using the You-Are service</w:t>
            </w:r>
          </w:p>
        </w:tc>
      </w:tr>
      <w:tr w:rsidR="008231B2" w:rsidRPr="00782C80" w14:paraId="413A5055" w14:textId="77777777" w:rsidTr="004A1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14:paraId="6390B345" w14:textId="77777777" w:rsidR="008231B2" w:rsidRPr="00DC4E96" w:rsidRDefault="008231B2" w:rsidP="004A192F">
            <w:pPr>
              <w:ind w:left="720"/>
            </w:pPr>
          </w:p>
        </w:tc>
      </w:tr>
      <w:tr w:rsidR="008231B2" w:rsidRPr="00C224BE" w14:paraId="33939263" w14:textId="77777777" w:rsidTr="004A1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14:paraId="7528A6CA" w14:textId="77777777" w:rsidR="008231B2" w:rsidRPr="00C224BE" w:rsidRDefault="008231B2" w:rsidP="004A192F">
            <w:pPr>
              <w:rPr>
                <w:b/>
              </w:rPr>
            </w:pPr>
            <w:r w:rsidRPr="00C224BE">
              <w:rPr>
                <w:b/>
              </w:rPr>
              <w:t xml:space="preserve">Device Management - Dynamic Device Assignment - </w:t>
            </w:r>
            <w:r>
              <w:rPr>
                <w:b/>
              </w:rPr>
              <w:t>B</w:t>
            </w:r>
          </w:p>
        </w:tc>
      </w:tr>
      <w:tr w:rsidR="008231B2" w:rsidRPr="00782C80" w14:paraId="03300089"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3F63B54F"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hideMark/>
          </w:tcPr>
          <w:p w14:paraId="6F2F6D44" w14:textId="77777777" w:rsidR="008231B2" w:rsidRPr="00782C80" w:rsidRDefault="008231B2" w:rsidP="004A192F">
            <w:pPr>
              <w:jc w:val="center"/>
            </w:pPr>
            <w:r w:rsidRPr="00782C80">
              <w:t>R</w:t>
            </w:r>
          </w:p>
        </w:tc>
        <w:tc>
          <w:tcPr>
            <w:tcW w:w="7470" w:type="dxa"/>
            <w:tcBorders>
              <w:top w:val="single" w:sz="4" w:space="0" w:color="auto"/>
              <w:left w:val="single" w:sz="4" w:space="0" w:color="auto"/>
              <w:bottom w:val="single" w:sz="4" w:space="0" w:color="auto"/>
              <w:right w:val="single" w:sz="4" w:space="0" w:color="auto"/>
            </w:tcBorders>
            <w:hideMark/>
          </w:tcPr>
          <w:p w14:paraId="097FB42E" w14:textId="77777777" w:rsidR="008231B2" w:rsidRPr="00782C80" w:rsidRDefault="008231B2" w:rsidP="004A192F">
            <w:r w:rsidRPr="00782C80">
              <w:t xml:space="preserve">Base Requirements </w:t>
            </w:r>
          </w:p>
        </w:tc>
      </w:tr>
      <w:tr w:rsidR="008231B2" w:rsidRPr="00782C80" w14:paraId="2ADBC596"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6391479B"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tcPr>
          <w:p w14:paraId="5774FC39" w14:textId="77777777" w:rsidR="008231B2" w:rsidRPr="00782C80" w:rsidRDefault="008231B2" w:rsidP="004A192F">
            <w:pPr>
              <w:jc w:val="center"/>
            </w:pPr>
            <w:r>
              <w:t>R</w:t>
            </w:r>
          </w:p>
        </w:tc>
        <w:tc>
          <w:tcPr>
            <w:tcW w:w="7470" w:type="dxa"/>
            <w:tcBorders>
              <w:top w:val="single" w:sz="4" w:space="0" w:color="auto"/>
              <w:left w:val="single" w:sz="4" w:space="0" w:color="auto"/>
              <w:bottom w:val="single" w:sz="4" w:space="0" w:color="auto"/>
              <w:right w:val="single" w:sz="4" w:space="0" w:color="auto"/>
            </w:tcBorders>
          </w:tcPr>
          <w:p w14:paraId="3DFCEB4D" w14:textId="77777777" w:rsidR="008231B2" w:rsidRPr="00782C80" w:rsidRDefault="008231B2" w:rsidP="004A192F">
            <w:r>
              <w:t>Has configurable Device object instance number using the You-Are service</w:t>
            </w:r>
          </w:p>
        </w:tc>
      </w:tr>
      <w:tr w:rsidR="008231B2" w:rsidRPr="00782C80" w14:paraId="405F2B2A" w14:textId="77777777" w:rsidTr="004A192F">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4C37D273" w14:textId="77777777" w:rsidR="008231B2" w:rsidRPr="00782C80" w:rsidRDefault="008231B2" w:rsidP="004A192F">
            <w:pPr>
              <w:jc w:val="center"/>
            </w:pPr>
          </w:p>
        </w:tc>
        <w:tc>
          <w:tcPr>
            <w:tcW w:w="990" w:type="dxa"/>
            <w:gridSpan w:val="2"/>
            <w:tcBorders>
              <w:top w:val="single" w:sz="4" w:space="0" w:color="auto"/>
              <w:left w:val="single" w:sz="4" w:space="0" w:color="auto"/>
              <w:bottom w:val="single" w:sz="4" w:space="0" w:color="auto"/>
              <w:right w:val="single" w:sz="4" w:space="0" w:color="auto"/>
            </w:tcBorders>
          </w:tcPr>
          <w:p w14:paraId="14916025" w14:textId="77777777" w:rsidR="008231B2" w:rsidRPr="00782C80" w:rsidRDefault="008231B2" w:rsidP="004A192F">
            <w:pPr>
              <w:jc w:val="center"/>
            </w:pPr>
            <w:r>
              <w:t>O</w:t>
            </w:r>
          </w:p>
        </w:tc>
        <w:tc>
          <w:tcPr>
            <w:tcW w:w="7470" w:type="dxa"/>
            <w:tcBorders>
              <w:top w:val="single" w:sz="4" w:space="0" w:color="auto"/>
              <w:left w:val="single" w:sz="4" w:space="0" w:color="auto"/>
              <w:bottom w:val="single" w:sz="4" w:space="0" w:color="auto"/>
              <w:right w:val="single" w:sz="4" w:space="0" w:color="auto"/>
            </w:tcBorders>
          </w:tcPr>
          <w:p w14:paraId="2822212B" w14:textId="77777777" w:rsidR="008231B2" w:rsidRPr="00782C80" w:rsidRDefault="008231B2" w:rsidP="004A192F">
            <w:r>
              <w:t>Has configurable MAC address using the You-Are service</w:t>
            </w:r>
          </w:p>
        </w:tc>
      </w:tr>
      <w:tr w:rsidR="008231B2" w:rsidRPr="00782C80" w14:paraId="29A1D446" w14:textId="77777777" w:rsidTr="004A19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00" w:type="dxa"/>
            <w:gridSpan w:val="4"/>
            <w:tcBorders>
              <w:top w:val="single" w:sz="4" w:space="0" w:color="000000"/>
              <w:left w:val="single" w:sz="4" w:space="0" w:color="000000"/>
              <w:bottom w:val="single" w:sz="4" w:space="0" w:color="000000"/>
              <w:right w:val="single" w:sz="4" w:space="0" w:color="000000"/>
            </w:tcBorders>
            <w:shd w:val="clear" w:color="auto" w:fill="auto"/>
          </w:tcPr>
          <w:p w14:paraId="1E07BB1C" w14:textId="77777777" w:rsidR="008231B2" w:rsidRPr="00626FE8" w:rsidRDefault="008231B2" w:rsidP="004A192F">
            <w:pPr>
              <w:ind w:left="720"/>
            </w:pPr>
          </w:p>
        </w:tc>
      </w:tr>
      <w:tr w:rsidR="000D38C4" w:rsidRPr="000D38C4" w14:paraId="1C29E177" w14:textId="77777777" w:rsidTr="0082225D">
        <w:tc>
          <w:tcPr>
            <w:tcW w:w="9000" w:type="dxa"/>
            <w:gridSpan w:val="4"/>
            <w:tcBorders>
              <w:top w:val="single" w:sz="4" w:space="0" w:color="auto"/>
              <w:left w:val="single" w:sz="4" w:space="0" w:color="auto"/>
              <w:bottom w:val="single" w:sz="4" w:space="0" w:color="auto"/>
              <w:right w:val="single" w:sz="4" w:space="0" w:color="auto"/>
            </w:tcBorders>
          </w:tcPr>
          <w:p w14:paraId="2ED77ED8" w14:textId="77777777" w:rsidR="000D38C4" w:rsidRPr="000D38C4" w:rsidRDefault="000D38C4" w:rsidP="000D38C4">
            <w:pPr>
              <w:rPr>
                <w:b/>
                <w:bCs/>
              </w:rPr>
            </w:pPr>
            <w:r>
              <w:rPr>
                <w:b/>
                <w:bCs/>
              </w:rPr>
              <w:t>Device Management</w:t>
            </w:r>
            <w:r w:rsidRPr="000D38C4">
              <w:rPr>
                <w:b/>
                <w:bCs/>
              </w:rPr>
              <w:t xml:space="preserve"> - Lighting Output Management - A</w:t>
            </w:r>
          </w:p>
        </w:tc>
      </w:tr>
      <w:tr w:rsidR="000D38C4" w:rsidRPr="00605C65" w14:paraId="656AD121"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0DBB402A" w14:textId="77777777" w:rsidR="000D38C4" w:rsidRPr="00605C65" w:rsidRDefault="000D38C4" w:rsidP="00B30132">
            <w:pPr>
              <w:jc w:val="center"/>
            </w:pPr>
          </w:p>
        </w:tc>
        <w:tc>
          <w:tcPr>
            <w:tcW w:w="976" w:type="dxa"/>
            <w:tcBorders>
              <w:top w:val="single" w:sz="4" w:space="0" w:color="auto"/>
              <w:left w:val="single" w:sz="4" w:space="0" w:color="auto"/>
              <w:bottom w:val="single" w:sz="4" w:space="0" w:color="auto"/>
              <w:right w:val="single" w:sz="4" w:space="0" w:color="auto"/>
            </w:tcBorders>
            <w:hideMark/>
          </w:tcPr>
          <w:p w14:paraId="63994BFE" w14:textId="3E568BC6" w:rsidR="000D38C4" w:rsidRPr="00605C65" w:rsidRDefault="000D38C4" w:rsidP="00B30132">
            <w:pPr>
              <w:jc w:val="center"/>
            </w:pPr>
            <w:r w:rsidRPr="00605C65">
              <w:t>R</w:t>
            </w:r>
          </w:p>
        </w:tc>
        <w:tc>
          <w:tcPr>
            <w:tcW w:w="7470" w:type="dxa"/>
            <w:tcBorders>
              <w:top w:val="single" w:sz="4" w:space="0" w:color="auto"/>
              <w:left w:val="single" w:sz="4" w:space="0" w:color="auto"/>
              <w:bottom w:val="single" w:sz="4" w:space="0" w:color="auto"/>
              <w:right w:val="single" w:sz="4" w:space="0" w:color="auto"/>
            </w:tcBorders>
            <w:hideMark/>
          </w:tcPr>
          <w:p w14:paraId="0B054D15" w14:textId="77777777" w:rsidR="000D38C4" w:rsidRPr="00605C65" w:rsidRDefault="000D38C4" w:rsidP="00B30132">
            <w:r w:rsidRPr="00605C65">
              <w:t>Base Requirements</w:t>
            </w:r>
          </w:p>
        </w:tc>
      </w:tr>
      <w:tr w:rsidR="00157EB6" w:rsidRPr="00605C65" w14:paraId="41720AD9" w14:textId="77777777" w:rsidTr="0082225D">
        <w:tc>
          <w:tcPr>
            <w:tcW w:w="554" w:type="dxa"/>
            <w:gridSpan w:val="2"/>
            <w:tcBorders>
              <w:top w:val="single" w:sz="4" w:space="0" w:color="auto"/>
              <w:left w:val="single" w:sz="4" w:space="0" w:color="auto"/>
              <w:bottom w:val="single" w:sz="4" w:space="0" w:color="auto"/>
              <w:right w:val="single" w:sz="4" w:space="0" w:color="auto"/>
            </w:tcBorders>
          </w:tcPr>
          <w:p w14:paraId="7586FF8A" w14:textId="77777777" w:rsidR="00157EB6" w:rsidRPr="00605C65" w:rsidRDefault="00157EB6" w:rsidP="00B30132">
            <w:pPr>
              <w:jc w:val="center"/>
            </w:pPr>
          </w:p>
        </w:tc>
        <w:tc>
          <w:tcPr>
            <w:tcW w:w="976" w:type="dxa"/>
            <w:tcBorders>
              <w:top w:val="single" w:sz="4" w:space="0" w:color="auto"/>
              <w:left w:val="single" w:sz="4" w:space="0" w:color="auto"/>
              <w:bottom w:val="single" w:sz="4" w:space="0" w:color="auto"/>
              <w:right w:val="single" w:sz="4" w:space="0" w:color="auto"/>
            </w:tcBorders>
          </w:tcPr>
          <w:p w14:paraId="57063636" w14:textId="4F1702C5" w:rsidR="00157EB6" w:rsidRPr="00605C65" w:rsidRDefault="00157EB6" w:rsidP="00B30132">
            <w:pPr>
              <w:jc w:val="center"/>
            </w:pPr>
            <w:r>
              <w:t>R</w:t>
            </w:r>
          </w:p>
        </w:tc>
        <w:tc>
          <w:tcPr>
            <w:tcW w:w="7470" w:type="dxa"/>
            <w:tcBorders>
              <w:top w:val="single" w:sz="4" w:space="0" w:color="auto"/>
              <w:left w:val="single" w:sz="4" w:space="0" w:color="auto"/>
              <w:bottom w:val="single" w:sz="4" w:space="0" w:color="auto"/>
              <w:right w:val="single" w:sz="4" w:space="0" w:color="auto"/>
            </w:tcBorders>
          </w:tcPr>
          <w:p w14:paraId="245A90CF" w14:textId="4E0872EF" w:rsidR="00157EB6" w:rsidRPr="00605C65" w:rsidRDefault="00157EB6" w:rsidP="00B30132">
            <w:r>
              <w:t>Supports DM-OCD-A</w:t>
            </w:r>
          </w:p>
        </w:tc>
      </w:tr>
      <w:tr w:rsidR="000D38C4" w:rsidRPr="0089157C" w14:paraId="03631280" w14:textId="2EC9B28E" w:rsidTr="0082225D">
        <w:tc>
          <w:tcPr>
            <w:tcW w:w="9000" w:type="dxa"/>
            <w:gridSpan w:val="4"/>
            <w:tcBorders>
              <w:top w:val="single" w:sz="4" w:space="0" w:color="auto"/>
              <w:left w:val="single" w:sz="4" w:space="0" w:color="auto"/>
              <w:bottom w:val="single" w:sz="4" w:space="0" w:color="auto"/>
              <w:right w:val="single" w:sz="4" w:space="0" w:color="auto"/>
            </w:tcBorders>
          </w:tcPr>
          <w:p w14:paraId="4DE5C929" w14:textId="73DE35FA" w:rsidR="000D38C4" w:rsidRPr="0089157C" w:rsidRDefault="000D38C4" w:rsidP="00B30132">
            <w:pPr>
              <w:ind w:left="720"/>
            </w:pPr>
          </w:p>
        </w:tc>
      </w:tr>
    </w:tbl>
    <w:p w14:paraId="0AC95B7F" w14:textId="77777777" w:rsidR="00EA6DE9" w:rsidRDefault="00BC4493" w:rsidP="008353C1">
      <w:pPr>
        <w:pStyle w:val="Heading1"/>
      </w:pPr>
      <w:r w:rsidRPr="00BC4493">
        <w:lastRenderedPageBreak/>
        <w:t>Data Link Layer</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904"/>
        <w:gridCol w:w="7466"/>
      </w:tblGrid>
      <w:tr w:rsidR="00A70FCF" w:rsidRPr="00F95990" w14:paraId="333DF69F" w14:textId="77777777" w:rsidTr="00A6516B">
        <w:trPr>
          <w:cantSplit/>
          <w:trHeight w:val="980"/>
          <w:tblHeader/>
        </w:trPr>
        <w:tc>
          <w:tcPr>
            <w:tcW w:w="540" w:type="dxa"/>
            <w:textDirection w:val="tbRl"/>
          </w:tcPr>
          <w:p w14:paraId="69C7C3F1" w14:textId="77777777" w:rsidR="00417058" w:rsidRPr="00F95990" w:rsidRDefault="00417058" w:rsidP="00DA0D2A">
            <w:pPr>
              <w:jc w:val="center"/>
            </w:pPr>
            <w:r w:rsidRPr="00F95990">
              <w:br w:type="page"/>
            </w:r>
            <w:r w:rsidRPr="00F95990">
              <w:br w:type="page"/>
            </w:r>
            <w:r w:rsidRPr="00DA0D2A">
              <w:rPr>
                <w:b/>
              </w:rPr>
              <w:t>Support</w:t>
            </w:r>
          </w:p>
        </w:tc>
        <w:tc>
          <w:tcPr>
            <w:tcW w:w="904" w:type="dxa"/>
            <w:textDirection w:val="tbRl"/>
          </w:tcPr>
          <w:p w14:paraId="2FB4E638" w14:textId="77777777" w:rsidR="00417058" w:rsidRPr="00F95990" w:rsidRDefault="00417058" w:rsidP="009353EF">
            <w:pPr>
              <w:ind w:left="113" w:right="113"/>
              <w:jc w:val="center"/>
              <w:rPr>
                <w:b/>
                <w:bCs/>
              </w:rPr>
            </w:pPr>
            <w:r w:rsidRPr="00F95990">
              <w:rPr>
                <w:b/>
                <w:bCs/>
              </w:rPr>
              <w:t>Listing</w:t>
            </w:r>
          </w:p>
        </w:tc>
        <w:tc>
          <w:tcPr>
            <w:tcW w:w="7466" w:type="dxa"/>
            <w:vAlign w:val="center"/>
          </w:tcPr>
          <w:p w14:paraId="49F0BAE0" w14:textId="77777777" w:rsidR="00417058" w:rsidRPr="00F95990" w:rsidRDefault="00417058" w:rsidP="00DA0D2A">
            <w:r w:rsidRPr="00DA0D2A">
              <w:rPr>
                <w:b/>
              </w:rPr>
              <w:t>Option</w:t>
            </w:r>
          </w:p>
        </w:tc>
      </w:tr>
      <w:tr w:rsidR="008B5C15" w:rsidRPr="00F95990" w14:paraId="6C4691AD" w14:textId="77777777" w:rsidTr="00A6516B">
        <w:trPr>
          <w:cantSplit/>
        </w:trPr>
        <w:tc>
          <w:tcPr>
            <w:tcW w:w="8910" w:type="dxa"/>
            <w:gridSpan w:val="3"/>
          </w:tcPr>
          <w:p w14:paraId="6B2B0408" w14:textId="77777777" w:rsidR="008B5C15" w:rsidRPr="008353C1" w:rsidRDefault="008B5C15" w:rsidP="008353C1">
            <w:pPr>
              <w:rPr>
                <w:b/>
              </w:rPr>
            </w:pPr>
            <w:r w:rsidRPr="008353C1">
              <w:rPr>
                <w:b/>
              </w:rPr>
              <w:t xml:space="preserve">Data Link Layer </w:t>
            </w:r>
            <w:r w:rsidR="00012C95">
              <w:rPr>
                <w:b/>
              </w:rPr>
              <w:t>-</w:t>
            </w:r>
            <w:r w:rsidRPr="008353C1">
              <w:rPr>
                <w:b/>
              </w:rPr>
              <w:t xml:space="preserve"> MS/TP </w:t>
            </w:r>
            <w:r w:rsidR="00012C95">
              <w:rPr>
                <w:b/>
              </w:rPr>
              <w:t>-</w:t>
            </w:r>
            <w:r w:rsidRPr="008353C1">
              <w:rPr>
                <w:b/>
              </w:rPr>
              <w:t xml:space="preserve"> Master Node</w:t>
            </w:r>
          </w:p>
        </w:tc>
      </w:tr>
      <w:tr w:rsidR="008B5C15" w:rsidRPr="00F95990" w14:paraId="0EA11F1F" w14:textId="77777777" w:rsidTr="00A6516B">
        <w:tc>
          <w:tcPr>
            <w:tcW w:w="540" w:type="dxa"/>
          </w:tcPr>
          <w:p w14:paraId="6A4F93E7" w14:textId="77777777" w:rsidR="008B5C15" w:rsidRPr="00F95990" w:rsidRDefault="008B5C15" w:rsidP="009353EF">
            <w:pPr>
              <w:jc w:val="center"/>
            </w:pPr>
          </w:p>
        </w:tc>
        <w:tc>
          <w:tcPr>
            <w:tcW w:w="904" w:type="dxa"/>
          </w:tcPr>
          <w:p w14:paraId="09EA0114" w14:textId="77777777" w:rsidR="008B5C15" w:rsidRPr="00F95990" w:rsidRDefault="008B5C15" w:rsidP="009353EF">
            <w:pPr>
              <w:jc w:val="center"/>
            </w:pPr>
            <w:r w:rsidRPr="00F95990">
              <w:t>R</w:t>
            </w:r>
          </w:p>
        </w:tc>
        <w:tc>
          <w:tcPr>
            <w:tcW w:w="7466" w:type="dxa"/>
          </w:tcPr>
          <w:p w14:paraId="71380EEA" w14:textId="77777777" w:rsidR="008B5C15" w:rsidRPr="00F95990" w:rsidRDefault="008B5C15" w:rsidP="009353EF">
            <w:r w:rsidRPr="00F95990">
              <w:t>Base Requirements</w:t>
            </w:r>
          </w:p>
        </w:tc>
      </w:tr>
      <w:tr w:rsidR="008B5C15" w:rsidRPr="00F95990" w14:paraId="31DD8023" w14:textId="77777777" w:rsidTr="00A6516B">
        <w:tc>
          <w:tcPr>
            <w:tcW w:w="540" w:type="dxa"/>
          </w:tcPr>
          <w:p w14:paraId="5633A255" w14:textId="77777777" w:rsidR="008B5C15" w:rsidRPr="00F95990" w:rsidRDefault="008B5C15" w:rsidP="009353EF">
            <w:pPr>
              <w:jc w:val="center"/>
            </w:pPr>
          </w:p>
        </w:tc>
        <w:tc>
          <w:tcPr>
            <w:tcW w:w="904" w:type="dxa"/>
          </w:tcPr>
          <w:p w14:paraId="15E767F4" w14:textId="77777777" w:rsidR="008B5C15" w:rsidRPr="00F95990" w:rsidRDefault="008B5C15" w:rsidP="009353EF">
            <w:pPr>
              <w:jc w:val="center"/>
            </w:pPr>
            <w:r w:rsidRPr="00F95990">
              <w:t>C</w:t>
            </w:r>
            <w:r w:rsidRPr="00F95990">
              <w:rPr>
                <w:vertAlign w:val="superscript"/>
              </w:rPr>
              <w:t>1</w:t>
            </w:r>
          </w:p>
        </w:tc>
        <w:tc>
          <w:tcPr>
            <w:tcW w:w="7466" w:type="dxa"/>
          </w:tcPr>
          <w:p w14:paraId="698BC3A5" w14:textId="77777777" w:rsidR="008B5C15" w:rsidRPr="00F95990" w:rsidRDefault="008B5C15" w:rsidP="009353EF">
            <w:r w:rsidRPr="00F95990">
              <w:t>Supports writable Max_Master property</w:t>
            </w:r>
          </w:p>
        </w:tc>
      </w:tr>
      <w:tr w:rsidR="008B5C15" w:rsidRPr="00F95990" w14:paraId="4A1EB824" w14:textId="77777777" w:rsidTr="00A6516B">
        <w:tc>
          <w:tcPr>
            <w:tcW w:w="540" w:type="dxa"/>
          </w:tcPr>
          <w:p w14:paraId="19898779" w14:textId="77777777" w:rsidR="008B5C15" w:rsidRPr="00F95990" w:rsidRDefault="008B5C15" w:rsidP="009353EF">
            <w:pPr>
              <w:jc w:val="center"/>
            </w:pPr>
          </w:p>
        </w:tc>
        <w:tc>
          <w:tcPr>
            <w:tcW w:w="904" w:type="dxa"/>
          </w:tcPr>
          <w:p w14:paraId="4C1EEEBE" w14:textId="77777777" w:rsidR="008B5C15" w:rsidRPr="00F95990" w:rsidRDefault="008B5C15" w:rsidP="009353EF">
            <w:pPr>
              <w:jc w:val="center"/>
            </w:pPr>
            <w:r w:rsidRPr="00F95990">
              <w:t>C</w:t>
            </w:r>
            <w:r w:rsidRPr="00F95990">
              <w:rPr>
                <w:vertAlign w:val="superscript"/>
              </w:rPr>
              <w:t>1</w:t>
            </w:r>
          </w:p>
        </w:tc>
        <w:tc>
          <w:tcPr>
            <w:tcW w:w="7466" w:type="dxa"/>
          </w:tcPr>
          <w:p w14:paraId="59B9DB4B" w14:textId="77777777" w:rsidR="008B5C15" w:rsidRPr="00F95990" w:rsidRDefault="008B5C15" w:rsidP="009353EF">
            <w:r w:rsidRPr="00F95990">
              <w:t>Supports read only Max_Master property</w:t>
            </w:r>
          </w:p>
        </w:tc>
      </w:tr>
      <w:tr w:rsidR="008B5C15" w:rsidRPr="00F95990" w14:paraId="13578097" w14:textId="77777777" w:rsidTr="00A6516B">
        <w:tc>
          <w:tcPr>
            <w:tcW w:w="540" w:type="dxa"/>
          </w:tcPr>
          <w:p w14:paraId="178B2C80" w14:textId="77777777" w:rsidR="008B5C15" w:rsidRPr="00F95990" w:rsidRDefault="008B5C15" w:rsidP="009353EF">
            <w:pPr>
              <w:jc w:val="center"/>
            </w:pPr>
          </w:p>
        </w:tc>
        <w:tc>
          <w:tcPr>
            <w:tcW w:w="904" w:type="dxa"/>
          </w:tcPr>
          <w:p w14:paraId="5136E1CC" w14:textId="77777777" w:rsidR="008B5C15" w:rsidRPr="00F95990" w:rsidRDefault="008B5C15" w:rsidP="009353EF">
            <w:pPr>
              <w:jc w:val="center"/>
            </w:pPr>
            <w:r w:rsidRPr="00F95990">
              <w:t>C</w:t>
            </w:r>
            <w:r w:rsidRPr="00F95990">
              <w:rPr>
                <w:vertAlign w:val="superscript"/>
              </w:rPr>
              <w:t>2</w:t>
            </w:r>
          </w:p>
        </w:tc>
        <w:tc>
          <w:tcPr>
            <w:tcW w:w="7466" w:type="dxa"/>
          </w:tcPr>
          <w:p w14:paraId="41812AE6" w14:textId="77777777" w:rsidR="008B5C15" w:rsidRPr="00F95990" w:rsidRDefault="008B5C15" w:rsidP="009353EF">
            <w:r w:rsidRPr="00F95990">
              <w:t>Contains configurable Max_Info_Frames property</w:t>
            </w:r>
          </w:p>
        </w:tc>
      </w:tr>
      <w:tr w:rsidR="008B5C15" w:rsidRPr="00E97DA6" w14:paraId="3E8E1D9D" w14:textId="77777777" w:rsidTr="00A6516B">
        <w:tc>
          <w:tcPr>
            <w:tcW w:w="540" w:type="dxa"/>
          </w:tcPr>
          <w:p w14:paraId="1EECDBD4" w14:textId="77777777" w:rsidR="008B5C15" w:rsidRPr="00F95990" w:rsidRDefault="008B5C15" w:rsidP="009353EF">
            <w:pPr>
              <w:jc w:val="center"/>
            </w:pPr>
          </w:p>
        </w:tc>
        <w:tc>
          <w:tcPr>
            <w:tcW w:w="904" w:type="dxa"/>
          </w:tcPr>
          <w:p w14:paraId="7FBA059D" w14:textId="77777777" w:rsidR="008B5C15" w:rsidRPr="00F95990" w:rsidRDefault="008B5C15" w:rsidP="009353EF">
            <w:pPr>
              <w:jc w:val="center"/>
            </w:pPr>
            <w:r w:rsidRPr="00F95990">
              <w:t>C</w:t>
            </w:r>
            <w:r w:rsidRPr="00F95990">
              <w:rPr>
                <w:vertAlign w:val="superscript"/>
              </w:rPr>
              <w:t>2</w:t>
            </w:r>
          </w:p>
        </w:tc>
        <w:tc>
          <w:tcPr>
            <w:tcW w:w="7466" w:type="dxa"/>
          </w:tcPr>
          <w:p w14:paraId="1E7661AE" w14:textId="77777777" w:rsidR="008B5C15" w:rsidRPr="00E97DA6" w:rsidRDefault="008B5C15" w:rsidP="009353EF">
            <w:pPr>
              <w:rPr>
                <w:lang w:val="fr-FR"/>
              </w:rPr>
            </w:pPr>
            <w:r w:rsidRPr="00E97DA6">
              <w:rPr>
                <w:lang w:val="fr-FR"/>
              </w:rPr>
              <w:t>Contains non-configurable Max_Info_Frames property</w:t>
            </w:r>
          </w:p>
        </w:tc>
      </w:tr>
      <w:tr w:rsidR="008B5C15" w:rsidRPr="00F95990" w14:paraId="192716EE" w14:textId="77777777" w:rsidTr="00A6516B">
        <w:tc>
          <w:tcPr>
            <w:tcW w:w="540" w:type="dxa"/>
          </w:tcPr>
          <w:p w14:paraId="6D12DBDC" w14:textId="77777777" w:rsidR="008B5C15" w:rsidRPr="00E97DA6" w:rsidRDefault="008B5C15" w:rsidP="009353EF">
            <w:pPr>
              <w:jc w:val="center"/>
              <w:rPr>
                <w:lang w:val="fr-FR"/>
              </w:rPr>
            </w:pPr>
          </w:p>
        </w:tc>
        <w:tc>
          <w:tcPr>
            <w:tcW w:w="904" w:type="dxa"/>
          </w:tcPr>
          <w:p w14:paraId="0789803C" w14:textId="77777777" w:rsidR="008B5C15" w:rsidRPr="00F95990" w:rsidRDefault="008B5C15" w:rsidP="009353EF">
            <w:pPr>
              <w:jc w:val="center"/>
            </w:pPr>
            <w:r w:rsidRPr="00F95990">
              <w:t>O</w:t>
            </w:r>
          </w:p>
        </w:tc>
        <w:tc>
          <w:tcPr>
            <w:tcW w:w="7466" w:type="dxa"/>
          </w:tcPr>
          <w:p w14:paraId="41093445" w14:textId="77777777" w:rsidR="008B5C15" w:rsidRPr="00F95990" w:rsidRDefault="008B5C15" w:rsidP="009353EF">
            <w:r w:rsidRPr="00F95990">
              <w:t>Is a BACnet router</w:t>
            </w:r>
          </w:p>
        </w:tc>
      </w:tr>
      <w:tr w:rsidR="00F26415" w:rsidRPr="00701D5A" w14:paraId="669C6F11" w14:textId="77777777" w:rsidTr="00A6516B">
        <w:tc>
          <w:tcPr>
            <w:tcW w:w="540" w:type="dxa"/>
          </w:tcPr>
          <w:p w14:paraId="0BA77677" w14:textId="77777777" w:rsidR="00F26415" w:rsidRPr="00701D5A" w:rsidRDefault="00F26415" w:rsidP="00A752F1">
            <w:pPr>
              <w:jc w:val="center"/>
              <w:rPr>
                <w:lang w:val="fr-FR"/>
              </w:rPr>
            </w:pPr>
          </w:p>
        </w:tc>
        <w:tc>
          <w:tcPr>
            <w:tcW w:w="904" w:type="dxa"/>
          </w:tcPr>
          <w:p w14:paraId="32786A14" w14:textId="77777777" w:rsidR="00F26415" w:rsidRPr="00701D5A" w:rsidRDefault="0028727B" w:rsidP="00A752F1">
            <w:pPr>
              <w:jc w:val="center"/>
            </w:pPr>
            <w:r>
              <w:t>C</w:t>
            </w:r>
            <w:r w:rsidRPr="00701D5A">
              <w:rPr>
                <w:vertAlign w:val="superscript"/>
              </w:rPr>
              <w:t>3</w:t>
            </w:r>
            <w:r>
              <w:rPr>
                <w:vertAlign w:val="superscript"/>
              </w:rPr>
              <w:t>,4</w:t>
            </w:r>
          </w:p>
        </w:tc>
        <w:tc>
          <w:tcPr>
            <w:tcW w:w="7466" w:type="dxa"/>
          </w:tcPr>
          <w:p w14:paraId="508A599B" w14:textId="77777777" w:rsidR="00F26415" w:rsidRPr="00701D5A" w:rsidRDefault="00F26415" w:rsidP="00A752F1">
            <w:r w:rsidRPr="00701D5A">
              <w:t>Supports extended MS/TP frames (over 501 octets)</w:t>
            </w:r>
          </w:p>
        </w:tc>
      </w:tr>
      <w:tr w:rsidR="00BE4588" w:rsidRPr="00ED2B5B" w14:paraId="348200D4" w14:textId="77777777" w:rsidTr="00A6516B">
        <w:tc>
          <w:tcPr>
            <w:tcW w:w="540" w:type="dxa"/>
            <w:tcBorders>
              <w:top w:val="single" w:sz="4" w:space="0" w:color="auto"/>
              <w:left w:val="single" w:sz="4" w:space="0" w:color="auto"/>
              <w:bottom w:val="single" w:sz="4" w:space="0" w:color="auto"/>
              <w:right w:val="single" w:sz="4" w:space="0" w:color="auto"/>
            </w:tcBorders>
          </w:tcPr>
          <w:p w14:paraId="3D9044B6" w14:textId="77777777" w:rsidR="00BE4588" w:rsidRPr="00F21A12" w:rsidRDefault="00BE4588" w:rsidP="003152AD">
            <w:pPr>
              <w:jc w:val="center"/>
              <w:rPr>
                <w:lang w:val="fr-FR"/>
              </w:rPr>
            </w:pPr>
          </w:p>
        </w:tc>
        <w:tc>
          <w:tcPr>
            <w:tcW w:w="904" w:type="dxa"/>
            <w:tcBorders>
              <w:top w:val="single" w:sz="4" w:space="0" w:color="auto"/>
              <w:left w:val="single" w:sz="4" w:space="0" w:color="auto"/>
              <w:bottom w:val="single" w:sz="4" w:space="0" w:color="auto"/>
              <w:right w:val="single" w:sz="4" w:space="0" w:color="auto"/>
            </w:tcBorders>
          </w:tcPr>
          <w:p w14:paraId="62A8CC03" w14:textId="77777777" w:rsidR="00BE4588" w:rsidRPr="00ED2B5B" w:rsidRDefault="00BE4588" w:rsidP="003152AD">
            <w:pPr>
              <w:jc w:val="center"/>
            </w:pPr>
            <w:r w:rsidRPr="00ED2B5B">
              <w:t>C</w:t>
            </w:r>
            <w:r w:rsidRPr="00ED2B5B">
              <w:rPr>
                <w:vertAlign w:val="superscript"/>
              </w:rPr>
              <w:t>5</w:t>
            </w:r>
          </w:p>
        </w:tc>
        <w:tc>
          <w:tcPr>
            <w:tcW w:w="7466" w:type="dxa"/>
            <w:tcBorders>
              <w:top w:val="single" w:sz="4" w:space="0" w:color="auto"/>
              <w:left w:val="single" w:sz="4" w:space="0" w:color="auto"/>
              <w:bottom w:val="single" w:sz="4" w:space="0" w:color="auto"/>
              <w:right w:val="single" w:sz="4" w:space="0" w:color="auto"/>
            </w:tcBorders>
          </w:tcPr>
          <w:p w14:paraId="00A77D63" w14:textId="77777777" w:rsidR="00BE4588" w:rsidRPr="00ED2B5B" w:rsidRDefault="00BE4588" w:rsidP="003152AD">
            <w:r w:rsidRPr="00ED2B5B">
              <w:t>Supports the Network Port object</w:t>
            </w:r>
          </w:p>
        </w:tc>
      </w:tr>
      <w:tr w:rsidR="00BE4588" w:rsidRPr="00ED2B5B" w14:paraId="7D7508D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A6691E4" w14:textId="77777777" w:rsidR="00BE4588" w:rsidRPr="00ED2B5B" w:rsidRDefault="00BE4588" w:rsidP="003152AD">
            <w:pPr>
              <w:suppressAutoHyphens/>
              <w:snapToGrid w:val="0"/>
              <w:spacing w:line="276" w:lineRule="auto"/>
              <w:jc w:val="center"/>
              <w:rPr>
                <w:kern w:val="2"/>
                <w:szCs w:val="20"/>
                <w:lang w:eastAsia="ar-SA"/>
              </w:rPr>
            </w:pPr>
            <w:bookmarkStart w:id="5" w:name="_Hlk174965379"/>
          </w:p>
        </w:tc>
        <w:tc>
          <w:tcPr>
            <w:tcW w:w="904" w:type="dxa"/>
            <w:tcBorders>
              <w:top w:val="single" w:sz="4" w:space="0" w:color="000000"/>
              <w:left w:val="single" w:sz="4" w:space="0" w:color="000000"/>
              <w:bottom w:val="single" w:sz="4" w:space="0" w:color="000000"/>
              <w:right w:val="nil"/>
            </w:tcBorders>
          </w:tcPr>
          <w:p w14:paraId="4BF7CB1B"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7C37A2FF" w14:textId="77777777" w:rsidR="00BE4588" w:rsidRPr="00ED2B5B" w:rsidRDefault="00BE4588" w:rsidP="003152AD">
            <w:pPr>
              <w:suppressAutoHyphens/>
              <w:spacing w:line="276" w:lineRule="auto"/>
              <w:rPr>
                <w:szCs w:val="20"/>
              </w:rPr>
            </w:pPr>
            <w:r w:rsidRPr="00ED2B5B">
              <w:rPr>
                <w:szCs w:val="20"/>
              </w:rPr>
              <w:t>Supports configurable Out_Of_Service property</w:t>
            </w:r>
          </w:p>
        </w:tc>
      </w:tr>
      <w:tr w:rsidR="00BE4588" w:rsidRPr="00ED2B5B" w14:paraId="7E19F4C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DE0479E"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0283E74" w14:textId="77777777" w:rsidR="00BE4588" w:rsidRPr="00ED2B5B" w:rsidRDefault="00BE4588" w:rsidP="003152AD">
            <w:pPr>
              <w:suppressAutoHyphens/>
              <w:spacing w:line="276" w:lineRule="auto"/>
              <w:jc w:val="center"/>
              <w:rPr>
                <w:szCs w:val="20"/>
              </w:rPr>
            </w:pPr>
            <w:r w:rsidRPr="00ED2B5B">
              <w:rPr>
                <w:szCs w:val="20"/>
              </w:rPr>
              <w:t>C</w:t>
            </w:r>
            <w:r w:rsidRPr="00ED2B5B">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52F0E1F9" w14:textId="77777777" w:rsidR="00BE4588" w:rsidRPr="00ED2B5B" w:rsidRDefault="00BE4588" w:rsidP="003152AD">
            <w:pPr>
              <w:suppressAutoHyphens/>
              <w:spacing w:line="276" w:lineRule="auto"/>
              <w:rPr>
                <w:szCs w:val="20"/>
              </w:rPr>
            </w:pPr>
            <w:r w:rsidRPr="00ED2B5B">
              <w:rPr>
                <w:szCs w:val="20"/>
              </w:rPr>
              <w:t>Supports hierarchical Network Port objects</w:t>
            </w:r>
          </w:p>
        </w:tc>
      </w:tr>
      <w:tr w:rsidR="00BE4588" w:rsidRPr="00ED2B5B" w14:paraId="34ADF9F2" w14:textId="77777777" w:rsidTr="00A6516B">
        <w:tc>
          <w:tcPr>
            <w:tcW w:w="540" w:type="dxa"/>
          </w:tcPr>
          <w:p w14:paraId="44D08901" w14:textId="77777777" w:rsidR="00BE4588" w:rsidRPr="00ED2B5B" w:rsidRDefault="00BE4588" w:rsidP="003152AD">
            <w:pPr>
              <w:jc w:val="center"/>
            </w:pPr>
            <w:bookmarkStart w:id="6" w:name="_Hlk174988130"/>
          </w:p>
        </w:tc>
        <w:tc>
          <w:tcPr>
            <w:tcW w:w="904" w:type="dxa"/>
          </w:tcPr>
          <w:p w14:paraId="0F24B805" w14:textId="77777777" w:rsidR="00BE4588" w:rsidRPr="00ED2B5B" w:rsidRDefault="00BE4588" w:rsidP="003152AD">
            <w:pPr>
              <w:jc w:val="center"/>
            </w:pPr>
            <w:r w:rsidRPr="00ED2B5B">
              <w:t>C</w:t>
            </w:r>
            <w:r w:rsidRPr="00ED2B5B">
              <w:rPr>
                <w:vertAlign w:val="superscript"/>
              </w:rPr>
              <w:t>7</w:t>
            </w:r>
          </w:p>
        </w:tc>
        <w:tc>
          <w:tcPr>
            <w:tcW w:w="7466" w:type="dxa"/>
          </w:tcPr>
          <w:p w14:paraId="0EB44454" w14:textId="77777777" w:rsidR="00BE4588" w:rsidRPr="00ED2B5B" w:rsidRDefault="00BE4588" w:rsidP="003152AD">
            <w:r w:rsidRPr="00ED2B5B">
              <w:t>Supports Non-hierarchical Network Port objects</w:t>
            </w:r>
          </w:p>
        </w:tc>
      </w:tr>
      <w:bookmarkEnd w:id="5"/>
      <w:bookmarkEnd w:id="6"/>
      <w:tr w:rsidR="00BE4588" w:rsidRPr="00ED2B5B" w14:paraId="4C646F24" w14:textId="77777777" w:rsidTr="00A6516B">
        <w:tc>
          <w:tcPr>
            <w:tcW w:w="540" w:type="dxa"/>
          </w:tcPr>
          <w:p w14:paraId="115A91EF" w14:textId="77777777" w:rsidR="00BE4588" w:rsidRPr="00ED2B5B" w:rsidRDefault="00BE4588" w:rsidP="003152AD">
            <w:pPr>
              <w:jc w:val="center"/>
            </w:pPr>
          </w:p>
        </w:tc>
        <w:tc>
          <w:tcPr>
            <w:tcW w:w="904" w:type="dxa"/>
          </w:tcPr>
          <w:p w14:paraId="5A9D2935" w14:textId="77777777" w:rsidR="00BE4588" w:rsidRPr="00ED2B5B" w:rsidRDefault="00BE4588" w:rsidP="003152AD">
            <w:pPr>
              <w:jc w:val="center"/>
            </w:pPr>
            <w:r w:rsidRPr="00ED2B5B">
              <w:t>C</w:t>
            </w:r>
            <w:r w:rsidRPr="00ED2B5B">
              <w:rPr>
                <w:vertAlign w:val="superscript"/>
              </w:rPr>
              <w:t>6,8</w:t>
            </w:r>
          </w:p>
        </w:tc>
        <w:tc>
          <w:tcPr>
            <w:tcW w:w="7466" w:type="dxa"/>
          </w:tcPr>
          <w:p w14:paraId="5A42B69C" w14:textId="77777777" w:rsidR="00BE4588" w:rsidRPr="00ED2B5B" w:rsidRDefault="00BE4588" w:rsidP="003152AD">
            <w:r w:rsidRPr="00ED2B5B">
              <w:t>Supports writable Network_Number property</w:t>
            </w:r>
          </w:p>
        </w:tc>
      </w:tr>
      <w:tr w:rsidR="00BE4588" w:rsidRPr="00ED2B5B" w14:paraId="497B5815" w14:textId="77777777" w:rsidTr="00A6516B">
        <w:tc>
          <w:tcPr>
            <w:tcW w:w="540" w:type="dxa"/>
            <w:tcBorders>
              <w:top w:val="single" w:sz="4" w:space="0" w:color="auto"/>
              <w:left w:val="single" w:sz="4" w:space="0" w:color="auto"/>
              <w:bottom w:val="single" w:sz="4" w:space="0" w:color="auto"/>
              <w:right w:val="single" w:sz="4" w:space="0" w:color="auto"/>
            </w:tcBorders>
          </w:tcPr>
          <w:p w14:paraId="44088435" w14:textId="77777777" w:rsidR="00BE4588" w:rsidRPr="00ED2B5B"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15C4ADB6" w14:textId="77777777" w:rsidR="00BE4588" w:rsidRPr="00ED2B5B" w:rsidRDefault="00BE4588" w:rsidP="003152AD">
            <w:pPr>
              <w:jc w:val="center"/>
            </w:pPr>
            <w:r w:rsidRPr="00ED2B5B">
              <w:t>O</w:t>
            </w:r>
            <w:r w:rsidRPr="00ED2B5B">
              <w:rPr>
                <w:vertAlign w:val="superscript"/>
              </w:rPr>
              <w:t>6</w:t>
            </w:r>
          </w:p>
        </w:tc>
        <w:tc>
          <w:tcPr>
            <w:tcW w:w="7466" w:type="dxa"/>
            <w:tcBorders>
              <w:top w:val="single" w:sz="4" w:space="0" w:color="auto"/>
              <w:left w:val="single" w:sz="4" w:space="0" w:color="auto"/>
              <w:bottom w:val="single" w:sz="4" w:space="0" w:color="auto"/>
              <w:right w:val="single" w:sz="4" w:space="0" w:color="auto"/>
            </w:tcBorders>
          </w:tcPr>
          <w:p w14:paraId="3548EB65" w14:textId="77777777" w:rsidR="00BE4588" w:rsidRPr="00ED2B5B" w:rsidRDefault="00BE4588" w:rsidP="003152AD">
            <w:r w:rsidRPr="00ED2B5B">
              <w:t>Supports the Routing_Table property</w:t>
            </w:r>
          </w:p>
        </w:tc>
      </w:tr>
      <w:tr w:rsidR="00BE4588" w:rsidRPr="00ED2B5B" w14:paraId="03F70DC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BEF0808" w14:textId="77777777" w:rsidR="00BE4588" w:rsidRPr="00ED2B5B" w:rsidRDefault="00BE4588" w:rsidP="003152AD">
            <w:pPr>
              <w:suppressAutoHyphens/>
              <w:snapToGrid w:val="0"/>
              <w:spacing w:line="276" w:lineRule="auto"/>
              <w:jc w:val="center"/>
              <w:rPr>
                <w:kern w:val="2"/>
                <w:szCs w:val="20"/>
                <w:lang w:eastAsia="ar-SA"/>
              </w:rPr>
            </w:pPr>
            <w:bookmarkStart w:id="7" w:name="_Hlk174910114"/>
          </w:p>
        </w:tc>
        <w:tc>
          <w:tcPr>
            <w:tcW w:w="904" w:type="dxa"/>
            <w:tcBorders>
              <w:top w:val="single" w:sz="4" w:space="0" w:color="000000"/>
              <w:left w:val="single" w:sz="4" w:space="0" w:color="000000"/>
              <w:bottom w:val="single" w:sz="4" w:space="0" w:color="000000"/>
              <w:right w:val="nil"/>
            </w:tcBorders>
            <w:hideMark/>
          </w:tcPr>
          <w:p w14:paraId="3C13CBAF"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hideMark/>
          </w:tcPr>
          <w:p w14:paraId="5E79DBED" w14:textId="77777777" w:rsidR="00BE4588" w:rsidRPr="00ED2B5B" w:rsidRDefault="00BE4588" w:rsidP="003152AD">
            <w:pPr>
              <w:suppressAutoHyphens/>
              <w:spacing w:line="276" w:lineRule="auto"/>
              <w:rPr>
                <w:szCs w:val="20"/>
              </w:rPr>
            </w:pPr>
            <w:r w:rsidRPr="00ED2B5B">
              <w:rPr>
                <w:szCs w:val="20"/>
              </w:rPr>
              <w:t>Supports the Network Port object Command property</w:t>
            </w:r>
          </w:p>
        </w:tc>
      </w:tr>
      <w:tr w:rsidR="00BE4588" w:rsidRPr="00ED2B5B" w14:paraId="2370CA4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7D78C37"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32AF16C"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017C951A" w14:textId="77777777" w:rsidR="00BE4588" w:rsidRPr="00ED2B5B" w:rsidRDefault="00BE4588" w:rsidP="003152AD">
            <w:pPr>
              <w:suppressAutoHyphens/>
              <w:spacing w:line="276" w:lineRule="auto"/>
              <w:rPr>
                <w:szCs w:val="20"/>
              </w:rPr>
            </w:pPr>
            <w:r w:rsidRPr="00ED2B5B">
              <w:rPr>
                <w:szCs w:val="20"/>
              </w:rPr>
              <w:t>Supports the DISCARD_CHANGES command</w:t>
            </w:r>
          </w:p>
        </w:tc>
      </w:tr>
      <w:tr w:rsidR="00BE4588" w:rsidRPr="00ED2B5B" w14:paraId="01DB60F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90C0837"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DA3FAD7"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36DAC599" w14:textId="77777777" w:rsidR="00BE4588" w:rsidRPr="00ED2B5B" w:rsidRDefault="00BE4588" w:rsidP="003152AD">
            <w:pPr>
              <w:suppressAutoHyphens/>
              <w:spacing w:line="276" w:lineRule="auto"/>
              <w:rPr>
                <w:szCs w:val="20"/>
              </w:rPr>
            </w:pPr>
            <w:r w:rsidRPr="00ED2B5B">
              <w:rPr>
                <w:szCs w:val="20"/>
              </w:rPr>
              <w:t>Supports the RESTART_SLAVE_DISCOVERY command</w:t>
            </w:r>
          </w:p>
        </w:tc>
      </w:tr>
      <w:tr w:rsidR="00BE4588" w:rsidRPr="00ED2B5B" w14:paraId="3F8D534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823AA29"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B43DD35"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258A23D4" w14:textId="77777777" w:rsidR="00BE4588" w:rsidRPr="00ED2B5B" w:rsidRDefault="00BE4588" w:rsidP="003152AD">
            <w:pPr>
              <w:suppressAutoHyphens/>
              <w:spacing w:line="276" w:lineRule="auto"/>
              <w:rPr>
                <w:szCs w:val="20"/>
              </w:rPr>
            </w:pPr>
            <w:r w:rsidRPr="00ED2B5B">
              <w:rPr>
                <w:szCs w:val="20"/>
              </w:rPr>
              <w:t>Supports the RESTART_AUTONEGOTIATION command</w:t>
            </w:r>
          </w:p>
        </w:tc>
      </w:tr>
      <w:tr w:rsidR="00BE4588" w:rsidRPr="00ED2B5B" w14:paraId="2FC5E8F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BC1C8A1"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43A948A"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6,9</w:t>
            </w:r>
          </w:p>
        </w:tc>
        <w:tc>
          <w:tcPr>
            <w:tcW w:w="7466" w:type="dxa"/>
            <w:tcBorders>
              <w:top w:val="single" w:sz="4" w:space="0" w:color="000000"/>
              <w:left w:val="single" w:sz="4" w:space="0" w:color="000000"/>
              <w:bottom w:val="single" w:sz="4" w:space="0" w:color="000000"/>
              <w:right w:val="single" w:sz="4" w:space="0" w:color="000000"/>
            </w:tcBorders>
            <w:hideMark/>
          </w:tcPr>
          <w:p w14:paraId="166159FC" w14:textId="77777777" w:rsidR="00BE4588" w:rsidRPr="00ED2B5B" w:rsidRDefault="00BE4588" w:rsidP="003152AD">
            <w:pPr>
              <w:suppressAutoHyphens/>
              <w:spacing w:line="276" w:lineRule="auto"/>
              <w:rPr>
                <w:szCs w:val="20"/>
              </w:rPr>
            </w:pPr>
            <w:r w:rsidRPr="00ED2B5B">
              <w:rPr>
                <w:szCs w:val="20"/>
              </w:rPr>
              <w:t>Supports the RESTART_PORT command</w:t>
            </w:r>
          </w:p>
        </w:tc>
      </w:tr>
      <w:tr w:rsidR="00BE4588" w:rsidRPr="004B6DDE" w14:paraId="482B062E"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68661EE" w14:textId="77777777" w:rsidR="00BE4588" w:rsidRPr="00ED2B5B"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C67D561" w14:textId="77777777" w:rsidR="00BE4588" w:rsidRPr="00ED2B5B" w:rsidRDefault="00BE4588" w:rsidP="003152AD">
            <w:pPr>
              <w:suppressAutoHyphens/>
              <w:spacing w:line="276" w:lineRule="auto"/>
              <w:jc w:val="center"/>
              <w:rPr>
                <w:szCs w:val="20"/>
              </w:rPr>
            </w:pPr>
            <w:r w:rsidRPr="00ED2B5B">
              <w:rPr>
                <w:szCs w:val="20"/>
              </w:rPr>
              <w:t>O</w:t>
            </w:r>
            <w:r w:rsidRPr="00ED2B5B">
              <w:rPr>
                <w:szCs w:val="20"/>
                <w:vertAlign w:val="superscript"/>
              </w:rPr>
              <w:t>9,10</w:t>
            </w:r>
          </w:p>
        </w:tc>
        <w:tc>
          <w:tcPr>
            <w:tcW w:w="7466" w:type="dxa"/>
            <w:tcBorders>
              <w:top w:val="single" w:sz="4" w:space="0" w:color="000000"/>
              <w:left w:val="single" w:sz="4" w:space="0" w:color="000000"/>
              <w:bottom w:val="single" w:sz="4" w:space="0" w:color="000000"/>
              <w:right w:val="single" w:sz="4" w:space="0" w:color="000000"/>
            </w:tcBorders>
            <w:hideMark/>
          </w:tcPr>
          <w:p w14:paraId="3671D5FC" w14:textId="77777777" w:rsidR="00BE4588" w:rsidRPr="004B6DDE" w:rsidRDefault="00BE4588" w:rsidP="003152AD">
            <w:pPr>
              <w:suppressAutoHyphens/>
              <w:spacing w:line="276" w:lineRule="auto"/>
              <w:rPr>
                <w:szCs w:val="20"/>
              </w:rPr>
            </w:pPr>
            <w:r w:rsidRPr="00ED2B5B">
              <w:rPr>
                <w:szCs w:val="20"/>
              </w:rPr>
              <w:t>Supports the VALIDATE_CHANGES command</w:t>
            </w:r>
          </w:p>
        </w:tc>
      </w:tr>
      <w:bookmarkEnd w:id="7"/>
      <w:tr w:rsidR="008B5C15" w:rsidRPr="00F95990" w14:paraId="081E7CB9" w14:textId="77777777" w:rsidTr="00A6516B">
        <w:trPr>
          <w:cantSplit/>
        </w:trPr>
        <w:tc>
          <w:tcPr>
            <w:tcW w:w="8910" w:type="dxa"/>
            <w:gridSpan w:val="3"/>
          </w:tcPr>
          <w:p w14:paraId="2EC3DACC" w14:textId="77777777" w:rsidR="008B5C15" w:rsidRPr="00F95990" w:rsidRDefault="008B5C15" w:rsidP="009353EF">
            <w:pPr>
              <w:pStyle w:val="OptionFootnote"/>
            </w:pPr>
            <w:r w:rsidRPr="00F95990">
              <w:rPr>
                <w:vertAlign w:val="superscript"/>
              </w:rPr>
              <w:t>1</w:t>
            </w:r>
            <w:r w:rsidRPr="00F95990">
              <w:t xml:space="preserve"> Exactly one of these options is required in order to claim conformance to this BIBB.</w:t>
            </w:r>
          </w:p>
          <w:p w14:paraId="2AAD878C" w14:textId="77777777" w:rsidR="008B5C15" w:rsidRDefault="008B5C15" w:rsidP="009353EF">
            <w:pPr>
              <w:pStyle w:val="OptionFootnote"/>
            </w:pPr>
            <w:r w:rsidRPr="00F95990">
              <w:rPr>
                <w:vertAlign w:val="superscript"/>
              </w:rPr>
              <w:t>2</w:t>
            </w:r>
            <w:r w:rsidRPr="00F95990">
              <w:t xml:space="preserve"> Exactly one of these options is required in order to claim conformance to this BIBB.</w:t>
            </w:r>
          </w:p>
          <w:p w14:paraId="5E35CB9E" w14:textId="77777777" w:rsidR="00F26415" w:rsidRDefault="00F26415" w:rsidP="009353EF">
            <w:pPr>
              <w:pStyle w:val="OptionFootnote"/>
            </w:pPr>
            <w:r w:rsidRPr="00DA1EB5">
              <w:rPr>
                <w:vertAlign w:val="superscript"/>
              </w:rPr>
              <w:t>3</w:t>
            </w:r>
            <w:r>
              <w:t xml:space="preserve"> Protocol_Revision 16 or higher must be claimed.</w:t>
            </w:r>
          </w:p>
          <w:p w14:paraId="73DD80A8" w14:textId="77777777" w:rsidR="0028727B" w:rsidRDefault="0028727B" w:rsidP="009353EF">
            <w:pPr>
              <w:pStyle w:val="OptionFootnote"/>
            </w:pPr>
            <w:r w:rsidRPr="00C16980">
              <w:rPr>
                <w:vertAlign w:val="superscript"/>
              </w:rPr>
              <w:t>4</w:t>
            </w:r>
            <w:r>
              <w:t xml:space="preserve"> Required if the device is a router</w:t>
            </w:r>
            <w:r w:rsidR="007B531D">
              <w:t xml:space="preserve"> and claims Protocol_Revision 16 or higher</w:t>
            </w:r>
            <w:r>
              <w:t>.</w:t>
            </w:r>
          </w:p>
          <w:p w14:paraId="415AF90F" w14:textId="77777777" w:rsidR="007C6FC1" w:rsidRDefault="007C6FC1" w:rsidP="009353EF">
            <w:pPr>
              <w:pStyle w:val="OptionFootnote"/>
            </w:pPr>
            <w:r w:rsidRPr="00582D01">
              <w:rPr>
                <w:vertAlign w:val="superscript"/>
              </w:rPr>
              <w:t>5</w:t>
            </w:r>
            <w:r>
              <w:t xml:space="preserve"> Required for devices which claim Protocol_Revision 17 or higher and which support DS-WP-B.</w:t>
            </w:r>
          </w:p>
          <w:p w14:paraId="3955CD63" w14:textId="77777777" w:rsidR="00BE4588" w:rsidRPr="00ED2B5B" w:rsidRDefault="00BE4588" w:rsidP="00BE4588">
            <w:pPr>
              <w:ind w:left="720"/>
            </w:pPr>
            <w:r w:rsidRPr="00ED2B5B">
              <w:rPr>
                <w:vertAlign w:val="superscript"/>
              </w:rPr>
              <w:t>6</w:t>
            </w:r>
            <w:r w:rsidRPr="00ED2B5B">
              <w:t xml:space="preserve"> Protocol_Revision 17 or higher must be claimed.</w:t>
            </w:r>
          </w:p>
          <w:p w14:paraId="2BB51F24" w14:textId="77777777" w:rsidR="00BE4588" w:rsidRPr="00ED2B5B" w:rsidRDefault="00BE4588" w:rsidP="00BE4588">
            <w:pPr>
              <w:suppressAutoHyphens/>
              <w:spacing w:line="276" w:lineRule="auto"/>
              <w:ind w:left="720"/>
              <w:rPr>
                <w:lang w:val="en-CA"/>
              </w:rPr>
            </w:pPr>
            <w:r w:rsidRPr="00ED2B5B">
              <w:rPr>
                <w:vertAlign w:val="superscript"/>
                <w:lang w:val="en-CA"/>
              </w:rPr>
              <w:t xml:space="preserve">7 </w:t>
            </w:r>
            <w:r w:rsidRPr="00ED2B5B">
              <w:rPr>
                <w:lang w:val="en-CA"/>
              </w:rPr>
              <w:t>At least one of these options is required if the IUT claims Protocol_Revision 17 or higher.</w:t>
            </w:r>
          </w:p>
          <w:p w14:paraId="5E786930" w14:textId="77777777" w:rsidR="00BE4588" w:rsidRPr="00ED2B5B" w:rsidRDefault="00BE4588" w:rsidP="00BE4588">
            <w:pPr>
              <w:ind w:left="720"/>
            </w:pPr>
            <w:r w:rsidRPr="00ED2B5B">
              <w:rPr>
                <w:vertAlign w:val="superscript"/>
              </w:rPr>
              <w:t>8</w:t>
            </w:r>
            <w:r w:rsidRPr="00ED2B5B">
              <w:t xml:space="preserve"> Support for writable Network_Number properties is required in routers and other IUTs that need to know the network number in order to operate.</w:t>
            </w:r>
          </w:p>
          <w:p w14:paraId="4C6850B8" w14:textId="77777777" w:rsidR="00BE4588" w:rsidRPr="00ED2B5B" w:rsidRDefault="00BE4588" w:rsidP="00BE4588">
            <w:pPr>
              <w:ind w:left="720"/>
            </w:pPr>
            <w:r w:rsidRPr="00ED2B5B">
              <w:rPr>
                <w:vertAlign w:val="superscript"/>
              </w:rPr>
              <w:t>9</w:t>
            </w:r>
            <w:r w:rsidRPr="00ED2B5B">
              <w:t xml:space="preserve"> At least one of these options is required if the Network Port object Command property is supported.</w:t>
            </w:r>
          </w:p>
          <w:p w14:paraId="50D14A5C" w14:textId="58ED8D77" w:rsidR="00BE4588" w:rsidRPr="00F95990" w:rsidRDefault="00BE4588" w:rsidP="00BE4588">
            <w:pPr>
              <w:pStyle w:val="OptionFootnote"/>
              <w:rPr>
                <w:b/>
                <w:bCs/>
              </w:rPr>
            </w:pPr>
            <w:r w:rsidRPr="00ED2B5B">
              <w:rPr>
                <w:vertAlign w:val="superscript"/>
              </w:rPr>
              <w:t>10</w:t>
            </w:r>
            <w:r w:rsidRPr="00ED2B5B">
              <w:t xml:space="preserve"> Protocol_Revision 24 or higher must be claimed.</w:t>
            </w:r>
          </w:p>
        </w:tc>
      </w:tr>
      <w:tr w:rsidR="008B5C15" w:rsidRPr="00F95990" w14:paraId="5ECF7DF1" w14:textId="77777777" w:rsidTr="00A6516B">
        <w:trPr>
          <w:cantSplit/>
        </w:trPr>
        <w:tc>
          <w:tcPr>
            <w:tcW w:w="8910" w:type="dxa"/>
            <w:gridSpan w:val="3"/>
          </w:tcPr>
          <w:p w14:paraId="14A37BC2" w14:textId="77777777" w:rsidR="008B5C15" w:rsidRPr="00F95990" w:rsidRDefault="008B5C15" w:rsidP="009353EF">
            <w:pPr>
              <w:rPr>
                <w:b/>
                <w:bCs/>
              </w:rPr>
            </w:pPr>
            <w:r w:rsidRPr="00F95990">
              <w:rPr>
                <w:b/>
                <w:bCs/>
              </w:rPr>
              <w:t xml:space="preserve">Data Link Layer </w:t>
            </w:r>
            <w:r w:rsidR="00012C95">
              <w:rPr>
                <w:b/>
                <w:bCs/>
              </w:rPr>
              <w:t>-</w:t>
            </w:r>
            <w:r w:rsidRPr="00F95990">
              <w:rPr>
                <w:b/>
                <w:bCs/>
              </w:rPr>
              <w:t xml:space="preserve"> MS/TP </w:t>
            </w:r>
            <w:r w:rsidR="00012C95">
              <w:rPr>
                <w:b/>
                <w:bCs/>
              </w:rPr>
              <w:t>-</w:t>
            </w:r>
            <w:r w:rsidRPr="00F95990">
              <w:rPr>
                <w:b/>
                <w:bCs/>
              </w:rPr>
              <w:t xml:space="preserve"> Slave Node</w:t>
            </w:r>
          </w:p>
        </w:tc>
      </w:tr>
      <w:tr w:rsidR="008B5C15" w:rsidRPr="00F95990" w14:paraId="13A5EA2F" w14:textId="77777777" w:rsidTr="00A6516B">
        <w:tc>
          <w:tcPr>
            <w:tcW w:w="540" w:type="dxa"/>
          </w:tcPr>
          <w:p w14:paraId="591F76CB" w14:textId="77777777" w:rsidR="008B5C15" w:rsidRPr="00F95990" w:rsidRDefault="008B5C15" w:rsidP="009353EF">
            <w:pPr>
              <w:jc w:val="center"/>
            </w:pPr>
          </w:p>
        </w:tc>
        <w:tc>
          <w:tcPr>
            <w:tcW w:w="904" w:type="dxa"/>
          </w:tcPr>
          <w:p w14:paraId="271D2755" w14:textId="77777777" w:rsidR="008B5C15" w:rsidRPr="00F95990" w:rsidRDefault="008B5C15" w:rsidP="009353EF">
            <w:pPr>
              <w:jc w:val="center"/>
            </w:pPr>
            <w:r w:rsidRPr="00F95990">
              <w:t>R</w:t>
            </w:r>
          </w:p>
        </w:tc>
        <w:tc>
          <w:tcPr>
            <w:tcW w:w="7466" w:type="dxa"/>
          </w:tcPr>
          <w:p w14:paraId="247ABCB3" w14:textId="77777777" w:rsidR="008B5C15" w:rsidRPr="00F95990" w:rsidRDefault="008B5C15" w:rsidP="009353EF">
            <w:r w:rsidRPr="00F95990">
              <w:t>Base Requirements</w:t>
            </w:r>
          </w:p>
        </w:tc>
      </w:tr>
      <w:tr w:rsidR="008B7AB6" w:rsidRPr="00A120E8" w14:paraId="707E6B65" w14:textId="77777777" w:rsidTr="008B7A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1F9B2C8" w14:textId="77777777" w:rsidR="008B7AB6" w:rsidRPr="00A120E8" w:rsidRDefault="008B7AB6" w:rsidP="003A0D77">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34C4EB6" w14:textId="77777777" w:rsidR="008B7AB6" w:rsidRPr="00A120E8" w:rsidRDefault="008B7AB6" w:rsidP="003A0D77">
            <w:pPr>
              <w:suppressAutoHyphens/>
              <w:spacing w:line="276" w:lineRule="auto"/>
              <w:jc w:val="center"/>
              <w:rPr>
                <w:szCs w:val="20"/>
              </w:rPr>
            </w:pPr>
            <w:r w:rsidRPr="00A120E8">
              <w:rPr>
                <w:szCs w:val="20"/>
              </w:rPr>
              <w:t>C</w:t>
            </w:r>
            <w:r w:rsidRPr="005B72AB">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017494D5" w14:textId="77777777" w:rsidR="008B7AB6" w:rsidRPr="00A120E8" w:rsidRDefault="008B7AB6" w:rsidP="003A0D77">
            <w:pPr>
              <w:suppressAutoHyphens/>
              <w:spacing w:line="276" w:lineRule="auto"/>
              <w:rPr>
                <w:szCs w:val="20"/>
              </w:rPr>
            </w:pPr>
            <w:r w:rsidRPr="00A120E8">
              <w:rPr>
                <w:szCs w:val="20"/>
              </w:rPr>
              <w:t>Supports the Network Port object</w:t>
            </w:r>
          </w:p>
        </w:tc>
      </w:tr>
      <w:tr w:rsidR="00AE1F50" w14:paraId="1220207A"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E1EA4E7" w14:textId="77777777" w:rsidR="00AE1F50" w:rsidRDefault="00AE1F50"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8A904B7" w14:textId="6042E165" w:rsidR="00AE1F50" w:rsidRDefault="00AE1F50" w:rsidP="00B90A88">
            <w:pPr>
              <w:suppressAutoHyphens/>
              <w:spacing w:line="276" w:lineRule="auto"/>
              <w:jc w:val="center"/>
              <w:rPr>
                <w:szCs w:val="20"/>
              </w:rPr>
            </w:pPr>
            <w:r>
              <w:rPr>
                <w:szCs w:val="20"/>
              </w:rPr>
              <w:t>O</w:t>
            </w:r>
            <w:r w:rsidRPr="00AE1F50">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tcPr>
          <w:p w14:paraId="2726AF4F" w14:textId="1BB18B0F" w:rsidR="00AE1F50" w:rsidRDefault="00AE1F50" w:rsidP="00B90A88">
            <w:pPr>
              <w:suppressAutoHyphens/>
              <w:spacing w:line="276" w:lineRule="auto"/>
              <w:rPr>
                <w:szCs w:val="20"/>
              </w:rPr>
            </w:pPr>
            <w:r>
              <w:rPr>
                <w:szCs w:val="20"/>
              </w:rPr>
              <w:t>Supports extended MS/TP frames (over 501 octets)</w:t>
            </w:r>
          </w:p>
        </w:tc>
      </w:tr>
      <w:tr w:rsidR="00BE4588" w:rsidRPr="00A120E8" w14:paraId="615B5B5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F98ADE8"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F546117"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tcPr>
          <w:p w14:paraId="431D97F5" w14:textId="77777777" w:rsidR="00BE4588" w:rsidRPr="00A120E8" w:rsidRDefault="00BE4588" w:rsidP="003152AD">
            <w:pPr>
              <w:suppressAutoHyphens/>
              <w:spacing w:line="276" w:lineRule="auto"/>
              <w:rPr>
                <w:szCs w:val="20"/>
              </w:rPr>
            </w:pPr>
            <w:r w:rsidRPr="00A120E8">
              <w:rPr>
                <w:szCs w:val="20"/>
              </w:rPr>
              <w:t>Supports configurable Out_Of_Service property</w:t>
            </w:r>
          </w:p>
        </w:tc>
      </w:tr>
      <w:tr w:rsidR="00BE4588" w:rsidRPr="00A120E8" w14:paraId="59222CDC"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8CCAB99"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EDFB186" w14:textId="77777777" w:rsidR="00BE4588" w:rsidRPr="00A120E8" w:rsidRDefault="00BE4588" w:rsidP="003152AD">
            <w:pPr>
              <w:suppressAutoHyphens/>
              <w:spacing w:line="276" w:lineRule="auto"/>
              <w:jc w:val="center"/>
              <w:rPr>
                <w:szCs w:val="20"/>
              </w:rPr>
            </w:pPr>
            <w:r w:rsidRPr="00A120E8">
              <w:rPr>
                <w:szCs w:val="20"/>
              </w:rPr>
              <w:t>C</w:t>
            </w:r>
            <w:r w:rsidRPr="00A120E8">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tcPr>
          <w:p w14:paraId="56AA2A36" w14:textId="77777777" w:rsidR="00BE4588" w:rsidRPr="00A120E8" w:rsidRDefault="00BE4588" w:rsidP="003152AD">
            <w:pPr>
              <w:suppressAutoHyphens/>
              <w:spacing w:line="276" w:lineRule="auto"/>
              <w:rPr>
                <w:szCs w:val="20"/>
              </w:rPr>
            </w:pPr>
            <w:r w:rsidRPr="00A120E8">
              <w:rPr>
                <w:szCs w:val="20"/>
              </w:rPr>
              <w:t>Supports hierarchical Network Port objects</w:t>
            </w:r>
          </w:p>
        </w:tc>
      </w:tr>
      <w:tr w:rsidR="00BE4588" w:rsidRPr="00A120E8" w14:paraId="01CA5BC0"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F1FEC8F"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6C2EE5C" w14:textId="77777777" w:rsidR="00BE4588" w:rsidRPr="00A120E8" w:rsidRDefault="00BE4588" w:rsidP="003152AD">
            <w:pPr>
              <w:suppressAutoHyphens/>
              <w:spacing w:line="276" w:lineRule="auto"/>
              <w:jc w:val="center"/>
              <w:rPr>
                <w:szCs w:val="20"/>
              </w:rPr>
            </w:pPr>
            <w:r w:rsidRPr="00A120E8">
              <w:rPr>
                <w:szCs w:val="20"/>
              </w:rPr>
              <w:t>C</w:t>
            </w:r>
            <w:r w:rsidRPr="00A120E8">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tcPr>
          <w:p w14:paraId="0F3F130C" w14:textId="77777777" w:rsidR="00BE4588" w:rsidRPr="00A120E8" w:rsidRDefault="00BE4588" w:rsidP="003152AD">
            <w:pPr>
              <w:suppressAutoHyphens/>
              <w:spacing w:line="276" w:lineRule="auto"/>
              <w:rPr>
                <w:szCs w:val="20"/>
              </w:rPr>
            </w:pPr>
            <w:r w:rsidRPr="00A120E8">
              <w:rPr>
                <w:szCs w:val="20"/>
              </w:rPr>
              <w:t>Supports Non-hierarchical Network Port objects</w:t>
            </w:r>
          </w:p>
        </w:tc>
      </w:tr>
      <w:tr w:rsidR="00BE4588" w:rsidRPr="00A120E8" w14:paraId="0A285319"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B2E848E"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2A01115"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61BC26C6" w14:textId="77777777" w:rsidR="00BE4588" w:rsidRPr="00A120E8" w:rsidRDefault="00BE4588" w:rsidP="003152AD">
            <w:pPr>
              <w:suppressAutoHyphens/>
              <w:spacing w:line="276" w:lineRule="auto"/>
              <w:rPr>
                <w:szCs w:val="20"/>
              </w:rPr>
            </w:pPr>
            <w:r w:rsidRPr="00A120E8">
              <w:rPr>
                <w:szCs w:val="20"/>
              </w:rPr>
              <w:t>Supports the Network Port object Command property</w:t>
            </w:r>
          </w:p>
        </w:tc>
      </w:tr>
      <w:tr w:rsidR="00BE4588" w:rsidRPr="00A120E8" w14:paraId="3C6D6336"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8089F67"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DD80A89"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3,5</w:t>
            </w:r>
          </w:p>
        </w:tc>
        <w:tc>
          <w:tcPr>
            <w:tcW w:w="7466" w:type="dxa"/>
            <w:tcBorders>
              <w:top w:val="single" w:sz="4" w:space="0" w:color="000000"/>
              <w:left w:val="single" w:sz="4" w:space="0" w:color="000000"/>
              <w:bottom w:val="single" w:sz="4" w:space="0" w:color="000000"/>
              <w:right w:val="single" w:sz="4" w:space="0" w:color="000000"/>
            </w:tcBorders>
            <w:hideMark/>
          </w:tcPr>
          <w:p w14:paraId="3418F4A0" w14:textId="77777777" w:rsidR="00BE4588" w:rsidRPr="00A120E8" w:rsidRDefault="00BE4588" w:rsidP="003152AD">
            <w:pPr>
              <w:suppressAutoHyphens/>
              <w:spacing w:line="276" w:lineRule="auto"/>
              <w:rPr>
                <w:szCs w:val="20"/>
              </w:rPr>
            </w:pPr>
            <w:r w:rsidRPr="00A120E8">
              <w:rPr>
                <w:szCs w:val="20"/>
              </w:rPr>
              <w:t>Supports the DISCARD_CHANGES command</w:t>
            </w:r>
          </w:p>
        </w:tc>
      </w:tr>
      <w:tr w:rsidR="00BE4588" w:rsidRPr="00A120E8" w14:paraId="774E9723"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B83D43A"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B718519"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3,5</w:t>
            </w:r>
          </w:p>
        </w:tc>
        <w:tc>
          <w:tcPr>
            <w:tcW w:w="7466" w:type="dxa"/>
            <w:tcBorders>
              <w:top w:val="single" w:sz="4" w:space="0" w:color="000000"/>
              <w:left w:val="single" w:sz="4" w:space="0" w:color="000000"/>
              <w:bottom w:val="single" w:sz="4" w:space="0" w:color="000000"/>
              <w:right w:val="single" w:sz="4" w:space="0" w:color="000000"/>
            </w:tcBorders>
            <w:hideMark/>
          </w:tcPr>
          <w:p w14:paraId="6D0BC341" w14:textId="77777777" w:rsidR="00BE4588" w:rsidRPr="00A120E8" w:rsidRDefault="00BE4588" w:rsidP="003152AD">
            <w:pPr>
              <w:suppressAutoHyphens/>
              <w:spacing w:line="276" w:lineRule="auto"/>
              <w:rPr>
                <w:szCs w:val="20"/>
              </w:rPr>
            </w:pPr>
            <w:r w:rsidRPr="00A120E8">
              <w:rPr>
                <w:szCs w:val="20"/>
              </w:rPr>
              <w:t>Supports the RESTART_AUTONEGOTIATION command</w:t>
            </w:r>
          </w:p>
        </w:tc>
      </w:tr>
      <w:tr w:rsidR="00BE4588" w:rsidRPr="00A120E8" w14:paraId="02550337"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D0903BE" w14:textId="77777777" w:rsidR="00BE4588" w:rsidRPr="00A120E8"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DE14465"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3,5</w:t>
            </w:r>
          </w:p>
        </w:tc>
        <w:tc>
          <w:tcPr>
            <w:tcW w:w="7466" w:type="dxa"/>
            <w:tcBorders>
              <w:top w:val="single" w:sz="4" w:space="0" w:color="000000"/>
              <w:left w:val="single" w:sz="4" w:space="0" w:color="000000"/>
              <w:bottom w:val="single" w:sz="4" w:space="0" w:color="000000"/>
              <w:right w:val="single" w:sz="4" w:space="0" w:color="000000"/>
            </w:tcBorders>
            <w:hideMark/>
          </w:tcPr>
          <w:p w14:paraId="4609D59F" w14:textId="77777777" w:rsidR="00BE4588" w:rsidRPr="00A120E8" w:rsidRDefault="00BE4588" w:rsidP="003152AD">
            <w:pPr>
              <w:suppressAutoHyphens/>
              <w:spacing w:line="276" w:lineRule="auto"/>
              <w:rPr>
                <w:szCs w:val="20"/>
              </w:rPr>
            </w:pPr>
            <w:r w:rsidRPr="00A120E8">
              <w:rPr>
                <w:szCs w:val="20"/>
              </w:rPr>
              <w:t>Supports the RESTART_PORT command</w:t>
            </w:r>
          </w:p>
        </w:tc>
      </w:tr>
      <w:tr w:rsidR="00BE4588" w:rsidRPr="00A120E8" w14:paraId="64D7C8A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2690F47" w14:textId="77777777" w:rsidR="00BE4588" w:rsidRPr="00A120E8" w:rsidRDefault="00BE4588" w:rsidP="003152AD">
            <w:pPr>
              <w:suppressAutoHyphens/>
              <w:snapToGrid w:val="0"/>
              <w:spacing w:line="276" w:lineRule="auto"/>
              <w:jc w:val="center"/>
              <w:rPr>
                <w:kern w:val="2"/>
                <w:szCs w:val="20"/>
                <w:lang w:eastAsia="ar-SA"/>
              </w:rPr>
            </w:pPr>
            <w:bookmarkStart w:id="8" w:name="_Hlk174970019"/>
          </w:p>
        </w:tc>
        <w:tc>
          <w:tcPr>
            <w:tcW w:w="904" w:type="dxa"/>
            <w:tcBorders>
              <w:top w:val="single" w:sz="4" w:space="0" w:color="000000"/>
              <w:left w:val="single" w:sz="4" w:space="0" w:color="000000"/>
              <w:bottom w:val="single" w:sz="4" w:space="0" w:color="000000"/>
              <w:right w:val="nil"/>
            </w:tcBorders>
            <w:hideMark/>
          </w:tcPr>
          <w:p w14:paraId="637BD668" w14:textId="77777777" w:rsidR="00BE4588" w:rsidRPr="00A120E8" w:rsidRDefault="00BE4588" w:rsidP="003152AD">
            <w:pPr>
              <w:suppressAutoHyphens/>
              <w:spacing w:line="276" w:lineRule="auto"/>
              <w:jc w:val="center"/>
              <w:rPr>
                <w:szCs w:val="20"/>
              </w:rPr>
            </w:pPr>
            <w:r w:rsidRPr="00A120E8">
              <w:rPr>
                <w:szCs w:val="20"/>
              </w:rPr>
              <w:t>O</w:t>
            </w:r>
            <w:r w:rsidRPr="00A120E8">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20DD4CCB" w14:textId="77777777" w:rsidR="00BE4588" w:rsidRPr="00A120E8" w:rsidRDefault="00BE4588" w:rsidP="003152AD">
            <w:pPr>
              <w:suppressAutoHyphens/>
              <w:spacing w:line="276" w:lineRule="auto"/>
              <w:rPr>
                <w:szCs w:val="20"/>
              </w:rPr>
            </w:pPr>
            <w:r w:rsidRPr="00A120E8">
              <w:rPr>
                <w:szCs w:val="20"/>
              </w:rPr>
              <w:t>Supports the VALIDATE_CHANGES command</w:t>
            </w:r>
          </w:p>
        </w:tc>
      </w:tr>
      <w:bookmarkEnd w:id="8"/>
      <w:tr w:rsidR="004832C2" w14:paraId="74D0E32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8910" w:type="dxa"/>
            <w:gridSpan w:val="3"/>
            <w:tcBorders>
              <w:top w:val="single" w:sz="4" w:space="0" w:color="000000"/>
              <w:left w:val="single" w:sz="4" w:space="0" w:color="000000"/>
              <w:bottom w:val="single" w:sz="4" w:space="0" w:color="000000"/>
              <w:right w:val="single" w:sz="4" w:space="0" w:color="000000"/>
            </w:tcBorders>
          </w:tcPr>
          <w:p w14:paraId="351549FE" w14:textId="77777777" w:rsidR="004832C2" w:rsidRDefault="00AE1F50" w:rsidP="00AE1F50">
            <w:pPr>
              <w:suppressAutoHyphens/>
              <w:spacing w:line="276" w:lineRule="auto"/>
              <w:ind w:left="720"/>
              <w:rPr>
                <w:szCs w:val="20"/>
              </w:rPr>
            </w:pPr>
            <w:r w:rsidRPr="00AE1F50">
              <w:rPr>
                <w:szCs w:val="20"/>
                <w:vertAlign w:val="superscript"/>
              </w:rPr>
              <w:t>1</w:t>
            </w:r>
            <w:r>
              <w:rPr>
                <w:szCs w:val="20"/>
              </w:rPr>
              <w:t xml:space="preserve"> Protocol_Revision 16 or higher must be claimed.</w:t>
            </w:r>
          </w:p>
          <w:p w14:paraId="6EB936A0" w14:textId="77777777" w:rsidR="00BE4588" w:rsidRPr="00A120E8" w:rsidRDefault="00BE4588" w:rsidP="00BE4588">
            <w:pPr>
              <w:ind w:left="720"/>
            </w:pPr>
            <w:r w:rsidRPr="00A120E8">
              <w:rPr>
                <w:vertAlign w:val="superscript"/>
              </w:rPr>
              <w:lastRenderedPageBreak/>
              <w:t>2</w:t>
            </w:r>
            <w:r w:rsidRPr="00A120E8">
              <w:t xml:space="preserve"> Required if the IUT claims Protocol_Revision 17 or higher.</w:t>
            </w:r>
          </w:p>
          <w:p w14:paraId="5271781B" w14:textId="77777777" w:rsidR="00BE4588" w:rsidRPr="00A120E8" w:rsidRDefault="00BE4588" w:rsidP="00BE4588">
            <w:pPr>
              <w:ind w:left="720"/>
            </w:pPr>
            <w:r w:rsidRPr="00A120E8">
              <w:rPr>
                <w:vertAlign w:val="superscript"/>
              </w:rPr>
              <w:t>3</w:t>
            </w:r>
            <w:r w:rsidRPr="00A120E8">
              <w:t xml:space="preserve"> Protocol_Revision 17 or higher must be claimed.</w:t>
            </w:r>
          </w:p>
          <w:p w14:paraId="661997DF" w14:textId="77777777" w:rsidR="00BE4588" w:rsidRPr="00A120E8" w:rsidRDefault="00BE4588" w:rsidP="00BE4588">
            <w:pPr>
              <w:suppressAutoHyphens/>
              <w:spacing w:line="276" w:lineRule="auto"/>
              <w:ind w:left="720"/>
              <w:rPr>
                <w:lang w:val="en-CA"/>
              </w:rPr>
            </w:pPr>
            <w:r w:rsidRPr="00A120E8">
              <w:rPr>
                <w:vertAlign w:val="superscript"/>
                <w:lang w:val="en-CA"/>
              </w:rPr>
              <w:t xml:space="preserve">4 </w:t>
            </w:r>
            <w:r w:rsidRPr="00A120E8">
              <w:rPr>
                <w:lang w:val="en-CA"/>
              </w:rPr>
              <w:t>At least one of these options is required if the IUT claims Protocol_Revision 17 or higher.</w:t>
            </w:r>
          </w:p>
          <w:p w14:paraId="7EE42DB5" w14:textId="77777777" w:rsidR="00BE4588" w:rsidRPr="00A120E8" w:rsidRDefault="00BE4588" w:rsidP="00BE4588">
            <w:pPr>
              <w:suppressAutoHyphens/>
              <w:spacing w:line="276" w:lineRule="auto"/>
              <w:ind w:left="720"/>
            </w:pPr>
            <w:r w:rsidRPr="00A120E8">
              <w:rPr>
                <w:vertAlign w:val="superscript"/>
              </w:rPr>
              <w:t>5</w:t>
            </w:r>
            <w:r w:rsidRPr="00A120E8">
              <w:t xml:space="preserve"> At least one of these options is required if the Network Port object Command property is supported.</w:t>
            </w:r>
          </w:p>
          <w:p w14:paraId="273D46C6" w14:textId="12BA87F2" w:rsidR="00BE4588" w:rsidRDefault="00BE4588" w:rsidP="00BE4588">
            <w:pPr>
              <w:suppressAutoHyphens/>
              <w:spacing w:line="276" w:lineRule="auto"/>
              <w:ind w:left="720"/>
              <w:rPr>
                <w:szCs w:val="20"/>
              </w:rPr>
            </w:pPr>
            <w:r w:rsidRPr="00A120E8">
              <w:rPr>
                <w:vertAlign w:val="superscript"/>
              </w:rPr>
              <w:t>6</w:t>
            </w:r>
            <w:r w:rsidRPr="00A120E8">
              <w:t xml:space="preserve"> Protocol_Revision 24 or higher must be claimed.</w:t>
            </w:r>
          </w:p>
        </w:tc>
      </w:tr>
      <w:tr w:rsidR="004832C2" w:rsidRPr="007F0182" w14:paraId="72AA4DF2"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486F58B1" w14:textId="77777777" w:rsidR="004832C2" w:rsidRPr="00EF212A" w:rsidRDefault="004832C2" w:rsidP="00537A69">
            <w:pPr>
              <w:rPr>
                <w:b/>
              </w:rPr>
            </w:pPr>
            <w:r>
              <w:rPr>
                <w:b/>
              </w:rPr>
              <w:lastRenderedPageBreak/>
              <w:t xml:space="preserve">Data Link Layer - IPv4 </w:t>
            </w:r>
          </w:p>
        </w:tc>
      </w:tr>
      <w:tr w:rsidR="004832C2" w:rsidRPr="00F95990" w14:paraId="147729B1" w14:textId="77777777" w:rsidTr="00A6516B">
        <w:tc>
          <w:tcPr>
            <w:tcW w:w="540" w:type="dxa"/>
          </w:tcPr>
          <w:p w14:paraId="0A7D4058" w14:textId="77777777" w:rsidR="004832C2" w:rsidRPr="00F95990" w:rsidRDefault="004832C2" w:rsidP="00537A69">
            <w:pPr>
              <w:jc w:val="center"/>
            </w:pPr>
          </w:p>
        </w:tc>
        <w:tc>
          <w:tcPr>
            <w:tcW w:w="904" w:type="dxa"/>
          </w:tcPr>
          <w:p w14:paraId="021A142A" w14:textId="77777777" w:rsidR="004832C2" w:rsidRPr="00F95990" w:rsidRDefault="004832C2" w:rsidP="00537A69">
            <w:pPr>
              <w:jc w:val="center"/>
            </w:pPr>
            <w:r w:rsidRPr="00F95990">
              <w:t>R</w:t>
            </w:r>
          </w:p>
        </w:tc>
        <w:tc>
          <w:tcPr>
            <w:tcW w:w="7466" w:type="dxa"/>
          </w:tcPr>
          <w:p w14:paraId="3D843878" w14:textId="77777777" w:rsidR="004832C2" w:rsidRPr="00F95990" w:rsidRDefault="004832C2" w:rsidP="00537A69">
            <w:r w:rsidRPr="00F95990">
              <w:t>Base Requirements</w:t>
            </w:r>
          </w:p>
        </w:tc>
      </w:tr>
      <w:tr w:rsidR="004832C2" w:rsidRPr="009E111F" w14:paraId="3F622D32" w14:textId="77777777" w:rsidTr="00A6516B">
        <w:tc>
          <w:tcPr>
            <w:tcW w:w="540" w:type="dxa"/>
            <w:tcBorders>
              <w:top w:val="single" w:sz="4" w:space="0" w:color="auto"/>
              <w:left w:val="single" w:sz="4" w:space="0" w:color="auto"/>
              <w:bottom w:val="single" w:sz="4" w:space="0" w:color="auto"/>
              <w:right w:val="single" w:sz="4" w:space="0" w:color="auto"/>
            </w:tcBorders>
          </w:tcPr>
          <w:p w14:paraId="3A872A77" w14:textId="77777777" w:rsidR="004832C2" w:rsidRPr="005E4DBC" w:rsidRDefault="004832C2" w:rsidP="00537A69">
            <w:pPr>
              <w:jc w:val="center"/>
            </w:pPr>
          </w:p>
        </w:tc>
        <w:tc>
          <w:tcPr>
            <w:tcW w:w="904" w:type="dxa"/>
            <w:tcBorders>
              <w:top w:val="single" w:sz="4" w:space="0" w:color="auto"/>
              <w:left w:val="single" w:sz="4" w:space="0" w:color="auto"/>
              <w:bottom w:val="single" w:sz="4" w:space="0" w:color="auto"/>
              <w:right w:val="single" w:sz="4" w:space="0" w:color="auto"/>
            </w:tcBorders>
          </w:tcPr>
          <w:p w14:paraId="6E74F5CA" w14:textId="77777777" w:rsidR="004832C2" w:rsidRPr="005E4DBC" w:rsidRDefault="004832C2" w:rsidP="00537A69">
            <w:pPr>
              <w:jc w:val="center"/>
            </w:pPr>
            <w:r w:rsidRPr="005E4DBC">
              <w:t>C</w:t>
            </w:r>
            <w:r w:rsidRPr="00D21371">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18062911" w14:textId="77777777" w:rsidR="004832C2" w:rsidRPr="005E4DBC" w:rsidRDefault="004832C2" w:rsidP="00537A69">
            <w:r w:rsidRPr="005E4DBC">
              <w:t>Is able to operate in Normal mode</w:t>
            </w:r>
          </w:p>
        </w:tc>
      </w:tr>
      <w:tr w:rsidR="004832C2" w:rsidRPr="009E111F" w14:paraId="6033541A" w14:textId="77777777" w:rsidTr="00A6516B">
        <w:tc>
          <w:tcPr>
            <w:tcW w:w="540" w:type="dxa"/>
            <w:tcBorders>
              <w:top w:val="single" w:sz="4" w:space="0" w:color="auto"/>
              <w:left w:val="single" w:sz="4" w:space="0" w:color="auto"/>
              <w:bottom w:val="single" w:sz="4" w:space="0" w:color="auto"/>
              <w:right w:val="single" w:sz="4" w:space="0" w:color="auto"/>
            </w:tcBorders>
          </w:tcPr>
          <w:p w14:paraId="346C9D99" w14:textId="77777777" w:rsidR="004832C2" w:rsidRPr="005E4DBC" w:rsidRDefault="004832C2" w:rsidP="00537A69">
            <w:pPr>
              <w:jc w:val="center"/>
            </w:pPr>
          </w:p>
        </w:tc>
        <w:tc>
          <w:tcPr>
            <w:tcW w:w="904" w:type="dxa"/>
            <w:tcBorders>
              <w:top w:val="single" w:sz="4" w:space="0" w:color="auto"/>
              <w:left w:val="single" w:sz="4" w:space="0" w:color="auto"/>
              <w:bottom w:val="single" w:sz="4" w:space="0" w:color="auto"/>
              <w:right w:val="single" w:sz="4" w:space="0" w:color="auto"/>
            </w:tcBorders>
          </w:tcPr>
          <w:p w14:paraId="45E6C688" w14:textId="77777777" w:rsidR="004832C2" w:rsidRPr="005E4DBC" w:rsidRDefault="004832C2" w:rsidP="00537A69">
            <w:pPr>
              <w:jc w:val="center"/>
            </w:pPr>
            <w:r w:rsidRPr="005E4DBC">
              <w:t>C</w:t>
            </w:r>
            <w:r w:rsidRPr="00D21371">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415B21FA" w14:textId="77777777" w:rsidR="004832C2" w:rsidRPr="005E4DBC" w:rsidRDefault="004832C2" w:rsidP="00537A69">
            <w:r w:rsidRPr="005E4DBC">
              <w:t>Is able to operate in Foreign mode</w:t>
            </w:r>
          </w:p>
        </w:tc>
      </w:tr>
      <w:tr w:rsidR="004832C2" w:rsidRPr="009E111F" w14:paraId="6A1E0E67" w14:textId="77777777" w:rsidTr="00A6516B">
        <w:tc>
          <w:tcPr>
            <w:tcW w:w="540" w:type="dxa"/>
            <w:tcBorders>
              <w:top w:val="single" w:sz="4" w:space="0" w:color="auto"/>
              <w:left w:val="single" w:sz="4" w:space="0" w:color="auto"/>
              <w:bottom w:val="single" w:sz="4" w:space="0" w:color="auto"/>
              <w:right w:val="single" w:sz="4" w:space="0" w:color="auto"/>
            </w:tcBorders>
          </w:tcPr>
          <w:p w14:paraId="2C2E52F2" w14:textId="77777777" w:rsidR="004832C2" w:rsidRPr="005E4DBC" w:rsidRDefault="004832C2" w:rsidP="00537A69">
            <w:pPr>
              <w:jc w:val="center"/>
            </w:pPr>
          </w:p>
        </w:tc>
        <w:tc>
          <w:tcPr>
            <w:tcW w:w="904" w:type="dxa"/>
            <w:tcBorders>
              <w:top w:val="single" w:sz="4" w:space="0" w:color="auto"/>
              <w:left w:val="single" w:sz="4" w:space="0" w:color="auto"/>
              <w:bottom w:val="single" w:sz="4" w:space="0" w:color="auto"/>
              <w:right w:val="single" w:sz="4" w:space="0" w:color="auto"/>
            </w:tcBorders>
          </w:tcPr>
          <w:p w14:paraId="0830DE2A" w14:textId="3BCA4F2B" w:rsidR="004832C2" w:rsidRPr="005E4DBC" w:rsidRDefault="004832C2" w:rsidP="00537A69">
            <w:pPr>
              <w:jc w:val="center"/>
            </w:pPr>
            <w:r w:rsidRPr="005E4DBC">
              <w:t>C</w:t>
            </w:r>
            <w:r w:rsidR="00592E5C">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55C7B956" w14:textId="77777777" w:rsidR="004832C2" w:rsidRPr="005E4DBC" w:rsidRDefault="004832C2" w:rsidP="00537A69">
            <w:r w:rsidRPr="005E4DBC">
              <w:t>Is able to operate in BBMD mode</w:t>
            </w:r>
          </w:p>
        </w:tc>
      </w:tr>
      <w:tr w:rsidR="000301CD" w:rsidRPr="00FD5AC7" w14:paraId="6F0317AD" w14:textId="77777777" w:rsidTr="000301CD">
        <w:tc>
          <w:tcPr>
            <w:tcW w:w="540" w:type="dxa"/>
            <w:tcBorders>
              <w:top w:val="single" w:sz="4" w:space="0" w:color="auto"/>
              <w:left w:val="single" w:sz="4" w:space="0" w:color="auto"/>
              <w:bottom w:val="single" w:sz="4" w:space="0" w:color="auto"/>
              <w:right w:val="single" w:sz="4" w:space="0" w:color="auto"/>
            </w:tcBorders>
          </w:tcPr>
          <w:p w14:paraId="1EA69BE7" w14:textId="77777777" w:rsidR="000301CD" w:rsidRPr="00520229" w:rsidRDefault="000301CD" w:rsidP="003A0D77">
            <w:pPr>
              <w:jc w:val="center"/>
            </w:pPr>
          </w:p>
        </w:tc>
        <w:tc>
          <w:tcPr>
            <w:tcW w:w="904" w:type="dxa"/>
            <w:tcBorders>
              <w:top w:val="single" w:sz="4" w:space="0" w:color="auto"/>
              <w:left w:val="single" w:sz="4" w:space="0" w:color="auto"/>
              <w:bottom w:val="single" w:sz="4" w:space="0" w:color="auto"/>
              <w:right w:val="single" w:sz="4" w:space="0" w:color="auto"/>
            </w:tcBorders>
          </w:tcPr>
          <w:p w14:paraId="78B7ADCE" w14:textId="77777777" w:rsidR="000301CD" w:rsidRPr="00FD5AC7" w:rsidRDefault="000301CD" w:rsidP="003A0D77">
            <w:pPr>
              <w:jc w:val="center"/>
            </w:pPr>
            <w:r w:rsidRPr="00FD5AC7">
              <w:t>C</w:t>
            </w:r>
            <w:r w:rsidRPr="005B72AB">
              <w:rPr>
                <w:vertAlign w:val="superscript"/>
              </w:rPr>
              <w:t>2</w:t>
            </w:r>
          </w:p>
        </w:tc>
        <w:tc>
          <w:tcPr>
            <w:tcW w:w="7466" w:type="dxa"/>
            <w:tcBorders>
              <w:top w:val="single" w:sz="4" w:space="0" w:color="auto"/>
              <w:left w:val="single" w:sz="4" w:space="0" w:color="auto"/>
              <w:bottom w:val="single" w:sz="4" w:space="0" w:color="auto"/>
              <w:right w:val="single" w:sz="4" w:space="0" w:color="auto"/>
            </w:tcBorders>
          </w:tcPr>
          <w:p w14:paraId="39939D37" w14:textId="77777777" w:rsidR="000301CD" w:rsidRPr="00FD5AC7" w:rsidRDefault="000301CD" w:rsidP="003A0D77">
            <w:r w:rsidRPr="00FD5AC7">
              <w:t>Supports the Network Port object</w:t>
            </w:r>
          </w:p>
        </w:tc>
      </w:tr>
      <w:tr w:rsidR="004832C2" w:rsidRPr="00F95990" w14:paraId="1C9A0B37" w14:textId="77777777" w:rsidTr="00A6516B">
        <w:tc>
          <w:tcPr>
            <w:tcW w:w="540" w:type="dxa"/>
          </w:tcPr>
          <w:p w14:paraId="5F214914" w14:textId="77777777" w:rsidR="004832C2" w:rsidRPr="00F95990" w:rsidRDefault="004832C2" w:rsidP="00537A69">
            <w:pPr>
              <w:jc w:val="center"/>
            </w:pPr>
          </w:p>
        </w:tc>
        <w:tc>
          <w:tcPr>
            <w:tcW w:w="904" w:type="dxa"/>
          </w:tcPr>
          <w:p w14:paraId="1AFD76AF" w14:textId="77777777" w:rsidR="004832C2" w:rsidRPr="00F95990" w:rsidRDefault="004832C2" w:rsidP="00537A69">
            <w:pPr>
              <w:jc w:val="center"/>
            </w:pPr>
            <w:r w:rsidRPr="00F95990">
              <w:t>O</w:t>
            </w:r>
          </w:p>
        </w:tc>
        <w:tc>
          <w:tcPr>
            <w:tcW w:w="7466" w:type="dxa"/>
          </w:tcPr>
          <w:p w14:paraId="08BED911" w14:textId="77777777" w:rsidR="004832C2" w:rsidRPr="00F95990" w:rsidRDefault="004832C2" w:rsidP="00537A69">
            <w:r w:rsidRPr="00F95990">
              <w:t xml:space="preserve">Is able to initiate </w:t>
            </w:r>
            <w:r>
              <w:t>broadcast messages</w:t>
            </w:r>
          </w:p>
        </w:tc>
      </w:tr>
      <w:tr w:rsidR="004832C2" w14:paraId="45A45BB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CACECA2" w14:textId="77777777" w:rsidR="004832C2" w:rsidRDefault="004832C2" w:rsidP="00537A69">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0FEF0C5" w14:textId="77777777" w:rsidR="004832C2" w:rsidRDefault="004832C2" w:rsidP="00537A69">
            <w:pPr>
              <w:suppressAutoHyphens/>
              <w:spacing w:line="276" w:lineRule="auto"/>
              <w:jc w:val="center"/>
              <w:rPr>
                <w:szCs w:val="20"/>
              </w:rPr>
            </w:pPr>
            <w:r>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7F67A14F" w14:textId="77777777" w:rsidR="004832C2" w:rsidRDefault="004832C2" w:rsidP="00537A69">
            <w:pPr>
              <w:suppressAutoHyphens/>
              <w:spacing w:line="276" w:lineRule="auto"/>
              <w:rPr>
                <w:szCs w:val="20"/>
              </w:rPr>
            </w:pPr>
            <w:r>
              <w:rPr>
                <w:szCs w:val="20"/>
              </w:rPr>
              <w:t>Supports Network Port objects and DHCP</w:t>
            </w:r>
          </w:p>
        </w:tc>
      </w:tr>
      <w:tr w:rsidR="004832C2" w:rsidRPr="00F95990" w14:paraId="2C48B155" w14:textId="77777777" w:rsidTr="00A6516B">
        <w:tc>
          <w:tcPr>
            <w:tcW w:w="540" w:type="dxa"/>
          </w:tcPr>
          <w:p w14:paraId="62044B94" w14:textId="77777777" w:rsidR="004832C2" w:rsidRPr="00F95990" w:rsidRDefault="004832C2" w:rsidP="00537A69">
            <w:pPr>
              <w:jc w:val="center"/>
            </w:pPr>
          </w:p>
        </w:tc>
        <w:tc>
          <w:tcPr>
            <w:tcW w:w="904" w:type="dxa"/>
          </w:tcPr>
          <w:p w14:paraId="59D45896" w14:textId="77777777" w:rsidR="004832C2" w:rsidRPr="00F95990" w:rsidRDefault="004832C2" w:rsidP="00537A69">
            <w:pPr>
              <w:jc w:val="center"/>
            </w:pPr>
            <w:r>
              <w:t>O</w:t>
            </w:r>
          </w:p>
        </w:tc>
        <w:tc>
          <w:tcPr>
            <w:tcW w:w="7466" w:type="dxa"/>
          </w:tcPr>
          <w:p w14:paraId="42575AF1" w14:textId="77777777" w:rsidR="004832C2" w:rsidRPr="00C96139" w:rsidRDefault="004832C2" w:rsidP="00537A69">
            <w:bookmarkStart w:id="9" w:name="_Hlk54791967"/>
            <w:r w:rsidRPr="00C96139">
              <w:t>Supports Network Address Translation in BBMD mode</w:t>
            </w:r>
            <w:bookmarkEnd w:id="9"/>
          </w:p>
        </w:tc>
      </w:tr>
      <w:tr w:rsidR="008778A1" w:rsidRPr="00F95990" w14:paraId="75E97AC3" w14:textId="77777777" w:rsidTr="00A6516B">
        <w:tc>
          <w:tcPr>
            <w:tcW w:w="540" w:type="dxa"/>
          </w:tcPr>
          <w:p w14:paraId="64390B6F" w14:textId="77777777" w:rsidR="008778A1" w:rsidRPr="00F95990" w:rsidRDefault="008778A1" w:rsidP="00537A69">
            <w:pPr>
              <w:jc w:val="center"/>
            </w:pPr>
          </w:p>
        </w:tc>
        <w:tc>
          <w:tcPr>
            <w:tcW w:w="904" w:type="dxa"/>
          </w:tcPr>
          <w:p w14:paraId="7B7896BC" w14:textId="068AF00C" w:rsidR="008778A1" w:rsidRDefault="008778A1" w:rsidP="00537A69">
            <w:pPr>
              <w:jc w:val="center"/>
            </w:pPr>
            <w:r>
              <w:t>BTL-C</w:t>
            </w:r>
            <w:r w:rsidR="00592E5C">
              <w:rPr>
                <w:vertAlign w:val="superscript"/>
              </w:rPr>
              <w:t>3</w:t>
            </w:r>
          </w:p>
        </w:tc>
        <w:tc>
          <w:tcPr>
            <w:tcW w:w="7466" w:type="dxa"/>
          </w:tcPr>
          <w:p w14:paraId="5C3B9C56" w14:textId="38F00972" w:rsidR="008778A1" w:rsidRPr="00C96139" w:rsidRDefault="008778A1" w:rsidP="00537A69">
            <w:r>
              <w:t>Supports NM-BBMDC-B</w:t>
            </w:r>
          </w:p>
        </w:tc>
      </w:tr>
      <w:tr w:rsidR="00BE4588" w:rsidRPr="00FD5AC7" w14:paraId="58A6E644" w14:textId="77777777" w:rsidTr="00A6516B">
        <w:tc>
          <w:tcPr>
            <w:tcW w:w="540" w:type="dxa"/>
            <w:tcBorders>
              <w:top w:val="single" w:sz="4" w:space="0" w:color="auto"/>
              <w:left w:val="single" w:sz="4" w:space="0" w:color="auto"/>
              <w:bottom w:val="single" w:sz="4" w:space="0" w:color="auto"/>
              <w:right w:val="single" w:sz="4" w:space="0" w:color="auto"/>
            </w:tcBorders>
          </w:tcPr>
          <w:p w14:paraId="75E2D28A" w14:textId="77777777" w:rsidR="00BE4588" w:rsidRPr="00FD5AC7" w:rsidRDefault="00BE4588" w:rsidP="003152AD">
            <w:pPr>
              <w:jc w:val="center"/>
            </w:pPr>
            <w:bookmarkStart w:id="10" w:name="_Hlk174966927"/>
          </w:p>
        </w:tc>
        <w:tc>
          <w:tcPr>
            <w:tcW w:w="904" w:type="dxa"/>
            <w:tcBorders>
              <w:top w:val="single" w:sz="4" w:space="0" w:color="auto"/>
              <w:left w:val="single" w:sz="4" w:space="0" w:color="auto"/>
              <w:bottom w:val="single" w:sz="4" w:space="0" w:color="auto"/>
              <w:right w:val="single" w:sz="4" w:space="0" w:color="auto"/>
            </w:tcBorders>
          </w:tcPr>
          <w:p w14:paraId="19B3F856" w14:textId="77777777" w:rsidR="00BE4588" w:rsidRPr="00FD5AC7" w:rsidRDefault="00BE4588" w:rsidP="003152AD">
            <w:pPr>
              <w:jc w:val="center"/>
              <w:rPr>
                <w:vertAlign w:val="superscript"/>
              </w:rPr>
            </w:pPr>
            <w:r w:rsidRPr="00FD5AC7">
              <w:t>O</w:t>
            </w:r>
            <w:r w:rsidRPr="00FD5AC7">
              <w:rPr>
                <w:vertAlign w:val="superscript"/>
              </w:rPr>
              <w:t>4</w:t>
            </w:r>
          </w:p>
        </w:tc>
        <w:tc>
          <w:tcPr>
            <w:tcW w:w="7466" w:type="dxa"/>
            <w:tcBorders>
              <w:top w:val="single" w:sz="4" w:space="0" w:color="auto"/>
              <w:left w:val="single" w:sz="4" w:space="0" w:color="auto"/>
              <w:bottom w:val="single" w:sz="4" w:space="0" w:color="auto"/>
              <w:right w:val="single" w:sz="4" w:space="0" w:color="auto"/>
            </w:tcBorders>
          </w:tcPr>
          <w:p w14:paraId="284ACCFE" w14:textId="77777777" w:rsidR="00BE4588" w:rsidRPr="00FD5AC7" w:rsidRDefault="00BE4588" w:rsidP="003152AD">
            <w:r w:rsidRPr="00FD5AC7">
              <w:t>Supports configurable Out_Of_Service property</w:t>
            </w:r>
          </w:p>
        </w:tc>
      </w:tr>
      <w:tr w:rsidR="00BE4588" w:rsidRPr="00FD5AC7" w14:paraId="3D406B8D" w14:textId="77777777" w:rsidTr="00A6516B">
        <w:tc>
          <w:tcPr>
            <w:tcW w:w="540" w:type="dxa"/>
            <w:tcBorders>
              <w:top w:val="single" w:sz="4" w:space="0" w:color="auto"/>
              <w:left w:val="single" w:sz="4" w:space="0" w:color="auto"/>
              <w:bottom w:val="single" w:sz="4" w:space="0" w:color="auto"/>
              <w:right w:val="single" w:sz="4" w:space="0" w:color="auto"/>
            </w:tcBorders>
          </w:tcPr>
          <w:p w14:paraId="15DCAF2C" w14:textId="77777777" w:rsidR="00BE4588" w:rsidRPr="00FD5AC7"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4E38F71C" w14:textId="77777777" w:rsidR="00BE4588" w:rsidRPr="00FD5AC7" w:rsidRDefault="00BE4588" w:rsidP="003152AD">
            <w:pPr>
              <w:jc w:val="center"/>
              <w:rPr>
                <w:vertAlign w:val="superscript"/>
              </w:rPr>
            </w:pPr>
            <w:r w:rsidRPr="00FD5AC7">
              <w:t>C</w:t>
            </w:r>
            <w:r w:rsidRPr="00FD5AC7">
              <w:rPr>
                <w:vertAlign w:val="superscript"/>
              </w:rPr>
              <w:t>5</w:t>
            </w:r>
          </w:p>
        </w:tc>
        <w:tc>
          <w:tcPr>
            <w:tcW w:w="7466" w:type="dxa"/>
            <w:tcBorders>
              <w:top w:val="single" w:sz="4" w:space="0" w:color="auto"/>
              <w:left w:val="single" w:sz="4" w:space="0" w:color="auto"/>
              <w:bottom w:val="single" w:sz="4" w:space="0" w:color="auto"/>
              <w:right w:val="single" w:sz="4" w:space="0" w:color="auto"/>
            </w:tcBorders>
          </w:tcPr>
          <w:p w14:paraId="7A6CDBFD" w14:textId="77777777" w:rsidR="00BE4588" w:rsidRPr="00FD5AC7" w:rsidRDefault="00BE4588" w:rsidP="003152AD">
            <w:r w:rsidRPr="00FD5AC7">
              <w:t>Supports hierarchical Network Port objects</w:t>
            </w:r>
          </w:p>
        </w:tc>
      </w:tr>
      <w:tr w:rsidR="00BE4588" w:rsidRPr="00FD5AC7" w14:paraId="53B7F4CE" w14:textId="77777777" w:rsidTr="00A6516B">
        <w:tc>
          <w:tcPr>
            <w:tcW w:w="540" w:type="dxa"/>
            <w:tcBorders>
              <w:top w:val="single" w:sz="4" w:space="0" w:color="auto"/>
              <w:left w:val="single" w:sz="4" w:space="0" w:color="auto"/>
              <w:bottom w:val="single" w:sz="4" w:space="0" w:color="auto"/>
              <w:right w:val="single" w:sz="4" w:space="0" w:color="auto"/>
            </w:tcBorders>
          </w:tcPr>
          <w:p w14:paraId="6B6AD6C3" w14:textId="77777777" w:rsidR="00BE4588" w:rsidRPr="00FD5AC7"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7CBDEF2C" w14:textId="77777777" w:rsidR="00BE4588" w:rsidRPr="00FD5AC7" w:rsidRDefault="00BE4588" w:rsidP="003152AD">
            <w:pPr>
              <w:jc w:val="center"/>
            </w:pPr>
            <w:r w:rsidRPr="00FD5AC7">
              <w:t>C</w:t>
            </w:r>
            <w:r w:rsidRPr="00FD5AC7">
              <w:rPr>
                <w:vertAlign w:val="superscript"/>
              </w:rPr>
              <w:t>5</w:t>
            </w:r>
          </w:p>
        </w:tc>
        <w:tc>
          <w:tcPr>
            <w:tcW w:w="7466" w:type="dxa"/>
            <w:tcBorders>
              <w:top w:val="single" w:sz="4" w:space="0" w:color="auto"/>
              <w:left w:val="single" w:sz="4" w:space="0" w:color="auto"/>
              <w:bottom w:val="single" w:sz="4" w:space="0" w:color="auto"/>
              <w:right w:val="single" w:sz="4" w:space="0" w:color="auto"/>
            </w:tcBorders>
          </w:tcPr>
          <w:p w14:paraId="1D8D6066" w14:textId="77777777" w:rsidR="00BE4588" w:rsidRPr="00FD5AC7" w:rsidRDefault="00BE4588" w:rsidP="003152AD">
            <w:r w:rsidRPr="00FD5AC7">
              <w:t>Supports Non-hierarchical Network Port objects</w:t>
            </w:r>
          </w:p>
        </w:tc>
      </w:tr>
      <w:tr w:rsidR="00BE4588" w:rsidRPr="00FD5AC7" w14:paraId="6BBAA548" w14:textId="77777777" w:rsidTr="00A6516B">
        <w:tc>
          <w:tcPr>
            <w:tcW w:w="540" w:type="dxa"/>
          </w:tcPr>
          <w:p w14:paraId="5337752D" w14:textId="77777777" w:rsidR="00BE4588" w:rsidRPr="00FD5AC7" w:rsidRDefault="00BE4588" w:rsidP="003152AD">
            <w:pPr>
              <w:jc w:val="center"/>
            </w:pPr>
            <w:bookmarkStart w:id="11" w:name="_Hlk174905983"/>
            <w:bookmarkEnd w:id="10"/>
          </w:p>
        </w:tc>
        <w:tc>
          <w:tcPr>
            <w:tcW w:w="904" w:type="dxa"/>
          </w:tcPr>
          <w:p w14:paraId="1197203C" w14:textId="77777777" w:rsidR="00BE4588" w:rsidRPr="00FD5AC7" w:rsidRDefault="00BE4588" w:rsidP="003152AD">
            <w:pPr>
              <w:jc w:val="center"/>
            </w:pPr>
            <w:r w:rsidRPr="00FD5AC7">
              <w:t>C</w:t>
            </w:r>
            <w:r w:rsidRPr="00FD5AC7">
              <w:rPr>
                <w:vertAlign w:val="superscript"/>
              </w:rPr>
              <w:t>4,6</w:t>
            </w:r>
          </w:p>
        </w:tc>
        <w:tc>
          <w:tcPr>
            <w:tcW w:w="7466" w:type="dxa"/>
          </w:tcPr>
          <w:p w14:paraId="6DBC4BF3" w14:textId="77777777" w:rsidR="00BE4588" w:rsidRPr="00FD5AC7" w:rsidRDefault="00BE4588" w:rsidP="003152AD">
            <w:r w:rsidRPr="00FD5AC7">
              <w:t>Supports writable Network_Number property</w:t>
            </w:r>
          </w:p>
        </w:tc>
      </w:tr>
      <w:tr w:rsidR="00BE4588" w:rsidRPr="00FD5AC7" w14:paraId="212FA67E" w14:textId="77777777" w:rsidTr="00A6516B">
        <w:tc>
          <w:tcPr>
            <w:tcW w:w="540" w:type="dxa"/>
            <w:tcBorders>
              <w:top w:val="single" w:sz="4" w:space="0" w:color="auto"/>
              <w:left w:val="single" w:sz="4" w:space="0" w:color="auto"/>
              <w:bottom w:val="single" w:sz="4" w:space="0" w:color="auto"/>
              <w:right w:val="single" w:sz="4" w:space="0" w:color="auto"/>
            </w:tcBorders>
          </w:tcPr>
          <w:p w14:paraId="7263ACAB" w14:textId="77777777" w:rsidR="00BE4588" w:rsidRPr="00FD5AC7"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74E42383" w14:textId="77777777" w:rsidR="00BE4588" w:rsidRPr="00FD5AC7" w:rsidRDefault="00BE4588" w:rsidP="003152AD">
            <w:pPr>
              <w:jc w:val="center"/>
            </w:pPr>
            <w:r w:rsidRPr="00FD5AC7">
              <w:t>O</w:t>
            </w:r>
            <w:r w:rsidRPr="00FD5AC7">
              <w:rPr>
                <w:vertAlign w:val="superscript"/>
              </w:rPr>
              <w:t>4</w:t>
            </w:r>
          </w:p>
        </w:tc>
        <w:tc>
          <w:tcPr>
            <w:tcW w:w="7466" w:type="dxa"/>
            <w:tcBorders>
              <w:top w:val="single" w:sz="4" w:space="0" w:color="auto"/>
              <w:left w:val="single" w:sz="4" w:space="0" w:color="auto"/>
              <w:bottom w:val="single" w:sz="4" w:space="0" w:color="auto"/>
              <w:right w:val="single" w:sz="4" w:space="0" w:color="auto"/>
            </w:tcBorders>
          </w:tcPr>
          <w:p w14:paraId="6F33617B" w14:textId="77777777" w:rsidR="00BE4588" w:rsidRPr="00FD5AC7" w:rsidRDefault="00BE4588" w:rsidP="003152AD">
            <w:r w:rsidRPr="00FD5AC7">
              <w:t>Supports the Routing_Table property</w:t>
            </w:r>
          </w:p>
        </w:tc>
      </w:tr>
      <w:tr w:rsidR="00BE4588" w:rsidRPr="00FD5AC7" w14:paraId="4257B5A8" w14:textId="77777777" w:rsidTr="00A6516B">
        <w:tc>
          <w:tcPr>
            <w:tcW w:w="540" w:type="dxa"/>
            <w:tcBorders>
              <w:top w:val="single" w:sz="4" w:space="0" w:color="auto"/>
              <w:left w:val="single" w:sz="4" w:space="0" w:color="auto"/>
              <w:bottom w:val="single" w:sz="4" w:space="0" w:color="auto"/>
              <w:right w:val="single" w:sz="4" w:space="0" w:color="auto"/>
            </w:tcBorders>
          </w:tcPr>
          <w:p w14:paraId="3C12FE86" w14:textId="77777777" w:rsidR="00BE4588" w:rsidRPr="00FD5AC7" w:rsidRDefault="00BE4588" w:rsidP="003152AD">
            <w:pPr>
              <w:jc w:val="center"/>
            </w:pPr>
            <w:bookmarkStart w:id="12" w:name="_Hlk174910684"/>
          </w:p>
        </w:tc>
        <w:tc>
          <w:tcPr>
            <w:tcW w:w="904" w:type="dxa"/>
            <w:tcBorders>
              <w:top w:val="single" w:sz="4" w:space="0" w:color="auto"/>
              <w:left w:val="single" w:sz="4" w:space="0" w:color="auto"/>
              <w:bottom w:val="single" w:sz="4" w:space="0" w:color="auto"/>
              <w:right w:val="single" w:sz="4" w:space="0" w:color="auto"/>
            </w:tcBorders>
          </w:tcPr>
          <w:p w14:paraId="3FBB30D9" w14:textId="77777777" w:rsidR="00BE4588" w:rsidRPr="00FD5AC7" w:rsidRDefault="00BE4588" w:rsidP="003152AD">
            <w:pPr>
              <w:jc w:val="center"/>
            </w:pPr>
            <w:r w:rsidRPr="00FD5AC7">
              <w:t>O</w:t>
            </w:r>
            <w:r w:rsidRPr="00FD5AC7">
              <w:rPr>
                <w:vertAlign w:val="superscript"/>
              </w:rPr>
              <w:t>4</w:t>
            </w:r>
          </w:p>
        </w:tc>
        <w:tc>
          <w:tcPr>
            <w:tcW w:w="7466" w:type="dxa"/>
            <w:tcBorders>
              <w:top w:val="single" w:sz="4" w:space="0" w:color="auto"/>
              <w:left w:val="single" w:sz="4" w:space="0" w:color="auto"/>
              <w:bottom w:val="single" w:sz="4" w:space="0" w:color="auto"/>
              <w:right w:val="single" w:sz="4" w:space="0" w:color="auto"/>
            </w:tcBorders>
          </w:tcPr>
          <w:p w14:paraId="0B4DCA54" w14:textId="77777777" w:rsidR="00BE4588" w:rsidRPr="00FD5AC7" w:rsidRDefault="00BE4588" w:rsidP="003152AD">
            <w:r w:rsidRPr="00FD5AC7">
              <w:t>Supports the Network Port Object Command property</w:t>
            </w:r>
          </w:p>
        </w:tc>
      </w:tr>
      <w:tr w:rsidR="00BE4588" w:rsidRPr="00FD5AC7" w14:paraId="35E771A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9E0D043"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0A27934" w14:textId="77777777" w:rsidR="00BE4588" w:rsidRPr="00FD5AC7" w:rsidRDefault="00BE4588" w:rsidP="003152AD">
            <w:pPr>
              <w:suppressAutoHyphens/>
              <w:spacing w:line="276" w:lineRule="auto"/>
              <w:jc w:val="center"/>
              <w:rPr>
                <w:szCs w:val="20"/>
              </w:rPr>
            </w:pPr>
            <w:r w:rsidRPr="00FD5AC7">
              <w:rPr>
                <w:szCs w:val="20"/>
              </w:rPr>
              <w:t>O</w:t>
            </w:r>
            <w:r w:rsidRPr="00FD5AC7">
              <w:rPr>
                <w:szCs w:val="20"/>
                <w:vertAlign w:val="superscript"/>
              </w:rPr>
              <w:t>4,7</w:t>
            </w:r>
          </w:p>
        </w:tc>
        <w:tc>
          <w:tcPr>
            <w:tcW w:w="7466" w:type="dxa"/>
            <w:tcBorders>
              <w:top w:val="single" w:sz="4" w:space="0" w:color="000000"/>
              <w:left w:val="single" w:sz="4" w:space="0" w:color="000000"/>
              <w:bottom w:val="single" w:sz="4" w:space="0" w:color="000000"/>
              <w:right w:val="single" w:sz="4" w:space="0" w:color="000000"/>
            </w:tcBorders>
            <w:hideMark/>
          </w:tcPr>
          <w:p w14:paraId="741071B7" w14:textId="77777777" w:rsidR="00BE4588" w:rsidRPr="00FD5AC7" w:rsidRDefault="00BE4588" w:rsidP="003152AD">
            <w:pPr>
              <w:suppressAutoHyphens/>
              <w:spacing w:line="276" w:lineRule="auto"/>
              <w:rPr>
                <w:szCs w:val="20"/>
              </w:rPr>
            </w:pPr>
            <w:r w:rsidRPr="00FD5AC7">
              <w:rPr>
                <w:szCs w:val="20"/>
              </w:rPr>
              <w:t>Supports the DISCARD_CHANGES command</w:t>
            </w:r>
          </w:p>
        </w:tc>
      </w:tr>
      <w:tr w:rsidR="00BE4588" w:rsidRPr="00FD5AC7" w14:paraId="70524A4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B0079A0"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C46B410" w14:textId="533B6519" w:rsidR="00BE4588" w:rsidRPr="00FD5AC7" w:rsidRDefault="00BE4588" w:rsidP="003152AD">
            <w:pPr>
              <w:suppressAutoHyphens/>
              <w:spacing w:line="276" w:lineRule="auto"/>
              <w:jc w:val="center"/>
              <w:rPr>
                <w:szCs w:val="20"/>
              </w:rPr>
            </w:pPr>
            <w:r w:rsidRPr="00FD5AC7">
              <w:rPr>
                <w:szCs w:val="20"/>
              </w:rPr>
              <w:t>O</w:t>
            </w:r>
            <w:r w:rsidRPr="00FD5AC7">
              <w:rPr>
                <w:szCs w:val="20"/>
                <w:vertAlign w:val="superscript"/>
              </w:rPr>
              <w:t>4</w:t>
            </w:r>
            <w:r w:rsidR="007C10DB">
              <w:rPr>
                <w:szCs w:val="20"/>
                <w:vertAlign w:val="superscript"/>
              </w:rPr>
              <w:t>,</w:t>
            </w:r>
            <w:r w:rsidRPr="00FD5AC7">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hideMark/>
          </w:tcPr>
          <w:p w14:paraId="2F76817C" w14:textId="77777777" w:rsidR="00BE4588" w:rsidRPr="00FD5AC7" w:rsidRDefault="00BE4588" w:rsidP="003152AD">
            <w:pPr>
              <w:suppressAutoHyphens/>
              <w:spacing w:line="276" w:lineRule="auto"/>
              <w:rPr>
                <w:szCs w:val="20"/>
              </w:rPr>
            </w:pPr>
            <w:r w:rsidRPr="00FD5AC7">
              <w:rPr>
                <w:szCs w:val="20"/>
              </w:rPr>
              <w:t>Supports the RENEW_FD_REGISTRATION command</w:t>
            </w:r>
          </w:p>
        </w:tc>
      </w:tr>
      <w:tr w:rsidR="00BE4588" w:rsidRPr="00FD5AC7" w14:paraId="0901572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FF9B7DB"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A0F097A" w14:textId="77777777" w:rsidR="00BE4588" w:rsidRPr="00FD5AC7" w:rsidRDefault="00BE4588" w:rsidP="003152AD">
            <w:pPr>
              <w:suppressAutoHyphens/>
              <w:spacing w:line="276" w:lineRule="auto"/>
              <w:jc w:val="center"/>
              <w:rPr>
                <w:szCs w:val="20"/>
              </w:rPr>
            </w:pPr>
            <w:r w:rsidRPr="00FD5AC7">
              <w:rPr>
                <w:szCs w:val="20"/>
              </w:rPr>
              <w:t>O</w:t>
            </w:r>
            <w:r w:rsidRPr="00FD5AC7">
              <w:rPr>
                <w:szCs w:val="20"/>
                <w:vertAlign w:val="superscript"/>
              </w:rPr>
              <w:t>4,7</w:t>
            </w:r>
          </w:p>
        </w:tc>
        <w:tc>
          <w:tcPr>
            <w:tcW w:w="7466" w:type="dxa"/>
            <w:tcBorders>
              <w:top w:val="single" w:sz="4" w:space="0" w:color="000000"/>
              <w:left w:val="single" w:sz="4" w:space="0" w:color="000000"/>
              <w:bottom w:val="single" w:sz="4" w:space="0" w:color="000000"/>
              <w:right w:val="single" w:sz="4" w:space="0" w:color="000000"/>
            </w:tcBorders>
            <w:hideMark/>
          </w:tcPr>
          <w:p w14:paraId="3DEB5AA6" w14:textId="77777777" w:rsidR="00BE4588" w:rsidRPr="00FD5AC7" w:rsidRDefault="00BE4588" w:rsidP="003152AD">
            <w:pPr>
              <w:suppressAutoHyphens/>
              <w:spacing w:line="276" w:lineRule="auto"/>
              <w:rPr>
                <w:szCs w:val="20"/>
              </w:rPr>
            </w:pPr>
            <w:r w:rsidRPr="00FD5AC7">
              <w:rPr>
                <w:szCs w:val="20"/>
              </w:rPr>
              <w:t>Supports the RENEW_DHCP command</w:t>
            </w:r>
          </w:p>
        </w:tc>
      </w:tr>
      <w:tr w:rsidR="00BE4588" w:rsidRPr="00FD5AC7" w14:paraId="5C34EC96"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379BD54"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060F58A" w14:textId="77777777" w:rsidR="00BE4588" w:rsidRPr="00FD5AC7" w:rsidRDefault="00BE4588" w:rsidP="003152AD">
            <w:pPr>
              <w:suppressAutoHyphens/>
              <w:spacing w:line="276" w:lineRule="auto"/>
              <w:jc w:val="center"/>
              <w:rPr>
                <w:szCs w:val="20"/>
              </w:rPr>
            </w:pPr>
            <w:r w:rsidRPr="00FD5AC7">
              <w:rPr>
                <w:szCs w:val="20"/>
              </w:rPr>
              <w:t>O</w:t>
            </w:r>
            <w:r w:rsidRPr="00FD5AC7">
              <w:rPr>
                <w:szCs w:val="20"/>
                <w:vertAlign w:val="superscript"/>
              </w:rPr>
              <w:t>4,7</w:t>
            </w:r>
          </w:p>
        </w:tc>
        <w:tc>
          <w:tcPr>
            <w:tcW w:w="7466" w:type="dxa"/>
            <w:tcBorders>
              <w:top w:val="single" w:sz="4" w:space="0" w:color="000000"/>
              <w:left w:val="single" w:sz="4" w:space="0" w:color="000000"/>
              <w:bottom w:val="single" w:sz="4" w:space="0" w:color="000000"/>
              <w:right w:val="single" w:sz="4" w:space="0" w:color="000000"/>
            </w:tcBorders>
            <w:hideMark/>
          </w:tcPr>
          <w:p w14:paraId="62B8878C" w14:textId="77777777" w:rsidR="00BE4588" w:rsidRPr="00FD5AC7" w:rsidRDefault="00BE4588" w:rsidP="003152AD">
            <w:pPr>
              <w:suppressAutoHyphens/>
              <w:spacing w:line="276" w:lineRule="auto"/>
              <w:rPr>
                <w:szCs w:val="20"/>
              </w:rPr>
            </w:pPr>
            <w:r w:rsidRPr="00FD5AC7">
              <w:rPr>
                <w:szCs w:val="20"/>
              </w:rPr>
              <w:t>Supports the RESTART_AUTONEGOTIATION command</w:t>
            </w:r>
          </w:p>
        </w:tc>
      </w:tr>
      <w:tr w:rsidR="00BE4588" w:rsidRPr="00FD5AC7" w14:paraId="3973882C"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5651174"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15B7C9C" w14:textId="28A25D41" w:rsidR="00BE4588" w:rsidRPr="00FD5AC7" w:rsidRDefault="00BE4588" w:rsidP="003152AD">
            <w:pPr>
              <w:suppressAutoHyphens/>
              <w:spacing w:line="276" w:lineRule="auto"/>
              <w:jc w:val="center"/>
              <w:rPr>
                <w:szCs w:val="20"/>
              </w:rPr>
            </w:pPr>
            <w:r w:rsidRPr="00FD5AC7">
              <w:rPr>
                <w:szCs w:val="20"/>
              </w:rPr>
              <w:t>O</w:t>
            </w:r>
            <w:r w:rsidRPr="00FD5AC7">
              <w:rPr>
                <w:szCs w:val="20"/>
                <w:vertAlign w:val="superscript"/>
              </w:rPr>
              <w:t>4</w:t>
            </w:r>
            <w:r w:rsidR="00DB4E49">
              <w:rPr>
                <w:szCs w:val="20"/>
                <w:vertAlign w:val="superscript"/>
              </w:rPr>
              <w:t>,</w:t>
            </w:r>
            <w:r w:rsidRPr="00FD5AC7">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hideMark/>
          </w:tcPr>
          <w:p w14:paraId="6DC8550B" w14:textId="77777777" w:rsidR="00BE4588" w:rsidRPr="00FD5AC7" w:rsidRDefault="00BE4588" w:rsidP="003152AD">
            <w:pPr>
              <w:suppressAutoHyphens/>
              <w:spacing w:line="276" w:lineRule="auto"/>
              <w:rPr>
                <w:szCs w:val="20"/>
              </w:rPr>
            </w:pPr>
            <w:r w:rsidRPr="00FD5AC7">
              <w:rPr>
                <w:szCs w:val="20"/>
              </w:rPr>
              <w:t>Supports the RESTART_PORT command</w:t>
            </w:r>
          </w:p>
        </w:tc>
      </w:tr>
      <w:tr w:rsidR="00BE4588" w:rsidRPr="00FD5AC7" w14:paraId="2116242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03BDF85" w14:textId="77777777" w:rsidR="00BE4588" w:rsidRPr="00FD5AC7"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3FABB7F" w14:textId="77777777" w:rsidR="00BE4588" w:rsidRPr="00FD5AC7" w:rsidRDefault="00BE4588" w:rsidP="003152AD">
            <w:pPr>
              <w:suppressAutoHyphens/>
              <w:spacing w:line="276" w:lineRule="auto"/>
              <w:jc w:val="center"/>
              <w:rPr>
                <w:szCs w:val="20"/>
              </w:rPr>
            </w:pPr>
            <w:r w:rsidRPr="00FD5AC7">
              <w:rPr>
                <w:szCs w:val="20"/>
              </w:rPr>
              <w:t>O</w:t>
            </w:r>
            <w:r w:rsidRPr="00FD5AC7">
              <w:rPr>
                <w:szCs w:val="20"/>
                <w:vertAlign w:val="superscript"/>
              </w:rPr>
              <w:t>7,8</w:t>
            </w:r>
          </w:p>
        </w:tc>
        <w:tc>
          <w:tcPr>
            <w:tcW w:w="7466" w:type="dxa"/>
            <w:tcBorders>
              <w:top w:val="single" w:sz="4" w:space="0" w:color="000000"/>
              <w:left w:val="single" w:sz="4" w:space="0" w:color="000000"/>
              <w:bottom w:val="single" w:sz="4" w:space="0" w:color="000000"/>
              <w:right w:val="single" w:sz="4" w:space="0" w:color="000000"/>
            </w:tcBorders>
            <w:hideMark/>
          </w:tcPr>
          <w:p w14:paraId="34F7CA3C" w14:textId="77777777" w:rsidR="00BE4588" w:rsidRPr="00FD5AC7" w:rsidRDefault="00BE4588" w:rsidP="003152AD">
            <w:pPr>
              <w:suppressAutoHyphens/>
              <w:spacing w:line="276" w:lineRule="auto"/>
              <w:rPr>
                <w:szCs w:val="20"/>
              </w:rPr>
            </w:pPr>
            <w:r w:rsidRPr="00FD5AC7">
              <w:rPr>
                <w:szCs w:val="20"/>
              </w:rPr>
              <w:t>Supports the VALIDATE_CHANGES command</w:t>
            </w:r>
          </w:p>
        </w:tc>
      </w:tr>
      <w:bookmarkEnd w:id="11"/>
      <w:bookmarkEnd w:id="12"/>
      <w:tr w:rsidR="004832C2" w:rsidRPr="00F95990" w14:paraId="00E9E254" w14:textId="77777777" w:rsidTr="00A6516B">
        <w:trPr>
          <w:cantSplit/>
        </w:trPr>
        <w:tc>
          <w:tcPr>
            <w:tcW w:w="8910" w:type="dxa"/>
            <w:gridSpan w:val="3"/>
          </w:tcPr>
          <w:p w14:paraId="0A050259" w14:textId="4333FE17" w:rsidR="004832C2" w:rsidRDefault="004832C2" w:rsidP="00592E5C">
            <w:pPr>
              <w:ind w:left="720"/>
              <w:rPr>
                <w:kern w:val="2"/>
                <w:lang w:eastAsia="ar-SA"/>
              </w:rPr>
            </w:pPr>
            <w:r>
              <w:rPr>
                <w:kern w:val="2"/>
                <w:vertAlign w:val="superscript"/>
                <w:lang w:eastAsia="ar-SA"/>
              </w:rPr>
              <w:t>1</w:t>
            </w:r>
            <w:r>
              <w:rPr>
                <w:kern w:val="2"/>
                <w:lang w:eastAsia="ar-SA"/>
              </w:rPr>
              <w:t xml:space="preserve"> </w:t>
            </w:r>
            <w:r w:rsidR="00592E5C">
              <w:rPr>
                <w:kern w:val="2"/>
                <w:lang w:eastAsia="ar-SA"/>
              </w:rPr>
              <w:t>Either BBMD or both Normal and Foreign modes are required.</w:t>
            </w:r>
          </w:p>
          <w:p w14:paraId="42803F55" w14:textId="47C77F32" w:rsidR="00EF30C4" w:rsidRDefault="00592E5C" w:rsidP="00537A69">
            <w:pPr>
              <w:ind w:left="720"/>
              <w:rPr>
                <w:kern w:val="2"/>
                <w:lang w:eastAsia="ar-SA"/>
              </w:rPr>
            </w:pPr>
            <w:r w:rsidRPr="00C27B9A">
              <w:rPr>
                <w:kern w:val="2"/>
                <w:vertAlign w:val="superscript"/>
                <w:lang w:eastAsia="ar-SA"/>
              </w:rPr>
              <w:t>2</w:t>
            </w:r>
            <w:r w:rsidR="00EF30C4">
              <w:rPr>
                <w:kern w:val="2"/>
                <w:lang w:eastAsia="ar-SA"/>
              </w:rPr>
              <w:t xml:space="preserve"> This option is required if the IUT claims Protocol_Revision 17 or higher.</w:t>
            </w:r>
          </w:p>
          <w:p w14:paraId="5E4EF4D9" w14:textId="77777777" w:rsidR="008778A1" w:rsidRDefault="00592E5C" w:rsidP="00537A69">
            <w:pPr>
              <w:ind w:left="720"/>
              <w:rPr>
                <w:kern w:val="2"/>
                <w:lang w:eastAsia="ar-SA"/>
              </w:rPr>
            </w:pPr>
            <w:r>
              <w:rPr>
                <w:kern w:val="2"/>
                <w:vertAlign w:val="superscript"/>
                <w:lang w:eastAsia="ar-SA"/>
              </w:rPr>
              <w:t>3</w:t>
            </w:r>
            <w:r w:rsidR="008778A1">
              <w:rPr>
                <w:kern w:val="2"/>
                <w:lang w:eastAsia="ar-SA"/>
              </w:rPr>
              <w:t xml:space="preserve"> Required if the device is able to operate in BBMD mode</w:t>
            </w:r>
            <w:r w:rsidR="00BE4588">
              <w:rPr>
                <w:kern w:val="2"/>
                <w:lang w:eastAsia="ar-SA"/>
              </w:rPr>
              <w:t>.</w:t>
            </w:r>
          </w:p>
          <w:p w14:paraId="15B9AE10" w14:textId="77777777" w:rsidR="00BE4588" w:rsidRPr="00FD5AC7" w:rsidRDefault="00BE4588" w:rsidP="00BE4588">
            <w:pPr>
              <w:ind w:left="720"/>
            </w:pPr>
            <w:r w:rsidRPr="00FD5AC7">
              <w:rPr>
                <w:vertAlign w:val="superscript"/>
              </w:rPr>
              <w:t>4</w:t>
            </w:r>
            <w:r w:rsidRPr="00FD5AC7">
              <w:t xml:space="preserve"> Protocol_Revision 17 or higher must be claimed.</w:t>
            </w:r>
          </w:p>
          <w:p w14:paraId="0F576B51" w14:textId="77777777" w:rsidR="00BE4588" w:rsidRPr="00FD5AC7" w:rsidRDefault="00BE4588" w:rsidP="00BE4588">
            <w:pPr>
              <w:suppressAutoHyphens/>
              <w:spacing w:line="276" w:lineRule="auto"/>
              <w:ind w:left="720"/>
              <w:rPr>
                <w:lang w:val="en-CA"/>
              </w:rPr>
            </w:pPr>
            <w:r w:rsidRPr="00FD5AC7">
              <w:rPr>
                <w:vertAlign w:val="superscript"/>
                <w:lang w:val="en-CA"/>
              </w:rPr>
              <w:t xml:space="preserve">5 </w:t>
            </w:r>
            <w:r w:rsidRPr="00FD5AC7">
              <w:rPr>
                <w:lang w:val="en-CA"/>
              </w:rPr>
              <w:t>At least one of these options is required if the IUT claims Protocol_Revision 17 or higher.</w:t>
            </w:r>
          </w:p>
          <w:p w14:paraId="27BCAB30" w14:textId="77777777" w:rsidR="00BE4588" w:rsidRPr="00FD5AC7" w:rsidRDefault="00BE4588" w:rsidP="00BE4588">
            <w:pPr>
              <w:ind w:left="720"/>
            </w:pPr>
            <w:r w:rsidRPr="00FD5AC7">
              <w:rPr>
                <w:vertAlign w:val="superscript"/>
              </w:rPr>
              <w:t>6</w:t>
            </w:r>
            <w:r w:rsidRPr="00FD5AC7">
              <w:t xml:space="preserve"> Support for writable Network_Number properties is required in routers and other IUTs that need to know the network number in order to operate.</w:t>
            </w:r>
          </w:p>
          <w:p w14:paraId="0C002316" w14:textId="77777777" w:rsidR="00BE4588" w:rsidRPr="00FD5AC7" w:rsidRDefault="00BE4588" w:rsidP="00BE4588">
            <w:pPr>
              <w:ind w:left="720"/>
            </w:pPr>
            <w:r w:rsidRPr="00FD5AC7">
              <w:rPr>
                <w:vertAlign w:val="superscript"/>
              </w:rPr>
              <w:t>7</w:t>
            </w:r>
            <w:r w:rsidRPr="00FD5AC7">
              <w:t xml:space="preserve"> At least one of these options is required if the Network Port object Command property is supported.</w:t>
            </w:r>
          </w:p>
          <w:p w14:paraId="22F3E020" w14:textId="7C4EC3E0" w:rsidR="00BE4588" w:rsidRPr="00EE20A8" w:rsidRDefault="00BE4588" w:rsidP="00BE4588">
            <w:pPr>
              <w:ind w:left="720"/>
            </w:pPr>
            <w:r w:rsidRPr="00FD5AC7">
              <w:rPr>
                <w:vertAlign w:val="superscript"/>
              </w:rPr>
              <w:t>8</w:t>
            </w:r>
            <w:r w:rsidRPr="00FD5AC7">
              <w:t xml:space="preserve"> Protocol_Revision 24 or higher must be claimed.</w:t>
            </w:r>
          </w:p>
        </w:tc>
      </w:tr>
      <w:tr w:rsidR="008C7612" w:rsidRPr="007F0182" w14:paraId="45710FB9"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2F009C18" w14:textId="77777777" w:rsidR="008C7612" w:rsidRPr="007F0182" w:rsidRDefault="008C7612" w:rsidP="00DE26F7">
            <w:r>
              <w:rPr>
                <w:b/>
              </w:rPr>
              <w:t xml:space="preserve">Data Link Layer </w:t>
            </w:r>
            <w:r w:rsidR="00012C95">
              <w:rPr>
                <w:b/>
              </w:rPr>
              <w:t>-</w:t>
            </w:r>
            <w:r>
              <w:rPr>
                <w:b/>
              </w:rPr>
              <w:t xml:space="preserve"> ZigBe</w:t>
            </w:r>
            <w:r w:rsidRPr="00DA0D2A">
              <w:rPr>
                <w:b/>
              </w:rPr>
              <w:t>e</w:t>
            </w:r>
          </w:p>
        </w:tc>
      </w:tr>
      <w:tr w:rsidR="008C7612" w:rsidRPr="00F95990" w14:paraId="35F33762" w14:textId="77777777" w:rsidTr="00A6516B">
        <w:tc>
          <w:tcPr>
            <w:tcW w:w="540" w:type="dxa"/>
          </w:tcPr>
          <w:p w14:paraId="1D74FF3B" w14:textId="77777777" w:rsidR="008C7612" w:rsidRPr="00F95990" w:rsidRDefault="008C7612" w:rsidP="009F557C">
            <w:pPr>
              <w:jc w:val="center"/>
            </w:pPr>
          </w:p>
        </w:tc>
        <w:tc>
          <w:tcPr>
            <w:tcW w:w="904" w:type="dxa"/>
          </w:tcPr>
          <w:p w14:paraId="2C7037CD" w14:textId="77777777" w:rsidR="008C7612" w:rsidRPr="00F95990" w:rsidRDefault="008C7612" w:rsidP="009F557C">
            <w:pPr>
              <w:jc w:val="center"/>
            </w:pPr>
            <w:r w:rsidRPr="00F95990">
              <w:t>R</w:t>
            </w:r>
          </w:p>
        </w:tc>
        <w:tc>
          <w:tcPr>
            <w:tcW w:w="7466" w:type="dxa"/>
          </w:tcPr>
          <w:p w14:paraId="6819843E" w14:textId="77777777" w:rsidR="008C7612" w:rsidRPr="00F95990" w:rsidRDefault="008C7612" w:rsidP="009F557C">
            <w:r w:rsidRPr="00F95990">
              <w:t>Base Requirements</w:t>
            </w:r>
          </w:p>
        </w:tc>
      </w:tr>
      <w:tr w:rsidR="00BE4588" w:rsidRPr="00066A9A" w14:paraId="769191D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EC1099F" w14:textId="77777777" w:rsidR="00BE4588" w:rsidRPr="00520229"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E9B1764" w14:textId="77777777" w:rsidR="00BE4588" w:rsidRPr="00066A9A" w:rsidRDefault="00BE4588" w:rsidP="003152AD">
            <w:pPr>
              <w:suppressAutoHyphens/>
              <w:spacing w:line="276" w:lineRule="auto"/>
              <w:jc w:val="center"/>
              <w:rPr>
                <w:szCs w:val="20"/>
              </w:rPr>
            </w:pPr>
            <w:r w:rsidRPr="00066A9A">
              <w:rPr>
                <w:szCs w:val="20"/>
              </w:rPr>
              <w:t>C</w:t>
            </w:r>
            <w:r w:rsidRPr="00066A9A">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2EDD3045" w14:textId="77777777" w:rsidR="00BE4588" w:rsidRPr="00066A9A" w:rsidRDefault="00BE4588" w:rsidP="003152AD">
            <w:pPr>
              <w:suppressAutoHyphens/>
              <w:spacing w:line="276" w:lineRule="auto"/>
              <w:rPr>
                <w:szCs w:val="20"/>
              </w:rPr>
            </w:pPr>
            <w:r w:rsidRPr="00066A9A">
              <w:rPr>
                <w:szCs w:val="20"/>
              </w:rPr>
              <w:t>Supports the Network Port object</w:t>
            </w:r>
          </w:p>
        </w:tc>
      </w:tr>
      <w:tr w:rsidR="00BE4588" w:rsidRPr="00066A9A" w14:paraId="0FF354D4"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994EFF3"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1C60714" w14:textId="77777777" w:rsidR="00BE4588" w:rsidRPr="00066A9A" w:rsidRDefault="00BE4588" w:rsidP="003152AD">
            <w:pPr>
              <w:suppressAutoHyphens/>
              <w:spacing w:line="276" w:lineRule="auto"/>
              <w:jc w:val="center"/>
              <w:rPr>
                <w:szCs w:val="20"/>
              </w:rPr>
            </w:pPr>
            <w:r w:rsidRPr="00066A9A">
              <w:rPr>
                <w:szCs w:val="20"/>
              </w:rPr>
              <w:t>O</w:t>
            </w:r>
            <w:r w:rsidRPr="00066A9A">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550A873F" w14:textId="77777777" w:rsidR="00BE4588" w:rsidRPr="00066A9A" w:rsidRDefault="00BE4588" w:rsidP="003152AD">
            <w:pPr>
              <w:suppressAutoHyphens/>
              <w:spacing w:line="276" w:lineRule="auto"/>
              <w:rPr>
                <w:szCs w:val="20"/>
              </w:rPr>
            </w:pPr>
            <w:r w:rsidRPr="00066A9A">
              <w:rPr>
                <w:szCs w:val="20"/>
              </w:rPr>
              <w:t>Supports configurable Out_Of_Service property</w:t>
            </w:r>
          </w:p>
        </w:tc>
      </w:tr>
      <w:tr w:rsidR="00BE4588" w:rsidRPr="00066A9A" w14:paraId="4231091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50A13CC"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EA63739" w14:textId="77777777" w:rsidR="00BE4588" w:rsidRPr="00066A9A" w:rsidRDefault="00BE4588" w:rsidP="003152AD">
            <w:pPr>
              <w:suppressAutoHyphens/>
              <w:spacing w:line="276" w:lineRule="auto"/>
              <w:jc w:val="center"/>
              <w:rPr>
                <w:szCs w:val="20"/>
              </w:rPr>
            </w:pPr>
            <w:r w:rsidRPr="00066A9A">
              <w:rPr>
                <w:szCs w:val="20"/>
              </w:rPr>
              <w:t>C</w:t>
            </w:r>
            <w:r w:rsidRPr="00066A9A">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79A175CC" w14:textId="77777777" w:rsidR="00BE4588" w:rsidRPr="00066A9A" w:rsidRDefault="00BE4588" w:rsidP="003152AD">
            <w:pPr>
              <w:suppressAutoHyphens/>
              <w:spacing w:line="276" w:lineRule="auto"/>
              <w:rPr>
                <w:szCs w:val="20"/>
              </w:rPr>
            </w:pPr>
            <w:r w:rsidRPr="00066A9A">
              <w:rPr>
                <w:szCs w:val="20"/>
              </w:rPr>
              <w:t>Supports hierarchical Network Port objects</w:t>
            </w:r>
          </w:p>
        </w:tc>
      </w:tr>
      <w:tr w:rsidR="00BE4588" w:rsidRPr="00066A9A" w14:paraId="7909E8D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E37C765"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CE9656D" w14:textId="77777777" w:rsidR="00BE4588" w:rsidRPr="00066A9A" w:rsidRDefault="00BE4588" w:rsidP="003152AD">
            <w:pPr>
              <w:suppressAutoHyphens/>
              <w:spacing w:line="276" w:lineRule="auto"/>
              <w:jc w:val="center"/>
              <w:rPr>
                <w:szCs w:val="20"/>
              </w:rPr>
            </w:pPr>
            <w:r w:rsidRPr="00066A9A">
              <w:rPr>
                <w:szCs w:val="20"/>
              </w:rPr>
              <w:t>C</w:t>
            </w:r>
            <w:r w:rsidRPr="00066A9A">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50E4EAA0" w14:textId="77777777" w:rsidR="00BE4588" w:rsidRPr="00066A9A" w:rsidRDefault="00BE4588" w:rsidP="003152AD">
            <w:pPr>
              <w:suppressAutoHyphens/>
              <w:spacing w:line="276" w:lineRule="auto"/>
              <w:rPr>
                <w:szCs w:val="20"/>
              </w:rPr>
            </w:pPr>
            <w:r w:rsidRPr="00066A9A">
              <w:rPr>
                <w:szCs w:val="20"/>
              </w:rPr>
              <w:t>Supports Non-hierarchical Network Port objects</w:t>
            </w:r>
          </w:p>
        </w:tc>
      </w:tr>
      <w:tr w:rsidR="00BE4588" w:rsidRPr="00066A9A" w14:paraId="2BB3331F" w14:textId="77777777" w:rsidTr="00A6516B">
        <w:tc>
          <w:tcPr>
            <w:tcW w:w="540" w:type="dxa"/>
          </w:tcPr>
          <w:p w14:paraId="0C3695D1" w14:textId="77777777" w:rsidR="00BE4588" w:rsidRPr="00066A9A" w:rsidRDefault="00BE4588" w:rsidP="003152AD">
            <w:pPr>
              <w:jc w:val="center"/>
            </w:pPr>
          </w:p>
        </w:tc>
        <w:tc>
          <w:tcPr>
            <w:tcW w:w="904" w:type="dxa"/>
          </w:tcPr>
          <w:p w14:paraId="251E2368" w14:textId="77777777" w:rsidR="00BE4588" w:rsidRPr="00066A9A" w:rsidRDefault="00BE4588" w:rsidP="003152AD">
            <w:pPr>
              <w:jc w:val="center"/>
            </w:pPr>
            <w:r w:rsidRPr="00066A9A">
              <w:t>C</w:t>
            </w:r>
            <w:r w:rsidRPr="00066A9A">
              <w:rPr>
                <w:vertAlign w:val="superscript"/>
              </w:rPr>
              <w:t>2,4</w:t>
            </w:r>
          </w:p>
        </w:tc>
        <w:tc>
          <w:tcPr>
            <w:tcW w:w="7466" w:type="dxa"/>
          </w:tcPr>
          <w:p w14:paraId="10411444" w14:textId="77777777" w:rsidR="00BE4588" w:rsidRPr="00066A9A" w:rsidRDefault="00BE4588" w:rsidP="003152AD">
            <w:r w:rsidRPr="00066A9A">
              <w:t>Supports writable Network_Number property</w:t>
            </w:r>
          </w:p>
        </w:tc>
      </w:tr>
      <w:tr w:rsidR="00BE4588" w:rsidRPr="00066A9A" w14:paraId="173D7221" w14:textId="77777777" w:rsidTr="00A6516B">
        <w:tc>
          <w:tcPr>
            <w:tcW w:w="540" w:type="dxa"/>
            <w:tcBorders>
              <w:top w:val="single" w:sz="4" w:space="0" w:color="auto"/>
              <w:left w:val="single" w:sz="4" w:space="0" w:color="auto"/>
              <w:bottom w:val="single" w:sz="4" w:space="0" w:color="auto"/>
              <w:right w:val="single" w:sz="4" w:space="0" w:color="auto"/>
            </w:tcBorders>
          </w:tcPr>
          <w:p w14:paraId="14BCEB81" w14:textId="77777777" w:rsidR="00BE4588" w:rsidRPr="00066A9A"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2EA37307" w14:textId="77777777" w:rsidR="00BE4588" w:rsidRPr="00066A9A" w:rsidRDefault="00BE4588" w:rsidP="003152AD">
            <w:pPr>
              <w:jc w:val="center"/>
            </w:pPr>
            <w:r w:rsidRPr="00066A9A">
              <w:t>O</w:t>
            </w:r>
          </w:p>
        </w:tc>
        <w:tc>
          <w:tcPr>
            <w:tcW w:w="7466" w:type="dxa"/>
            <w:tcBorders>
              <w:top w:val="single" w:sz="4" w:space="0" w:color="auto"/>
              <w:left w:val="single" w:sz="4" w:space="0" w:color="auto"/>
              <w:bottom w:val="single" w:sz="4" w:space="0" w:color="auto"/>
              <w:right w:val="single" w:sz="4" w:space="0" w:color="auto"/>
            </w:tcBorders>
          </w:tcPr>
          <w:p w14:paraId="4F80B21A" w14:textId="77777777" w:rsidR="00BE4588" w:rsidRPr="00066A9A" w:rsidRDefault="00BE4588" w:rsidP="003152AD">
            <w:r w:rsidRPr="00066A9A">
              <w:t>Supports the Routing_Table property</w:t>
            </w:r>
          </w:p>
        </w:tc>
      </w:tr>
      <w:tr w:rsidR="00BE4588" w:rsidRPr="00066A9A" w14:paraId="0296E7D7" w14:textId="77777777" w:rsidTr="00A6516B">
        <w:tc>
          <w:tcPr>
            <w:tcW w:w="540" w:type="dxa"/>
            <w:tcBorders>
              <w:top w:val="single" w:sz="4" w:space="0" w:color="auto"/>
              <w:left w:val="single" w:sz="4" w:space="0" w:color="auto"/>
              <w:bottom w:val="single" w:sz="4" w:space="0" w:color="auto"/>
              <w:right w:val="single" w:sz="4" w:space="0" w:color="auto"/>
            </w:tcBorders>
          </w:tcPr>
          <w:p w14:paraId="2B5017EF" w14:textId="77777777" w:rsidR="00BE4588" w:rsidRPr="00066A9A"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3AB2EB4A" w14:textId="77777777" w:rsidR="00BE4588" w:rsidRPr="00066A9A" w:rsidRDefault="00BE4588" w:rsidP="003152AD">
            <w:pPr>
              <w:jc w:val="center"/>
            </w:pPr>
            <w:r w:rsidRPr="00066A9A">
              <w:t>O</w:t>
            </w:r>
          </w:p>
        </w:tc>
        <w:tc>
          <w:tcPr>
            <w:tcW w:w="7466" w:type="dxa"/>
            <w:tcBorders>
              <w:top w:val="single" w:sz="4" w:space="0" w:color="auto"/>
              <w:left w:val="single" w:sz="4" w:space="0" w:color="auto"/>
              <w:bottom w:val="single" w:sz="4" w:space="0" w:color="auto"/>
              <w:right w:val="single" w:sz="4" w:space="0" w:color="auto"/>
            </w:tcBorders>
          </w:tcPr>
          <w:p w14:paraId="7CF949F3" w14:textId="77777777" w:rsidR="00BE4588" w:rsidRPr="00066A9A" w:rsidRDefault="00BE4588" w:rsidP="003152AD">
            <w:r w:rsidRPr="00066A9A">
              <w:t>Supports the Network Port Object Command property</w:t>
            </w:r>
          </w:p>
        </w:tc>
      </w:tr>
      <w:tr w:rsidR="00BE4588" w:rsidRPr="00066A9A" w14:paraId="0F7427ED"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248E09E"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0DE1279" w14:textId="39A46C1D" w:rsidR="00BE4588" w:rsidRPr="00066A9A" w:rsidRDefault="00BE4588" w:rsidP="003152AD">
            <w:pPr>
              <w:suppressAutoHyphens/>
              <w:spacing w:line="276" w:lineRule="auto"/>
              <w:jc w:val="center"/>
              <w:rPr>
                <w:szCs w:val="20"/>
              </w:rPr>
            </w:pPr>
            <w:r w:rsidRPr="00066A9A">
              <w:rPr>
                <w:szCs w:val="20"/>
              </w:rPr>
              <w:t>O</w:t>
            </w:r>
            <w:r w:rsidRPr="00066A9A">
              <w:rPr>
                <w:szCs w:val="20"/>
                <w:vertAlign w:val="superscript"/>
              </w:rPr>
              <w:t>2</w:t>
            </w:r>
            <w:r w:rsidR="00DB4E49">
              <w:rPr>
                <w:szCs w:val="20"/>
                <w:vertAlign w:val="superscript"/>
              </w:rPr>
              <w:t>,</w:t>
            </w:r>
            <w:r w:rsidRPr="00066A9A">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hideMark/>
          </w:tcPr>
          <w:p w14:paraId="12778D4B" w14:textId="77777777" w:rsidR="00BE4588" w:rsidRPr="00066A9A" w:rsidRDefault="00BE4588" w:rsidP="003152AD">
            <w:pPr>
              <w:suppressAutoHyphens/>
              <w:spacing w:line="276" w:lineRule="auto"/>
              <w:rPr>
                <w:szCs w:val="20"/>
              </w:rPr>
            </w:pPr>
            <w:r w:rsidRPr="00066A9A">
              <w:rPr>
                <w:szCs w:val="20"/>
              </w:rPr>
              <w:t>Supports the DISCARD_CHANGES command</w:t>
            </w:r>
          </w:p>
        </w:tc>
      </w:tr>
      <w:tr w:rsidR="00BE4588" w:rsidRPr="00066A9A" w14:paraId="47827CB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62C72FB"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243F6C1" w14:textId="77777777" w:rsidR="00BE4588" w:rsidRPr="00066A9A" w:rsidRDefault="00BE4588" w:rsidP="003152AD">
            <w:pPr>
              <w:suppressAutoHyphens/>
              <w:spacing w:line="276" w:lineRule="auto"/>
              <w:jc w:val="center"/>
              <w:rPr>
                <w:szCs w:val="20"/>
              </w:rPr>
            </w:pPr>
            <w:r w:rsidRPr="00066A9A">
              <w:rPr>
                <w:szCs w:val="20"/>
              </w:rPr>
              <w:t>O</w:t>
            </w:r>
            <w:r w:rsidRPr="00066A9A">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245E0F6D" w14:textId="77777777" w:rsidR="00BE4588" w:rsidRPr="00066A9A" w:rsidRDefault="00BE4588" w:rsidP="003152AD">
            <w:pPr>
              <w:suppressAutoHyphens/>
              <w:spacing w:line="276" w:lineRule="auto"/>
              <w:rPr>
                <w:szCs w:val="20"/>
              </w:rPr>
            </w:pPr>
            <w:r w:rsidRPr="00066A9A">
              <w:rPr>
                <w:szCs w:val="20"/>
              </w:rPr>
              <w:t>Supports the RESTART_AUTONEGOTIATION command</w:t>
            </w:r>
          </w:p>
        </w:tc>
      </w:tr>
      <w:tr w:rsidR="00BE4588" w:rsidRPr="00066A9A" w14:paraId="11549146"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3F89568"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288B7CF" w14:textId="77777777" w:rsidR="00BE4588" w:rsidRPr="00066A9A" w:rsidRDefault="00BE4588" w:rsidP="003152AD">
            <w:pPr>
              <w:suppressAutoHyphens/>
              <w:spacing w:line="276" w:lineRule="auto"/>
              <w:jc w:val="center"/>
              <w:rPr>
                <w:szCs w:val="20"/>
              </w:rPr>
            </w:pPr>
            <w:r w:rsidRPr="00066A9A">
              <w:rPr>
                <w:szCs w:val="20"/>
              </w:rPr>
              <w:t>O</w:t>
            </w:r>
            <w:r w:rsidRPr="00066A9A">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720051F1" w14:textId="77777777" w:rsidR="00BE4588" w:rsidRPr="00066A9A" w:rsidRDefault="00BE4588" w:rsidP="003152AD">
            <w:pPr>
              <w:suppressAutoHyphens/>
              <w:spacing w:line="276" w:lineRule="auto"/>
              <w:rPr>
                <w:szCs w:val="20"/>
              </w:rPr>
            </w:pPr>
            <w:r w:rsidRPr="00066A9A">
              <w:rPr>
                <w:szCs w:val="20"/>
              </w:rPr>
              <w:t>Supports the RESTART_PORT command</w:t>
            </w:r>
          </w:p>
        </w:tc>
      </w:tr>
      <w:tr w:rsidR="00BE4588" w:rsidRPr="00066A9A" w14:paraId="6214CE83"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455F4AE" w14:textId="77777777" w:rsidR="00BE4588" w:rsidRPr="00066A9A"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098B7A4" w14:textId="77777777" w:rsidR="00BE4588" w:rsidRPr="00066A9A" w:rsidRDefault="00BE4588" w:rsidP="003152AD">
            <w:pPr>
              <w:suppressAutoHyphens/>
              <w:spacing w:line="276" w:lineRule="auto"/>
              <w:jc w:val="center"/>
              <w:rPr>
                <w:szCs w:val="20"/>
              </w:rPr>
            </w:pPr>
            <w:r w:rsidRPr="00066A9A">
              <w:rPr>
                <w:szCs w:val="20"/>
              </w:rPr>
              <w:t>O</w:t>
            </w:r>
            <w:r w:rsidRPr="00066A9A">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1DC9CEF2" w14:textId="77777777" w:rsidR="00BE4588" w:rsidRPr="00066A9A" w:rsidRDefault="00BE4588" w:rsidP="003152AD">
            <w:pPr>
              <w:suppressAutoHyphens/>
              <w:spacing w:line="276" w:lineRule="auto"/>
              <w:rPr>
                <w:szCs w:val="20"/>
              </w:rPr>
            </w:pPr>
            <w:r w:rsidRPr="00066A9A">
              <w:rPr>
                <w:szCs w:val="20"/>
              </w:rPr>
              <w:t>Supports the VALIDATE_CHANGES command</w:t>
            </w:r>
          </w:p>
        </w:tc>
      </w:tr>
      <w:tr w:rsidR="008C7612" w:rsidRPr="00F95990" w14:paraId="20C88D0E" w14:textId="77777777" w:rsidTr="00A6516B">
        <w:trPr>
          <w:cantSplit/>
        </w:trPr>
        <w:tc>
          <w:tcPr>
            <w:tcW w:w="8910" w:type="dxa"/>
            <w:gridSpan w:val="3"/>
          </w:tcPr>
          <w:p w14:paraId="17901D72" w14:textId="77777777" w:rsidR="00BE4588" w:rsidRPr="00066A9A" w:rsidRDefault="00BE4588" w:rsidP="00BE4588">
            <w:pPr>
              <w:ind w:left="720"/>
            </w:pPr>
            <w:r w:rsidRPr="00066A9A">
              <w:rPr>
                <w:vertAlign w:val="superscript"/>
              </w:rPr>
              <w:t>1</w:t>
            </w:r>
            <w:r w:rsidRPr="00066A9A">
              <w:t xml:space="preserve"> Required if the IUT claims Protocol_Revision 17 or higher.</w:t>
            </w:r>
          </w:p>
          <w:p w14:paraId="0EC64F1F" w14:textId="77777777" w:rsidR="00BE4588" w:rsidRPr="00066A9A" w:rsidRDefault="00BE4588" w:rsidP="00BE4588">
            <w:pPr>
              <w:ind w:left="720"/>
            </w:pPr>
            <w:r w:rsidRPr="00066A9A">
              <w:rPr>
                <w:vertAlign w:val="superscript"/>
              </w:rPr>
              <w:t>2</w:t>
            </w:r>
            <w:r w:rsidRPr="00066A9A">
              <w:t xml:space="preserve"> Protocol_Revision 17 or higher must be claimed.</w:t>
            </w:r>
          </w:p>
          <w:p w14:paraId="68D60E48" w14:textId="77777777" w:rsidR="00BE4588" w:rsidRPr="00066A9A" w:rsidRDefault="00BE4588" w:rsidP="00BE4588">
            <w:pPr>
              <w:suppressAutoHyphens/>
              <w:spacing w:line="276" w:lineRule="auto"/>
              <w:ind w:left="720"/>
              <w:rPr>
                <w:lang w:val="en-CA"/>
              </w:rPr>
            </w:pPr>
            <w:r w:rsidRPr="00066A9A">
              <w:rPr>
                <w:vertAlign w:val="superscript"/>
                <w:lang w:val="en-CA"/>
              </w:rPr>
              <w:t xml:space="preserve">3 </w:t>
            </w:r>
            <w:r w:rsidRPr="00066A9A">
              <w:rPr>
                <w:lang w:val="en-CA"/>
              </w:rPr>
              <w:t>At least one of these options is required if the IUT claims Protocol_Revision 17 or higher.</w:t>
            </w:r>
          </w:p>
          <w:p w14:paraId="76EEDEEF" w14:textId="77777777" w:rsidR="00BE4588" w:rsidRPr="00066A9A" w:rsidRDefault="00BE4588" w:rsidP="00BE4588">
            <w:pPr>
              <w:ind w:left="720"/>
            </w:pPr>
            <w:r w:rsidRPr="00066A9A">
              <w:rPr>
                <w:vertAlign w:val="superscript"/>
              </w:rPr>
              <w:t>4</w:t>
            </w:r>
            <w:r w:rsidRPr="00066A9A">
              <w:t xml:space="preserve"> Support for writable Network_Number properties is required in routers and other IUTs that need to know the network number in order to operate.</w:t>
            </w:r>
          </w:p>
          <w:p w14:paraId="44EB5D8D" w14:textId="77777777" w:rsidR="00BE4588" w:rsidRPr="00066A9A" w:rsidRDefault="00BE4588" w:rsidP="00BE4588">
            <w:pPr>
              <w:ind w:left="720"/>
            </w:pPr>
            <w:r w:rsidRPr="00066A9A">
              <w:rPr>
                <w:vertAlign w:val="superscript"/>
              </w:rPr>
              <w:t>5</w:t>
            </w:r>
            <w:r w:rsidRPr="00066A9A">
              <w:t xml:space="preserve"> At least one of these options is required if the Network Port object Command property is supported.</w:t>
            </w:r>
          </w:p>
          <w:p w14:paraId="16E9C21D" w14:textId="1470C543" w:rsidR="008C7612" w:rsidRPr="00F95990" w:rsidRDefault="00BE4588" w:rsidP="00BE4588">
            <w:pPr>
              <w:ind w:left="704"/>
              <w:rPr>
                <w:b/>
              </w:rPr>
            </w:pPr>
            <w:r w:rsidRPr="00066A9A">
              <w:rPr>
                <w:vertAlign w:val="superscript"/>
              </w:rPr>
              <w:t>6</w:t>
            </w:r>
            <w:r w:rsidRPr="00066A9A">
              <w:t xml:space="preserve"> Protocol_Revision 24 or higher must be claimed.</w:t>
            </w:r>
          </w:p>
        </w:tc>
      </w:tr>
      <w:tr w:rsidR="008C7612" w:rsidRPr="00F95990" w14:paraId="274DDDF4"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48D8269B" w14:textId="77777777" w:rsidR="008C7612" w:rsidRPr="007F0182" w:rsidRDefault="008C7612" w:rsidP="009F557C">
            <w:r>
              <w:rPr>
                <w:b/>
              </w:rPr>
              <w:t xml:space="preserve">Data Link Layer </w:t>
            </w:r>
            <w:r w:rsidR="00012C95">
              <w:rPr>
                <w:b/>
              </w:rPr>
              <w:t>-</w:t>
            </w:r>
            <w:r>
              <w:rPr>
                <w:b/>
              </w:rPr>
              <w:t xml:space="preserve"> </w:t>
            </w:r>
            <w:r w:rsidRPr="00DA0D2A">
              <w:rPr>
                <w:b/>
              </w:rPr>
              <w:t>Ethernet</w:t>
            </w:r>
          </w:p>
        </w:tc>
      </w:tr>
      <w:tr w:rsidR="008C7612" w:rsidRPr="00F95990" w14:paraId="017AFCEF" w14:textId="77777777" w:rsidTr="00A6516B">
        <w:tc>
          <w:tcPr>
            <w:tcW w:w="540" w:type="dxa"/>
          </w:tcPr>
          <w:p w14:paraId="7148A4B7" w14:textId="77777777" w:rsidR="008C7612" w:rsidRPr="00F95990" w:rsidRDefault="008C7612" w:rsidP="009F557C">
            <w:pPr>
              <w:jc w:val="center"/>
            </w:pPr>
          </w:p>
        </w:tc>
        <w:tc>
          <w:tcPr>
            <w:tcW w:w="904" w:type="dxa"/>
          </w:tcPr>
          <w:p w14:paraId="0AE400D6" w14:textId="77777777" w:rsidR="008C7612" w:rsidRPr="00F95990" w:rsidRDefault="008C7612" w:rsidP="009F557C">
            <w:pPr>
              <w:jc w:val="center"/>
            </w:pPr>
            <w:r w:rsidRPr="00F95990">
              <w:t>R</w:t>
            </w:r>
          </w:p>
        </w:tc>
        <w:tc>
          <w:tcPr>
            <w:tcW w:w="7466" w:type="dxa"/>
          </w:tcPr>
          <w:p w14:paraId="6800CB0F" w14:textId="77777777" w:rsidR="008C7612" w:rsidRPr="00F95990" w:rsidRDefault="008C7612" w:rsidP="009F557C">
            <w:r w:rsidRPr="00F95990">
              <w:t>Base Requirements</w:t>
            </w:r>
          </w:p>
        </w:tc>
      </w:tr>
      <w:tr w:rsidR="00BE4588" w:rsidRPr="00C1770F" w14:paraId="48486EAD"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shd w:val="clear" w:color="auto" w:fill="auto"/>
          </w:tcPr>
          <w:p w14:paraId="26FCAEB4" w14:textId="77777777" w:rsidR="00BE4588" w:rsidRPr="00C1770F" w:rsidRDefault="00BE4588" w:rsidP="003152AD">
            <w:pPr>
              <w:suppressAutoHyphens/>
              <w:snapToGrid w:val="0"/>
              <w:spacing w:line="276" w:lineRule="auto"/>
              <w:jc w:val="center"/>
              <w:rPr>
                <w:kern w:val="2"/>
                <w:szCs w:val="20"/>
                <w:lang w:eastAsia="ar-SA"/>
              </w:rPr>
            </w:pPr>
            <w:bookmarkStart w:id="13" w:name="_Hlk174967499"/>
            <w:bookmarkStart w:id="14" w:name="_Hlk175429789"/>
          </w:p>
        </w:tc>
        <w:tc>
          <w:tcPr>
            <w:tcW w:w="904" w:type="dxa"/>
            <w:tcBorders>
              <w:top w:val="single" w:sz="4" w:space="0" w:color="000000"/>
              <w:left w:val="single" w:sz="4" w:space="0" w:color="000000"/>
              <w:bottom w:val="single" w:sz="4" w:space="0" w:color="000000"/>
              <w:right w:val="nil"/>
            </w:tcBorders>
            <w:shd w:val="clear" w:color="auto" w:fill="auto"/>
            <w:hideMark/>
          </w:tcPr>
          <w:p w14:paraId="46C702DD" w14:textId="77777777" w:rsidR="00BE4588" w:rsidRPr="00C1770F" w:rsidRDefault="00BE4588" w:rsidP="003152AD">
            <w:pPr>
              <w:suppressAutoHyphens/>
              <w:spacing w:line="276" w:lineRule="auto"/>
              <w:jc w:val="center"/>
              <w:rPr>
                <w:szCs w:val="20"/>
              </w:rPr>
            </w:pPr>
            <w:r w:rsidRPr="00C1770F">
              <w:rPr>
                <w:szCs w:val="20"/>
              </w:rPr>
              <w:t>C</w:t>
            </w:r>
            <w:r w:rsidRPr="00C1770F">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shd w:val="clear" w:color="auto" w:fill="auto"/>
            <w:hideMark/>
          </w:tcPr>
          <w:p w14:paraId="5BC5A499" w14:textId="77777777" w:rsidR="00BE4588" w:rsidRPr="00C1770F" w:rsidRDefault="00BE4588" w:rsidP="003152AD">
            <w:pPr>
              <w:suppressAutoHyphens/>
              <w:spacing w:line="276" w:lineRule="auto"/>
              <w:rPr>
                <w:szCs w:val="20"/>
              </w:rPr>
            </w:pPr>
            <w:r w:rsidRPr="00C1770F">
              <w:rPr>
                <w:szCs w:val="20"/>
              </w:rPr>
              <w:t>Supports the Network Port object</w:t>
            </w:r>
          </w:p>
        </w:tc>
      </w:tr>
      <w:tr w:rsidR="00BE4588" w:rsidRPr="00C1770F" w14:paraId="2B279BB4"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shd w:val="clear" w:color="auto" w:fill="auto"/>
          </w:tcPr>
          <w:p w14:paraId="1DCACEAC"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shd w:val="clear" w:color="auto" w:fill="auto"/>
            <w:hideMark/>
          </w:tcPr>
          <w:p w14:paraId="08675E93" w14:textId="77777777" w:rsidR="00BE4588" w:rsidRPr="00C1770F" w:rsidRDefault="00BE4588" w:rsidP="003152AD">
            <w:pPr>
              <w:suppressAutoHyphens/>
              <w:spacing w:line="276" w:lineRule="auto"/>
              <w:jc w:val="center"/>
              <w:rPr>
                <w:szCs w:val="20"/>
              </w:rPr>
            </w:pPr>
            <w:r w:rsidRPr="00C1770F">
              <w:rPr>
                <w:szCs w:val="20"/>
              </w:rPr>
              <w:t>O</w:t>
            </w:r>
            <w:r w:rsidRPr="00C1770F">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shd w:val="clear" w:color="auto" w:fill="auto"/>
            <w:hideMark/>
          </w:tcPr>
          <w:p w14:paraId="00A3E8D3" w14:textId="77777777" w:rsidR="00BE4588" w:rsidRPr="00C1770F" w:rsidRDefault="00BE4588" w:rsidP="003152AD">
            <w:pPr>
              <w:suppressAutoHyphens/>
              <w:spacing w:line="276" w:lineRule="auto"/>
              <w:rPr>
                <w:szCs w:val="20"/>
              </w:rPr>
            </w:pPr>
            <w:r w:rsidRPr="00C1770F">
              <w:rPr>
                <w:szCs w:val="20"/>
              </w:rPr>
              <w:t>Supports configurable Out_Of_Service property</w:t>
            </w:r>
          </w:p>
        </w:tc>
      </w:tr>
      <w:tr w:rsidR="00BE4588" w:rsidRPr="00C1770F" w14:paraId="61B6939A"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shd w:val="clear" w:color="auto" w:fill="auto"/>
          </w:tcPr>
          <w:p w14:paraId="298D12F2"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shd w:val="clear" w:color="auto" w:fill="auto"/>
            <w:hideMark/>
          </w:tcPr>
          <w:p w14:paraId="241CA8FE" w14:textId="77777777" w:rsidR="00BE4588" w:rsidRPr="00C1770F" w:rsidRDefault="00BE4588" w:rsidP="003152AD">
            <w:pPr>
              <w:suppressAutoHyphens/>
              <w:spacing w:line="276" w:lineRule="auto"/>
              <w:jc w:val="center"/>
              <w:rPr>
                <w:szCs w:val="20"/>
              </w:rPr>
            </w:pPr>
            <w:r w:rsidRPr="00C1770F">
              <w:rPr>
                <w:szCs w:val="20"/>
              </w:rPr>
              <w:t>C</w:t>
            </w:r>
            <w:r w:rsidRPr="00C1770F">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shd w:val="clear" w:color="auto" w:fill="auto"/>
            <w:hideMark/>
          </w:tcPr>
          <w:p w14:paraId="7A8BD6A6" w14:textId="77777777" w:rsidR="00BE4588" w:rsidRPr="00C1770F" w:rsidRDefault="00BE4588" w:rsidP="003152AD">
            <w:pPr>
              <w:suppressAutoHyphens/>
              <w:spacing w:line="276" w:lineRule="auto"/>
              <w:rPr>
                <w:szCs w:val="20"/>
              </w:rPr>
            </w:pPr>
            <w:r w:rsidRPr="00C1770F">
              <w:rPr>
                <w:szCs w:val="20"/>
              </w:rPr>
              <w:t>Supports hierarchical Network Port objects</w:t>
            </w:r>
          </w:p>
        </w:tc>
      </w:tr>
      <w:tr w:rsidR="00BE4588" w:rsidRPr="00C1770F" w14:paraId="1EADC4B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shd w:val="clear" w:color="auto" w:fill="auto"/>
          </w:tcPr>
          <w:p w14:paraId="344975C1"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shd w:val="clear" w:color="auto" w:fill="auto"/>
            <w:hideMark/>
          </w:tcPr>
          <w:p w14:paraId="01373BCB" w14:textId="77777777" w:rsidR="00BE4588" w:rsidRPr="00C1770F" w:rsidRDefault="00BE4588" w:rsidP="003152AD">
            <w:pPr>
              <w:suppressAutoHyphens/>
              <w:spacing w:line="276" w:lineRule="auto"/>
              <w:jc w:val="center"/>
              <w:rPr>
                <w:szCs w:val="20"/>
              </w:rPr>
            </w:pPr>
            <w:r w:rsidRPr="00C1770F">
              <w:rPr>
                <w:szCs w:val="20"/>
              </w:rPr>
              <w:t>C</w:t>
            </w:r>
            <w:r w:rsidRPr="00C1770F">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shd w:val="clear" w:color="auto" w:fill="auto"/>
            <w:hideMark/>
          </w:tcPr>
          <w:p w14:paraId="3EFD8395" w14:textId="77777777" w:rsidR="00BE4588" w:rsidRPr="00C1770F" w:rsidRDefault="00BE4588" w:rsidP="003152AD">
            <w:pPr>
              <w:suppressAutoHyphens/>
              <w:spacing w:line="276" w:lineRule="auto"/>
              <w:rPr>
                <w:szCs w:val="20"/>
              </w:rPr>
            </w:pPr>
            <w:r w:rsidRPr="00C1770F">
              <w:rPr>
                <w:szCs w:val="20"/>
              </w:rPr>
              <w:t>Supports Non-hierarchical Network Port objects</w:t>
            </w:r>
          </w:p>
        </w:tc>
      </w:tr>
      <w:bookmarkEnd w:id="13"/>
      <w:tr w:rsidR="00BE4588" w:rsidRPr="00C1770F" w14:paraId="562B4E15" w14:textId="77777777" w:rsidTr="00A6516B">
        <w:tc>
          <w:tcPr>
            <w:tcW w:w="540" w:type="dxa"/>
            <w:shd w:val="clear" w:color="auto" w:fill="auto"/>
          </w:tcPr>
          <w:p w14:paraId="0B619B9F" w14:textId="77777777" w:rsidR="00BE4588" w:rsidRPr="00C1770F" w:rsidRDefault="00BE4588" w:rsidP="003152AD">
            <w:pPr>
              <w:jc w:val="center"/>
            </w:pPr>
          </w:p>
        </w:tc>
        <w:tc>
          <w:tcPr>
            <w:tcW w:w="904" w:type="dxa"/>
            <w:shd w:val="clear" w:color="auto" w:fill="auto"/>
          </w:tcPr>
          <w:p w14:paraId="3A9BDA22" w14:textId="77777777" w:rsidR="00BE4588" w:rsidRPr="00C1770F" w:rsidRDefault="00BE4588" w:rsidP="003152AD">
            <w:pPr>
              <w:jc w:val="center"/>
            </w:pPr>
            <w:r w:rsidRPr="00C1770F">
              <w:t>C</w:t>
            </w:r>
            <w:r w:rsidRPr="00C1770F">
              <w:rPr>
                <w:vertAlign w:val="superscript"/>
              </w:rPr>
              <w:t>2,4</w:t>
            </w:r>
          </w:p>
        </w:tc>
        <w:tc>
          <w:tcPr>
            <w:tcW w:w="7466" w:type="dxa"/>
            <w:shd w:val="clear" w:color="auto" w:fill="auto"/>
          </w:tcPr>
          <w:p w14:paraId="080C2D1C" w14:textId="77777777" w:rsidR="00BE4588" w:rsidRPr="00C1770F" w:rsidRDefault="00BE4588" w:rsidP="003152AD">
            <w:r w:rsidRPr="00C1770F">
              <w:t>Supports writable Network_Number property</w:t>
            </w:r>
          </w:p>
        </w:tc>
      </w:tr>
      <w:tr w:rsidR="00BE4588" w:rsidRPr="00C1770F" w14:paraId="6D048C3B" w14:textId="77777777" w:rsidTr="00A6516B">
        <w:tc>
          <w:tcPr>
            <w:tcW w:w="540" w:type="dxa"/>
            <w:tcBorders>
              <w:top w:val="single" w:sz="4" w:space="0" w:color="auto"/>
              <w:left w:val="single" w:sz="4" w:space="0" w:color="auto"/>
              <w:bottom w:val="single" w:sz="4" w:space="0" w:color="auto"/>
              <w:right w:val="single" w:sz="4" w:space="0" w:color="auto"/>
            </w:tcBorders>
            <w:shd w:val="clear" w:color="auto" w:fill="auto"/>
          </w:tcPr>
          <w:p w14:paraId="565F5D56" w14:textId="77777777" w:rsidR="00BE4588" w:rsidRPr="00C1770F"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238C80B0" w14:textId="77777777" w:rsidR="00BE4588" w:rsidRPr="00C1770F" w:rsidRDefault="00BE4588" w:rsidP="003152AD">
            <w:pPr>
              <w:jc w:val="center"/>
            </w:pPr>
            <w:r w:rsidRPr="00C1770F">
              <w:t>O</w:t>
            </w:r>
          </w:p>
        </w:tc>
        <w:tc>
          <w:tcPr>
            <w:tcW w:w="7466" w:type="dxa"/>
            <w:tcBorders>
              <w:top w:val="single" w:sz="4" w:space="0" w:color="auto"/>
              <w:left w:val="single" w:sz="4" w:space="0" w:color="auto"/>
              <w:bottom w:val="single" w:sz="4" w:space="0" w:color="auto"/>
              <w:right w:val="single" w:sz="4" w:space="0" w:color="auto"/>
            </w:tcBorders>
            <w:shd w:val="clear" w:color="auto" w:fill="auto"/>
          </w:tcPr>
          <w:p w14:paraId="6031AE9C" w14:textId="77777777" w:rsidR="00BE4588" w:rsidRPr="00C1770F" w:rsidRDefault="00BE4588" w:rsidP="003152AD">
            <w:r w:rsidRPr="00C1770F">
              <w:t>Supports the Routing_Table property</w:t>
            </w:r>
          </w:p>
        </w:tc>
      </w:tr>
      <w:tr w:rsidR="00BE4588" w:rsidRPr="00C1770F" w14:paraId="1890252E" w14:textId="77777777" w:rsidTr="00A6516B">
        <w:tc>
          <w:tcPr>
            <w:tcW w:w="540" w:type="dxa"/>
            <w:tcBorders>
              <w:top w:val="single" w:sz="4" w:space="0" w:color="auto"/>
              <w:left w:val="single" w:sz="4" w:space="0" w:color="auto"/>
              <w:bottom w:val="single" w:sz="4" w:space="0" w:color="auto"/>
              <w:right w:val="single" w:sz="4" w:space="0" w:color="auto"/>
            </w:tcBorders>
            <w:shd w:val="clear" w:color="auto" w:fill="auto"/>
          </w:tcPr>
          <w:p w14:paraId="6284B369" w14:textId="77777777" w:rsidR="00BE4588" w:rsidRPr="00C1770F" w:rsidRDefault="00BE4588" w:rsidP="003152AD">
            <w:pPr>
              <w:jc w:val="cente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17E3A647" w14:textId="77777777" w:rsidR="00BE4588" w:rsidRPr="00C1770F" w:rsidRDefault="00BE4588" w:rsidP="003152AD">
            <w:pPr>
              <w:jc w:val="center"/>
            </w:pPr>
            <w:r w:rsidRPr="00C1770F">
              <w:t>O</w:t>
            </w:r>
          </w:p>
        </w:tc>
        <w:tc>
          <w:tcPr>
            <w:tcW w:w="7466" w:type="dxa"/>
            <w:tcBorders>
              <w:top w:val="single" w:sz="4" w:space="0" w:color="auto"/>
              <w:left w:val="single" w:sz="4" w:space="0" w:color="auto"/>
              <w:bottom w:val="single" w:sz="4" w:space="0" w:color="auto"/>
              <w:right w:val="single" w:sz="4" w:space="0" w:color="auto"/>
            </w:tcBorders>
            <w:shd w:val="clear" w:color="auto" w:fill="auto"/>
          </w:tcPr>
          <w:p w14:paraId="136EB12F" w14:textId="77777777" w:rsidR="00BE4588" w:rsidRPr="00C1770F" w:rsidRDefault="00BE4588" w:rsidP="003152AD">
            <w:r w:rsidRPr="00C1770F">
              <w:t>Supports the Network Port Object Command property</w:t>
            </w:r>
          </w:p>
        </w:tc>
      </w:tr>
      <w:tr w:rsidR="00BE4588" w:rsidRPr="00C1770F" w14:paraId="6D960FE0"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shd w:val="clear" w:color="auto" w:fill="auto"/>
          </w:tcPr>
          <w:p w14:paraId="6CEF05AA"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shd w:val="clear" w:color="auto" w:fill="auto"/>
            <w:hideMark/>
          </w:tcPr>
          <w:p w14:paraId="28B92E30" w14:textId="73D4623C" w:rsidR="00BE4588" w:rsidRPr="00C1770F" w:rsidRDefault="00BE4588" w:rsidP="003152AD">
            <w:pPr>
              <w:suppressAutoHyphens/>
              <w:spacing w:line="276" w:lineRule="auto"/>
              <w:jc w:val="center"/>
              <w:rPr>
                <w:szCs w:val="20"/>
              </w:rPr>
            </w:pPr>
            <w:r w:rsidRPr="00C1770F">
              <w:rPr>
                <w:szCs w:val="20"/>
              </w:rPr>
              <w:t>O</w:t>
            </w:r>
            <w:r w:rsidRPr="00C1770F">
              <w:rPr>
                <w:szCs w:val="20"/>
                <w:vertAlign w:val="superscript"/>
              </w:rPr>
              <w:t>2</w:t>
            </w:r>
            <w:r w:rsidR="00DB4E49">
              <w:rPr>
                <w:szCs w:val="20"/>
                <w:vertAlign w:val="superscript"/>
              </w:rPr>
              <w:t>,</w:t>
            </w:r>
            <w:r w:rsidRPr="00C1770F">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shd w:val="clear" w:color="auto" w:fill="auto"/>
            <w:hideMark/>
          </w:tcPr>
          <w:p w14:paraId="632DC2C6" w14:textId="77777777" w:rsidR="00BE4588" w:rsidRPr="00C1770F" w:rsidRDefault="00BE4588" w:rsidP="003152AD">
            <w:pPr>
              <w:suppressAutoHyphens/>
              <w:spacing w:line="276" w:lineRule="auto"/>
              <w:rPr>
                <w:szCs w:val="20"/>
              </w:rPr>
            </w:pPr>
            <w:r w:rsidRPr="00C1770F">
              <w:rPr>
                <w:szCs w:val="20"/>
              </w:rPr>
              <w:t>Supports the DISCARD_CHANGES command</w:t>
            </w:r>
          </w:p>
        </w:tc>
      </w:tr>
      <w:tr w:rsidR="00BE4588" w:rsidRPr="00C1770F" w14:paraId="442DABC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shd w:val="clear" w:color="auto" w:fill="auto"/>
          </w:tcPr>
          <w:p w14:paraId="30EBFE6F"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shd w:val="clear" w:color="auto" w:fill="auto"/>
            <w:hideMark/>
          </w:tcPr>
          <w:p w14:paraId="688CBE1D" w14:textId="77777777" w:rsidR="00BE4588" w:rsidRPr="00C1770F" w:rsidRDefault="00BE4588" w:rsidP="003152AD">
            <w:pPr>
              <w:suppressAutoHyphens/>
              <w:spacing w:line="276" w:lineRule="auto"/>
              <w:jc w:val="center"/>
              <w:rPr>
                <w:szCs w:val="20"/>
              </w:rPr>
            </w:pPr>
            <w:r w:rsidRPr="00C1770F">
              <w:rPr>
                <w:szCs w:val="20"/>
              </w:rPr>
              <w:t>O</w:t>
            </w:r>
            <w:r w:rsidRPr="00C1770F">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shd w:val="clear" w:color="auto" w:fill="auto"/>
            <w:hideMark/>
          </w:tcPr>
          <w:p w14:paraId="7A665DE9" w14:textId="77777777" w:rsidR="00BE4588" w:rsidRPr="00C1770F" w:rsidRDefault="00BE4588" w:rsidP="003152AD">
            <w:pPr>
              <w:suppressAutoHyphens/>
              <w:spacing w:line="276" w:lineRule="auto"/>
              <w:rPr>
                <w:szCs w:val="20"/>
              </w:rPr>
            </w:pPr>
            <w:r w:rsidRPr="00C1770F">
              <w:rPr>
                <w:szCs w:val="20"/>
              </w:rPr>
              <w:t>Supports the RESTART_AUTONEGOTIATION command</w:t>
            </w:r>
          </w:p>
        </w:tc>
      </w:tr>
      <w:tr w:rsidR="00BE4588" w:rsidRPr="00C1770F" w14:paraId="2411E637"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shd w:val="clear" w:color="auto" w:fill="auto"/>
          </w:tcPr>
          <w:p w14:paraId="2722EB8C"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shd w:val="clear" w:color="auto" w:fill="auto"/>
            <w:hideMark/>
          </w:tcPr>
          <w:p w14:paraId="01B32AF0" w14:textId="77777777" w:rsidR="00BE4588" w:rsidRPr="00C1770F" w:rsidRDefault="00BE4588" w:rsidP="003152AD">
            <w:pPr>
              <w:suppressAutoHyphens/>
              <w:spacing w:line="276" w:lineRule="auto"/>
              <w:jc w:val="center"/>
              <w:rPr>
                <w:szCs w:val="20"/>
              </w:rPr>
            </w:pPr>
            <w:r w:rsidRPr="00C1770F">
              <w:rPr>
                <w:szCs w:val="20"/>
              </w:rPr>
              <w:t>O</w:t>
            </w:r>
            <w:r w:rsidRPr="00C1770F">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shd w:val="clear" w:color="auto" w:fill="auto"/>
            <w:hideMark/>
          </w:tcPr>
          <w:p w14:paraId="5182DAD4" w14:textId="77777777" w:rsidR="00BE4588" w:rsidRPr="00C1770F" w:rsidRDefault="00BE4588" w:rsidP="003152AD">
            <w:pPr>
              <w:suppressAutoHyphens/>
              <w:spacing w:line="276" w:lineRule="auto"/>
              <w:rPr>
                <w:szCs w:val="20"/>
              </w:rPr>
            </w:pPr>
            <w:r w:rsidRPr="00C1770F">
              <w:rPr>
                <w:szCs w:val="20"/>
              </w:rPr>
              <w:t>Supports the RESTART_PORT command</w:t>
            </w:r>
          </w:p>
        </w:tc>
      </w:tr>
      <w:tr w:rsidR="00BE4588" w:rsidRPr="00C1770F" w14:paraId="245BE0E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shd w:val="clear" w:color="auto" w:fill="auto"/>
          </w:tcPr>
          <w:p w14:paraId="5DB98560" w14:textId="77777777" w:rsidR="00BE4588" w:rsidRPr="00C1770F" w:rsidRDefault="00BE4588"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shd w:val="clear" w:color="auto" w:fill="auto"/>
            <w:hideMark/>
          </w:tcPr>
          <w:p w14:paraId="313E92F6" w14:textId="77777777" w:rsidR="00BE4588" w:rsidRPr="00C1770F" w:rsidRDefault="00BE4588" w:rsidP="003152AD">
            <w:pPr>
              <w:suppressAutoHyphens/>
              <w:spacing w:line="276" w:lineRule="auto"/>
              <w:jc w:val="center"/>
              <w:rPr>
                <w:szCs w:val="20"/>
              </w:rPr>
            </w:pPr>
            <w:r w:rsidRPr="00C1770F">
              <w:rPr>
                <w:szCs w:val="20"/>
              </w:rPr>
              <w:t>O</w:t>
            </w:r>
            <w:r w:rsidRPr="00C1770F">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shd w:val="clear" w:color="auto" w:fill="auto"/>
            <w:hideMark/>
          </w:tcPr>
          <w:p w14:paraId="4898AE19" w14:textId="77777777" w:rsidR="00BE4588" w:rsidRPr="00C1770F" w:rsidRDefault="00BE4588" w:rsidP="003152AD">
            <w:pPr>
              <w:suppressAutoHyphens/>
              <w:spacing w:line="276" w:lineRule="auto"/>
              <w:rPr>
                <w:szCs w:val="20"/>
              </w:rPr>
            </w:pPr>
            <w:r w:rsidRPr="00C1770F">
              <w:rPr>
                <w:szCs w:val="20"/>
              </w:rPr>
              <w:t>Supports the VALIDATE_CHANGES command</w:t>
            </w:r>
          </w:p>
        </w:tc>
      </w:tr>
      <w:bookmarkEnd w:id="14"/>
      <w:tr w:rsidR="008C7612" w:rsidRPr="00F95990" w14:paraId="0A3F4207" w14:textId="77777777" w:rsidTr="00A6516B">
        <w:trPr>
          <w:cantSplit/>
        </w:trPr>
        <w:tc>
          <w:tcPr>
            <w:tcW w:w="8910" w:type="dxa"/>
            <w:gridSpan w:val="3"/>
          </w:tcPr>
          <w:p w14:paraId="326ED880" w14:textId="77777777" w:rsidR="00BE4588" w:rsidRPr="00C1770F" w:rsidRDefault="00BE4588" w:rsidP="00BE4588">
            <w:pPr>
              <w:ind w:left="720"/>
            </w:pPr>
            <w:r w:rsidRPr="00C1770F">
              <w:rPr>
                <w:vertAlign w:val="superscript"/>
              </w:rPr>
              <w:t>1</w:t>
            </w:r>
            <w:r w:rsidRPr="00C1770F">
              <w:t xml:space="preserve"> Required if the IUT claims Protocol_Revision 17 or higher.</w:t>
            </w:r>
          </w:p>
          <w:p w14:paraId="61747F37" w14:textId="77777777" w:rsidR="00BE4588" w:rsidRPr="00C1770F" w:rsidRDefault="00BE4588" w:rsidP="00BE4588">
            <w:pPr>
              <w:ind w:left="720"/>
            </w:pPr>
            <w:r w:rsidRPr="00C1770F">
              <w:rPr>
                <w:vertAlign w:val="superscript"/>
              </w:rPr>
              <w:t>2</w:t>
            </w:r>
            <w:r w:rsidRPr="00C1770F">
              <w:t xml:space="preserve"> Protocol_Revision 17 or higher must be claimed.</w:t>
            </w:r>
          </w:p>
          <w:p w14:paraId="4D4148B8" w14:textId="77777777" w:rsidR="00BE4588" w:rsidRPr="00C1770F" w:rsidRDefault="00BE4588" w:rsidP="00BE4588">
            <w:pPr>
              <w:suppressAutoHyphens/>
              <w:spacing w:line="276" w:lineRule="auto"/>
              <w:ind w:left="720"/>
              <w:rPr>
                <w:lang w:val="en-CA"/>
              </w:rPr>
            </w:pPr>
            <w:r w:rsidRPr="00C1770F">
              <w:rPr>
                <w:vertAlign w:val="superscript"/>
                <w:lang w:val="en-CA"/>
              </w:rPr>
              <w:t xml:space="preserve">3 </w:t>
            </w:r>
            <w:r w:rsidRPr="00C1770F">
              <w:rPr>
                <w:lang w:val="en-CA"/>
              </w:rPr>
              <w:t>At least one of these options is required if the IUT claims Protocol_Revision 17 or higher.</w:t>
            </w:r>
          </w:p>
          <w:p w14:paraId="5C8F9402" w14:textId="77777777" w:rsidR="00BE4588" w:rsidRPr="00C1770F" w:rsidRDefault="00BE4588" w:rsidP="00BE4588">
            <w:pPr>
              <w:ind w:left="720"/>
            </w:pPr>
            <w:r w:rsidRPr="00C1770F">
              <w:rPr>
                <w:vertAlign w:val="superscript"/>
              </w:rPr>
              <w:t>4</w:t>
            </w:r>
            <w:r w:rsidRPr="00C1770F">
              <w:t xml:space="preserve"> Support for writable Network_Number properties is required in routers and other IUTs that need to know the network number in order to operate.</w:t>
            </w:r>
          </w:p>
          <w:p w14:paraId="0B2DF06A" w14:textId="77777777" w:rsidR="00BE4588" w:rsidRPr="00C1770F" w:rsidRDefault="00BE4588" w:rsidP="00BE4588">
            <w:pPr>
              <w:ind w:left="720"/>
            </w:pPr>
            <w:r w:rsidRPr="00C1770F">
              <w:rPr>
                <w:vertAlign w:val="superscript"/>
              </w:rPr>
              <w:t>5</w:t>
            </w:r>
            <w:r w:rsidRPr="00C1770F">
              <w:t xml:space="preserve"> At least one of these options is required if the Network Port object Command property is supported.</w:t>
            </w:r>
          </w:p>
          <w:p w14:paraId="72A3A008" w14:textId="7C6CC442" w:rsidR="008C7612" w:rsidRPr="00F95990" w:rsidRDefault="00BE4588" w:rsidP="00BE4588">
            <w:pPr>
              <w:ind w:left="704"/>
              <w:rPr>
                <w:b/>
              </w:rPr>
            </w:pPr>
            <w:r w:rsidRPr="00C1770F">
              <w:rPr>
                <w:vertAlign w:val="superscript"/>
              </w:rPr>
              <w:t>6</w:t>
            </w:r>
            <w:r w:rsidRPr="00C1770F">
              <w:t xml:space="preserve"> Protocol_Revision 24 or higher must be claimed.</w:t>
            </w:r>
          </w:p>
        </w:tc>
      </w:tr>
      <w:tr w:rsidR="008C7612" w:rsidRPr="007F0182" w14:paraId="79190AA8"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37D4C868" w14:textId="77777777" w:rsidR="008C7612" w:rsidRPr="00EF212A" w:rsidRDefault="008C7612" w:rsidP="00EF212A">
            <w:pPr>
              <w:rPr>
                <w:b/>
              </w:rPr>
            </w:pPr>
            <w:r>
              <w:rPr>
                <w:b/>
              </w:rPr>
              <w:t xml:space="preserve">Data Link Layer </w:t>
            </w:r>
            <w:r w:rsidR="00012C95">
              <w:rPr>
                <w:b/>
              </w:rPr>
              <w:t>-</w:t>
            </w:r>
            <w:r>
              <w:rPr>
                <w:b/>
              </w:rPr>
              <w:t xml:space="preserve"> ARCNET</w:t>
            </w:r>
          </w:p>
        </w:tc>
      </w:tr>
      <w:tr w:rsidR="008C7612" w:rsidRPr="00F95990" w14:paraId="35466F90" w14:textId="77777777" w:rsidTr="00A6516B">
        <w:tc>
          <w:tcPr>
            <w:tcW w:w="540" w:type="dxa"/>
          </w:tcPr>
          <w:p w14:paraId="50BAB6CE" w14:textId="77777777" w:rsidR="008C7612" w:rsidRPr="00F95990" w:rsidRDefault="008C7612" w:rsidP="00962B3C">
            <w:pPr>
              <w:jc w:val="center"/>
            </w:pPr>
          </w:p>
        </w:tc>
        <w:tc>
          <w:tcPr>
            <w:tcW w:w="904" w:type="dxa"/>
          </w:tcPr>
          <w:p w14:paraId="2603ECB5" w14:textId="77777777" w:rsidR="008C7612" w:rsidRPr="00F95990" w:rsidRDefault="008C7612" w:rsidP="00962B3C">
            <w:pPr>
              <w:jc w:val="center"/>
            </w:pPr>
            <w:r w:rsidRPr="00F95990">
              <w:t>R</w:t>
            </w:r>
          </w:p>
        </w:tc>
        <w:tc>
          <w:tcPr>
            <w:tcW w:w="7466" w:type="dxa"/>
          </w:tcPr>
          <w:p w14:paraId="7F9C967E" w14:textId="77777777" w:rsidR="008C7612" w:rsidRPr="00F95990" w:rsidRDefault="008C7612" w:rsidP="00962B3C">
            <w:r w:rsidRPr="00F95990">
              <w:t>Base Requirements</w:t>
            </w:r>
          </w:p>
        </w:tc>
      </w:tr>
      <w:tr w:rsidR="008B29D2" w:rsidRPr="0002054E" w14:paraId="09FB52B3"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2F9717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683D6A1"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0ACD8887" w14:textId="77777777" w:rsidR="008B29D2" w:rsidRPr="0002054E" w:rsidRDefault="008B29D2" w:rsidP="003152AD">
            <w:pPr>
              <w:suppressAutoHyphens/>
              <w:spacing w:line="276" w:lineRule="auto"/>
              <w:rPr>
                <w:szCs w:val="20"/>
              </w:rPr>
            </w:pPr>
            <w:r w:rsidRPr="0002054E">
              <w:rPr>
                <w:szCs w:val="20"/>
              </w:rPr>
              <w:t>Supports the Network Port object</w:t>
            </w:r>
          </w:p>
        </w:tc>
      </w:tr>
      <w:tr w:rsidR="008B29D2" w:rsidRPr="0002054E" w14:paraId="1F6A8C77"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9A06496"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93F93E0"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4718D9DB" w14:textId="77777777" w:rsidR="008B29D2" w:rsidRPr="0002054E" w:rsidRDefault="008B29D2" w:rsidP="003152AD">
            <w:pPr>
              <w:suppressAutoHyphens/>
              <w:spacing w:line="276" w:lineRule="auto"/>
              <w:rPr>
                <w:szCs w:val="20"/>
              </w:rPr>
            </w:pPr>
            <w:r w:rsidRPr="0002054E">
              <w:rPr>
                <w:szCs w:val="20"/>
              </w:rPr>
              <w:t>Supports configurable Out_Of_Service property</w:t>
            </w:r>
          </w:p>
        </w:tc>
      </w:tr>
      <w:tr w:rsidR="008B29D2" w:rsidRPr="0002054E" w14:paraId="1AD79E6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59B65E7"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5A1435B"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56A1DE3D" w14:textId="77777777" w:rsidR="008B29D2" w:rsidRPr="0002054E" w:rsidRDefault="008B29D2" w:rsidP="003152AD">
            <w:pPr>
              <w:suppressAutoHyphens/>
              <w:spacing w:line="276" w:lineRule="auto"/>
              <w:rPr>
                <w:szCs w:val="20"/>
              </w:rPr>
            </w:pPr>
            <w:r w:rsidRPr="0002054E">
              <w:rPr>
                <w:szCs w:val="20"/>
              </w:rPr>
              <w:t>Supports hierarchical Network Port objects</w:t>
            </w:r>
          </w:p>
        </w:tc>
      </w:tr>
      <w:tr w:rsidR="008B29D2" w:rsidRPr="0002054E" w14:paraId="5C3E1A06"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CE3CF5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A974B13"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0927F065" w14:textId="77777777" w:rsidR="008B29D2" w:rsidRPr="0002054E" w:rsidRDefault="008B29D2" w:rsidP="003152AD">
            <w:pPr>
              <w:suppressAutoHyphens/>
              <w:spacing w:line="276" w:lineRule="auto"/>
              <w:rPr>
                <w:szCs w:val="20"/>
              </w:rPr>
            </w:pPr>
            <w:r w:rsidRPr="0002054E">
              <w:rPr>
                <w:szCs w:val="20"/>
              </w:rPr>
              <w:t>Supports Non-hierarchical Network Port objects</w:t>
            </w:r>
          </w:p>
        </w:tc>
      </w:tr>
      <w:tr w:rsidR="008B29D2" w:rsidRPr="0002054E" w14:paraId="22D19597" w14:textId="77777777" w:rsidTr="00A6516B">
        <w:tc>
          <w:tcPr>
            <w:tcW w:w="540" w:type="dxa"/>
          </w:tcPr>
          <w:p w14:paraId="55792F05" w14:textId="77777777" w:rsidR="008B29D2" w:rsidRPr="0002054E" w:rsidRDefault="008B29D2" w:rsidP="003152AD">
            <w:pPr>
              <w:jc w:val="center"/>
            </w:pPr>
          </w:p>
        </w:tc>
        <w:tc>
          <w:tcPr>
            <w:tcW w:w="904" w:type="dxa"/>
          </w:tcPr>
          <w:p w14:paraId="250DC0AA" w14:textId="77777777" w:rsidR="008B29D2" w:rsidRPr="0002054E" w:rsidRDefault="008B29D2" w:rsidP="003152AD">
            <w:pPr>
              <w:jc w:val="center"/>
            </w:pPr>
            <w:r w:rsidRPr="0002054E">
              <w:t>C</w:t>
            </w:r>
            <w:r w:rsidRPr="0002054E">
              <w:rPr>
                <w:vertAlign w:val="superscript"/>
              </w:rPr>
              <w:t>2,4</w:t>
            </w:r>
          </w:p>
        </w:tc>
        <w:tc>
          <w:tcPr>
            <w:tcW w:w="7466" w:type="dxa"/>
          </w:tcPr>
          <w:p w14:paraId="1BA4F82D" w14:textId="77777777" w:rsidR="008B29D2" w:rsidRPr="0002054E" w:rsidRDefault="008B29D2" w:rsidP="003152AD">
            <w:r w:rsidRPr="0002054E">
              <w:t>Supports writable Network_Number property</w:t>
            </w:r>
          </w:p>
        </w:tc>
      </w:tr>
      <w:tr w:rsidR="008B29D2" w:rsidRPr="0002054E" w14:paraId="585DCDF7" w14:textId="77777777" w:rsidTr="00A6516B">
        <w:tc>
          <w:tcPr>
            <w:tcW w:w="540" w:type="dxa"/>
            <w:tcBorders>
              <w:top w:val="single" w:sz="4" w:space="0" w:color="auto"/>
              <w:left w:val="single" w:sz="4" w:space="0" w:color="auto"/>
              <w:bottom w:val="single" w:sz="4" w:space="0" w:color="auto"/>
              <w:right w:val="single" w:sz="4" w:space="0" w:color="auto"/>
            </w:tcBorders>
          </w:tcPr>
          <w:p w14:paraId="5D648105"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73B67B60"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3AA7F48E" w14:textId="77777777" w:rsidR="008B29D2" w:rsidRPr="0002054E" w:rsidRDefault="008B29D2" w:rsidP="003152AD">
            <w:r w:rsidRPr="0002054E">
              <w:t>Supports the Routing_Table property</w:t>
            </w:r>
          </w:p>
        </w:tc>
      </w:tr>
      <w:tr w:rsidR="008B29D2" w:rsidRPr="0002054E" w14:paraId="0F113FE8" w14:textId="77777777" w:rsidTr="00A6516B">
        <w:tc>
          <w:tcPr>
            <w:tcW w:w="540" w:type="dxa"/>
            <w:tcBorders>
              <w:top w:val="single" w:sz="4" w:space="0" w:color="auto"/>
              <w:left w:val="single" w:sz="4" w:space="0" w:color="auto"/>
              <w:bottom w:val="single" w:sz="4" w:space="0" w:color="auto"/>
              <w:right w:val="single" w:sz="4" w:space="0" w:color="auto"/>
            </w:tcBorders>
          </w:tcPr>
          <w:p w14:paraId="21B36987"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7AE42FFD"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1F11F5D9" w14:textId="77777777" w:rsidR="008B29D2" w:rsidRPr="0002054E" w:rsidRDefault="008B29D2" w:rsidP="003152AD">
            <w:r w:rsidRPr="0002054E">
              <w:t>Supports the Network Port Object Command property</w:t>
            </w:r>
          </w:p>
        </w:tc>
      </w:tr>
      <w:tr w:rsidR="008B29D2" w:rsidRPr="0002054E" w14:paraId="5C1CE9AA"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3CD51FE"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6CF4548" w14:textId="2E9E4D1D"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w:t>
            </w:r>
            <w:r w:rsidR="00DB4E49">
              <w:rPr>
                <w:szCs w:val="20"/>
                <w:vertAlign w:val="superscript"/>
              </w:rPr>
              <w:t>,</w:t>
            </w:r>
            <w:r w:rsidRPr="0002054E">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hideMark/>
          </w:tcPr>
          <w:p w14:paraId="28A1A3FD" w14:textId="77777777" w:rsidR="008B29D2" w:rsidRPr="0002054E" w:rsidRDefault="008B29D2" w:rsidP="003152AD">
            <w:pPr>
              <w:suppressAutoHyphens/>
              <w:spacing w:line="276" w:lineRule="auto"/>
              <w:rPr>
                <w:szCs w:val="20"/>
              </w:rPr>
            </w:pPr>
            <w:r w:rsidRPr="0002054E">
              <w:rPr>
                <w:szCs w:val="20"/>
              </w:rPr>
              <w:t>Supports the DISCARD_CHANGES command</w:t>
            </w:r>
          </w:p>
        </w:tc>
      </w:tr>
      <w:tr w:rsidR="008B29D2" w:rsidRPr="0002054E" w14:paraId="4DA0755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C3D06E8"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C3EDE8E"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02ECB320" w14:textId="77777777" w:rsidR="008B29D2" w:rsidRPr="0002054E" w:rsidRDefault="008B29D2" w:rsidP="003152AD">
            <w:pPr>
              <w:suppressAutoHyphens/>
              <w:spacing w:line="276" w:lineRule="auto"/>
              <w:rPr>
                <w:szCs w:val="20"/>
              </w:rPr>
            </w:pPr>
            <w:r w:rsidRPr="0002054E">
              <w:rPr>
                <w:szCs w:val="20"/>
              </w:rPr>
              <w:t>Supports the RESTART_AUTONEGOTIATION command</w:t>
            </w:r>
          </w:p>
        </w:tc>
      </w:tr>
      <w:tr w:rsidR="008B29D2" w:rsidRPr="0002054E" w14:paraId="484AC9B4"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FC18217"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DA878C8"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232E74FD" w14:textId="77777777" w:rsidR="008B29D2" w:rsidRPr="0002054E" w:rsidRDefault="008B29D2" w:rsidP="003152AD">
            <w:pPr>
              <w:suppressAutoHyphens/>
              <w:spacing w:line="276" w:lineRule="auto"/>
              <w:rPr>
                <w:szCs w:val="20"/>
              </w:rPr>
            </w:pPr>
            <w:r w:rsidRPr="0002054E">
              <w:rPr>
                <w:szCs w:val="20"/>
              </w:rPr>
              <w:t>Supports the RESTART_PORT command</w:t>
            </w:r>
          </w:p>
        </w:tc>
      </w:tr>
      <w:tr w:rsidR="008B29D2" w:rsidRPr="0002054E" w14:paraId="3EC8677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828D647"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1B16478"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1D68210B" w14:textId="77777777" w:rsidR="008B29D2" w:rsidRPr="0002054E" w:rsidRDefault="008B29D2" w:rsidP="003152AD">
            <w:pPr>
              <w:suppressAutoHyphens/>
              <w:spacing w:line="276" w:lineRule="auto"/>
              <w:rPr>
                <w:szCs w:val="20"/>
              </w:rPr>
            </w:pPr>
            <w:r w:rsidRPr="0002054E">
              <w:rPr>
                <w:szCs w:val="20"/>
              </w:rPr>
              <w:t>Supports the VALIDATE_CHANGES command</w:t>
            </w:r>
          </w:p>
        </w:tc>
      </w:tr>
      <w:tr w:rsidR="008B29D2" w:rsidRPr="0002054E" w14:paraId="5C01C5A8" w14:textId="77777777" w:rsidTr="00A6516B">
        <w:trPr>
          <w:cantSplit/>
        </w:trPr>
        <w:tc>
          <w:tcPr>
            <w:tcW w:w="8910" w:type="dxa"/>
            <w:gridSpan w:val="3"/>
          </w:tcPr>
          <w:p w14:paraId="2936B446" w14:textId="77777777" w:rsidR="008B29D2" w:rsidRPr="0002054E" w:rsidRDefault="008B29D2" w:rsidP="003152AD">
            <w:pPr>
              <w:ind w:left="720"/>
            </w:pPr>
            <w:r w:rsidRPr="0002054E">
              <w:rPr>
                <w:vertAlign w:val="superscript"/>
              </w:rPr>
              <w:lastRenderedPageBreak/>
              <w:t>1</w:t>
            </w:r>
            <w:r w:rsidRPr="0002054E">
              <w:t xml:space="preserve"> Required if the IUT claims Protocol_Revision 17 or higher.</w:t>
            </w:r>
          </w:p>
          <w:p w14:paraId="32AEAC0F" w14:textId="77777777" w:rsidR="008B29D2" w:rsidRPr="0002054E" w:rsidRDefault="008B29D2" w:rsidP="003152AD">
            <w:pPr>
              <w:ind w:left="720"/>
            </w:pPr>
            <w:r w:rsidRPr="0002054E">
              <w:rPr>
                <w:vertAlign w:val="superscript"/>
              </w:rPr>
              <w:t>2</w:t>
            </w:r>
            <w:r w:rsidRPr="0002054E">
              <w:t xml:space="preserve"> Protocol_Revision 17 or higher must be claimed.</w:t>
            </w:r>
          </w:p>
          <w:p w14:paraId="720B91FD" w14:textId="77777777" w:rsidR="008B29D2" w:rsidRPr="0002054E" w:rsidRDefault="008B29D2" w:rsidP="003152AD">
            <w:pPr>
              <w:suppressAutoHyphens/>
              <w:spacing w:line="276" w:lineRule="auto"/>
              <w:ind w:left="720"/>
              <w:rPr>
                <w:lang w:val="en-CA"/>
              </w:rPr>
            </w:pPr>
            <w:r w:rsidRPr="0002054E">
              <w:rPr>
                <w:vertAlign w:val="superscript"/>
                <w:lang w:val="en-CA"/>
              </w:rPr>
              <w:t xml:space="preserve">3 </w:t>
            </w:r>
            <w:r w:rsidRPr="0002054E">
              <w:rPr>
                <w:lang w:val="en-CA"/>
              </w:rPr>
              <w:t>At least one of these options is required if the IUT claims Protocol_Revision 17 or higher.</w:t>
            </w:r>
          </w:p>
          <w:p w14:paraId="40EC8F3F" w14:textId="77777777" w:rsidR="008B29D2" w:rsidRPr="0002054E" w:rsidRDefault="008B29D2" w:rsidP="003152AD">
            <w:pPr>
              <w:ind w:left="720"/>
            </w:pPr>
            <w:r w:rsidRPr="0002054E">
              <w:rPr>
                <w:vertAlign w:val="superscript"/>
              </w:rPr>
              <w:t>4</w:t>
            </w:r>
            <w:r w:rsidRPr="0002054E">
              <w:t xml:space="preserve"> Support for writable Network_Number properties is required in routers and other IUTs that need to know the network number in order to operate.</w:t>
            </w:r>
          </w:p>
          <w:p w14:paraId="4E4032EF" w14:textId="77777777" w:rsidR="008B29D2" w:rsidRPr="0002054E" w:rsidRDefault="008B29D2" w:rsidP="003152AD">
            <w:pPr>
              <w:ind w:left="720"/>
            </w:pPr>
            <w:r w:rsidRPr="0002054E">
              <w:rPr>
                <w:vertAlign w:val="superscript"/>
              </w:rPr>
              <w:t>5</w:t>
            </w:r>
            <w:r w:rsidRPr="0002054E">
              <w:t xml:space="preserve"> At least one of these options is required if the Network Port object Command property is supported.</w:t>
            </w:r>
          </w:p>
          <w:p w14:paraId="0FEEECDE" w14:textId="77777777" w:rsidR="008B29D2" w:rsidRPr="0002054E" w:rsidRDefault="008B29D2" w:rsidP="003152AD">
            <w:pPr>
              <w:ind w:left="720"/>
            </w:pPr>
            <w:r w:rsidRPr="0002054E">
              <w:rPr>
                <w:vertAlign w:val="superscript"/>
              </w:rPr>
              <w:t>6</w:t>
            </w:r>
            <w:r w:rsidRPr="0002054E">
              <w:t xml:space="preserve"> Protocol_Revision 24 or higher must be claimed.</w:t>
            </w:r>
          </w:p>
        </w:tc>
      </w:tr>
      <w:tr w:rsidR="008C7612" w:rsidRPr="007F0182" w14:paraId="0AC23358"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6F257339" w14:textId="77777777" w:rsidR="008C7612" w:rsidRPr="00EF212A" w:rsidRDefault="008C7612" w:rsidP="00EF212A">
            <w:pPr>
              <w:rPr>
                <w:b/>
              </w:rPr>
            </w:pPr>
            <w:r>
              <w:rPr>
                <w:b/>
              </w:rPr>
              <w:t xml:space="preserve">Data Link Layer </w:t>
            </w:r>
            <w:r w:rsidR="00012C95">
              <w:rPr>
                <w:b/>
              </w:rPr>
              <w:t>-</w:t>
            </w:r>
            <w:r>
              <w:rPr>
                <w:b/>
              </w:rPr>
              <w:t xml:space="preserve"> LonTalk</w:t>
            </w:r>
          </w:p>
        </w:tc>
      </w:tr>
      <w:tr w:rsidR="008C7612" w:rsidRPr="00F95990" w14:paraId="1482FE93" w14:textId="77777777" w:rsidTr="00A6516B">
        <w:tc>
          <w:tcPr>
            <w:tcW w:w="540" w:type="dxa"/>
          </w:tcPr>
          <w:p w14:paraId="57385E28" w14:textId="77777777" w:rsidR="008C7612" w:rsidRPr="00F95990" w:rsidRDefault="008C7612" w:rsidP="00962B3C">
            <w:pPr>
              <w:jc w:val="center"/>
            </w:pPr>
          </w:p>
        </w:tc>
        <w:tc>
          <w:tcPr>
            <w:tcW w:w="904" w:type="dxa"/>
          </w:tcPr>
          <w:p w14:paraId="2880FE4C" w14:textId="77777777" w:rsidR="008C7612" w:rsidRPr="00F95990" w:rsidRDefault="008C7612" w:rsidP="00962B3C">
            <w:pPr>
              <w:jc w:val="center"/>
            </w:pPr>
            <w:r w:rsidRPr="00F95990">
              <w:t>R</w:t>
            </w:r>
          </w:p>
        </w:tc>
        <w:tc>
          <w:tcPr>
            <w:tcW w:w="7466" w:type="dxa"/>
          </w:tcPr>
          <w:p w14:paraId="77A8744F" w14:textId="77777777" w:rsidR="008C7612" w:rsidRPr="00F95990" w:rsidRDefault="008C7612" w:rsidP="00962B3C">
            <w:r w:rsidRPr="00F95990">
              <w:t>Base Requirements</w:t>
            </w:r>
          </w:p>
        </w:tc>
      </w:tr>
      <w:tr w:rsidR="008B29D2" w:rsidRPr="0002054E" w14:paraId="3B4E12B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160F0F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F0A4E1D"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hideMark/>
          </w:tcPr>
          <w:p w14:paraId="39638E12" w14:textId="77777777" w:rsidR="008B29D2" w:rsidRPr="0002054E" w:rsidRDefault="008B29D2" w:rsidP="003152AD">
            <w:pPr>
              <w:suppressAutoHyphens/>
              <w:spacing w:line="276" w:lineRule="auto"/>
              <w:rPr>
                <w:szCs w:val="20"/>
              </w:rPr>
            </w:pPr>
            <w:r w:rsidRPr="0002054E">
              <w:rPr>
                <w:szCs w:val="20"/>
              </w:rPr>
              <w:t>Supports the Network Port object</w:t>
            </w:r>
          </w:p>
        </w:tc>
      </w:tr>
      <w:tr w:rsidR="008B29D2" w:rsidRPr="0002054E" w14:paraId="264392C5"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D30EFF1"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971B4E3"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3A35351E" w14:textId="77777777" w:rsidR="008B29D2" w:rsidRPr="0002054E" w:rsidRDefault="008B29D2" w:rsidP="003152AD">
            <w:pPr>
              <w:suppressAutoHyphens/>
              <w:spacing w:line="276" w:lineRule="auto"/>
              <w:rPr>
                <w:szCs w:val="20"/>
              </w:rPr>
            </w:pPr>
            <w:r w:rsidRPr="0002054E">
              <w:rPr>
                <w:szCs w:val="20"/>
              </w:rPr>
              <w:t>Supports configurable Out_Of_Service property</w:t>
            </w:r>
          </w:p>
        </w:tc>
      </w:tr>
      <w:tr w:rsidR="008B29D2" w:rsidRPr="0002054E" w14:paraId="76119FAE"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962655D"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ED75370"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45A8C16F" w14:textId="77777777" w:rsidR="008B29D2" w:rsidRPr="0002054E" w:rsidRDefault="008B29D2" w:rsidP="003152AD">
            <w:pPr>
              <w:suppressAutoHyphens/>
              <w:spacing w:line="276" w:lineRule="auto"/>
              <w:rPr>
                <w:szCs w:val="20"/>
              </w:rPr>
            </w:pPr>
            <w:r w:rsidRPr="0002054E">
              <w:rPr>
                <w:szCs w:val="20"/>
              </w:rPr>
              <w:t>Supports hierarchical Network Port objects</w:t>
            </w:r>
          </w:p>
        </w:tc>
      </w:tr>
      <w:tr w:rsidR="008B29D2" w:rsidRPr="0002054E" w14:paraId="7281DAFA"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D27C6AE"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9FDCD6A"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hideMark/>
          </w:tcPr>
          <w:p w14:paraId="38BE2AEF" w14:textId="77777777" w:rsidR="008B29D2" w:rsidRPr="0002054E" w:rsidRDefault="008B29D2" w:rsidP="003152AD">
            <w:pPr>
              <w:suppressAutoHyphens/>
              <w:spacing w:line="276" w:lineRule="auto"/>
              <w:rPr>
                <w:szCs w:val="20"/>
              </w:rPr>
            </w:pPr>
            <w:r w:rsidRPr="0002054E">
              <w:rPr>
                <w:szCs w:val="20"/>
              </w:rPr>
              <w:t>Supports Non-hierarchical Network Port objects</w:t>
            </w:r>
          </w:p>
        </w:tc>
      </w:tr>
      <w:tr w:rsidR="008B29D2" w:rsidRPr="0002054E" w14:paraId="7D28140D" w14:textId="77777777" w:rsidTr="00A6516B">
        <w:tc>
          <w:tcPr>
            <w:tcW w:w="540" w:type="dxa"/>
          </w:tcPr>
          <w:p w14:paraId="7ABAA5F3" w14:textId="77777777" w:rsidR="008B29D2" w:rsidRPr="0002054E" w:rsidRDefault="008B29D2" w:rsidP="003152AD">
            <w:pPr>
              <w:jc w:val="center"/>
            </w:pPr>
          </w:p>
        </w:tc>
        <w:tc>
          <w:tcPr>
            <w:tcW w:w="904" w:type="dxa"/>
          </w:tcPr>
          <w:p w14:paraId="657D424D" w14:textId="77777777" w:rsidR="008B29D2" w:rsidRPr="0002054E" w:rsidRDefault="008B29D2" w:rsidP="003152AD">
            <w:pPr>
              <w:jc w:val="center"/>
            </w:pPr>
            <w:r w:rsidRPr="0002054E">
              <w:t>C</w:t>
            </w:r>
            <w:r w:rsidRPr="0002054E">
              <w:rPr>
                <w:vertAlign w:val="superscript"/>
              </w:rPr>
              <w:t>2,4</w:t>
            </w:r>
          </w:p>
        </w:tc>
        <w:tc>
          <w:tcPr>
            <w:tcW w:w="7466" w:type="dxa"/>
          </w:tcPr>
          <w:p w14:paraId="11657AE3" w14:textId="77777777" w:rsidR="008B29D2" w:rsidRPr="0002054E" w:rsidRDefault="008B29D2" w:rsidP="003152AD">
            <w:r w:rsidRPr="0002054E">
              <w:t>Supports writable Network_Number property</w:t>
            </w:r>
          </w:p>
        </w:tc>
      </w:tr>
      <w:tr w:rsidR="008B29D2" w:rsidRPr="0002054E" w14:paraId="25BC6029" w14:textId="77777777" w:rsidTr="00A6516B">
        <w:tc>
          <w:tcPr>
            <w:tcW w:w="540" w:type="dxa"/>
            <w:tcBorders>
              <w:top w:val="single" w:sz="4" w:space="0" w:color="auto"/>
              <w:left w:val="single" w:sz="4" w:space="0" w:color="auto"/>
              <w:bottom w:val="single" w:sz="4" w:space="0" w:color="auto"/>
              <w:right w:val="single" w:sz="4" w:space="0" w:color="auto"/>
            </w:tcBorders>
          </w:tcPr>
          <w:p w14:paraId="059642C4"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708C1F69"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4A9DE08D" w14:textId="77777777" w:rsidR="008B29D2" w:rsidRPr="0002054E" w:rsidRDefault="008B29D2" w:rsidP="003152AD">
            <w:r w:rsidRPr="0002054E">
              <w:t>Supports the Routing_Table property</w:t>
            </w:r>
          </w:p>
        </w:tc>
      </w:tr>
      <w:tr w:rsidR="008B29D2" w:rsidRPr="0002054E" w14:paraId="64774BDA" w14:textId="77777777" w:rsidTr="00A6516B">
        <w:tc>
          <w:tcPr>
            <w:tcW w:w="540" w:type="dxa"/>
            <w:tcBorders>
              <w:top w:val="single" w:sz="4" w:space="0" w:color="auto"/>
              <w:left w:val="single" w:sz="4" w:space="0" w:color="auto"/>
              <w:bottom w:val="single" w:sz="4" w:space="0" w:color="auto"/>
              <w:right w:val="single" w:sz="4" w:space="0" w:color="auto"/>
            </w:tcBorders>
          </w:tcPr>
          <w:p w14:paraId="46C1BDB1"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1196FD01"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6874D0B3" w14:textId="77777777" w:rsidR="008B29D2" w:rsidRPr="0002054E" w:rsidRDefault="008B29D2" w:rsidP="003152AD">
            <w:r w:rsidRPr="0002054E">
              <w:t>Supports the Network Port Object Command property</w:t>
            </w:r>
          </w:p>
        </w:tc>
      </w:tr>
      <w:tr w:rsidR="008B29D2" w:rsidRPr="0002054E" w14:paraId="279293BE"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FA5C874"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607F750" w14:textId="0A01168C"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w:t>
            </w:r>
            <w:r w:rsidR="00DB4E49">
              <w:rPr>
                <w:szCs w:val="20"/>
                <w:vertAlign w:val="superscript"/>
              </w:rPr>
              <w:t>,</w:t>
            </w:r>
            <w:r w:rsidRPr="0002054E">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hideMark/>
          </w:tcPr>
          <w:p w14:paraId="1AA7847E" w14:textId="77777777" w:rsidR="008B29D2" w:rsidRPr="0002054E" w:rsidRDefault="008B29D2" w:rsidP="003152AD">
            <w:pPr>
              <w:suppressAutoHyphens/>
              <w:spacing w:line="276" w:lineRule="auto"/>
              <w:rPr>
                <w:szCs w:val="20"/>
              </w:rPr>
            </w:pPr>
            <w:r w:rsidRPr="0002054E">
              <w:rPr>
                <w:szCs w:val="20"/>
              </w:rPr>
              <w:t>Supports the DISCARD_CHANGES command</w:t>
            </w:r>
          </w:p>
        </w:tc>
      </w:tr>
      <w:tr w:rsidR="008B29D2" w:rsidRPr="0002054E" w14:paraId="4C24E39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D3A9BD1"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0C7878D2"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04BFC63E" w14:textId="77777777" w:rsidR="008B29D2" w:rsidRPr="0002054E" w:rsidRDefault="008B29D2" w:rsidP="003152AD">
            <w:pPr>
              <w:suppressAutoHyphens/>
              <w:spacing w:line="276" w:lineRule="auto"/>
              <w:rPr>
                <w:szCs w:val="20"/>
              </w:rPr>
            </w:pPr>
            <w:r w:rsidRPr="0002054E">
              <w:rPr>
                <w:szCs w:val="20"/>
              </w:rPr>
              <w:t>Supports the RESTART_AUTONEGOTIATION command</w:t>
            </w:r>
          </w:p>
        </w:tc>
      </w:tr>
      <w:tr w:rsidR="008B29D2" w:rsidRPr="0002054E" w14:paraId="3F0EC15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E3C9C28"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63F851F"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2,5</w:t>
            </w:r>
          </w:p>
        </w:tc>
        <w:tc>
          <w:tcPr>
            <w:tcW w:w="7466" w:type="dxa"/>
            <w:tcBorders>
              <w:top w:val="single" w:sz="4" w:space="0" w:color="000000"/>
              <w:left w:val="single" w:sz="4" w:space="0" w:color="000000"/>
              <w:bottom w:val="single" w:sz="4" w:space="0" w:color="000000"/>
              <w:right w:val="single" w:sz="4" w:space="0" w:color="000000"/>
            </w:tcBorders>
            <w:hideMark/>
          </w:tcPr>
          <w:p w14:paraId="3DE2C0E4" w14:textId="77777777" w:rsidR="008B29D2" w:rsidRPr="0002054E" w:rsidRDefault="008B29D2" w:rsidP="003152AD">
            <w:pPr>
              <w:suppressAutoHyphens/>
              <w:spacing w:line="276" w:lineRule="auto"/>
              <w:rPr>
                <w:szCs w:val="20"/>
              </w:rPr>
            </w:pPr>
            <w:r w:rsidRPr="0002054E">
              <w:rPr>
                <w:szCs w:val="20"/>
              </w:rPr>
              <w:t>Supports the RESTART_PORT command</w:t>
            </w:r>
          </w:p>
        </w:tc>
      </w:tr>
      <w:tr w:rsidR="008B29D2" w:rsidRPr="0002054E" w14:paraId="5BBEA71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41D2B7C"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E1A02F2"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5,6</w:t>
            </w:r>
          </w:p>
        </w:tc>
        <w:tc>
          <w:tcPr>
            <w:tcW w:w="7466" w:type="dxa"/>
            <w:tcBorders>
              <w:top w:val="single" w:sz="4" w:space="0" w:color="000000"/>
              <w:left w:val="single" w:sz="4" w:space="0" w:color="000000"/>
              <w:bottom w:val="single" w:sz="4" w:space="0" w:color="000000"/>
              <w:right w:val="single" w:sz="4" w:space="0" w:color="000000"/>
            </w:tcBorders>
            <w:hideMark/>
          </w:tcPr>
          <w:p w14:paraId="26EFE205" w14:textId="77777777" w:rsidR="008B29D2" w:rsidRPr="0002054E" w:rsidRDefault="008B29D2" w:rsidP="003152AD">
            <w:pPr>
              <w:suppressAutoHyphens/>
              <w:spacing w:line="276" w:lineRule="auto"/>
              <w:rPr>
                <w:szCs w:val="20"/>
              </w:rPr>
            </w:pPr>
            <w:r w:rsidRPr="0002054E">
              <w:rPr>
                <w:szCs w:val="20"/>
              </w:rPr>
              <w:t>Supports the VALIDATE_CHANGES command</w:t>
            </w:r>
          </w:p>
        </w:tc>
      </w:tr>
      <w:tr w:rsidR="008B29D2" w:rsidRPr="0002054E" w14:paraId="33C206D9" w14:textId="77777777" w:rsidTr="00A6516B">
        <w:trPr>
          <w:cantSplit/>
        </w:trPr>
        <w:tc>
          <w:tcPr>
            <w:tcW w:w="8910" w:type="dxa"/>
            <w:gridSpan w:val="3"/>
          </w:tcPr>
          <w:p w14:paraId="3C1C1B6E" w14:textId="77777777" w:rsidR="008B29D2" w:rsidRPr="0002054E" w:rsidRDefault="008B29D2" w:rsidP="003152AD">
            <w:pPr>
              <w:ind w:left="720"/>
            </w:pPr>
            <w:r w:rsidRPr="0002054E">
              <w:rPr>
                <w:vertAlign w:val="superscript"/>
              </w:rPr>
              <w:t>1</w:t>
            </w:r>
            <w:r w:rsidRPr="0002054E">
              <w:t xml:space="preserve"> Required if the IUT claims Protocol_Revision 17 or higher.</w:t>
            </w:r>
          </w:p>
          <w:p w14:paraId="1D552627" w14:textId="77777777" w:rsidR="008B29D2" w:rsidRPr="0002054E" w:rsidRDefault="008B29D2" w:rsidP="003152AD">
            <w:pPr>
              <w:ind w:left="720"/>
            </w:pPr>
            <w:r w:rsidRPr="0002054E">
              <w:rPr>
                <w:vertAlign w:val="superscript"/>
              </w:rPr>
              <w:t>2</w:t>
            </w:r>
            <w:r w:rsidRPr="0002054E">
              <w:t xml:space="preserve"> Protocol_Revision 17 or higher must be claimed.</w:t>
            </w:r>
          </w:p>
          <w:p w14:paraId="66A55BD1" w14:textId="77777777" w:rsidR="008B29D2" w:rsidRPr="0002054E" w:rsidRDefault="008B29D2" w:rsidP="003152AD">
            <w:pPr>
              <w:suppressAutoHyphens/>
              <w:spacing w:line="276" w:lineRule="auto"/>
              <w:ind w:left="720"/>
              <w:rPr>
                <w:lang w:val="en-CA"/>
              </w:rPr>
            </w:pPr>
            <w:r w:rsidRPr="0002054E">
              <w:rPr>
                <w:vertAlign w:val="superscript"/>
                <w:lang w:val="en-CA"/>
              </w:rPr>
              <w:t xml:space="preserve">3 </w:t>
            </w:r>
            <w:r w:rsidRPr="0002054E">
              <w:rPr>
                <w:lang w:val="en-CA"/>
              </w:rPr>
              <w:t>At least one of these options is required if the IUT claims Protocol_Revision 17 or higher.</w:t>
            </w:r>
          </w:p>
          <w:p w14:paraId="70C03CDC" w14:textId="77777777" w:rsidR="008B29D2" w:rsidRPr="0002054E" w:rsidRDefault="008B29D2" w:rsidP="003152AD">
            <w:pPr>
              <w:ind w:left="720"/>
            </w:pPr>
            <w:r w:rsidRPr="0002054E">
              <w:rPr>
                <w:vertAlign w:val="superscript"/>
              </w:rPr>
              <w:t>4</w:t>
            </w:r>
            <w:r w:rsidRPr="0002054E">
              <w:t xml:space="preserve"> Support for writable Network_Number properties is required in routers and other IUTs that need to know the network number in order to operate.</w:t>
            </w:r>
          </w:p>
          <w:p w14:paraId="19EBBF42" w14:textId="77777777" w:rsidR="008B29D2" w:rsidRPr="0002054E" w:rsidRDefault="008B29D2" w:rsidP="003152AD">
            <w:pPr>
              <w:ind w:left="720"/>
            </w:pPr>
            <w:r w:rsidRPr="0002054E">
              <w:rPr>
                <w:vertAlign w:val="superscript"/>
              </w:rPr>
              <w:t>5</w:t>
            </w:r>
            <w:r w:rsidRPr="0002054E">
              <w:t xml:space="preserve"> At least one of these options is required if the Network Port object Command property is supported.</w:t>
            </w:r>
          </w:p>
          <w:p w14:paraId="0414F9DB" w14:textId="77777777" w:rsidR="008B29D2" w:rsidRPr="0002054E" w:rsidRDefault="008B29D2" w:rsidP="003152AD">
            <w:pPr>
              <w:ind w:left="720"/>
            </w:pPr>
            <w:r w:rsidRPr="0002054E">
              <w:rPr>
                <w:vertAlign w:val="superscript"/>
              </w:rPr>
              <w:t>6</w:t>
            </w:r>
            <w:r w:rsidRPr="0002054E">
              <w:t xml:space="preserve"> Protocol_Revision 24 or higher must be claimed.</w:t>
            </w:r>
          </w:p>
        </w:tc>
      </w:tr>
      <w:tr w:rsidR="00EE20A8" w:rsidRPr="007F0182" w14:paraId="3896D9FE"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43D0B404" w14:textId="77777777" w:rsidR="00EE20A8" w:rsidRPr="00EF212A" w:rsidRDefault="00EE20A8" w:rsidP="00EE20A8">
            <w:pPr>
              <w:rPr>
                <w:b/>
              </w:rPr>
            </w:pPr>
            <w:r>
              <w:rPr>
                <w:b/>
              </w:rPr>
              <w:t xml:space="preserve">Data Link Layer - IPv6 </w:t>
            </w:r>
          </w:p>
        </w:tc>
      </w:tr>
      <w:tr w:rsidR="00EE20A8" w:rsidRPr="00F95990" w14:paraId="09978937" w14:textId="77777777" w:rsidTr="00A6516B">
        <w:tc>
          <w:tcPr>
            <w:tcW w:w="540" w:type="dxa"/>
          </w:tcPr>
          <w:p w14:paraId="0E35A544" w14:textId="77777777" w:rsidR="00EE20A8" w:rsidRPr="00F95990" w:rsidRDefault="00EE20A8" w:rsidP="00740BD1">
            <w:pPr>
              <w:jc w:val="center"/>
            </w:pPr>
          </w:p>
        </w:tc>
        <w:tc>
          <w:tcPr>
            <w:tcW w:w="904" w:type="dxa"/>
          </w:tcPr>
          <w:p w14:paraId="3B11D9D3" w14:textId="36A29AC1" w:rsidR="00EE20A8" w:rsidRPr="00F95990" w:rsidRDefault="00EE20A8" w:rsidP="00740BD1">
            <w:pPr>
              <w:jc w:val="center"/>
            </w:pPr>
            <w:r w:rsidRPr="00F95990">
              <w:t>R</w:t>
            </w:r>
          </w:p>
        </w:tc>
        <w:tc>
          <w:tcPr>
            <w:tcW w:w="7466" w:type="dxa"/>
          </w:tcPr>
          <w:p w14:paraId="36DE4F5E" w14:textId="77777777" w:rsidR="00EE20A8" w:rsidRPr="00F95990" w:rsidRDefault="00EE20A8" w:rsidP="00740BD1">
            <w:r w:rsidRPr="00F95990">
              <w:t>Base Requirements</w:t>
            </w:r>
          </w:p>
        </w:tc>
      </w:tr>
      <w:tr w:rsidR="005E4DBC" w:rsidRPr="009E111F" w14:paraId="25B2C351" w14:textId="77777777" w:rsidTr="00A6516B">
        <w:tc>
          <w:tcPr>
            <w:tcW w:w="540" w:type="dxa"/>
            <w:tcBorders>
              <w:top w:val="single" w:sz="4" w:space="0" w:color="auto"/>
              <w:left w:val="single" w:sz="4" w:space="0" w:color="auto"/>
              <w:bottom w:val="single" w:sz="4" w:space="0" w:color="auto"/>
              <w:right w:val="single" w:sz="4" w:space="0" w:color="auto"/>
            </w:tcBorders>
          </w:tcPr>
          <w:p w14:paraId="1577C213" w14:textId="77777777" w:rsidR="005E4DBC" w:rsidRPr="005E4DBC" w:rsidRDefault="005E4DBC" w:rsidP="00B90A88">
            <w:pPr>
              <w:jc w:val="center"/>
            </w:pPr>
          </w:p>
        </w:tc>
        <w:tc>
          <w:tcPr>
            <w:tcW w:w="904" w:type="dxa"/>
            <w:tcBorders>
              <w:top w:val="single" w:sz="4" w:space="0" w:color="auto"/>
              <w:left w:val="single" w:sz="4" w:space="0" w:color="auto"/>
              <w:bottom w:val="single" w:sz="4" w:space="0" w:color="auto"/>
              <w:right w:val="single" w:sz="4" w:space="0" w:color="auto"/>
            </w:tcBorders>
          </w:tcPr>
          <w:p w14:paraId="2E5D0422" w14:textId="77777777" w:rsidR="005E4DBC" w:rsidRPr="005E4DBC" w:rsidRDefault="005E4DBC" w:rsidP="00B90A88">
            <w:pPr>
              <w:jc w:val="center"/>
            </w:pPr>
            <w:r w:rsidRPr="005E4DBC">
              <w:t>C</w:t>
            </w:r>
            <w:r w:rsidRPr="00950358">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41744CCA" w14:textId="77777777" w:rsidR="005E4DBC" w:rsidRPr="005E4DBC" w:rsidRDefault="005E4DBC" w:rsidP="00B90A88">
            <w:r w:rsidRPr="005E4DBC">
              <w:t>Is able to operate in Normal mode</w:t>
            </w:r>
          </w:p>
        </w:tc>
      </w:tr>
      <w:tr w:rsidR="005E4DBC" w:rsidRPr="009E111F" w14:paraId="780DF315" w14:textId="77777777" w:rsidTr="00A6516B">
        <w:tc>
          <w:tcPr>
            <w:tcW w:w="540" w:type="dxa"/>
            <w:tcBorders>
              <w:top w:val="single" w:sz="4" w:space="0" w:color="auto"/>
              <w:left w:val="single" w:sz="4" w:space="0" w:color="auto"/>
              <w:bottom w:val="single" w:sz="4" w:space="0" w:color="auto"/>
              <w:right w:val="single" w:sz="4" w:space="0" w:color="auto"/>
            </w:tcBorders>
          </w:tcPr>
          <w:p w14:paraId="55FBBD69" w14:textId="77777777" w:rsidR="005E4DBC" w:rsidRPr="005E4DBC" w:rsidRDefault="005E4DBC" w:rsidP="00B90A88">
            <w:pPr>
              <w:jc w:val="center"/>
            </w:pPr>
          </w:p>
        </w:tc>
        <w:tc>
          <w:tcPr>
            <w:tcW w:w="904" w:type="dxa"/>
            <w:tcBorders>
              <w:top w:val="single" w:sz="4" w:space="0" w:color="auto"/>
              <w:left w:val="single" w:sz="4" w:space="0" w:color="auto"/>
              <w:bottom w:val="single" w:sz="4" w:space="0" w:color="auto"/>
              <w:right w:val="single" w:sz="4" w:space="0" w:color="auto"/>
            </w:tcBorders>
          </w:tcPr>
          <w:p w14:paraId="359E4DD2" w14:textId="77777777" w:rsidR="005E4DBC" w:rsidRPr="005E4DBC" w:rsidRDefault="005E4DBC" w:rsidP="00B90A88">
            <w:pPr>
              <w:jc w:val="center"/>
            </w:pPr>
            <w:r w:rsidRPr="005E4DBC">
              <w:t>C</w:t>
            </w:r>
            <w:r w:rsidRPr="00950358">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151C419D" w14:textId="77777777" w:rsidR="005E4DBC" w:rsidRPr="005E4DBC" w:rsidRDefault="005E4DBC" w:rsidP="00B90A88">
            <w:r w:rsidRPr="005E4DBC">
              <w:t>Is able to operate in Foreign mode</w:t>
            </w:r>
          </w:p>
        </w:tc>
      </w:tr>
      <w:tr w:rsidR="005E4DBC" w:rsidRPr="009E111F" w14:paraId="12F96139" w14:textId="77777777" w:rsidTr="00A6516B">
        <w:tc>
          <w:tcPr>
            <w:tcW w:w="540" w:type="dxa"/>
            <w:tcBorders>
              <w:top w:val="single" w:sz="4" w:space="0" w:color="auto"/>
              <w:left w:val="single" w:sz="4" w:space="0" w:color="auto"/>
              <w:bottom w:val="single" w:sz="4" w:space="0" w:color="auto"/>
              <w:right w:val="single" w:sz="4" w:space="0" w:color="auto"/>
            </w:tcBorders>
          </w:tcPr>
          <w:p w14:paraId="4A335EAB" w14:textId="77777777" w:rsidR="005E4DBC" w:rsidRPr="005E4DBC" w:rsidRDefault="005E4DBC" w:rsidP="00B90A88">
            <w:pPr>
              <w:jc w:val="center"/>
            </w:pPr>
          </w:p>
        </w:tc>
        <w:tc>
          <w:tcPr>
            <w:tcW w:w="904" w:type="dxa"/>
            <w:tcBorders>
              <w:top w:val="single" w:sz="4" w:space="0" w:color="auto"/>
              <w:left w:val="single" w:sz="4" w:space="0" w:color="auto"/>
              <w:bottom w:val="single" w:sz="4" w:space="0" w:color="auto"/>
              <w:right w:val="single" w:sz="4" w:space="0" w:color="auto"/>
            </w:tcBorders>
          </w:tcPr>
          <w:p w14:paraId="2FC3B1A5" w14:textId="0657D11F" w:rsidR="005E4DBC" w:rsidRPr="005E4DBC" w:rsidRDefault="005E4DBC" w:rsidP="00B90A88">
            <w:pPr>
              <w:jc w:val="center"/>
            </w:pPr>
            <w:r w:rsidRPr="005E4DBC">
              <w:t>C</w:t>
            </w:r>
            <w:r w:rsidR="00592E5C">
              <w:rPr>
                <w:vertAlign w:val="superscript"/>
              </w:rPr>
              <w:t>1</w:t>
            </w:r>
          </w:p>
        </w:tc>
        <w:tc>
          <w:tcPr>
            <w:tcW w:w="7466" w:type="dxa"/>
            <w:tcBorders>
              <w:top w:val="single" w:sz="4" w:space="0" w:color="auto"/>
              <w:left w:val="single" w:sz="4" w:space="0" w:color="auto"/>
              <w:bottom w:val="single" w:sz="4" w:space="0" w:color="auto"/>
              <w:right w:val="single" w:sz="4" w:space="0" w:color="auto"/>
            </w:tcBorders>
          </w:tcPr>
          <w:p w14:paraId="0182D386" w14:textId="77777777" w:rsidR="005E4DBC" w:rsidRPr="005E4DBC" w:rsidRDefault="005E4DBC" w:rsidP="00B90A88">
            <w:r w:rsidRPr="005E4DBC">
              <w:t>Is able to operate in BBMD mode</w:t>
            </w:r>
          </w:p>
        </w:tc>
      </w:tr>
      <w:tr w:rsidR="000301CD" w:rsidRPr="0002054E" w14:paraId="38AEC3A9" w14:textId="77777777" w:rsidTr="000301CD">
        <w:tc>
          <w:tcPr>
            <w:tcW w:w="540" w:type="dxa"/>
            <w:tcBorders>
              <w:top w:val="single" w:sz="4" w:space="0" w:color="auto"/>
              <w:left w:val="single" w:sz="4" w:space="0" w:color="auto"/>
              <w:bottom w:val="single" w:sz="4" w:space="0" w:color="auto"/>
              <w:right w:val="single" w:sz="4" w:space="0" w:color="auto"/>
            </w:tcBorders>
          </w:tcPr>
          <w:p w14:paraId="659FB510" w14:textId="77777777" w:rsidR="000301CD" w:rsidRPr="000301CD" w:rsidRDefault="000301CD" w:rsidP="000301CD">
            <w:pPr>
              <w:jc w:val="center"/>
            </w:pPr>
          </w:p>
        </w:tc>
        <w:tc>
          <w:tcPr>
            <w:tcW w:w="904" w:type="dxa"/>
            <w:tcBorders>
              <w:top w:val="single" w:sz="4" w:space="0" w:color="auto"/>
              <w:left w:val="single" w:sz="4" w:space="0" w:color="auto"/>
              <w:bottom w:val="single" w:sz="4" w:space="0" w:color="auto"/>
              <w:right w:val="single" w:sz="4" w:space="0" w:color="auto"/>
            </w:tcBorders>
          </w:tcPr>
          <w:p w14:paraId="3AF21362" w14:textId="77777777" w:rsidR="000301CD" w:rsidRPr="000301CD" w:rsidRDefault="000301CD" w:rsidP="000301CD">
            <w:pPr>
              <w:jc w:val="center"/>
            </w:pPr>
            <w:r w:rsidRPr="000301CD">
              <w:t>R</w:t>
            </w:r>
          </w:p>
        </w:tc>
        <w:tc>
          <w:tcPr>
            <w:tcW w:w="7466" w:type="dxa"/>
            <w:tcBorders>
              <w:top w:val="single" w:sz="4" w:space="0" w:color="auto"/>
              <w:left w:val="single" w:sz="4" w:space="0" w:color="auto"/>
              <w:bottom w:val="single" w:sz="4" w:space="0" w:color="auto"/>
              <w:right w:val="single" w:sz="4" w:space="0" w:color="auto"/>
            </w:tcBorders>
          </w:tcPr>
          <w:p w14:paraId="73DE7801" w14:textId="77777777" w:rsidR="000301CD" w:rsidRPr="000301CD" w:rsidRDefault="000301CD" w:rsidP="000301CD">
            <w:r w:rsidRPr="000301CD">
              <w:t>Supports the Network Port object</w:t>
            </w:r>
          </w:p>
        </w:tc>
      </w:tr>
      <w:tr w:rsidR="00B155D7" w14:paraId="6E1BA58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110277F" w14:textId="77777777" w:rsidR="00B155D7" w:rsidRDefault="00B155D7">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3C81E83" w14:textId="77777777" w:rsidR="00B155D7" w:rsidRDefault="00B155D7">
            <w:pPr>
              <w:suppressAutoHyphens/>
              <w:spacing w:line="276" w:lineRule="auto"/>
              <w:jc w:val="center"/>
              <w:rPr>
                <w:szCs w:val="20"/>
              </w:rPr>
            </w:pPr>
            <w:r>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7F4751D7" w14:textId="77777777" w:rsidR="00B155D7" w:rsidRDefault="00B155D7">
            <w:pPr>
              <w:suppressAutoHyphens/>
              <w:spacing w:line="276" w:lineRule="auto"/>
              <w:rPr>
                <w:szCs w:val="20"/>
              </w:rPr>
            </w:pPr>
            <w:r>
              <w:rPr>
                <w:szCs w:val="20"/>
              </w:rPr>
              <w:t xml:space="preserve">Supports </w:t>
            </w:r>
            <w:r w:rsidR="00584E0E">
              <w:rPr>
                <w:szCs w:val="20"/>
              </w:rPr>
              <w:t>D</w:t>
            </w:r>
            <w:r>
              <w:rPr>
                <w:szCs w:val="20"/>
              </w:rPr>
              <w:t>HCP</w:t>
            </w:r>
          </w:p>
        </w:tc>
      </w:tr>
      <w:tr w:rsidR="008B29D2" w:rsidRPr="0002054E" w14:paraId="2E3098D9"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C8D28D2" w14:textId="77777777" w:rsidR="008B29D2" w:rsidRPr="0002054E" w:rsidRDefault="008B29D2" w:rsidP="003152AD">
            <w:pPr>
              <w:suppressAutoHyphens/>
              <w:snapToGrid w:val="0"/>
              <w:spacing w:line="276" w:lineRule="auto"/>
              <w:jc w:val="center"/>
              <w:rPr>
                <w:kern w:val="2"/>
                <w:szCs w:val="20"/>
                <w:lang w:eastAsia="ar-SA"/>
              </w:rPr>
            </w:pPr>
            <w:bookmarkStart w:id="15" w:name="_Hlk174967837"/>
          </w:p>
        </w:tc>
        <w:tc>
          <w:tcPr>
            <w:tcW w:w="904" w:type="dxa"/>
            <w:tcBorders>
              <w:top w:val="single" w:sz="4" w:space="0" w:color="000000"/>
              <w:left w:val="single" w:sz="4" w:space="0" w:color="000000"/>
              <w:bottom w:val="single" w:sz="4" w:space="0" w:color="000000"/>
              <w:right w:val="nil"/>
            </w:tcBorders>
            <w:hideMark/>
          </w:tcPr>
          <w:p w14:paraId="0E63D809" w14:textId="77777777" w:rsidR="008B29D2" w:rsidRPr="0002054E" w:rsidRDefault="008B29D2" w:rsidP="003152AD">
            <w:pPr>
              <w:suppressAutoHyphens/>
              <w:spacing w:line="276" w:lineRule="auto"/>
              <w:jc w:val="center"/>
              <w:rPr>
                <w:szCs w:val="20"/>
              </w:rPr>
            </w:pPr>
            <w:r w:rsidRPr="0002054E">
              <w:rPr>
                <w:szCs w:val="20"/>
              </w:rPr>
              <w:t>O</w:t>
            </w:r>
          </w:p>
        </w:tc>
        <w:tc>
          <w:tcPr>
            <w:tcW w:w="7466" w:type="dxa"/>
            <w:tcBorders>
              <w:top w:val="single" w:sz="4" w:space="0" w:color="000000"/>
              <w:left w:val="single" w:sz="4" w:space="0" w:color="000000"/>
              <w:bottom w:val="single" w:sz="4" w:space="0" w:color="000000"/>
              <w:right w:val="single" w:sz="4" w:space="0" w:color="000000"/>
            </w:tcBorders>
            <w:hideMark/>
          </w:tcPr>
          <w:p w14:paraId="27637948" w14:textId="77777777" w:rsidR="008B29D2" w:rsidRPr="0002054E" w:rsidRDefault="008B29D2" w:rsidP="003152AD">
            <w:pPr>
              <w:suppressAutoHyphens/>
              <w:spacing w:line="276" w:lineRule="auto"/>
              <w:rPr>
                <w:szCs w:val="20"/>
              </w:rPr>
            </w:pPr>
            <w:r w:rsidRPr="0002054E">
              <w:rPr>
                <w:szCs w:val="20"/>
              </w:rPr>
              <w:t>Supports configurable Out_Of_Service property</w:t>
            </w:r>
          </w:p>
        </w:tc>
      </w:tr>
      <w:tr w:rsidR="008B29D2" w:rsidRPr="0002054E" w14:paraId="5DAE2124"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9648092"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FA51C4F"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3C3BD02D" w14:textId="77777777" w:rsidR="008B29D2" w:rsidRPr="0002054E" w:rsidRDefault="008B29D2" w:rsidP="003152AD">
            <w:pPr>
              <w:suppressAutoHyphens/>
              <w:spacing w:line="276" w:lineRule="auto"/>
              <w:rPr>
                <w:szCs w:val="20"/>
              </w:rPr>
            </w:pPr>
            <w:r w:rsidRPr="0002054E">
              <w:rPr>
                <w:szCs w:val="20"/>
              </w:rPr>
              <w:t>Supports hierarchical Network Port objects</w:t>
            </w:r>
          </w:p>
        </w:tc>
      </w:tr>
      <w:tr w:rsidR="008B29D2" w:rsidRPr="0002054E" w14:paraId="5CA23912"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7C3A5743"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6532A8D6" w14:textId="77777777" w:rsidR="008B29D2" w:rsidRPr="0002054E" w:rsidRDefault="008B29D2" w:rsidP="003152AD">
            <w:pPr>
              <w:suppressAutoHyphens/>
              <w:spacing w:line="276" w:lineRule="auto"/>
              <w:jc w:val="center"/>
              <w:rPr>
                <w:szCs w:val="20"/>
              </w:rPr>
            </w:pPr>
            <w:r w:rsidRPr="0002054E">
              <w:rPr>
                <w:szCs w:val="20"/>
              </w:rPr>
              <w:t>C</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6384118D" w14:textId="77777777" w:rsidR="008B29D2" w:rsidRPr="0002054E" w:rsidRDefault="008B29D2" w:rsidP="003152AD">
            <w:pPr>
              <w:suppressAutoHyphens/>
              <w:spacing w:line="276" w:lineRule="auto"/>
              <w:rPr>
                <w:szCs w:val="20"/>
              </w:rPr>
            </w:pPr>
            <w:r w:rsidRPr="0002054E">
              <w:rPr>
                <w:szCs w:val="20"/>
              </w:rPr>
              <w:t>Supports Non-hierarchical Network Port objects</w:t>
            </w:r>
          </w:p>
        </w:tc>
      </w:tr>
      <w:tr w:rsidR="008B29D2" w:rsidRPr="0002054E" w14:paraId="69746C85" w14:textId="77777777" w:rsidTr="00A6516B">
        <w:tc>
          <w:tcPr>
            <w:tcW w:w="540" w:type="dxa"/>
          </w:tcPr>
          <w:p w14:paraId="56744220" w14:textId="77777777" w:rsidR="008B29D2" w:rsidRPr="0002054E" w:rsidRDefault="008B29D2" w:rsidP="003152AD">
            <w:pPr>
              <w:jc w:val="center"/>
            </w:pPr>
            <w:bookmarkStart w:id="16" w:name="_Hlk174915818"/>
            <w:bookmarkEnd w:id="15"/>
          </w:p>
        </w:tc>
        <w:tc>
          <w:tcPr>
            <w:tcW w:w="904" w:type="dxa"/>
          </w:tcPr>
          <w:p w14:paraId="4519B69E" w14:textId="77777777" w:rsidR="008B29D2" w:rsidRPr="0002054E" w:rsidRDefault="008B29D2" w:rsidP="003152AD">
            <w:pPr>
              <w:jc w:val="center"/>
            </w:pPr>
            <w:r w:rsidRPr="0002054E">
              <w:t>C</w:t>
            </w:r>
            <w:r w:rsidRPr="0002054E">
              <w:rPr>
                <w:vertAlign w:val="superscript"/>
              </w:rPr>
              <w:t>3</w:t>
            </w:r>
          </w:p>
        </w:tc>
        <w:tc>
          <w:tcPr>
            <w:tcW w:w="7466" w:type="dxa"/>
          </w:tcPr>
          <w:p w14:paraId="067FA1F2" w14:textId="77777777" w:rsidR="008B29D2" w:rsidRPr="0002054E" w:rsidRDefault="008B29D2" w:rsidP="003152AD">
            <w:r w:rsidRPr="0002054E">
              <w:t>Supports writable Network_Number property</w:t>
            </w:r>
          </w:p>
        </w:tc>
      </w:tr>
      <w:bookmarkEnd w:id="16"/>
      <w:tr w:rsidR="008B29D2" w:rsidRPr="0002054E" w14:paraId="79C33A97" w14:textId="77777777" w:rsidTr="00A6516B">
        <w:tc>
          <w:tcPr>
            <w:tcW w:w="540" w:type="dxa"/>
            <w:tcBorders>
              <w:top w:val="single" w:sz="4" w:space="0" w:color="auto"/>
              <w:left w:val="single" w:sz="4" w:space="0" w:color="auto"/>
              <w:bottom w:val="single" w:sz="4" w:space="0" w:color="auto"/>
              <w:right w:val="single" w:sz="4" w:space="0" w:color="auto"/>
            </w:tcBorders>
          </w:tcPr>
          <w:p w14:paraId="32741F95"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2BEC54DF"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2480BC44" w14:textId="77777777" w:rsidR="008B29D2" w:rsidRPr="0002054E" w:rsidRDefault="008B29D2" w:rsidP="003152AD">
            <w:r w:rsidRPr="0002054E">
              <w:t>Supports the Routing_Table property</w:t>
            </w:r>
          </w:p>
        </w:tc>
      </w:tr>
      <w:tr w:rsidR="008B29D2" w:rsidRPr="0002054E" w14:paraId="056C8070" w14:textId="77777777" w:rsidTr="00A6516B">
        <w:tc>
          <w:tcPr>
            <w:tcW w:w="540" w:type="dxa"/>
            <w:tcBorders>
              <w:top w:val="single" w:sz="4" w:space="0" w:color="auto"/>
              <w:left w:val="single" w:sz="4" w:space="0" w:color="auto"/>
              <w:bottom w:val="single" w:sz="4" w:space="0" w:color="auto"/>
              <w:right w:val="single" w:sz="4" w:space="0" w:color="auto"/>
            </w:tcBorders>
          </w:tcPr>
          <w:p w14:paraId="51ABB468"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4334D5DE" w14:textId="77777777" w:rsidR="008B29D2" w:rsidRPr="0002054E" w:rsidRDefault="008B29D2" w:rsidP="003152AD">
            <w:pPr>
              <w:jc w:val="center"/>
            </w:pPr>
            <w:r w:rsidRPr="0002054E">
              <w:t>O</w:t>
            </w:r>
          </w:p>
        </w:tc>
        <w:tc>
          <w:tcPr>
            <w:tcW w:w="7466" w:type="dxa"/>
            <w:tcBorders>
              <w:top w:val="single" w:sz="4" w:space="0" w:color="auto"/>
              <w:left w:val="single" w:sz="4" w:space="0" w:color="auto"/>
              <w:bottom w:val="single" w:sz="4" w:space="0" w:color="auto"/>
              <w:right w:val="single" w:sz="4" w:space="0" w:color="auto"/>
            </w:tcBorders>
          </w:tcPr>
          <w:p w14:paraId="5CFD888D" w14:textId="77777777" w:rsidR="008B29D2" w:rsidRPr="0002054E" w:rsidRDefault="008B29D2" w:rsidP="003152AD">
            <w:r w:rsidRPr="0002054E">
              <w:t>Supports the Network Port Object Command property</w:t>
            </w:r>
          </w:p>
        </w:tc>
      </w:tr>
      <w:tr w:rsidR="008B29D2" w:rsidRPr="0002054E" w14:paraId="39F6676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E87FBCA"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1D34994"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11BA7A66" w14:textId="77777777" w:rsidR="008B29D2" w:rsidRPr="0002054E" w:rsidRDefault="008B29D2" w:rsidP="003152AD">
            <w:pPr>
              <w:suppressAutoHyphens/>
              <w:spacing w:line="276" w:lineRule="auto"/>
              <w:rPr>
                <w:szCs w:val="20"/>
              </w:rPr>
            </w:pPr>
            <w:r w:rsidRPr="0002054E">
              <w:rPr>
                <w:szCs w:val="20"/>
              </w:rPr>
              <w:t>Supports the DISCARD_CHANGES command</w:t>
            </w:r>
          </w:p>
        </w:tc>
      </w:tr>
      <w:tr w:rsidR="008B29D2" w:rsidRPr="0002054E" w14:paraId="799A723C"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CE9DE24"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2FBF15A"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46670793" w14:textId="77777777" w:rsidR="008B29D2" w:rsidRPr="0002054E" w:rsidRDefault="008B29D2" w:rsidP="003152AD">
            <w:pPr>
              <w:suppressAutoHyphens/>
              <w:spacing w:line="276" w:lineRule="auto"/>
              <w:rPr>
                <w:szCs w:val="20"/>
              </w:rPr>
            </w:pPr>
            <w:r w:rsidRPr="0002054E">
              <w:rPr>
                <w:szCs w:val="20"/>
              </w:rPr>
              <w:t>Supports the RENEW_FD_REGISTRATION command</w:t>
            </w:r>
          </w:p>
        </w:tc>
      </w:tr>
      <w:tr w:rsidR="008B29D2" w:rsidRPr="0002054E" w14:paraId="6E83C09D"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51D4DDA"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04066F5"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01BA98C7" w14:textId="77777777" w:rsidR="008B29D2" w:rsidRPr="0002054E" w:rsidRDefault="008B29D2" w:rsidP="003152AD">
            <w:pPr>
              <w:suppressAutoHyphens/>
              <w:spacing w:line="276" w:lineRule="auto"/>
              <w:rPr>
                <w:szCs w:val="20"/>
              </w:rPr>
            </w:pPr>
            <w:r w:rsidRPr="0002054E">
              <w:rPr>
                <w:szCs w:val="20"/>
              </w:rPr>
              <w:t>Supports the RENEW_DHCP command</w:t>
            </w:r>
          </w:p>
        </w:tc>
      </w:tr>
      <w:tr w:rsidR="008B29D2" w:rsidRPr="0002054E" w14:paraId="16F3DDE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F813B53"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BCDCC79"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112A1853" w14:textId="77777777" w:rsidR="008B29D2" w:rsidRPr="0002054E" w:rsidRDefault="008B29D2" w:rsidP="003152AD">
            <w:pPr>
              <w:suppressAutoHyphens/>
              <w:spacing w:line="276" w:lineRule="auto"/>
              <w:rPr>
                <w:szCs w:val="20"/>
              </w:rPr>
            </w:pPr>
            <w:r w:rsidRPr="0002054E">
              <w:rPr>
                <w:szCs w:val="20"/>
              </w:rPr>
              <w:t>Supports the RESTART_AUTONEGOTIATION command</w:t>
            </w:r>
          </w:p>
        </w:tc>
      </w:tr>
      <w:tr w:rsidR="008B29D2" w:rsidRPr="0002054E" w14:paraId="1E41A136"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493BD48"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2D14401"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hideMark/>
          </w:tcPr>
          <w:p w14:paraId="412AB3D4" w14:textId="77777777" w:rsidR="008B29D2" w:rsidRPr="0002054E" w:rsidRDefault="008B29D2" w:rsidP="003152AD">
            <w:pPr>
              <w:suppressAutoHyphens/>
              <w:spacing w:line="276" w:lineRule="auto"/>
              <w:rPr>
                <w:szCs w:val="20"/>
              </w:rPr>
            </w:pPr>
            <w:r w:rsidRPr="0002054E">
              <w:rPr>
                <w:szCs w:val="20"/>
              </w:rPr>
              <w:t>Supports the RESTART_PORT command</w:t>
            </w:r>
          </w:p>
        </w:tc>
      </w:tr>
      <w:tr w:rsidR="008B29D2" w:rsidRPr="0002054E" w14:paraId="5393AA9D"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6D25C3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5F29CF9A" w14:textId="77777777" w:rsidR="008B29D2" w:rsidRPr="0002054E" w:rsidRDefault="008B29D2" w:rsidP="003152AD">
            <w:pPr>
              <w:suppressAutoHyphens/>
              <w:spacing w:line="276" w:lineRule="auto"/>
              <w:jc w:val="center"/>
              <w:rPr>
                <w:szCs w:val="20"/>
              </w:rPr>
            </w:pPr>
            <w:r w:rsidRPr="0002054E">
              <w:rPr>
                <w:szCs w:val="20"/>
              </w:rPr>
              <w:t>O</w:t>
            </w:r>
            <w:r w:rsidRPr="0002054E">
              <w:rPr>
                <w:szCs w:val="20"/>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620E244E" w14:textId="77777777" w:rsidR="008B29D2" w:rsidRPr="0002054E" w:rsidRDefault="008B29D2" w:rsidP="003152AD">
            <w:pPr>
              <w:suppressAutoHyphens/>
              <w:spacing w:line="276" w:lineRule="auto"/>
              <w:rPr>
                <w:szCs w:val="20"/>
              </w:rPr>
            </w:pPr>
            <w:r w:rsidRPr="0002054E">
              <w:rPr>
                <w:szCs w:val="20"/>
              </w:rPr>
              <w:t>Supports the VALIDATE_CHANGES command</w:t>
            </w:r>
          </w:p>
        </w:tc>
      </w:tr>
      <w:tr w:rsidR="00EE20A8" w:rsidRPr="00F95990" w14:paraId="668A9D98" w14:textId="77777777" w:rsidTr="00A6516B">
        <w:trPr>
          <w:cantSplit/>
        </w:trPr>
        <w:tc>
          <w:tcPr>
            <w:tcW w:w="8910" w:type="dxa"/>
            <w:gridSpan w:val="3"/>
          </w:tcPr>
          <w:p w14:paraId="05A632D6" w14:textId="77777777" w:rsidR="00EE20A8" w:rsidRDefault="005E4DBC" w:rsidP="003A1CD5">
            <w:pPr>
              <w:ind w:left="720"/>
              <w:rPr>
                <w:kern w:val="2"/>
                <w:lang w:val="en-CA" w:eastAsia="ar-SA"/>
              </w:rPr>
            </w:pPr>
            <w:r>
              <w:rPr>
                <w:kern w:val="2"/>
                <w:vertAlign w:val="superscript"/>
                <w:lang w:val="en-CA" w:eastAsia="ar-SA"/>
              </w:rPr>
              <w:t>1</w:t>
            </w:r>
            <w:r>
              <w:rPr>
                <w:kern w:val="2"/>
                <w:lang w:val="en-CA" w:eastAsia="ar-SA"/>
              </w:rPr>
              <w:t xml:space="preserve"> </w:t>
            </w:r>
            <w:r w:rsidR="00592E5C">
              <w:rPr>
                <w:kern w:val="2"/>
                <w:lang w:val="en-CA" w:eastAsia="ar-SA"/>
              </w:rPr>
              <w:t>Either BBMD or both Normal and Foreign modes are required.</w:t>
            </w:r>
          </w:p>
          <w:p w14:paraId="492F56B2" w14:textId="77777777" w:rsidR="008B29D2" w:rsidRPr="0002054E" w:rsidRDefault="008B29D2" w:rsidP="008B29D2">
            <w:pPr>
              <w:suppressAutoHyphens/>
              <w:spacing w:line="276" w:lineRule="auto"/>
              <w:ind w:left="720"/>
              <w:rPr>
                <w:lang w:val="en-CA"/>
              </w:rPr>
            </w:pPr>
            <w:r w:rsidRPr="0002054E">
              <w:rPr>
                <w:vertAlign w:val="superscript"/>
                <w:lang w:val="en-CA"/>
              </w:rPr>
              <w:t xml:space="preserve">2 </w:t>
            </w:r>
            <w:r w:rsidRPr="0002054E">
              <w:rPr>
                <w:lang w:val="en-CA"/>
              </w:rPr>
              <w:t>At least one of these options is required.</w:t>
            </w:r>
          </w:p>
          <w:p w14:paraId="381DC2EE" w14:textId="77777777" w:rsidR="008B29D2" w:rsidRPr="0002054E" w:rsidRDefault="008B29D2" w:rsidP="008B29D2">
            <w:pPr>
              <w:ind w:left="720"/>
            </w:pPr>
            <w:r w:rsidRPr="0002054E">
              <w:rPr>
                <w:vertAlign w:val="superscript"/>
              </w:rPr>
              <w:t>3</w:t>
            </w:r>
            <w:r w:rsidRPr="0002054E">
              <w:t xml:space="preserve"> Support for writable Network_Number properties is required in routers and other IUTs that need to know the network number in order to operate.</w:t>
            </w:r>
          </w:p>
          <w:p w14:paraId="68CBFD40" w14:textId="77777777" w:rsidR="008B29D2" w:rsidRPr="0002054E" w:rsidRDefault="008B29D2" w:rsidP="008B29D2">
            <w:pPr>
              <w:ind w:left="720"/>
            </w:pPr>
            <w:r w:rsidRPr="0002054E">
              <w:rPr>
                <w:vertAlign w:val="superscript"/>
              </w:rPr>
              <w:t>4</w:t>
            </w:r>
            <w:r w:rsidRPr="0002054E">
              <w:t xml:space="preserve"> At least one of these options is required if the Network Port object Command property is supported.</w:t>
            </w:r>
          </w:p>
          <w:p w14:paraId="706ED267" w14:textId="74BF6374" w:rsidR="008B29D2" w:rsidRPr="00EE20A8" w:rsidRDefault="008B29D2" w:rsidP="008B29D2">
            <w:pPr>
              <w:ind w:left="720"/>
            </w:pPr>
            <w:r w:rsidRPr="0002054E">
              <w:rPr>
                <w:vertAlign w:val="superscript"/>
              </w:rPr>
              <w:t>5</w:t>
            </w:r>
            <w:r w:rsidRPr="0002054E">
              <w:t xml:space="preserve"> Protocol_Revision 24 or higher must be claimed.</w:t>
            </w:r>
          </w:p>
        </w:tc>
      </w:tr>
      <w:tr w:rsidR="00C354F3" w:rsidRPr="00B56E85" w14:paraId="418FDA7A" w14:textId="77777777" w:rsidTr="00A6516B">
        <w:trPr>
          <w:cantSplit/>
        </w:trPr>
        <w:tc>
          <w:tcPr>
            <w:tcW w:w="8910" w:type="dxa"/>
            <w:gridSpan w:val="3"/>
            <w:tcBorders>
              <w:top w:val="single" w:sz="4" w:space="0" w:color="auto"/>
              <w:left w:val="single" w:sz="4" w:space="0" w:color="auto"/>
              <w:bottom w:val="single" w:sz="4" w:space="0" w:color="auto"/>
              <w:right w:val="single" w:sz="4" w:space="0" w:color="auto"/>
            </w:tcBorders>
          </w:tcPr>
          <w:p w14:paraId="6ECCCAE0" w14:textId="77777777" w:rsidR="00C354F3" w:rsidRPr="00B56E85" w:rsidRDefault="00C354F3" w:rsidP="00740BD1">
            <w:pPr>
              <w:rPr>
                <w:b/>
              </w:rPr>
            </w:pPr>
            <w:bookmarkStart w:id="17" w:name="_Hlk183856904"/>
            <w:r>
              <w:rPr>
                <w:b/>
              </w:rPr>
              <w:t xml:space="preserve">Data Link Layer </w:t>
            </w:r>
            <w:r w:rsidRPr="00B56E85">
              <w:rPr>
                <w:b/>
              </w:rPr>
              <w:t>-</w:t>
            </w:r>
            <w:r>
              <w:rPr>
                <w:b/>
              </w:rPr>
              <w:t xml:space="preserve"> Secure Connect</w:t>
            </w:r>
          </w:p>
        </w:tc>
      </w:tr>
      <w:tr w:rsidR="00BD5763" w14:paraId="01E0E1EB"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shd w:val="clear" w:color="auto" w:fill="auto"/>
          </w:tcPr>
          <w:p w14:paraId="46BD51C3"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shd w:val="clear" w:color="auto" w:fill="auto"/>
          </w:tcPr>
          <w:p w14:paraId="67F67EB4" w14:textId="77777777" w:rsidR="00BD5763" w:rsidRDefault="00BD5763" w:rsidP="00B90A88">
            <w:pPr>
              <w:keepLines/>
              <w:widowControl w:val="0"/>
              <w:suppressAutoHyphens/>
              <w:spacing w:line="100" w:lineRule="atLeast"/>
              <w:jc w:val="center"/>
              <w:rPr>
                <w:kern w:val="2"/>
                <w:lang w:val="en-CA" w:eastAsia="ar-SA"/>
              </w:rPr>
            </w:pPr>
            <w:r w:rsidRPr="00E07AE3">
              <w:t>R</w:t>
            </w:r>
          </w:p>
        </w:tc>
        <w:tc>
          <w:tcPr>
            <w:tcW w:w="7466" w:type="dxa"/>
            <w:tcBorders>
              <w:top w:val="single" w:sz="4" w:space="0" w:color="000000"/>
              <w:left w:val="single" w:sz="4" w:space="0" w:color="000000"/>
              <w:bottom w:val="single" w:sz="4" w:space="0" w:color="000000"/>
              <w:right w:val="single" w:sz="4" w:space="0" w:color="000000"/>
            </w:tcBorders>
            <w:shd w:val="clear" w:color="auto" w:fill="auto"/>
          </w:tcPr>
          <w:p w14:paraId="7667A990" w14:textId="77777777" w:rsidR="00BD5763" w:rsidRPr="00E07AE3" w:rsidRDefault="00BD5763" w:rsidP="00B90A88">
            <w:pPr>
              <w:keepLines/>
              <w:widowControl w:val="0"/>
              <w:suppressAutoHyphens/>
              <w:spacing w:line="100" w:lineRule="atLeast"/>
              <w:rPr>
                <w:kern w:val="2"/>
                <w:lang w:eastAsia="ar-SA"/>
              </w:rPr>
            </w:pPr>
            <w:r w:rsidRPr="00E07AE3">
              <w:t>Base Requirements</w:t>
            </w:r>
          </w:p>
        </w:tc>
      </w:tr>
      <w:tr w:rsidR="00BD5763" w14:paraId="5B6D9687"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shd w:val="clear" w:color="auto" w:fill="auto"/>
          </w:tcPr>
          <w:p w14:paraId="2B47975D"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shd w:val="clear" w:color="auto" w:fill="auto"/>
          </w:tcPr>
          <w:p w14:paraId="74869DF4" w14:textId="77777777" w:rsidR="00BD5763" w:rsidRDefault="00BD5763" w:rsidP="00B90A88">
            <w:pPr>
              <w:keepLines/>
              <w:widowControl w:val="0"/>
              <w:suppressAutoHyphens/>
              <w:spacing w:line="100" w:lineRule="atLeast"/>
              <w:jc w:val="center"/>
              <w:rPr>
                <w:kern w:val="2"/>
                <w:lang w:val="en-CA" w:eastAsia="ar-SA"/>
              </w:rPr>
            </w:pPr>
            <w:r w:rsidRPr="00E07AE3">
              <w:rPr>
                <w:kern w:val="2"/>
                <w:lang w:eastAsia="ar-SA"/>
              </w:rPr>
              <w:t>C</w:t>
            </w:r>
            <w:r w:rsidRPr="00E07AE3">
              <w:rPr>
                <w:kern w:val="2"/>
                <w:vertAlign w:val="superscript"/>
                <w:lang w:eastAsia="ar-SA"/>
              </w:rPr>
              <w:t>1</w:t>
            </w:r>
          </w:p>
        </w:tc>
        <w:tc>
          <w:tcPr>
            <w:tcW w:w="7466" w:type="dxa"/>
            <w:tcBorders>
              <w:top w:val="single" w:sz="4" w:space="0" w:color="000000"/>
              <w:left w:val="single" w:sz="4" w:space="0" w:color="000000"/>
              <w:bottom w:val="single" w:sz="4" w:space="0" w:color="000000"/>
              <w:right w:val="single" w:sz="4" w:space="0" w:color="000000"/>
            </w:tcBorders>
            <w:shd w:val="clear" w:color="auto" w:fill="auto"/>
          </w:tcPr>
          <w:p w14:paraId="6B66A24F" w14:textId="77777777" w:rsidR="00BD5763" w:rsidRPr="00E07AE3" w:rsidRDefault="00BD5763" w:rsidP="00B90A88">
            <w:pPr>
              <w:keepLines/>
              <w:widowControl w:val="0"/>
              <w:suppressAutoHyphens/>
              <w:spacing w:line="100" w:lineRule="atLeast"/>
              <w:rPr>
                <w:kern w:val="2"/>
                <w:lang w:eastAsia="ar-SA"/>
              </w:rPr>
            </w:pPr>
            <w:r w:rsidRPr="00E07AE3">
              <w:rPr>
                <w:kern w:val="2"/>
                <w:lang w:eastAsia="ar-SA"/>
              </w:rPr>
              <w:t>Is able to operate as a node without a local hub function</w:t>
            </w:r>
          </w:p>
        </w:tc>
      </w:tr>
      <w:tr w:rsidR="00BD5763" w14:paraId="0592DAA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shd w:val="clear" w:color="auto" w:fill="auto"/>
          </w:tcPr>
          <w:p w14:paraId="16348D31"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shd w:val="clear" w:color="auto" w:fill="auto"/>
          </w:tcPr>
          <w:p w14:paraId="79194399" w14:textId="77777777" w:rsidR="00BD5763" w:rsidRDefault="00BD5763" w:rsidP="00B90A88">
            <w:pPr>
              <w:keepLines/>
              <w:widowControl w:val="0"/>
              <w:suppressAutoHyphens/>
              <w:spacing w:line="100" w:lineRule="atLeast"/>
              <w:jc w:val="center"/>
              <w:rPr>
                <w:kern w:val="2"/>
                <w:lang w:val="en-CA" w:eastAsia="ar-SA"/>
              </w:rPr>
            </w:pPr>
            <w:r w:rsidRPr="00E07AE3">
              <w:rPr>
                <w:kern w:val="2"/>
                <w:lang w:eastAsia="ar-SA"/>
              </w:rPr>
              <w:t>C</w:t>
            </w:r>
            <w:r w:rsidRPr="00E07AE3">
              <w:rPr>
                <w:kern w:val="2"/>
                <w:vertAlign w:val="superscript"/>
                <w:lang w:eastAsia="ar-SA"/>
              </w:rPr>
              <w:t>1</w:t>
            </w:r>
          </w:p>
        </w:tc>
        <w:tc>
          <w:tcPr>
            <w:tcW w:w="7466" w:type="dxa"/>
            <w:tcBorders>
              <w:top w:val="single" w:sz="4" w:space="0" w:color="000000"/>
              <w:left w:val="single" w:sz="4" w:space="0" w:color="000000"/>
              <w:bottom w:val="single" w:sz="4" w:space="0" w:color="000000"/>
              <w:right w:val="single" w:sz="4" w:space="0" w:color="000000"/>
            </w:tcBorders>
            <w:shd w:val="clear" w:color="auto" w:fill="auto"/>
          </w:tcPr>
          <w:p w14:paraId="59434AA1" w14:textId="77777777" w:rsidR="00BD5763" w:rsidRPr="00E07AE3" w:rsidRDefault="00BD5763" w:rsidP="00B90A88">
            <w:pPr>
              <w:keepLines/>
              <w:widowControl w:val="0"/>
              <w:suppressAutoHyphens/>
              <w:spacing w:line="100" w:lineRule="atLeast"/>
              <w:rPr>
                <w:kern w:val="2"/>
                <w:lang w:eastAsia="ar-SA"/>
              </w:rPr>
            </w:pPr>
            <w:r w:rsidRPr="00E07AE3">
              <w:rPr>
                <w:kern w:val="2"/>
                <w:lang w:eastAsia="ar-SA"/>
              </w:rPr>
              <w:t>Is able to operate as a hub</w:t>
            </w:r>
          </w:p>
        </w:tc>
      </w:tr>
      <w:tr w:rsidR="00BD5763" w14:paraId="46905907"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shd w:val="clear" w:color="auto" w:fill="auto"/>
          </w:tcPr>
          <w:p w14:paraId="6DDC1708"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shd w:val="clear" w:color="auto" w:fill="auto"/>
          </w:tcPr>
          <w:p w14:paraId="2F6C753C" w14:textId="77777777" w:rsidR="00BD5763" w:rsidRDefault="00BD5763" w:rsidP="00B90A88">
            <w:pPr>
              <w:keepLines/>
              <w:widowControl w:val="0"/>
              <w:suppressAutoHyphens/>
              <w:spacing w:line="100" w:lineRule="atLeast"/>
              <w:jc w:val="center"/>
              <w:rPr>
                <w:kern w:val="2"/>
                <w:lang w:val="en-CA" w:eastAsia="ar-SA"/>
              </w:rPr>
            </w:pPr>
            <w:r>
              <w:rPr>
                <w:kern w:val="2"/>
                <w:lang w:eastAsia="ar-SA"/>
              </w:rPr>
              <w:t>O</w:t>
            </w:r>
          </w:p>
        </w:tc>
        <w:tc>
          <w:tcPr>
            <w:tcW w:w="7466" w:type="dxa"/>
            <w:tcBorders>
              <w:top w:val="single" w:sz="4" w:space="0" w:color="000000"/>
              <w:left w:val="single" w:sz="4" w:space="0" w:color="000000"/>
              <w:bottom w:val="single" w:sz="4" w:space="0" w:color="000000"/>
              <w:right w:val="single" w:sz="4" w:space="0" w:color="000000"/>
            </w:tcBorders>
            <w:shd w:val="clear" w:color="auto" w:fill="auto"/>
          </w:tcPr>
          <w:p w14:paraId="6EDA44DA" w14:textId="77777777" w:rsidR="00BD5763" w:rsidRPr="00E07AE3" w:rsidRDefault="00BD5763" w:rsidP="00B90A88">
            <w:pPr>
              <w:keepLines/>
              <w:widowControl w:val="0"/>
              <w:suppressAutoHyphens/>
              <w:spacing w:line="100" w:lineRule="atLeast"/>
              <w:rPr>
                <w:kern w:val="2"/>
                <w:lang w:eastAsia="ar-SA"/>
              </w:rPr>
            </w:pPr>
            <w:r w:rsidRPr="00E07AE3">
              <w:rPr>
                <w:kern w:val="2"/>
                <w:lang w:eastAsia="ar-SA"/>
              </w:rPr>
              <w:t>Supports direct connections</w:t>
            </w:r>
          </w:p>
        </w:tc>
      </w:tr>
      <w:tr w:rsidR="00BD5763" w14:paraId="55855903"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shd w:val="clear" w:color="auto" w:fill="auto"/>
          </w:tcPr>
          <w:p w14:paraId="2AB448DF"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shd w:val="clear" w:color="auto" w:fill="auto"/>
          </w:tcPr>
          <w:p w14:paraId="615C58FE" w14:textId="77777777" w:rsidR="00BD5763" w:rsidRDefault="00BD5763" w:rsidP="00B90A88">
            <w:pPr>
              <w:keepLines/>
              <w:widowControl w:val="0"/>
              <w:suppressAutoHyphens/>
              <w:spacing w:line="100" w:lineRule="atLeast"/>
              <w:jc w:val="center"/>
              <w:rPr>
                <w:kern w:val="2"/>
                <w:lang w:val="en-CA" w:eastAsia="ar-SA"/>
              </w:rPr>
            </w:pPr>
            <w:r>
              <w:rPr>
                <w:kern w:val="2"/>
                <w:lang w:eastAsia="ar-SA"/>
              </w:rPr>
              <w:t>O</w:t>
            </w:r>
            <w:r w:rsidRPr="00E07AE3">
              <w:rPr>
                <w:kern w:val="2"/>
                <w:vertAlign w:val="superscript"/>
                <w:lang w:eastAsia="ar-SA"/>
              </w:rPr>
              <w:t>2</w:t>
            </w:r>
          </w:p>
        </w:tc>
        <w:tc>
          <w:tcPr>
            <w:tcW w:w="7466" w:type="dxa"/>
            <w:tcBorders>
              <w:top w:val="single" w:sz="4" w:space="0" w:color="000000"/>
              <w:left w:val="single" w:sz="4" w:space="0" w:color="000000"/>
              <w:bottom w:val="single" w:sz="4" w:space="0" w:color="000000"/>
              <w:right w:val="single" w:sz="4" w:space="0" w:color="000000"/>
            </w:tcBorders>
            <w:shd w:val="clear" w:color="auto" w:fill="auto"/>
          </w:tcPr>
          <w:p w14:paraId="2ECEFB24" w14:textId="77777777" w:rsidR="00BD5763" w:rsidRPr="00E07AE3" w:rsidRDefault="00BD5763" w:rsidP="00B90A88">
            <w:pPr>
              <w:keepLines/>
              <w:widowControl w:val="0"/>
              <w:suppressAutoHyphens/>
              <w:spacing w:line="100" w:lineRule="atLeast"/>
              <w:rPr>
                <w:kern w:val="2"/>
                <w:lang w:eastAsia="ar-SA"/>
              </w:rPr>
            </w:pPr>
            <w:r w:rsidRPr="00E07AE3">
              <w:rPr>
                <w:kern w:val="2"/>
                <w:lang w:eastAsia="ar-SA"/>
              </w:rPr>
              <w:t xml:space="preserve">Is able to </w:t>
            </w:r>
            <w:r w:rsidR="009D5A60">
              <w:rPr>
                <w:kern w:val="2"/>
                <w:lang w:eastAsia="ar-SA"/>
              </w:rPr>
              <w:t>accept</w:t>
            </w:r>
            <w:r w:rsidRPr="00E07AE3">
              <w:rPr>
                <w:kern w:val="2"/>
                <w:lang w:eastAsia="ar-SA"/>
              </w:rPr>
              <w:t xml:space="preserve"> direct connections</w:t>
            </w:r>
          </w:p>
        </w:tc>
      </w:tr>
      <w:tr w:rsidR="00BD5763" w14:paraId="2317A059"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shd w:val="clear" w:color="auto" w:fill="auto"/>
          </w:tcPr>
          <w:p w14:paraId="77B4A61F" w14:textId="77777777" w:rsidR="00BD5763" w:rsidRPr="00B61E29" w:rsidRDefault="00BD5763" w:rsidP="005B72AB">
            <w:pPr>
              <w:jc w:val="center"/>
              <w:rPr>
                <w:lang w:val="en-CA" w:eastAsia="ar-SA"/>
              </w:rPr>
            </w:pPr>
          </w:p>
        </w:tc>
        <w:tc>
          <w:tcPr>
            <w:tcW w:w="904" w:type="dxa"/>
            <w:tcBorders>
              <w:top w:val="single" w:sz="4" w:space="0" w:color="000000"/>
              <w:left w:val="single" w:sz="4" w:space="0" w:color="000000"/>
              <w:bottom w:val="single" w:sz="4" w:space="0" w:color="000000"/>
            </w:tcBorders>
            <w:shd w:val="clear" w:color="auto" w:fill="auto"/>
          </w:tcPr>
          <w:p w14:paraId="6855F1E3" w14:textId="77777777" w:rsidR="00BD5763" w:rsidRDefault="00BD5763" w:rsidP="00B90A88">
            <w:pPr>
              <w:keepLines/>
              <w:widowControl w:val="0"/>
              <w:suppressAutoHyphens/>
              <w:spacing w:line="100" w:lineRule="atLeast"/>
              <w:jc w:val="center"/>
              <w:rPr>
                <w:kern w:val="2"/>
                <w:lang w:val="en-CA" w:eastAsia="ar-SA"/>
              </w:rPr>
            </w:pPr>
            <w:r>
              <w:rPr>
                <w:kern w:val="2"/>
                <w:lang w:eastAsia="ar-SA"/>
              </w:rPr>
              <w:t>O</w:t>
            </w:r>
            <w:r w:rsidRPr="00E07AE3">
              <w:rPr>
                <w:kern w:val="2"/>
                <w:vertAlign w:val="superscript"/>
                <w:lang w:eastAsia="ar-SA"/>
              </w:rPr>
              <w:t>2</w:t>
            </w:r>
          </w:p>
        </w:tc>
        <w:tc>
          <w:tcPr>
            <w:tcW w:w="7466" w:type="dxa"/>
            <w:tcBorders>
              <w:top w:val="single" w:sz="4" w:space="0" w:color="000000"/>
              <w:left w:val="single" w:sz="4" w:space="0" w:color="000000"/>
              <w:bottom w:val="single" w:sz="4" w:space="0" w:color="000000"/>
              <w:right w:val="single" w:sz="4" w:space="0" w:color="000000"/>
            </w:tcBorders>
            <w:shd w:val="clear" w:color="auto" w:fill="auto"/>
          </w:tcPr>
          <w:p w14:paraId="442D90C5" w14:textId="77777777" w:rsidR="00BD5763" w:rsidRDefault="00BD5763" w:rsidP="00B90A88">
            <w:pPr>
              <w:keepLines/>
              <w:widowControl w:val="0"/>
              <w:suppressAutoHyphens/>
              <w:spacing w:line="100" w:lineRule="atLeast"/>
            </w:pPr>
            <w:r w:rsidRPr="00E07AE3">
              <w:rPr>
                <w:kern w:val="2"/>
                <w:lang w:eastAsia="ar-SA"/>
              </w:rPr>
              <w:t xml:space="preserve">Is able to </w:t>
            </w:r>
            <w:r w:rsidR="009D5A60">
              <w:rPr>
                <w:kern w:val="2"/>
                <w:lang w:eastAsia="ar-SA"/>
              </w:rPr>
              <w:t>initiate</w:t>
            </w:r>
            <w:r w:rsidRPr="00E07AE3">
              <w:rPr>
                <w:kern w:val="2"/>
                <w:lang w:eastAsia="ar-SA"/>
              </w:rPr>
              <w:t xml:space="preserve"> direct connections</w:t>
            </w:r>
          </w:p>
        </w:tc>
      </w:tr>
      <w:tr w:rsidR="0028196E" w:rsidRPr="0002054E" w14:paraId="3C3E6BC9" w14:textId="77777777" w:rsidTr="003A0D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EF1C172" w14:textId="77777777" w:rsidR="0028196E" w:rsidRPr="0002054E" w:rsidRDefault="0028196E" w:rsidP="003A0D77">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B971565" w14:textId="77777777" w:rsidR="0028196E" w:rsidRPr="0002054E" w:rsidRDefault="0028196E" w:rsidP="003A0D77">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tcPr>
          <w:p w14:paraId="4E1CA6F9" w14:textId="77777777" w:rsidR="0028196E" w:rsidRPr="0002054E" w:rsidRDefault="0028196E" w:rsidP="003A0D77">
            <w:pPr>
              <w:suppressAutoHyphens/>
              <w:spacing w:line="276" w:lineRule="auto"/>
              <w:rPr>
                <w:szCs w:val="20"/>
              </w:rPr>
            </w:pPr>
            <w:r w:rsidRPr="0002054E">
              <w:rPr>
                <w:szCs w:val="20"/>
              </w:rPr>
              <w:t>Supports the Network Port object</w:t>
            </w:r>
          </w:p>
        </w:tc>
      </w:tr>
      <w:tr w:rsidR="003B0109" w:rsidRPr="00AE1789" w14:paraId="7685BD6A" w14:textId="77777777" w:rsidTr="003D1C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6BF3F1E" w14:textId="77777777" w:rsidR="003B0109" w:rsidRPr="00AE1789" w:rsidRDefault="003B0109" w:rsidP="003D1CAE">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41E50E68" w14:textId="77777777" w:rsidR="003B0109" w:rsidRPr="00AE1789" w:rsidRDefault="003B0109" w:rsidP="003D1CAE">
            <w:pPr>
              <w:suppressAutoHyphens/>
              <w:spacing w:line="276" w:lineRule="auto"/>
              <w:jc w:val="center"/>
              <w:rPr>
                <w:szCs w:val="20"/>
              </w:rPr>
            </w:pPr>
            <w:r>
              <w:rPr>
                <w:szCs w:val="20"/>
              </w:rPr>
              <w:t>C</w:t>
            </w:r>
            <w:r w:rsidRPr="009D49BC">
              <w:rPr>
                <w:szCs w:val="20"/>
                <w:vertAlign w:val="superscript"/>
              </w:rPr>
              <w:t>4</w:t>
            </w:r>
          </w:p>
        </w:tc>
        <w:tc>
          <w:tcPr>
            <w:tcW w:w="7466" w:type="dxa"/>
            <w:tcBorders>
              <w:top w:val="single" w:sz="4" w:space="0" w:color="000000"/>
              <w:left w:val="single" w:sz="4" w:space="0" w:color="000000"/>
              <w:bottom w:val="single" w:sz="4" w:space="0" w:color="000000"/>
              <w:right w:val="single" w:sz="4" w:space="0" w:color="000000"/>
            </w:tcBorders>
          </w:tcPr>
          <w:p w14:paraId="0B668194" w14:textId="7C5403CE" w:rsidR="003B0109" w:rsidRPr="00AE1789" w:rsidRDefault="00EB38C5" w:rsidP="003D1CAE">
            <w:pPr>
              <w:suppressAutoHyphens/>
              <w:spacing w:line="276" w:lineRule="auto"/>
              <w:rPr>
                <w:szCs w:val="20"/>
              </w:rPr>
            </w:pPr>
            <w:r w:rsidRPr="00EB38C5">
              <w:rPr>
                <w:szCs w:val="20"/>
              </w:rPr>
              <w:t>Contains a Network Port object with a Proprietary Network_Type</w:t>
            </w:r>
          </w:p>
        </w:tc>
      </w:tr>
      <w:tr w:rsidR="001A275A" w:rsidRPr="0029298B" w14:paraId="2C763CB9"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DF799F4" w14:textId="77777777" w:rsidR="001A275A" w:rsidRPr="0029298B" w:rsidRDefault="001A275A"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EDA0AF1" w14:textId="66CAB77F" w:rsidR="001A275A" w:rsidRPr="0029298B" w:rsidRDefault="00D13DD6" w:rsidP="00B90A88">
            <w:pPr>
              <w:suppressAutoHyphens/>
              <w:spacing w:line="276" w:lineRule="auto"/>
              <w:jc w:val="center"/>
              <w:rPr>
                <w:szCs w:val="20"/>
              </w:rPr>
            </w:pPr>
            <w:r>
              <w:rPr>
                <w:szCs w:val="20"/>
              </w:rPr>
              <w:t>C</w:t>
            </w:r>
            <w:r w:rsidR="003B0109">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6DE2AF91" w14:textId="755CA497" w:rsidR="001A275A" w:rsidRPr="0029298B" w:rsidRDefault="00D13DD6" w:rsidP="00B90A88">
            <w:pPr>
              <w:suppressAutoHyphens/>
              <w:spacing w:line="276" w:lineRule="auto"/>
              <w:rPr>
                <w:szCs w:val="20"/>
              </w:rPr>
            </w:pPr>
            <w:r>
              <w:rPr>
                <w:szCs w:val="20"/>
              </w:rPr>
              <w:t>Supports DM-TS-B</w:t>
            </w:r>
          </w:p>
        </w:tc>
      </w:tr>
      <w:tr w:rsidR="00D13DD6" w:rsidRPr="0029298B" w14:paraId="3E18711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F72F943" w14:textId="77777777" w:rsidR="00D13DD6" w:rsidRPr="0029298B" w:rsidRDefault="00D13DD6"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8D17940" w14:textId="09EE7DA6" w:rsidR="00D13DD6" w:rsidRDefault="00D13DD6" w:rsidP="00B90A88">
            <w:pPr>
              <w:suppressAutoHyphens/>
              <w:spacing w:line="276" w:lineRule="auto"/>
              <w:jc w:val="center"/>
              <w:rPr>
                <w:szCs w:val="20"/>
              </w:rPr>
            </w:pPr>
            <w:r>
              <w:rPr>
                <w:szCs w:val="20"/>
              </w:rPr>
              <w:t>C</w:t>
            </w:r>
            <w:r w:rsidR="003B0109">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0725541C" w14:textId="2F091A5F" w:rsidR="00D13DD6" w:rsidRDefault="00D13DD6" w:rsidP="00B90A88">
            <w:pPr>
              <w:suppressAutoHyphens/>
              <w:spacing w:line="276" w:lineRule="auto"/>
              <w:rPr>
                <w:szCs w:val="20"/>
              </w:rPr>
            </w:pPr>
            <w:r>
              <w:rPr>
                <w:szCs w:val="20"/>
              </w:rPr>
              <w:t>Supports DM-UTC-B</w:t>
            </w:r>
          </w:p>
        </w:tc>
      </w:tr>
      <w:tr w:rsidR="00D13DD6" w:rsidRPr="0029298B" w14:paraId="38DD70F8"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03B1688" w14:textId="77777777" w:rsidR="00D13DD6" w:rsidRPr="0029298B" w:rsidRDefault="00D13DD6"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5DC2026" w14:textId="1D56FC1C" w:rsidR="00D13DD6" w:rsidRDefault="00D13DD6" w:rsidP="00B90A88">
            <w:pPr>
              <w:suppressAutoHyphens/>
              <w:spacing w:line="276" w:lineRule="auto"/>
              <w:jc w:val="center"/>
              <w:rPr>
                <w:szCs w:val="20"/>
              </w:rPr>
            </w:pPr>
            <w:r>
              <w:rPr>
                <w:szCs w:val="20"/>
              </w:rPr>
              <w:t>C</w:t>
            </w:r>
            <w:r w:rsidR="003B0109">
              <w:rPr>
                <w:szCs w:val="20"/>
                <w:vertAlign w:val="superscript"/>
              </w:rPr>
              <w:t>5</w:t>
            </w:r>
          </w:p>
        </w:tc>
        <w:tc>
          <w:tcPr>
            <w:tcW w:w="7466" w:type="dxa"/>
            <w:tcBorders>
              <w:top w:val="single" w:sz="4" w:space="0" w:color="000000"/>
              <w:left w:val="single" w:sz="4" w:space="0" w:color="000000"/>
              <w:bottom w:val="single" w:sz="4" w:space="0" w:color="000000"/>
              <w:right w:val="single" w:sz="4" w:space="0" w:color="000000"/>
            </w:tcBorders>
          </w:tcPr>
          <w:p w14:paraId="38CA02E2" w14:textId="7DBADC70" w:rsidR="00D13DD6" w:rsidRDefault="00D13DD6" w:rsidP="00B90A88">
            <w:pPr>
              <w:suppressAutoHyphens/>
              <w:spacing w:line="276" w:lineRule="auto"/>
              <w:rPr>
                <w:szCs w:val="20"/>
              </w:rPr>
            </w:pPr>
            <w:r>
              <w:rPr>
                <w:szCs w:val="20"/>
              </w:rPr>
              <w:t>Supports Time Synchronization by Some Other Method</w:t>
            </w:r>
          </w:p>
        </w:tc>
      </w:tr>
      <w:tr w:rsidR="0072325E" w:rsidRPr="0029298B" w14:paraId="05C16779"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83FD550" w14:textId="2D12777E" w:rsidR="0072325E" w:rsidRPr="0029298B" w:rsidRDefault="0072325E"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13E7045B" w14:textId="387EF4E4" w:rsidR="0072325E" w:rsidRDefault="0072325E" w:rsidP="00B90A88">
            <w:pPr>
              <w:suppressAutoHyphens/>
              <w:spacing w:line="276" w:lineRule="auto"/>
              <w:jc w:val="center"/>
              <w:rPr>
                <w:szCs w:val="20"/>
              </w:rPr>
            </w:pPr>
            <w:r>
              <w:rPr>
                <w:szCs w:val="20"/>
              </w:rPr>
              <w:t>C</w:t>
            </w:r>
            <w:r w:rsidR="003B0109">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209EC391" w14:textId="5DCF1A03" w:rsidR="0072325E" w:rsidRDefault="00817904" w:rsidP="00B90A88">
            <w:pPr>
              <w:suppressAutoHyphens/>
              <w:spacing w:line="276" w:lineRule="auto"/>
              <w:rPr>
                <w:szCs w:val="20"/>
              </w:rPr>
            </w:pPr>
            <w:r>
              <w:rPr>
                <w:szCs w:val="20"/>
              </w:rPr>
              <w:t>Supports B/SC over IPv4</w:t>
            </w:r>
          </w:p>
        </w:tc>
      </w:tr>
      <w:tr w:rsidR="00817904" w:rsidRPr="0029298B" w14:paraId="62D9AC2C"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D4B39A9" w14:textId="77777777" w:rsidR="00817904" w:rsidRPr="0029298B" w:rsidRDefault="00817904" w:rsidP="00B90A88">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9EFE830" w14:textId="798599AE" w:rsidR="00817904" w:rsidRDefault="00817904" w:rsidP="00B90A88">
            <w:pPr>
              <w:suppressAutoHyphens/>
              <w:spacing w:line="276" w:lineRule="auto"/>
              <w:jc w:val="center"/>
              <w:rPr>
                <w:szCs w:val="20"/>
              </w:rPr>
            </w:pPr>
            <w:r>
              <w:rPr>
                <w:szCs w:val="20"/>
              </w:rPr>
              <w:t>C</w:t>
            </w:r>
            <w:r w:rsidR="003B0109">
              <w:rPr>
                <w:szCs w:val="20"/>
                <w:vertAlign w:val="superscript"/>
              </w:rPr>
              <w:t>6</w:t>
            </w:r>
          </w:p>
        </w:tc>
        <w:tc>
          <w:tcPr>
            <w:tcW w:w="7466" w:type="dxa"/>
            <w:tcBorders>
              <w:top w:val="single" w:sz="4" w:space="0" w:color="000000"/>
              <w:left w:val="single" w:sz="4" w:space="0" w:color="000000"/>
              <w:bottom w:val="single" w:sz="4" w:space="0" w:color="000000"/>
              <w:right w:val="single" w:sz="4" w:space="0" w:color="000000"/>
            </w:tcBorders>
          </w:tcPr>
          <w:p w14:paraId="03AB6F4E" w14:textId="26EAB0DD" w:rsidR="00817904" w:rsidRDefault="00817904" w:rsidP="00B90A88">
            <w:pPr>
              <w:suppressAutoHyphens/>
              <w:spacing w:line="276" w:lineRule="auto"/>
              <w:rPr>
                <w:szCs w:val="20"/>
              </w:rPr>
            </w:pPr>
            <w:r>
              <w:rPr>
                <w:szCs w:val="20"/>
              </w:rPr>
              <w:t>Supports B/SC over IPv6</w:t>
            </w:r>
          </w:p>
        </w:tc>
      </w:tr>
      <w:tr w:rsidR="008B29D2" w:rsidRPr="0002054E" w14:paraId="30798E4E"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3121A848"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341A70C" w14:textId="156593A9" w:rsidR="008B29D2" w:rsidRPr="0002054E" w:rsidRDefault="008B29D2" w:rsidP="003152AD">
            <w:pPr>
              <w:suppressAutoHyphens/>
              <w:spacing w:line="276" w:lineRule="auto"/>
              <w:jc w:val="center"/>
              <w:rPr>
                <w:szCs w:val="20"/>
              </w:rPr>
            </w:pPr>
            <w:r w:rsidRPr="0002054E">
              <w:rPr>
                <w:szCs w:val="20"/>
              </w:rPr>
              <w:t>O</w:t>
            </w:r>
            <w:r w:rsidR="003B0109">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38B26FD8" w14:textId="77777777" w:rsidR="008B29D2" w:rsidRPr="0002054E" w:rsidRDefault="008B29D2" w:rsidP="003152AD">
            <w:pPr>
              <w:suppressAutoHyphens/>
              <w:spacing w:line="276" w:lineRule="auto"/>
              <w:rPr>
                <w:szCs w:val="20"/>
              </w:rPr>
            </w:pPr>
            <w:r w:rsidRPr="0002054E">
              <w:rPr>
                <w:szCs w:val="20"/>
              </w:rPr>
              <w:t>Supports configurable Out_Of_Service property</w:t>
            </w:r>
          </w:p>
        </w:tc>
      </w:tr>
      <w:tr w:rsidR="008B29D2" w:rsidRPr="0002054E" w14:paraId="1D1D79F5"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2552233"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570DCC87" w14:textId="74DE8026" w:rsidR="008B29D2" w:rsidRPr="0002054E" w:rsidRDefault="008B29D2" w:rsidP="003152AD">
            <w:pPr>
              <w:suppressAutoHyphens/>
              <w:spacing w:line="276" w:lineRule="auto"/>
              <w:jc w:val="center"/>
              <w:rPr>
                <w:szCs w:val="20"/>
              </w:rPr>
            </w:pPr>
            <w:r w:rsidRPr="0002054E">
              <w:rPr>
                <w:szCs w:val="20"/>
              </w:rPr>
              <w:t>C</w:t>
            </w:r>
            <w:r w:rsidR="003B0109">
              <w:rPr>
                <w:szCs w:val="20"/>
                <w:vertAlign w:val="superscript"/>
              </w:rPr>
              <w:t>7,8</w:t>
            </w:r>
          </w:p>
        </w:tc>
        <w:tc>
          <w:tcPr>
            <w:tcW w:w="7466" w:type="dxa"/>
            <w:tcBorders>
              <w:top w:val="single" w:sz="4" w:space="0" w:color="000000"/>
              <w:left w:val="single" w:sz="4" w:space="0" w:color="000000"/>
              <w:bottom w:val="single" w:sz="4" w:space="0" w:color="000000"/>
              <w:right w:val="single" w:sz="4" w:space="0" w:color="000000"/>
            </w:tcBorders>
          </w:tcPr>
          <w:p w14:paraId="476C3441" w14:textId="77777777" w:rsidR="008B29D2" w:rsidRPr="0002054E" w:rsidRDefault="008B29D2" w:rsidP="003152AD">
            <w:pPr>
              <w:suppressAutoHyphens/>
              <w:spacing w:line="276" w:lineRule="auto"/>
              <w:rPr>
                <w:szCs w:val="20"/>
              </w:rPr>
            </w:pPr>
            <w:r w:rsidRPr="0002054E">
              <w:rPr>
                <w:szCs w:val="20"/>
              </w:rPr>
              <w:t>Supports hierarchical Network Port objects</w:t>
            </w:r>
          </w:p>
        </w:tc>
      </w:tr>
      <w:tr w:rsidR="008B29D2" w:rsidRPr="0002054E" w14:paraId="4600F105"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EDC6567"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382AD924" w14:textId="16E73622" w:rsidR="008B29D2" w:rsidRPr="0002054E" w:rsidRDefault="008B29D2" w:rsidP="003152AD">
            <w:pPr>
              <w:suppressAutoHyphens/>
              <w:spacing w:line="276" w:lineRule="auto"/>
              <w:jc w:val="center"/>
              <w:rPr>
                <w:szCs w:val="20"/>
              </w:rPr>
            </w:pPr>
            <w:r w:rsidRPr="0002054E">
              <w:rPr>
                <w:szCs w:val="20"/>
              </w:rPr>
              <w:t>C</w:t>
            </w:r>
            <w:r w:rsidR="003B0109">
              <w:rPr>
                <w:szCs w:val="20"/>
                <w:vertAlign w:val="superscript"/>
              </w:rPr>
              <w:t>7,8</w:t>
            </w:r>
          </w:p>
        </w:tc>
        <w:tc>
          <w:tcPr>
            <w:tcW w:w="7466" w:type="dxa"/>
            <w:tcBorders>
              <w:top w:val="single" w:sz="4" w:space="0" w:color="000000"/>
              <w:left w:val="single" w:sz="4" w:space="0" w:color="000000"/>
              <w:bottom w:val="single" w:sz="4" w:space="0" w:color="000000"/>
              <w:right w:val="single" w:sz="4" w:space="0" w:color="000000"/>
            </w:tcBorders>
          </w:tcPr>
          <w:p w14:paraId="5ED900CF" w14:textId="77777777" w:rsidR="008B29D2" w:rsidRPr="0002054E" w:rsidRDefault="008B29D2" w:rsidP="003152AD">
            <w:pPr>
              <w:suppressAutoHyphens/>
              <w:spacing w:line="276" w:lineRule="auto"/>
              <w:rPr>
                <w:szCs w:val="20"/>
              </w:rPr>
            </w:pPr>
            <w:r w:rsidRPr="0002054E">
              <w:rPr>
                <w:szCs w:val="20"/>
              </w:rPr>
              <w:t>Supports Non-hierarchical Network Port objects</w:t>
            </w:r>
          </w:p>
        </w:tc>
      </w:tr>
      <w:tr w:rsidR="008B29D2" w:rsidRPr="0002054E" w14:paraId="2DD1546C"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D2B3545"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6DA7537B" w14:textId="3F146170" w:rsidR="008B29D2" w:rsidRPr="0002054E" w:rsidRDefault="008B29D2" w:rsidP="003152AD">
            <w:pPr>
              <w:suppressAutoHyphens/>
              <w:spacing w:line="276" w:lineRule="auto"/>
              <w:jc w:val="center"/>
              <w:rPr>
                <w:szCs w:val="20"/>
              </w:rPr>
            </w:pPr>
            <w:r w:rsidRPr="0002054E">
              <w:rPr>
                <w:szCs w:val="20"/>
              </w:rPr>
              <w:t>C</w:t>
            </w:r>
            <w:r w:rsidR="003B0109">
              <w:rPr>
                <w:szCs w:val="20"/>
                <w:vertAlign w:val="superscript"/>
              </w:rPr>
              <w:t>7,9</w:t>
            </w:r>
          </w:p>
        </w:tc>
        <w:tc>
          <w:tcPr>
            <w:tcW w:w="7466" w:type="dxa"/>
            <w:tcBorders>
              <w:top w:val="single" w:sz="4" w:space="0" w:color="000000"/>
              <w:left w:val="single" w:sz="4" w:space="0" w:color="000000"/>
              <w:bottom w:val="single" w:sz="4" w:space="0" w:color="000000"/>
              <w:right w:val="single" w:sz="4" w:space="0" w:color="000000"/>
            </w:tcBorders>
          </w:tcPr>
          <w:p w14:paraId="473A9776" w14:textId="77777777" w:rsidR="008B29D2" w:rsidRPr="0002054E" w:rsidRDefault="008B29D2" w:rsidP="003152AD">
            <w:pPr>
              <w:suppressAutoHyphens/>
              <w:spacing w:line="276" w:lineRule="auto"/>
              <w:rPr>
                <w:szCs w:val="20"/>
              </w:rPr>
            </w:pPr>
            <w:r w:rsidRPr="0002054E">
              <w:rPr>
                <w:szCs w:val="20"/>
              </w:rPr>
              <w:t>Supports writable Network_Number property</w:t>
            </w:r>
          </w:p>
        </w:tc>
      </w:tr>
      <w:tr w:rsidR="008B29D2" w:rsidRPr="0002054E" w14:paraId="4858E93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52A082C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2C7154A" w14:textId="0BEACA2D" w:rsidR="008B29D2" w:rsidRPr="0002054E" w:rsidRDefault="008B29D2" w:rsidP="003152AD">
            <w:pPr>
              <w:suppressAutoHyphens/>
              <w:spacing w:line="276" w:lineRule="auto"/>
              <w:jc w:val="center"/>
              <w:rPr>
                <w:szCs w:val="20"/>
              </w:rPr>
            </w:pPr>
            <w:r w:rsidRPr="0002054E">
              <w:rPr>
                <w:szCs w:val="20"/>
              </w:rPr>
              <w:t>O</w:t>
            </w:r>
            <w:r w:rsidR="003B0109">
              <w:rPr>
                <w:szCs w:val="20"/>
                <w:vertAlign w:val="superscript"/>
              </w:rPr>
              <w:t>7</w:t>
            </w:r>
          </w:p>
        </w:tc>
        <w:tc>
          <w:tcPr>
            <w:tcW w:w="7466" w:type="dxa"/>
            <w:tcBorders>
              <w:top w:val="single" w:sz="4" w:space="0" w:color="000000"/>
              <w:left w:val="single" w:sz="4" w:space="0" w:color="000000"/>
              <w:bottom w:val="single" w:sz="4" w:space="0" w:color="000000"/>
              <w:right w:val="single" w:sz="4" w:space="0" w:color="000000"/>
            </w:tcBorders>
          </w:tcPr>
          <w:p w14:paraId="5A88ACC5" w14:textId="77777777" w:rsidR="008B29D2" w:rsidRPr="0002054E" w:rsidRDefault="008B29D2" w:rsidP="003152AD">
            <w:pPr>
              <w:suppressAutoHyphens/>
              <w:spacing w:line="276" w:lineRule="auto"/>
              <w:rPr>
                <w:szCs w:val="20"/>
              </w:rPr>
            </w:pPr>
            <w:r w:rsidRPr="0002054E">
              <w:rPr>
                <w:szCs w:val="20"/>
              </w:rPr>
              <w:t>Supports the Routing_Table property</w:t>
            </w:r>
          </w:p>
        </w:tc>
      </w:tr>
      <w:tr w:rsidR="008B29D2" w:rsidRPr="0002054E" w14:paraId="15C11281" w14:textId="77777777" w:rsidTr="00A6516B">
        <w:tc>
          <w:tcPr>
            <w:tcW w:w="540" w:type="dxa"/>
            <w:tcBorders>
              <w:top w:val="single" w:sz="4" w:space="0" w:color="auto"/>
              <w:left w:val="single" w:sz="4" w:space="0" w:color="auto"/>
              <w:bottom w:val="single" w:sz="4" w:space="0" w:color="auto"/>
              <w:right w:val="single" w:sz="4" w:space="0" w:color="auto"/>
            </w:tcBorders>
          </w:tcPr>
          <w:p w14:paraId="15F6DEA9" w14:textId="77777777" w:rsidR="008B29D2" w:rsidRPr="0002054E" w:rsidRDefault="008B29D2" w:rsidP="003152AD">
            <w:pPr>
              <w:jc w:val="center"/>
            </w:pPr>
          </w:p>
        </w:tc>
        <w:tc>
          <w:tcPr>
            <w:tcW w:w="904" w:type="dxa"/>
            <w:tcBorders>
              <w:top w:val="single" w:sz="4" w:space="0" w:color="auto"/>
              <w:left w:val="single" w:sz="4" w:space="0" w:color="auto"/>
              <w:bottom w:val="single" w:sz="4" w:space="0" w:color="auto"/>
              <w:right w:val="single" w:sz="4" w:space="0" w:color="auto"/>
            </w:tcBorders>
          </w:tcPr>
          <w:p w14:paraId="3AC8B56A" w14:textId="495AD493" w:rsidR="008B29D2" w:rsidRPr="0002054E" w:rsidRDefault="008B29D2" w:rsidP="003152AD">
            <w:pPr>
              <w:jc w:val="center"/>
            </w:pPr>
            <w:r w:rsidRPr="0002054E">
              <w:t>O</w:t>
            </w:r>
            <w:r w:rsidR="003B0109">
              <w:rPr>
                <w:vertAlign w:val="superscript"/>
              </w:rPr>
              <w:t>7</w:t>
            </w:r>
          </w:p>
        </w:tc>
        <w:tc>
          <w:tcPr>
            <w:tcW w:w="7466" w:type="dxa"/>
            <w:tcBorders>
              <w:top w:val="single" w:sz="4" w:space="0" w:color="auto"/>
              <w:left w:val="single" w:sz="4" w:space="0" w:color="auto"/>
              <w:bottom w:val="single" w:sz="4" w:space="0" w:color="auto"/>
              <w:right w:val="single" w:sz="4" w:space="0" w:color="auto"/>
            </w:tcBorders>
          </w:tcPr>
          <w:p w14:paraId="40E469F1" w14:textId="77777777" w:rsidR="008B29D2" w:rsidRPr="0002054E" w:rsidRDefault="008B29D2" w:rsidP="003152AD">
            <w:r w:rsidRPr="0002054E">
              <w:t>Supports the Network Port Object Command property</w:t>
            </w:r>
          </w:p>
        </w:tc>
      </w:tr>
      <w:tr w:rsidR="008B29D2" w:rsidRPr="0002054E" w14:paraId="48F9ABA1"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AEF8B13"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2B711D2" w14:textId="3C99D608" w:rsidR="008B29D2" w:rsidRPr="0002054E" w:rsidRDefault="008B29D2" w:rsidP="003152AD">
            <w:pPr>
              <w:suppressAutoHyphens/>
              <w:spacing w:line="276" w:lineRule="auto"/>
              <w:jc w:val="center"/>
              <w:rPr>
                <w:szCs w:val="20"/>
              </w:rPr>
            </w:pPr>
            <w:r w:rsidRPr="0002054E">
              <w:rPr>
                <w:szCs w:val="20"/>
              </w:rPr>
              <w:t>O</w:t>
            </w:r>
            <w:r w:rsidR="003B0109">
              <w:rPr>
                <w:szCs w:val="20"/>
                <w:vertAlign w:val="superscript"/>
              </w:rPr>
              <w:t>7,10</w:t>
            </w:r>
          </w:p>
        </w:tc>
        <w:tc>
          <w:tcPr>
            <w:tcW w:w="7466" w:type="dxa"/>
            <w:tcBorders>
              <w:top w:val="single" w:sz="4" w:space="0" w:color="000000"/>
              <w:left w:val="single" w:sz="4" w:space="0" w:color="000000"/>
              <w:bottom w:val="single" w:sz="4" w:space="0" w:color="000000"/>
              <w:right w:val="single" w:sz="4" w:space="0" w:color="000000"/>
            </w:tcBorders>
            <w:hideMark/>
          </w:tcPr>
          <w:p w14:paraId="04338ECB" w14:textId="77777777" w:rsidR="008B29D2" w:rsidRPr="0002054E" w:rsidRDefault="008B29D2" w:rsidP="003152AD">
            <w:pPr>
              <w:suppressAutoHyphens/>
              <w:spacing w:line="276" w:lineRule="auto"/>
              <w:rPr>
                <w:szCs w:val="20"/>
              </w:rPr>
            </w:pPr>
            <w:r w:rsidRPr="0002054E">
              <w:rPr>
                <w:szCs w:val="20"/>
              </w:rPr>
              <w:t>Supports the DISCARD_CHANGES command</w:t>
            </w:r>
          </w:p>
        </w:tc>
      </w:tr>
      <w:tr w:rsidR="008B29D2" w:rsidRPr="0002054E" w14:paraId="774F8200"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D3A2DEF"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C00F9A0" w14:textId="74B4C772" w:rsidR="008B29D2" w:rsidRPr="0002054E" w:rsidRDefault="008B29D2" w:rsidP="003152AD">
            <w:pPr>
              <w:suppressAutoHyphens/>
              <w:spacing w:line="276" w:lineRule="auto"/>
              <w:jc w:val="center"/>
              <w:rPr>
                <w:szCs w:val="20"/>
              </w:rPr>
            </w:pPr>
            <w:r w:rsidRPr="0002054E">
              <w:rPr>
                <w:szCs w:val="20"/>
              </w:rPr>
              <w:t>O</w:t>
            </w:r>
            <w:r w:rsidR="003B0109">
              <w:rPr>
                <w:szCs w:val="20"/>
                <w:vertAlign w:val="superscript"/>
              </w:rPr>
              <w:t>7,10</w:t>
            </w:r>
          </w:p>
        </w:tc>
        <w:tc>
          <w:tcPr>
            <w:tcW w:w="7466" w:type="dxa"/>
            <w:tcBorders>
              <w:top w:val="single" w:sz="4" w:space="0" w:color="000000"/>
              <w:left w:val="single" w:sz="4" w:space="0" w:color="000000"/>
              <w:bottom w:val="single" w:sz="4" w:space="0" w:color="000000"/>
              <w:right w:val="single" w:sz="4" w:space="0" w:color="000000"/>
            </w:tcBorders>
            <w:hideMark/>
          </w:tcPr>
          <w:p w14:paraId="3C7533C3" w14:textId="77777777" w:rsidR="008B29D2" w:rsidRPr="0002054E" w:rsidRDefault="008B29D2" w:rsidP="003152AD">
            <w:pPr>
              <w:suppressAutoHyphens/>
              <w:spacing w:line="276" w:lineRule="auto"/>
              <w:rPr>
                <w:szCs w:val="20"/>
              </w:rPr>
            </w:pPr>
            <w:r w:rsidRPr="0002054E">
              <w:rPr>
                <w:szCs w:val="20"/>
              </w:rPr>
              <w:t>Supports the RESTART_PORT command</w:t>
            </w:r>
          </w:p>
        </w:tc>
      </w:tr>
      <w:tr w:rsidR="008B29D2" w:rsidRPr="0002054E" w14:paraId="19E8C2EF"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03B22C0"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37B0F731" w14:textId="565458BF" w:rsidR="008B29D2" w:rsidRPr="0002054E" w:rsidRDefault="008B29D2" w:rsidP="003152AD">
            <w:pPr>
              <w:suppressAutoHyphens/>
              <w:spacing w:line="276" w:lineRule="auto"/>
              <w:jc w:val="center"/>
              <w:rPr>
                <w:szCs w:val="20"/>
              </w:rPr>
            </w:pPr>
            <w:r w:rsidRPr="0002054E">
              <w:rPr>
                <w:szCs w:val="20"/>
              </w:rPr>
              <w:t>O</w:t>
            </w:r>
            <w:r w:rsidR="003B0109">
              <w:rPr>
                <w:szCs w:val="20"/>
                <w:vertAlign w:val="superscript"/>
              </w:rPr>
              <w:t>7,10</w:t>
            </w:r>
          </w:p>
        </w:tc>
        <w:tc>
          <w:tcPr>
            <w:tcW w:w="7466" w:type="dxa"/>
            <w:tcBorders>
              <w:top w:val="single" w:sz="4" w:space="0" w:color="000000"/>
              <w:left w:val="single" w:sz="4" w:space="0" w:color="000000"/>
              <w:bottom w:val="single" w:sz="4" w:space="0" w:color="000000"/>
              <w:right w:val="single" w:sz="4" w:space="0" w:color="000000"/>
            </w:tcBorders>
            <w:hideMark/>
          </w:tcPr>
          <w:p w14:paraId="1B07EBAB" w14:textId="77777777" w:rsidR="008B29D2" w:rsidRPr="0002054E" w:rsidRDefault="008B29D2" w:rsidP="003152AD">
            <w:pPr>
              <w:suppressAutoHyphens/>
              <w:spacing w:line="276" w:lineRule="auto"/>
              <w:rPr>
                <w:szCs w:val="20"/>
              </w:rPr>
            </w:pPr>
            <w:r w:rsidRPr="0002054E">
              <w:rPr>
                <w:szCs w:val="20"/>
              </w:rPr>
              <w:t>Supports the GENERATE_CSR_FILE command</w:t>
            </w:r>
          </w:p>
        </w:tc>
      </w:tr>
      <w:tr w:rsidR="008B29D2" w:rsidRPr="0002054E" w14:paraId="03C1130E" w14:textId="77777777" w:rsidTr="00A651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118B0D10" w14:textId="77777777" w:rsidR="008B29D2" w:rsidRPr="0002054E" w:rsidRDefault="008B29D2"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E80E82B" w14:textId="7CDD8CCC" w:rsidR="008B29D2" w:rsidRPr="0002054E" w:rsidRDefault="008B29D2" w:rsidP="003152AD">
            <w:pPr>
              <w:suppressAutoHyphens/>
              <w:spacing w:line="276" w:lineRule="auto"/>
              <w:jc w:val="center"/>
              <w:rPr>
                <w:szCs w:val="20"/>
              </w:rPr>
            </w:pPr>
            <w:r w:rsidRPr="0002054E">
              <w:rPr>
                <w:szCs w:val="20"/>
              </w:rPr>
              <w:t>O</w:t>
            </w:r>
            <w:r w:rsidR="003B0109">
              <w:rPr>
                <w:szCs w:val="20"/>
                <w:vertAlign w:val="superscript"/>
              </w:rPr>
              <w:t>7,10</w:t>
            </w:r>
          </w:p>
        </w:tc>
        <w:tc>
          <w:tcPr>
            <w:tcW w:w="7466" w:type="dxa"/>
            <w:tcBorders>
              <w:top w:val="single" w:sz="4" w:space="0" w:color="000000"/>
              <w:left w:val="single" w:sz="4" w:space="0" w:color="000000"/>
              <w:bottom w:val="single" w:sz="4" w:space="0" w:color="000000"/>
              <w:right w:val="single" w:sz="4" w:space="0" w:color="000000"/>
            </w:tcBorders>
            <w:hideMark/>
          </w:tcPr>
          <w:p w14:paraId="52578CCA" w14:textId="77777777" w:rsidR="008B29D2" w:rsidRPr="0002054E" w:rsidRDefault="008B29D2" w:rsidP="003152AD">
            <w:pPr>
              <w:suppressAutoHyphens/>
              <w:spacing w:line="276" w:lineRule="auto"/>
              <w:rPr>
                <w:szCs w:val="20"/>
              </w:rPr>
            </w:pPr>
            <w:r w:rsidRPr="0002054E">
              <w:rPr>
                <w:szCs w:val="20"/>
              </w:rPr>
              <w:t>Supports the VALIDATE_CHANGES command</w:t>
            </w:r>
          </w:p>
        </w:tc>
      </w:tr>
      <w:tr w:rsidR="00BD5763" w:rsidRPr="0029298B" w14:paraId="5C6DD15B" w14:textId="77777777" w:rsidTr="00A6516B">
        <w:tc>
          <w:tcPr>
            <w:tcW w:w="8910" w:type="dxa"/>
            <w:gridSpan w:val="3"/>
            <w:tcBorders>
              <w:top w:val="single" w:sz="4" w:space="0" w:color="auto"/>
              <w:left w:val="single" w:sz="4" w:space="0" w:color="auto"/>
              <w:bottom w:val="single" w:sz="4" w:space="0" w:color="auto"/>
              <w:right w:val="single" w:sz="4" w:space="0" w:color="auto"/>
            </w:tcBorders>
          </w:tcPr>
          <w:p w14:paraId="077F3018" w14:textId="77777777" w:rsidR="00BD5763" w:rsidRPr="0029298B" w:rsidRDefault="00BD5763" w:rsidP="00950358">
            <w:pPr>
              <w:ind w:left="720"/>
              <w:rPr>
                <w:lang w:eastAsia="ar-SA"/>
              </w:rPr>
            </w:pPr>
            <w:r w:rsidRPr="0029298B">
              <w:rPr>
                <w:vertAlign w:val="superscript"/>
                <w:lang w:eastAsia="ar-SA"/>
              </w:rPr>
              <w:t>1</w:t>
            </w:r>
            <w:r w:rsidRPr="0029298B">
              <w:rPr>
                <w:lang w:eastAsia="ar-SA"/>
              </w:rPr>
              <w:t xml:space="preserve"> At least one of these options must be supported.</w:t>
            </w:r>
          </w:p>
          <w:p w14:paraId="3564CA6F" w14:textId="77777777" w:rsidR="00BD5763" w:rsidRPr="0029298B" w:rsidRDefault="00BD5763" w:rsidP="00BD5763">
            <w:pPr>
              <w:ind w:left="720"/>
              <w:rPr>
                <w:lang w:eastAsia="ar-SA"/>
              </w:rPr>
            </w:pPr>
            <w:r w:rsidRPr="0029298B">
              <w:rPr>
                <w:vertAlign w:val="superscript"/>
                <w:lang w:eastAsia="ar-SA"/>
              </w:rPr>
              <w:t>2</w:t>
            </w:r>
            <w:r w:rsidRPr="0029298B">
              <w:rPr>
                <w:lang w:eastAsia="ar-SA"/>
              </w:rPr>
              <w:t xml:space="preserve"> At least one of these options must be supported if the device supports direct connections.</w:t>
            </w:r>
          </w:p>
          <w:p w14:paraId="4A13D937" w14:textId="0F7CCC18" w:rsidR="008B29D2" w:rsidRDefault="008B29D2" w:rsidP="008B29D2">
            <w:pPr>
              <w:ind w:left="720"/>
            </w:pPr>
            <w:r w:rsidRPr="0002054E">
              <w:rPr>
                <w:vertAlign w:val="superscript"/>
              </w:rPr>
              <w:t>3</w:t>
            </w:r>
            <w:r w:rsidRPr="0002054E">
              <w:t xml:space="preserve"> Required if the IUT claims Protocol_Revision </w:t>
            </w:r>
            <w:r w:rsidR="005021D1">
              <w:t>24</w:t>
            </w:r>
            <w:r w:rsidRPr="0002054E">
              <w:t xml:space="preserve"> or higher.</w:t>
            </w:r>
          </w:p>
          <w:p w14:paraId="319F4611" w14:textId="77777777" w:rsidR="003B0109" w:rsidRPr="00AE1789" w:rsidRDefault="003B0109" w:rsidP="003B0109">
            <w:pPr>
              <w:ind w:left="720"/>
            </w:pPr>
            <w:r>
              <w:rPr>
                <w:vertAlign w:val="superscript"/>
              </w:rPr>
              <w:t>4</w:t>
            </w:r>
            <w:r w:rsidRPr="00AE1789">
              <w:t xml:space="preserve"> Required if the IUT claims </w:t>
            </w:r>
            <w:r>
              <w:t xml:space="preserve">a </w:t>
            </w:r>
            <w:r w:rsidRPr="00AE1789">
              <w:t xml:space="preserve">Protocol_Revision </w:t>
            </w:r>
            <w:r>
              <w:t xml:space="preserve">greater than </w:t>
            </w:r>
            <w:r w:rsidRPr="00AE1789">
              <w:t>1</w:t>
            </w:r>
            <w:r>
              <w:t>6 and less than 24</w:t>
            </w:r>
            <w:r w:rsidRPr="00AE1789">
              <w:t>.</w:t>
            </w:r>
          </w:p>
          <w:p w14:paraId="7AE0CF9C" w14:textId="3C575D6F" w:rsidR="005021D1" w:rsidRPr="0002054E" w:rsidRDefault="003B0109" w:rsidP="008B29D2">
            <w:pPr>
              <w:ind w:left="720"/>
            </w:pPr>
            <w:r>
              <w:rPr>
                <w:vertAlign w:val="superscript"/>
              </w:rPr>
              <w:t>5</w:t>
            </w:r>
            <w:r w:rsidR="005021D1">
              <w:t xml:space="preserve"> </w:t>
            </w:r>
            <w:r w:rsidR="005021D1" w:rsidRPr="005021D1">
              <w:t>At least one of these options must be supported</w:t>
            </w:r>
            <w:r w:rsidR="005021D1">
              <w:t>.</w:t>
            </w:r>
          </w:p>
          <w:p w14:paraId="126B3DEE" w14:textId="0FB950C6" w:rsidR="005021D1" w:rsidRPr="0002054E" w:rsidRDefault="003B0109" w:rsidP="005021D1">
            <w:pPr>
              <w:ind w:left="720"/>
            </w:pPr>
            <w:r>
              <w:rPr>
                <w:vertAlign w:val="superscript"/>
              </w:rPr>
              <w:t>6</w:t>
            </w:r>
            <w:r w:rsidR="005021D1">
              <w:t xml:space="preserve"> </w:t>
            </w:r>
            <w:r w:rsidR="005021D1" w:rsidRPr="005021D1">
              <w:t>At least one of these options must be supported</w:t>
            </w:r>
            <w:r w:rsidR="005021D1">
              <w:t>.</w:t>
            </w:r>
          </w:p>
          <w:p w14:paraId="7680F5CF" w14:textId="5E8EED6A" w:rsidR="008B29D2" w:rsidRPr="0002054E" w:rsidRDefault="003B0109" w:rsidP="008B29D2">
            <w:pPr>
              <w:ind w:left="720"/>
            </w:pPr>
            <w:r>
              <w:rPr>
                <w:vertAlign w:val="superscript"/>
              </w:rPr>
              <w:t>7</w:t>
            </w:r>
            <w:r w:rsidR="008B29D2" w:rsidRPr="0002054E">
              <w:t xml:space="preserve"> Protocol_Revision </w:t>
            </w:r>
            <w:r w:rsidR="005021D1">
              <w:t>24</w:t>
            </w:r>
            <w:r w:rsidR="008B29D2" w:rsidRPr="0002054E">
              <w:t xml:space="preserve"> or higher must be claimed.</w:t>
            </w:r>
          </w:p>
          <w:p w14:paraId="4C62F671" w14:textId="0758DC9C" w:rsidR="008B29D2" w:rsidRPr="0002054E" w:rsidRDefault="003B0109" w:rsidP="008B29D2">
            <w:pPr>
              <w:suppressAutoHyphens/>
              <w:spacing w:line="276" w:lineRule="auto"/>
              <w:ind w:left="720"/>
              <w:rPr>
                <w:lang w:val="en-CA"/>
              </w:rPr>
            </w:pPr>
            <w:r>
              <w:rPr>
                <w:vertAlign w:val="superscript"/>
                <w:lang w:val="en-CA"/>
              </w:rPr>
              <w:t>8</w:t>
            </w:r>
            <w:r w:rsidR="008B29D2" w:rsidRPr="0002054E">
              <w:rPr>
                <w:vertAlign w:val="superscript"/>
                <w:lang w:val="en-CA"/>
              </w:rPr>
              <w:t xml:space="preserve"> </w:t>
            </w:r>
            <w:r w:rsidR="008B29D2" w:rsidRPr="0002054E">
              <w:rPr>
                <w:lang w:val="en-CA"/>
              </w:rPr>
              <w:t xml:space="preserve">At least one of these options </w:t>
            </w:r>
            <w:r w:rsidR="005021D1">
              <w:rPr>
                <w:lang w:val="en-CA"/>
              </w:rPr>
              <w:t>must be supported</w:t>
            </w:r>
            <w:r w:rsidR="008B29D2" w:rsidRPr="0002054E">
              <w:rPr>
                <w:lang w:val="en-CA"/>
              </w:rPr>
              <w:t>.</w:t>
            </w:r>
          </w:p>
          <w:p w14:paraId="6A0FEC34" w14:textId="771407CA" w:rsidR="008B29D2" w:rsidRPr="0002054E" w:rsidRDefault="003B0109" w:rsidP="008B29D2">
            <w:pPr>
              <w:ind w:left="720"/>
            </w:pPr>
            <w:r>
              <w:rPr>
                <w:vertAlign w:val="superscript"/>
              </w:rPr>
              <w:t>9</w:t>
            </w:r>
            <w:r w:rsidR="008B29D2" w:rsidRPr="0002054E">
              <w:t xml:space="preserve"> Support for writable Network_Number properties is required in routers and other IUTs that need to know the network number in order to operate.</w:t>
            </w:r>
          </w:p>
          <w:p w14:paraId="76B6C343" w14:textId="5D980CDD" w:rsidR="00817904" w:rsidRPr="008160EF" w:rsidRDefault="003B0109" w:rsidP="0008755B">
            <w:pPr>
              <w:ind w:left="720"/>
            </w:pPr>
            <w:r>
              <w:rPr>
                <w:vertAlign w:val="superscript"/>
              </w:rPr>
              <w:t>10</w:t>
            </w:r>
            <w:r w:rsidR="008B29D2" w:rsidRPr="0002054E">
              <w:t xml:space="preserve"> At least one of these options is required if the Network Port object Command property is supported.</w:t>
            </w:r>
          </w:p>
        </w:tc>
      </w:tr>
      <w:bookmarkEnd w:id="17"/>
      <w:tr w:rsidR="00AB3DF5" w:rsidRPr="00AB3DF5" w14:paraId="3B7EA1C8" w14:textId="77777777" w:rsidTr="00A6516B">
        <w:tc>
          <w:tcPr>
            <w:tcW w:w="8910" w:type="dxa"/>
            <w:gridSpan w:val="3"/>
            <w:tcBorders>
              <w:top w:val="single" w:sz="4" w:space="0" w:color="auto"/>
              <w:left w:val="single" w:sz="4" w:space="0" w:color="auto"/>
              <w:bottom w:val="single" w:sz="4" w:space="0" w:color="auto"/>
              <w:right w:val="single" w:sz="4" w:space="0" w:color="auto"/>
            </w:tcBorders>
          </w:tcPr>
          <w:p w14:paraId="1495377E" w14:textId="69A19B96" w:rsidR="00AB3DF5" w:rsidRPr="00582D01" w:rsidRDefault="00AB3DF5" w:rsidP="00582D01">
            <w:pPr>
              <w:ind w:left="-15"/>
              <w:rPr>
                <w:b/>
                <w:bCs/>
                <w:lang w:eastAsia="ar-SA"/>
              </w:rPr>
            </w:pPr>
            <w:r w:rsidRPr="00582D01">
              <w:rPr>
                <w:b/>
                <w:bCs/>
                <w:lang w:eastAsia="ar-SA"/>
              </w:rPr>
              <w:t xml:space="preserve">Data Link Layer - Virtual </w:t>
            </w:r>
            <w:r w:rsidR="00EE6A5C">
              <w:rPr>
                <w:b/>
                <w:bCs/>
                <w:lang w:eastAsia="ar-SA"/>
              </w:rPr>
              <w:t>Network</w:t>
            </w:r>
          </w:p>
        </w:tc>
      </w:tr>
      <w:tr w:rsidR="00AB3DF5" w14:paraId="55B6AF4B" w14:textId="77777777" w:rsidTr="00A6516B">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04115AAA" w14:textId="77777777" w:rsidR="00AB3DF5" w:rsidRDefault="00AB3DF5" w:rsidP="00537A69">
            <w:pPr>
              <w:spacing w:line="256" w:lineRule="auto"/>
              <w:jc w:val="center"/>
              <w:rPr>
                <w:lang w:val="en-CA"/>
              </w:rPr>
            </w:pPr>
          </w:p>
        </w:tc>
        <w:tc>
          <w:tcPr>
            <w:tcW w:w="904" w:type="dxa"/>
            <w:tcBorders>
              <w:top w:val="single" w:sz="4" w:space="0" w:color="auto"/>
              <w:left w:val="single" w:sz="4" w:space="0" w:color="auto"/>
              <w:bottom w:val="single" w:sz="4" w:space="0" w:color="auto"/>
              <w:right w:val="single" w:sz="4" w:space="0" w:color="auto"/>
            </w:tcBorders>
            <w:hideMark/>
          </w:tcPr>
          <w:p w14:paraId="28CFD98A" w14:textId="77777777" w:rsidR="00AB3DF5" w:rsidRDefault="00AB3DF5" w:rsidP="00537A69">
            <w:pPr>
              <w:spacing w:line="256" w:lineRule="auto"/>
              <w:jc w:val="center"/>
              <w:rPr>
                <w:lang w:val="en-CA"/>
              </w:rPr>
            </w:pPr>
            <w:r>
              <w:rPr>
                <w:lang w:val="en-CA"/>
              </w:rPr>
              <w:t>R</w:t>
            </w:r>
            <w:r>
              <w:rPr>
                <w:vertAlign w:val="superscript"/>
                <w:lang w:val="en-CA"/>
              </w:rPr>
              <w:t>1</w:t>
            </w:r>
          </w:p>
        </w:tc>
        <w:tc>
          <w:tcPr>
            <w:tcW w:w="7466" w:type="dxa"/>
            <w:tcBorders>
              <w:top w:val="single" w:sz="4" w:space="0" w:color="auto"/>
              <w:left w:val="single" w:sz="4" w:space="0" w:color="auto"/>
              <w:bottom w:val="single" w:sz="4" w:space="0" w:color="auto"/>
              <w:right w:val="single" w:sz="4" w:space="0" w:color="auto"/>
            </w:tcBorders>
            <w:hideMark/>
          </w:tcPr>
          <w:p w14:paraId="48D95C4C" w14:textId="77777777" w:rsidR="00AB3DF5" w:rsidRDefault="00AB3DF5" w:rsidP="00537A69">
            <w:pPr>
              <w:spacing w:line="256" w:lineRule="auto"/>
              <w:rPr>
                <w:lang w:val="en-CA"/>
              </w:rPr>
            </w:pPr>
            <w:r>
              <w:rPr>
                <w:lang w:val="en-CA"/>
              </w:rPr>
              <w:t>Base Requirements</w:t>
            </w:r>
          </w:p>
        </w:tc>
      </w:tr>
      <w:tr w:rsidR="00AB3DF5" w14:paraId="429AC2A4" w14:textId="77777777" w:rsidTr="00A6516B">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5C6FA85C" w14:textId="0F4A9517" w:rsidR="00AB3DF5" w:rsidRDefault="00AB3DF5" w:rsidP="00537A69">
            <w:pPr>
              <w:spacing w:line="256" w:lineRule="auto"/>
              <w:ind w:left="720"/>
              <w:rPr>
                <w:lang w:val="en-CA"/>
              </w:rPr>
            </w:pPr>
            <w:r>
              <w:rPr>
                <w:vertAlign w:val="superscript"/>
                <w:lang w:val="en-CA"/>
              </w:rPr>
              <w:t>1</w:t>
            </w:r>
            <w:r>
              <w:rPr>
                <w:lang w:val="en-CA"/>
              </w:rPr>
              <w:t xml:space="preserve"> Contact BTL for interim tests for this </w:t>
            </w:r>
            <w:r w:rsidR="00537A69">
              <w:rPr>
                <w:lang w:val="en-CA"/>
              </w:rPr>
              <w:t>functionality</w:t>
            </w:r>
          </w:p>
        </w:tc>
      </w:tr>
      <w:tr w:rsidR="00537A69" w:rsidRPr="00AB3DF5" w14:paraId="4AA4F5AD" w14:textId="77777777" w:rsidTr="00A6516B">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76698F22" w14:textId="78692927" w:rsidR="00537A69" w:rsidRPr="00582D01" w:rsidRDefault="00E027BE" w:rsidP="00582D01">
            <w:pPr>
              <w:spacing w:line="256" w:lineRule="auto"/>
              <w:rPr>
                <w:b/>
                <w:bCs/>
                <w:lang w:val="en-CA"/>
              </w:rPr>
            </w:pPr>
            <w:r w:rsidRPr="00582D01">
              <w:rPr>
                <w:b/>
                <w:bCs/>
                <w:lang w:eastAsia="ar-SA"/>
              </w:rPr>
              <w:lastRenderedPageBreak/>
              <w:t xml:space="preserve">Data Link Layer - </w:t>
            </w:r>
            <w:r w:rsidR="00537A69">
              <w:rPr>
                <w:b/>
                <w:bCs/>
                <w:lang w:val="en-CA"/>
              </w:rPr>
              <w:t>B/IP PAD (Annex H)</w:t>
            </w:r>
            <w:r w:rsidR="00537A69" w:rsidRPr="00582D01">
              <w:rPr>
                <w:b/>
                <w:bCs/>
                <w:lang w:val="en-CA"/>
              </w:rPr>
              <w:t xml:space="preserve"> </w:t>
            </w:r>
          </w:p>
        </w:tc>
      </w:tr>
      <w:tr w:rsidR="00537A69" w14:paraId="754F8815" w14:textId="77777777" w:rsidTr="00A6516B">
        <w:tblPrEx>
          <w:tblLook w:val="04A0" w:firstRow="1" w:lastRow="0" w:firstColumn="1" w:lastColumn="0" w:noHBand="0" w:noVBand="1"/>
        </w:tblPrEx>
        <w:tc>
          <w:tcPr>
            <w:tcW w:w="540" w:type="dxa"/>
            <w:tcBorders>
              <w:top w:val="single" w:sz="4" w:space="0" w:color="auto"/>
              <w:left w:val="single" w:sz="4" w:space="0" w:color="auto"/>
              <w:bottom w:val="single" w:sz="4" w:space="0" w:color="auto"/>
              <w:right w:val="single" w:sz="4" w:space="0" w:color="auto"/>
            </w:tcBorders>
          </w:tcPr>
          <w:p w14:paraId="3571BE19" w14:textId="77777777" w:rsidR="00537A69" w:rsidRDefault="00537A69" w:rsidP="00537A69">
            <w:pPr>
              <w:spacing w:line="256" w:lineRule="auto"/>
              <w:jc w:val="center"/>
              <w:rPr>
                <w:lang w:val="en-CA"/>
              </w:rPr>
            </w:pPr>
          </w:p>
        </w:tc>
        <w:tc>
          <w:tcPr>
            <w:tcW w:w="904" w:type="dxa"/>
            <w:tcBorders>
              <w:top w:val="single" w:sz="4" w:space="0" w:color="auto"/>
              <w:left w:val="single" w:sz="4" w:space="0" w:color="auto"/>
              <w:bottom w:val="single" w:sz="4" w:space="0" w:color="auto"/>
              <w:right w:val="single" w:sz="4" w:space="0" w:color="auto"/>
            </w:tcBorders>
            <w:hideMark/>
          </w:tcPr>
          <w:p w14:paraId="67968D29" w14:textId="77777777" w:rsidR="00537A69" w:rsidRDefault="00537A69" w:rsidP="00537A69">
            <w:pPr>
              <w:spacing w:line="256" w:lineRule="auto"/>
              <w:jc w:val="center"/>
              <w:rPr>
                <w:lang w:val="en-CA"/>
              </w:rPr>
            </w:pPr>
            <w:r>
              <w:rPr>
                <w:lang w:val="en-CA"/>
              </w:rPr>
              <w:t>R</w:t>
            </w:r>
            <w:r>
              <w:rPr>
                <w:vertAlign w:val="superscript"/>
                <w:lang w:val="en-CA"/>
              </w:rPr>
              <w:t>1</w:t>
            </w:r>
          </w:p>
        </w:tc>
        <w:tc>
          <w:tcPr>
            <w:tcW w:w="7466" w:type="dxa"/>
            <w:tcBorders>
              <w:top w:val="single" w:sz="4" w:space="0" w:color="auto"/>
              <w:left w:val="single" w:sz="4" w:space="0" w:color="auto"/>
              <w:bottom w:val="single" w:sz="4" w:space="0" w:color="auto"/>
              <w:right w:val="single" w:sz="4" w:space="0" w:color="auto"/>
            </w:tcBorders>
            <w:hideMark/>
          </w:tcPr>
          <w:p w14:paraId="15B2540F" w14:textId="77777777" w:rsidR="00537A69" w:rsidRDefault="00537A69" w:rsidP="00537A69">
            <w:pPr>
              <w:spacing w:line="256" w:lineRule="auto"/>
              <w:rPr>
                <w:lang w:val="en-CA"/>
              </w:rPr>
            </w:pPr>
            <w:r>
              <w:rPr>
                <w:lang w:val="en-CA"/>
              </w:rPr>
              <w:t>Base Requirements</w:t>
            </w:r>
          </w:p>
        </w:tc>
      </w:tr>
      <w:tr w:rsidR="00537A69" w14:paraId="1CD59EFF" w14:textId="77777777" w:rsidTr="00A6516B">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07247628" w14:textId="74307349" w:rsidR="00537A69" w:rsidRDefault="00537A69" w:rsidP="00537A69">
            <w:pPr>
              <w:spacing w:line="256" w:lineRule="auto"/>
              <w:ind w:left="720"/>
              <w:rPr>
                <w:lang w:val="en-CA"/>
              </w:rPr>
            </w:pPr>
            <w:r>
              <w:rPr>
                <w:vertAlign w:val="superscript"/>
                <w:lang w:val="en-CA"/>
              </w:rPr>
              <w:t>1</w:t>
            </w:r>
            <w:r>
              <w:rPr>
                <w:lang w:val="en-CA"/>
              </w:rPr>
              <w:t xml:space="preserve"> Contact BTL for interim tests for this functionality</w:t>
            </w:r>
          </w:p>
        </w:tc>
      </w:tr>
      <w:tr w:rsidR="00A6516B" w:rsidRPr="0002054E" w14:paraId="2FACD654" w14:textId="77777777" w:rsidTr="00A6516B">
        <w:tblPrEx>
          <w:tblLook w:val="04A0" w:firstRow="1" w:lastRow="0" w:firstColumn="1" w:lastColumn="0" w:noHBand="0" w:noVBand="1"/>
        </w:tblPrEx>
        <w:trPr>
          <w:cantSplit/>
        </w:trPr>
        <w:tc>
          <w:tcPr>
            <w:tcW w:w="8910" w:type="dxa"/>
            <w:gridSpan w:val="3"/>
            <w:tcBorders>
              <w:top w:val="single" w:sz="4" w:space="0" w:color="auto"/>
              <w:left w:val="single" w:sz="4" w:space="0" w:color="auto"/>
              <w:bottom w:val="single" w:sz="4" w:space="0" w:color="auto"/>
              <w:right w:val="single" w:sz="4" w:space="0" w:color="auto"/>
            </w:tcBorders>
            <w:hideMark/>
          </w:tcPr>
          <w:p w14:paraId="21FE310F" w14:textId="77777777" w:rsidR="00A6516B" w:rsidRPr="00A6516B" w:rsidRDefault="00A6516B" w:rsidP="00A6516B">
            <w:pPr>
              <w:spacing w:line="256" w:lineRule="auto"/>
              <w:rPr>
                <w:b/>
                <w:bCs/>
                <w:lang w:val="en-CA"/>
              </w:rPr>
            </w:pPr>
            <w:r w:rsidRPr="00A6516B">
              <w:rPr>
                <w:b/>
                <w:bCs/>
                <w:lang w:val="en-CA"/>
              </w:rPr>
              <w:t>Data Link Layer - Proprietary</w:t>
            </w:r>
          </w:p>
        </w:tc>
      </w:tr>
      <w:tr w:rsidR="00A6516B" w:rsidRPr="0002054E" w14:paraId="7790E596"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tcBorders>
            <w:shd w:val="clear" w:color="auto" w:fill="auto"/>
          </w:tcPr>
          <w:p w14:paraId="14A7321B" w14:textId="77777777" w:rsidR="00A6516B" w:rsidRPr="0002054E" w:rsidRDefault="00A6516B" w:rsidP="003152AD">
            <w:pPr>
              <w:jc w:val="center"/>
              <w:rPr>
                <w:lang w:val="en-CA" w:eastAsia="ar-SA"/>
              </w:rPr>
            </w:pPr>
          </w:p>
        </w:tc>
        <w:tc>
          <w:tcPr>
            <w:tcW w:w="904" w:type="dxa"/>
            <w:tcBorders>
              <w:top w:val="single" w:sz="4" w:space="0" w:color="000000"/>
              <w:left w:val="single" w:sz="4" w:space="0" w:color="000000"/>
              <w:bottom w:val="single" w:sz="4" w:space="0" w:color="000000"/>
            </w:tcBorders>
            <w:shd w:val="clear" w:color="auto" w:fill="auto"/>
          </w:tcPr>
          <w:p w14:paraId="6D39E443" w14:textId="77777777" w:rsidR="00A6516B" w:rsidRPr="0002054E" w:rsidRDefault="00A6516B" w:rsidP="003152AD">
            <w:pPr>
              <w:keepLines/>
              <w:widowControl w:val="0"/>
              <w:suppressAutoHyphens/>
              <w:spacing w:line="100" w:lineRule="atLeast"/>
              <w:jc w:val="center"/>
              <w:rPr>
                <w:kern w:val="2"/>
                <w:lang w:val="en-CA" w:eastAsia="ar-SA"/>
              </w:rPr>
            </w:pPr>
            <w:r w:rsidRPr="0002054E">
              <w:t>R</w:t>
            </w:r>
          </w:p>
        </w:tc>
        <w:tc>
          <w:tcPr>
            <w:tcW w:w="7466" w:type="dxa"/>
            <w:tcBorders>
              <w:top w:val="single" w:sz="4" w:space="0" w:color="000000"/>
              <w:left w:val="single" w:sz="4" w:space="0" w:color="000000"/>
              <w:bottom w:val="single" w:sz="4" w:space="0" w:color="000000"/>
              <w:right w:val="single" w:sz="4" w:space="0" w:color="000000"/>
            </w:tcBorders>
            <w:shd w:val="clear" w:color="auto" w:fill="auto"/>
          </w:tcPr>
          <w:p w14:paraId="60F6CFDB" w14:textId="77777777" w:rsidR="00A6516B" w:rsidRPr="0002054E" w:rsidRDefault="00A6516B" w:rsidP="003152AD">
            <w:pPr>
              <w:keepLines/>
              <w:widowControl w:val="0"/>
              <w:suppressAutoHyphens/>
              <w:spacing w:line="100" w:lineRule="atLeast"/>
              <w:rPr>
                <w:kern w:val="2"/>
                <w:lang w:eastAsia="ar-SA"/>
              </w:rPr>
            </w:pPr>
            <w:r w:rsidRPr="0002054E">
              <w:t>Base Requirements</w:t>
            </w:r>
          </w:p>
        </w:tc>
      </w:tr>
      <w:tr w:rsidR="00A6516B" w:rsidRPr="0002054E" w14:paraId="6FB28153"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CC4B451"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1462E9C" w14:textId="77777777" w:rsidR="00A6516B" w:rsidRPr="0002054E" w:rsidRDefault="00A6516B" w:rsidP="003152AD">
            <w:pPr>
              <w:suppressAutoHyphens/>
              <w:spacing w:line="276" w:lineRule="auto"/>
              <w:jc w:val="center"/>
              <w:rPr>
                <w:szCs w:val="20"/>
              </w:rPr>
            </w:pPr>
            <w:r w:rsidRPr="0002054E">
              <w:rPr>
                <w:szCs w:val="20"/>
              </w:rPr>
              <w:t>C</w:t>
            </w:r>
            <w:r w:rsidRPr="0002054E">
              <w:rPr>
                <w:szCs w:val="20"/>
                <w:vertAlign w:val="superscript"/>
              </w:rPr>
              <w:t>1</w:t>
            </w:r>
          </w:p>
        </w:tc>
        <w:tc>
          <w:tcPr>
            <w:tcW w:w="7466" w:type="dxa"/>
            <w:tcBorders>
              <w:top w:val="single" w:sz="4" w:space="0" w:color="000000"/>
              <w:left w:val="single" w:sz="4" w:space="0" w:color="000000"/>
              <w:bottom w:val="single" w:sz="4" w:space="0" w:color="000000"/>
              <w:right w:val="single" w:sz="4" w:space="0" w:color="000000"/>
            </w:tcBorders>
          </w:tcPr>
          <w:p w14:paraId="2C7716CD" w14:textId="77777777" w:rsidR="00A6516B" w:rsidRPr="0002054E" w:rsidRDefault="00A6516B" w:rsidP="003152AD">
            <w:pPr>
              <w:suppressAutoHyphens/>
              <w:spacing w:line="276" w:lineRule="auto"/>
              <w:rPr>
                <w:szCs w:val="20"/>
              </w:rPr>
            </w:pPr>
            <w:r w:rsidRPr="0002054E">
              <w:rPr>
                <w:szCs w:val="20"/>
              </w:rPr>
              <w:t>Supports the Network Port object</w:t>
            </w:r>
          </w:p>
        </w:tc>
      </w:tr>
      <w:tr w:rsidR="00A6516B" w:rsidRPr="0002054E" w14:paraId="0A10E225"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2E18389A"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724031B3" w14:textId="77777777" w:rsidR="00A6516B" w:rsidRPr="0002054E" w:rsidRDefault="00A6516B" w:rsidP="003152AD">
            <w:pPr>
              <w:suppressAutoHyphens/>
              <w:spacing w:line="276" w:lineRule="auto"/>
              <w:jc w:val="center"/>
              <w:rPr>
                <w:szCs w:val="20"/>
              </w:rPr>
            </w:pPr>
            <w:r w:rsidRPr="0002054E">
              <w:rPr>
                <w:szCs w:val="20"/>
              </w:rPr>
              <w:t>O</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tcPr>
          <w:p w14:paraId="23BFA45A" w14:textId="77777777" w:rsidR="00A6516B" w:rsidRPr="0002054E" w:rsidRDefault="00A6516B" w:rsidP="003152AD">
            <w:pPr>
              <w:suppressAutoHyphens/>
              <w:spacing w:line="276" w:lineRule="auto"/>
              <w:rPr>
                <w:szCs w:val="20"/>
              </w:rPr>
            </w:pPr>
            <w:r w:rsidRPr="0002054E">
              <w:rPr>
                <w:szCs w:val="20"/>
              </w:rPr>
              <w:t>Supports configurable Out_Of_Service property</w:t>
            </w:r>
          </w:p>
        </w:tc>
      </w:tr>
      <w:tr w:rsidR="00A6516B" w:rsidRPr="0002054E" w14:paraId="2DC2AE38"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44C069ED"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tcPr>
          <w:p w14:paraId="24AC83B0" w14:textId="77777777" w:rsidR="00A6516B" w:rsidRPr="0002054E" w:rsidRDefault="00A6516B" w:rsidP="003152AD">
            <w:pPr>
              <w:suppressAutoHyphens/>
              <w:spacing w:line="276" w:lineRule="auto"/>
              <w:jc w:val="center"/>
              <w:rPr>
                <w:szCs w:val="20"/>
              </w:rPr>
            </w:pPr>
            <w:r w:rsidRPr="0002054E">
              <w:rPr>
                <w:szCs w:val="20"/>
              </w:rPr>
              <w:t>C</w:t>
            </w:r>
            <w:r w:rsidRPr="0002054E">
              <w:rPr>
                <w:szCs w:val="20"/>
                <w:vertAlign w:val="superscript"/>
              </w:rPr>
              <w:t>3</w:t>
            </w:r>
          </w:p>
        </w:tc>
        <w:tc>
          <w:tcPr>
            <w:tcW w:w="7466" w:type="dxa"/>
            <w:tcBorders>
              <w:top w:val="single" w:sz="4" w:space="0" w:color="000000"/>
              <w:left w:val="single" w:sz="4" w:space="0" w:color="000000"/>
              <w:bottom w:val="single" w:sz="4" w:space="0" w:color="000000"/>
              <w:right w:val="single" w:sz="4" w:space="0" w:color="000000"/>
            </w:tcBorders>
          </w:tcPr>
          <w:p w14:paraId="0944C192" w14:textId="77777777" w:rsidR="00A6516B" w:rsidRPr="0002054E" w:rsidRDefault="00A6516B" w:rsidP="003152AD">
            <w:pPr>
              <w:suppressAutoHyphens/>
              <w:spacing w:line="276" w:lineRule="auto"/>
              <w:rPr>
                <w:szCs w:val="20"/>
              </w:rPr>
            </w:pPr>
            <w:r w:rsidRPr="0002054E">
              <w:rPr>
                <w:szCs w:val="20"/>
              </w:rPr>
              <w:t>Supports hierarchical Network Port objects</w:t>
            </w:r>
          </w:p>
        </w:tc>
      </w:tr>
      <w:tr w:rsidR="00A6516B" w:rsidRPr="0002054E" w14:paraId="008E533B" w14:textId="77777777" w:rsidTr="00C71355">
        <w:tc>
          <w:tcPr>
            <w:tcW w:w="540" w:type="dxa"/>
          </w:tcPr>
          <w:p w14:paraId="20A26C51" w14:textId="77777777" w:rsidR="00A6516B" w:rsidRPr="0002054E" w:rsidRDefault="00A6516B" w:rsidP="003152AD">
            <w:pPr>
              <w:jc w:val="center"/>
            </w:pPr>
          </w:p>
        </w:tc>
        <w:tc>
          <w:tcPr>
            <w:tcW w:w="904" w:type="dxa"/>
          </w:tcPr>
          <w:p w14:paraId="12222E54" w14:textId="77777777" w:rsidR="00A6516B" w:rsidRPr="0002054E" w:rsidRDefault="00A6516B" w:rsidP="003152AD">
            <w:pPr>
              <w:jc w:val="center"/>
            </w:pPr>
            <w:r w:rsidRPr="0002054E">
              <w:t>C</w:t>
            </w:r>
            <w:r w:rsidRPr="0002054E">
              <w:rPr>
                <w:vertAlign w:val="superscript"/>
              </w:rPr>
              <w:t>3</w:t>
            </w:r>
          </w:p>
        </w:tc>
        <w:tc>
          <w:tcPr>
            <w:tcW w:w="7466" w:type="dxa"/>
          </w:tcPr>
          <w:p w14:paraId="44580A42" w14:textId="77777777" w:rsidR="00A6516B" w:rsidRPr="0002054E" w:rsidRDefault="00A6516B" w:rsidP="003152AD">
            <w:r w:rsidRPr="0002054E">
              <w:t>Supports Non-hierarchical Network Port objects</w:t>
            </w:r>
          </w:p>
        </w:tc>
      </w:tr>
      <w:tr w:rsidR="00A6516B" w:rsidRPr="0002054E" w14:paraId="7FEDD549"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F1BBC52"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16149758" w14:textId="77777777" w:rsidR="00A6516B" w:rsidRPr="0002054E" w:rsidRDefault="00A6516B" w:rsidP="003152AD">
            <w:pPr>
              <w:suppressAutoHyphens/>
              <w:spacing w:line="276" w:lineRule="auto"/>
              <w:jc w:val="center"/>
              <w:rPr>
                <w:szCs w:val="20"/>
              </w:rPr>
            </w:pPr>
            <w:r w:rsidRPr="0002054E">
              <w:rPr>
                <w:szCs w:val="20"/>
              </w:rPr>
              <w:t>O</w:t>
            </w:r>
            <w:r w:rsidRPr="0002054E">
              <w:rPr>
                <w:szCs w:val="20"/>
                <w:vertAlign w:val="superscript"/>
              </w:rPr>
              <w:t>2</w:t>
            </w:r>
          </w:p>
        </w:tc>
        <w:tc>
          <w:tcPr>
            <w:tcW w:w="7466" w:type="dxa"/>
            <w:tcBorders>
              <w:top w:val="single" w:sz="4" w:space="0" w:color="000000"/>
              <w:left w:val="single" w:sz="4" w:space="0" w:color="000000"/>
              <w:bottom w:val="single" w:sz="4" w:space="0" w:color="000000"/>
              <w:right w:val="single" w:sz="4" w:space="0" w:color="000000"/>
            </w:tcBorders>
            <w:hideMark/>
          </w:tcPr>
          <w:p w14:paraId="2EFECC3C" w14:textId="77777777" w:rsidR="00A6516B" w:rsidRPr="0002054E" w:rsidRDefault="00A6516B" w:rsidP="003152AD">
            <w:pPr>
              <w:suppressAutoHyphens/>
              <w:spacing w:line="276" w:lineRule="auto"/>
              <w:rPr>
                <w:szCs w:val="20"/>
              </w:rPr>
            </w:pPr>
            <w:r w:rsidRPr="0002054E">
              <w:rPr>
                <w:szCs w:val="20"/>
              </w:rPr>
              <w:t>Supports the Network Port object Command property</w:t>
            </w:r>
          </w:p>
        </w:tc>
      </w:tr>
      <w:tr w:rsidR="00A6516B" w:rsidRPr="0002054E" w14:paraId="4E507D38"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621C5A43"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74BFA935" w14:textId="77777777" w:rsidR="00A6516B" w:rsidRPr="0002054E" w:rsidRDefault="00A6516B" w:rsidP="003152AD">
            <w:pPr>
              <w:suppressAutoHyphens/>
              <w:spacing w:line="276" w:lineRule="auto"/>
              <w:jc w:val="center"/>
              <w:rPr>
                <w:szCs w:val="20"/>
              </w:rPr>
            </w:pPr>
            <w:r w:rsidRPr="0002054E">
              <w:rPr>
                <w:szCs w:val="20"/>
              </w:rPr>
              <w:t>O</w:t>
            </w:r>
            <w:r w:rsidRPr="0002054E">
              <w:rPr>
                <w:szCs w:val="20"/>
                <w:vertAlign w:val="superscript"/>
              </w:rPr>
              <w:t>2,4</w:t>
            </w:r>
          </w:p>
        </w:tc>
        <w:tc>
          <w:tcPr>
            <w:tcW w:w="7466" w:type="dxa"/>
            <w:tcBorders>
              <w:top w:val="single" w:sz="4" w:space="0" w:color="000000"/>
              <w:left w:val="single" w:sz="4" w:space="0" w:color="000000"/>
              <w:bottom w:val="single" w:sz="4" w:space="0" w:color="000000"/>
              <w:right w:val="single" w:sz="4" w:space="0" w:color="000000"/>
            </w:tcBorders>
            <w:hideMark/>
          </w:tcPr>
          <w:p w14:paraId="77CB5388" w14:textId="77777777" w:rsidR="00A6516B" w:rsidRPr="0002054E" w:rsidRDefault="00A6516B" w:rsidP="003152AD">
            <w:pPr>
              <w:suppressAutoHyphens/>
              <w:spacing w:line="276" w:lineRule="auto"/>
              <w:rPr>
                <w:szCs w:val="20"/>
              </w:rPr>
            </w:pPr>
            <w:r w:rsidRPr="0002054E">
              <w:rPr>
                <w:szCs w:val="20"/>
              </w:rPr>
              <w:t>Supports the DISCARD_CHANGES command</w:t>
            </w:r>
          </w:p>
        </w:tc>
      </w:tr>
      <w:tr w:rsidR="00A6516B" w:rsidRPr="0002054E" w14:paraId="0C5715A4"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0E0AE15"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4682FBD9" w14:textId="77777777" w:rsidR="00A6516B" w:rsidRPr="0002054E" w:rsidRDefault="00A6516B" w:rsidP="003152AD">
            <w:pPr>
              <w:suppressAutoHyphens/>
              <w:spacing w:line="276" w:lineRule="auto"/>
              <w:jc w:val="center"/>
              <w:rPr>
                <w:szCs w:val="20"/>
              </w:rPr>
            </w:pPr>
            <w:r w:rsidRPr="0002054E">
              <w:rPr>
                <w:szCs w:val="20"/>
              </w:rPr>
              <w:t>O</w:t>
            </w:r>
            <w:r w:rsidRPr="0002054E">
              <w:rPr>
                <w:szCs w:val="20"/>
                <w:vertAlign w:val="superscript"/>
              </w:rPr>
              <w:t>2,4</w:t>
            </w:r>
          </w:p>
        </w:tc>
        <w:tc>
          <w:tcPr>
            <w:tcW w:w="7466" w:type="dxa"/>
            <w:tcBorders>
              <w:top w:val="single" w:sz="4" w:space="0" w:color="000000"/>
              <w:left w:val="single" w:sz="4" w:space="0" w:color="000000"/>
              <w:bottom w:val="single" w:sz="4" w:space="0" w:color="000000"/>
              <w:right w:val="single" w:sz="4" w:space="0" w:color="000000"/>
            </w:tcBorders>
            <w:hideMark/>
          </w:tcPr>
          <w:p w14:paraId="2A0491B8" w14:textId="77777777" w:rsidR="00A6516B" w:rsidRPr="0002054E" w:rsidRDefault="00A6516B" w:rsidP="003152AD">
            <w:pPr>
              <w:suppressAutoHyphens/>
              <w:spacing w:line="276" w:lineRule="auto"/>
              <w:rPr>
                <w:szCs w:val="20"/>
              </w:rPr>
            </w:pPr>
            <w:r w:rsidRPr="0002054E">
              <w:rPr>
                <w:szCs w:val="20"/>
              </w:rPr>
              <w:t>Supports the RESTART_PORT command</w:t>
            </w:r>
          </w:p>
        </w:tc>
      </w:tr>
      <w:tr w:rsidR="00A6516B" w:rsidRPr="0002054E" w14:paraId="4E3841A5" w14:textId="77777777" w:rsidTr="00C7135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540" w:type="dxa"/>
            <w:tcBorders>
              <w:top w:val="single" w:sz="4" w:space="0" w:color="000000"/>
              <w:left w:val="single" w:sz="4" w:space="0" w:color="000000"/>
              <w:bottom w:val="single" w:sz="4" w:space="0" w:color="000000"/>
              <w:right w:val="nil"/>
            </w:tcBorders>
          </w:tcPr>
          <w:p w14:paraId="03E5E73C" w14:textId="77777777" w:rsidR="00A6516B" w:rsidRPr="0002054E" w:rsidRDefault="00A6516B" w:rsidP="003152AD">
            <w:pPr>
              <w:suppressAutoHyphens/>
              <w:snapToGrid w:val="0"/>
              <w:spacing w:line="276" w:lineRule="auto"/>
              <w:jc w:val="center"/>
              <w:rPr>
                <w:kern w:val="2"/>
                <w:szCs w:val="20"/>
                <w:lang w:eastAsia="ar-SA"/>
              </w:rPr>
            </w:pPr>
          </w:p>
        </w:tc>
        <w:tc>
          <w:tcPr>
            <w:tcW w:w="904" w:type="dxa"/>
            <w:tcBorders>
              <w:top w:val="single" w:sz="4" w:space="0" w:color="000000"/>
              <w:left w:val="single" w:sz="4" w:space="0" w:color="000000"/>
              <w:bottom w:val="single" w:sz="4" w:space="0" w:color="000000"/>
              <w:right w:val="nil"/>
            </w:tcBorders>
            <w:hideMark/>
          </w:tcPr>
          <w:p w14:paraId="25E4942F" w14:textId="77777777" w:rsidR="00A6516B" w:rsidRPr="0002054E" w:rsidRDefault="00A6516B" w:rsidP="003152AD">
            <w:pPr>
              <w:suppressAutoHyphens/>
              <w:spacing w:line="276" w:lineRule="auto"/>
              <w:jc w:val="center"/>
              <w:rPr>
                <w:szCs w:val="20"/>
              </w:rPr>
            </w:pPr>
            <w:r w:rsidRPr="0002054E">
              <w:rPr>
                <w:szCs w:val="20"/>
              </w:rPr>
              <w:t>O</w:t>
            </w:r>
            <w:r w:rsidRPr="0002054E">
              <w:rPr>
                <w:szCs w:val="20"/>
                <w:vertAlign w:val="superscript"/>
              </w:rPr>
              <w:t>4,5</w:t>
            </w:r>
          </w:p>
        </w:tc>
        <w:tc>
          <w:tcPr>
            <w:tcW w:w="7466" w:type="dxa"/>
            <w:tcBorders>
              <w:top w:val="single" w:sz="4" w:space="0" w:color="000000"/>
              <w:left w:val="single" w:sz="4" w:space="0" w:color="000000"/>
              <w:bottom w:val="single" w:sz="4" w:space="0" w:color="000000"/>
              <w:right w:val="single" w:sz="4" w:space="0" w:color="000000"/>
            </w:tcBorders>
            <w:hideMark/>
          </w:tcPr>
          <w:p w14:paraId="4D158911" w14:textId="77777777" w:rsidR="00A6516B" w:rsidRPr="0002054E" w:rsidRDefault="00A6516B" w:rsidP="003152AD">
            <w:pPr>
              <w:suppressAutoHyphens/>
              <w:spacing w:line="276" w:lineRule="auto"/>
              <w:rPr>
                <w:szCs w:val="20"/>
              </w:rPr>
            </w:pPr>
            <w:r w:rsidRPr="0002054E">
              <w:rPr>
                <w:szCs w:val="20"/>
              </w:rPr>
              <w:t>Supports the VALIDATE_CHANGES command</w:t>
            </w:r>
          </w:p>
        </w:tc>
      </w:tr>
      <w:tr w:rsidR="00A6516B" w:rsidRPr="0002054E" w14:paraId="0A5DFE11" w14:textId="77777777" w:rsidTr="00C71355">
        <w:trPr>
          <w:cantSplit/>
        </w:trPr>
        <w:tc>
          <w:tcPr>
            <w:tcW w:w="8910" w:type="dxa"/>
            <w:gridSpan w:val="3"/>
          </w:tcPr>
          <w:p w14:paraId="5F3B2311" w14:textId="77777777" w:rsidR="00A6516B" w:rsidRPr="0002054E" w:rsidRDefault="00A6516B" w:rsidP="003152AD">
            <w:pPr>
              <w:ind w:left="720"/>
            </w:pPr>
            <w:r w:rsidRPr="0002054E">
              <w:rPr>
                <w:vertAlign w:val="superscript"/>
              </w:rPr>
              <w:t>1</w:t>
            </w:r>
            <w:r w:rsidRPr="0002054E">
              <w:t xml:space="preserve"> Required if the IUT claims Protocol_Revision 17 or higher.</w:t>
            </w:r>
          </w:p>
          <w:p w14:paraId="7ABD31FE" w14:textId="77777777" w:rsidR="00A6516B" w:rsidRPr="0002054E" w:rsidRDefault="00A6516B" w:rsidP="003152AD">
            <w:pPr>
              <w:ind w:left="720"/>
            </w:pPr>
            <w:r w:rsidRPr="0002054E">
              <w:rPr>
                <w:vertAlign w:val="superscript"/>
              </w:rPr>
              <w:t>2</w:t>
            </w:r>
            <w:r w:rsidRPr="0002054E">
              <w:t xml:space="preserve"> Protocol_Revision 17 or higher must be claimed.</w:t>
            </w:r>
          </w:p>
          <w:p w14:paraId="4733CFEA" w14:textId="77777777" w:rsidR="00A6516B" w:rsidRPr="0002054E" w:rsidRDefault="00A6516B" w:rsidP="003152AD">
            <w:pPr>
              <w:suppressAutoHyphens/>
              <w:spacing w:line="276" w:lineRule="auto"/>
              <w:ind w:left="720"/>
              <w:rPr>
                <w:lang w:val="en-CA"/>
              </w:rPr>
            </w:pPr>
            <w:r w:rsidRPr="0002054E">
              <w:rPr>
                <w:vertAlign w:val="superscript"/>
                <w:lang w:val="en-CA"/>
              </w:rPr>
              <w:t xml:space="preserve">3 </w:t>
            </w:r>
            <w:r w:rsidRPr="0002054E">
              <w:rPr>
                <w:lang w:val="en-CA"/>
              </w:rPr>
              <w:t>At least one of these options is required if the IUT claims Protocol_Revision 17 or higher.</w:t>
            </w:r>
          </w:p>
          <w:p w14:paraId="29BC1A8D" w14:textId="77777777" w:rsidR="00A6516B" w:rsidRPr="0002054E" w:rsidRDefault="00A6516B" w:rsidP="003152AD">
            <w:pPr>
              <w:ind w:left="720"/>
            </w:pPr>
            <w:r w:rsidRPr="0002054E">
              <w:rPr>
                <w:vertAlign w:val="superscript"/>
              </w:rPr>
              <w:t>4</w:t>
            </w:r>
            <w:r w:rsidRPr="0002054E">
              <w:t xml:space="preserve"> At least one of these options is required if the Network Port object Command property is supported.</w:t>
            </w:r>
          </w:p>
          <w:p w14:paraId="30536532" w14:textId="77777777" w:rsidR="00A6516B" w:rsidRPr="0002054E" w:rsidRDefault="00A6516B" w:rsidP="003152AD">
            <w:pPr>
              <w:ind w:left="720"/>
              <w:rPr>
                <w:b/>
                <w:bCs/>
              </w:rPr>
            </w:pPr>
            <w:r w:rsidRPr="0002054E">
              <w:rPr>
                <w:vertAlign w:val="superscript"/>
              </w:rPr>
              <w:t>5</w:t>
            </w:r>
            <w:r w:rsidRPr="0002054E">
              <w:t xml:space="preserve"> Protocol_Revision 24 or higher must be claimed.</w:t>
            </w:r>
          </w:p>
        </w:tc>
      </w:tr>
    </w:tbl>
    <w:p w14:paraId="7C057F2D" w14:textId="77777777" w:rsidR="00417058" w:rsidRPr="0000328E" w:rsidRDefault="00417058" w:rsidP="00417058">
      <w:pPr>
        <w:pStyle w:val="Header1"/>
        <w:numPr>
          <w:ilvl w:val="0"/>
          <w:numId w:val="0"/>
        </w:numPr>
        <w:rPr>
          <w:sz w:val="20"/>
          <w:szCs w:val="20"/>
        </w:rPr>
      </w:pPr>
    </w:p>
    <w:p w14:paraId="79ECC97F" w14:textId="77777777" w:rsidR="00EA6DE9" w:rsidRDefault="000D2EEA" w:rsidP="008353C1">
      <w:pPr>
        <w:pStyle w:val="Heading1"/>
      </w:pPr>
      <w:r>
        <w:rPr>
          <w:lang w:val="en-US"/>
        </w:rPr>
        <w:lastRenderedPageBreak/>
        <w:t>Network Management</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7"/>
        <w:gridCol w:w="975"/>
        <w:gridCol w:w="7468"/>
      </w:tblGrid>
      <w:tr w:rsidR="00417058" w:rsidRPr="00F95990" w14:paraId="4EC92AA9" w14:textId="77777777" w:rsidTr="00950358">
        <w:trPr>
          <w:cantSplit/>
          <w:trHeight w:val="980"/>
          <w:tblHeader/>
        </w:trPr>
        <w:tc>
          <w:tcPr>
            <w:tcW w:w="450" w:type="dxa"/>
            <w:textDirection w:val="tbRl"/>
          </w:tcPr>
          <w:p w14:paraId="0BFAF990" w14:textId="77777777" w:rsidR="00417058" w:rsidRPr="00F95990" w:rsidRDefault="00417058" w:rsidP="00DA0D2A">
            <w:pPr>
              <w:jc w:val="center"/>
            </w:pPr>
            <w:r w:rsidRPr="00F95990">
              <w:br w:type="page"/>
            </w:r>
            <w:r w:rsidRPr="00F95990">
              <w:br w:type="page"/>
            </w:r>
            <w:r w:rsidRPr="00DA0D2A">
              <w:rPr>
                <w:b/>
              </w:rPr>
              <w:t>Support</w:t>
            </w:r>
          </w:p>
        </w:tc>
        <w:tc>
          <w:tcPr>
            <w:tcW w:w="992" w:type="dxa"/>
            <w:gridSpan w:val="2"/>
            <w:textDirection w:val="tbRl"/>
          </w:tcPr>
          <w:p w14:paraId="3644B67F" w14:textId="77777777" w:rsidR="00417058" w:rsidRPr="00F95990" w:rsidRDefault="00417058" w:rsidP="009353EF">
            <w:pPr>
              <w:ind w:left="113" w:right="113"/>
              <w:jc w:val="center"/>
              <w:rPr>
                <w:b/>
                <w:bCs/>
              </w:rPr>
            </w:pPr>
            <w:r w:rsidRPr="00F95990">
              <w:rPr>
                <w:b/>
                <w:bCs/>
              </w:rPr>
              <w:t>Listing</w:t>
            </w:r>
          </w:p>
        </w:tc>
        <w:tc>
          <w:tcPr>
            <w:tcW w:w="7468" w:type="dxa"/>
            <w:vAlign w:val="center"/>
          </w:tcPr>
          <w:p w14:paraId="0519EDEC" w14:textId="77777777" w:rsidR="00417058" w:rsidRPr="00F95990" w:rsidRDefault="00417058" w:rsidP="00DA0D2A">
            <w:r w:rsidRPr="00DA0D2A">
              <w:rPr>
                <w:b/>
              </w:rPr>
              <w:t>Option</w:t>
            </w:r>
          </w:p>
        </w:tc>
      </w:tr>
      <w:tr w:rsidR="00417058" w:rsidRPr="00F95990" w14:paraId="57E10A9D" w14:textId="77777777" w:rsidTr="00121CE8">
        <w:trPr>
          <w:cantSplit/>
        </w:trPr>
        <w:tc>
          <w:tcPr>
            <w:tcW w:w="8910" w:type="dxa"/>
            <w:gridSpan w:val="4"/>
          </w:tcPr>
          <w:p w14:paraId="16766A84" w14:textId="77777777" w:rsidR="00417058" w:rsidRPr="00F95990" w:rsidRDefault="000D2EEA" w:rsidP="009353EF">
            <w:pPr>
              <w:rPr>
                <w:b/>
              </w:rPr>
            </w:pPr>
            <w:r>
              <w:rPr>
                <w:b/>
              </w:rPr>
              <w:t xml:space="preserve">Network Management </w:t>
            </w:r>
            <w:r w:rsidR="00012C95">
              <w:rPr>
                <w:b/>
              </w:rPr>
              <w:t>-</w:t>
            </w:r>
            <w:r>
              <w:rPr>
                <w:b/>
              </w:rPr>
              <w:t xml:space="preserve"> </w:t>
            </w:r>
            <w:r w:rsidR="00417058" w:rsidRPr="00F95990">
              <w:rPr>
                <w:b/>
              </w:rPr>
              <w:t xml:space="preserve">Routing </w:t>
            </w:r>
          </w:p>
        </w:tc>
      </w:tr>
      <w:tr w:rsidR="00417058" w:rsidRPr="00F95990" w14:paraId="28516865" w14:textId="77777777" w:rsidTr="00950358">
        <w:tc>
          <w:tcPr>
            <w:tcW w:w="450" w:type="dxa"/>
          </w:tcPr>
          <w:p w14:paraId="6F611FDE" w14:textId="77777777" w:rsidR="00417058" w:rsidRPr="00F95990" w:rsidRDefault="00417058" w:rsidP="009353EF">
            <w:pPr>
              <w:jc w:val="center"/>
            </w:pPr>
          </w:p>
        </w:tc>
        <w:tc>
          <w:tcPr>
            <w:tcW w:w="992" w:type="dxa"/>
            <w:gridSpan w:val="2"/>
          </w:tcPr>
          <w:p w14:paraId="7C108AFF" w14:textId="77777777" w:rsidR="00417058" w:rsidRPr="00F95990" w:rsidRDefault="00417058" w:rsidP="009353EF">
            <w:pPr>
              <w:jc w:val="center"/>
            </w:pPr>
            <w:r w:rsidRPr="00F95990">
              <w:t>R</w:t>
            </w:r>
          </w:p>
        </w:tc>
        <w:tc>
          <w:tcPr>
            <w:tcW w:w="7468" w:type="dxa"/>
          </w:tcPr>
          <w:p w14:paraId="21B14283" w14:textId="77777777" w:rsidR="00417058" w:rsidRPr="00F95990" w:rsidRDefault="00417058" w:rsidP="009353EF">
            <w:r w:rsidRPr="00F95990">
              <w:t>Base Requirements</w:t>
            </w:r>
          </w:p>
        </w:tc>
      </w:tr>
      <w:tr w:rsidR="00417058" w:rsidRPr="00F95990" w14:paraId="04820D73" w14:textId="77777777" w:rsidTr="00950358">
        <w:tc>
          <w:tcPr>
            <w:tcW w:w="450" w:type="dxa"/>
          </w:tcPr>
          <w:p w14:paraId="561EA522" w14:textId="77777777" w:rsidR="00417058" w:rsidRPr="00F95990" w:rsidRDefault="00417058" w:rsidP="009353EF">
            <w:pPr>
              <w:jc w:val="center"/>
            </w:pPr>
          </w:p>
        </w:tc>
        <w:tc>
          <w:tcPr>
            <w:tcW w:w="992" w:type="dxa"/>
            <w:gridSpan w:val="2"/>
          </w:tcPr>
          <w:p w14:paraId="70B1FD43" w14:textId="77777777" w:rsidR="00417058" w:rsidRPr="00502B38" w:rsidRDefault="000D2EEA" w:rsidP="000D2EEA">
            <w:pPr>
              <w:jc w:val="center"/>
            </w:pPr>
            <w:r>
              <w:t>C</w:t>
            </w:r>
            <w:r w:rsidR="000E1FB0" w:rsidRPr="00502B38">
              <w:rPr>
                <w:vertAlign w:val="superscript"/>
              </w:rPr>
              <w:t>1</w:t>
            </w:r>
          </w:p>
        </w:tc>
        <w:tc>
          <w:tcPr>
            <w:tcW w:w="7468" w:type="dxa"/>
          </w:tcPr>
          <w:p w14:paraId="774DF377" w14:textId="77777777" w:rsidR="00417058" w:rsidRPr="00F95990" w:rsidRDefault="00417058" w:rsidP="0059418A">
            <w:r w:rsidRPr="00F95990">
              <w:t xml:space="preserve">Routes </w:t>
            </w:r>
            <w:r w:rsidR="0059418A">
              <w:t>p</w:t>
            </w:r>
            <w:r w:rsidR="0059418A" w:rsidRPr="00F95990">
              <w:t xml:space="preserve">ackets </w:t>
            </w:r>
            <w:r w:rsidRPr="00F95990">
              <w:t xml:space="preserve">between </w:t>
            </w:r>
            <w:r w:rsidR="0059418A">
              <w:t>p</w:t>
            </w:r>
            <w:r w:rsidRPr="00F95990">
              <w:t>hysical BACnet LANs</w:t>
            </w:r>
          </w:p>
        </w:tc>
      </w:tr>
      <w:tr w:rsidR="00417058" w:rsidRPr="00F95990" w14:paraId="2B023CB9" w14:textId="77777777" w:rsidTr="00950358">
        <w:tc>
          <w:tcPr>
            <w:tcW w:w="450" w:type="dxa"/>
          </w:tcPr>
          <w:p w14:paraId="0C4AB9F1" w14:textId="77777777" w:rsidR="00417058" w:rsidRPr="00F95990" w:rsidRDefault="00417058" w:rsidP="009353EF">
            <w:pPr>
              <w:jc w:val="center"/>
            </w:pPr>
          </w:p>
        </w:tc>
        <w:tc>
          <w:tcPr>
            <w:tcW w:w="992" w:type="dxa"/>
            <w:gridSpan w:val="2"/>
          </w:tcPr>
          <w:p w14:paraId="29CBF8C4" w14:textId="77777777" w:rsidR="00417058" w:rsidRPr="00502B38" w:rsidRDefault="000D2EEA" w:rsidP="000D2EEA">
            <w:pPr>
              <w:jc w:val="center"/>
            </w:pPr>
            <w:r>
              <w:t>C</w:t>
            </w:r>
            <w:r w:rsidR="000E1FB0" w:rsidRPr="00502B38">
              <w:rPr>
                <w:vertAlign w:val="superscript"/>
              </w:rPr>
              <w:t>1</w:t>
            </w:r>
          </w:p>
        </w:tc>
        <w:tc>
          <w:tcPr>
            <w:tcW w:w="7468" w:type="dxa"/>
          </w:tcPr>
          <w:p w14:paraId="1113431C" w14:textId="77777777" w:rsidR="00417058" w:rsidRPr="00F95990" w:rsidRDefault="00417058" w:rsidP="0059418A">
            <w:r w:rsidRPr="00F95990">
              <w:t xml:space="preserve">Routes </w:t>
            </w:r>
            <w:r w:rsidR="0059418A">
              <w:t>p</w:t>
            </w:r>
            <w:r w:rsidRPr="00F95990">
              <w:t xml:space="preserve">ackets between a </w:t>
            </w:r>
            <w:r w:rsidR="0059418A">
              <w:t>p</w:t>
            </w:r>
            <w:r w:rsidRPr="00F95990">
              <w:t xml:space="preserve">hysical LAN and </w:t>
            </w:r>
            <w:r w:rsidR="0059418A">
              <w:t>o</w:t>
            </w:r>
            <w:r w:rsidRPr="00F95990">
              <w:t xml:space="preserve">ne or </w:t>
            </w:r>
            <w:r w:rsidR="0059418A">
              <w:t>m</w:t>
            </w:r>
            <w:r w:rsidRPr="00F95990">
              <w:t xml:space="preserve">ore </w:t>
            </w:r>
            <w:r w:rsidR="0059418A">
              <w:t>v</w:t>
            </w:r>
            <w:r w:rsidRPr="00F95990">
              <w:t>irtual LANs</w:t>
            </w:r>
          </w:p>
        </w:tc>
      </w:tr>
      <w:tr w:rsidR="00417058" w:rsidRPr="00F95990" w14:paraId="2D7D231A" w14:textId="77777777" w:rsidTr="00121CE8">
        <w:trPr>
          <w:cantSplit/>
        </w:trPr>
        <w:tc>
          <w:tcPr>
            <w:tcW w:w="8910" w:type="dxa"/>
            <w:gridSpan w:val="4"/>
          </w:tcPr>
          <w:p w14:paraId="0FE05DDA" w14:textId="7CAF3608" w:rsidR="000D2EEA" w:rsidRPr="00502B38" w:rsidRDefault="000E1FB0">
            <w:pPr>
              <w:pStyle w:val="OptionFootnote"/>
            </w:pPr>
            <w:r w:rsidRPr="00502B38">
              <w:rPr>
                <w:vertAlign w:val="superscript"/>
              </w:rPr>
              <w:t>1</w:t>
            </w:r>
            <w:r w:rsidR="00650BA1">
              <w:t xml:space="preserve"> </w:t>
            </w:r>
            <w:r w:rsidR="00C631AF">
              <w:t>At least one of these options must be supported.</w:t>
            </w:r>
          </w:p>
        </w:tc>
      </w:tr>
      <w:tr w:rsidR="000D2EEA" w:rsidRPr="00991006" w14:paraId="21EF7398"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Pr>
        <w:tc>
          <w:tcPr>
            <w:tcW w:w="8910" w:type="dxa"/>
            <w:gridSpan w:val="4"/>
            <w:tcBorders>
              <w:top w:val="single" w:sz="4" w:space="0" w:color="000000"/>
              <w:left w:val="single" w:sz="4" w:space="0" w:color="000000"/>
              <w:right w:val="single" w:sz="4" w:space="0" w:color="000000"/>
            </w:tcBorders>
            <w:shd w:val="clear" w:color="auto" w:fill="FFFFFF"/>
          </w:tcPr>
          <w:p w14:paraId="34B86B0C" w14:textId="77777777" w:rsidR="000D2EEA" w:rsidRPr="00991006" w:rsidRDefault="000D2EEA" w:rsidP="002849B8">
            <w:pPr>
              <w:spacing w:line="100" w:lineRule="atLeast"/>
            </w:pPr>
            <w:r w:rsidRPr="00991006">
              <w:rPr>
                <w:b/>
                <w:bCs/>
              </w:rPr>
              <w:t xml:space="preserve">Network Management </w:t>
            </w:r>
            <w:r w:rsidR="00012C95">
              <w:rPr>
                <w:b/>
                <w:bCs/>
              </w:rPr>
              <w:t>-</w:t>
            </w:r>
            <w:r w:rsidRPr="00991006">
              <w:rPr>
                <w:b/>
                <w:bCs/>
              </w:rPr>
              <w:t xml:space="preserve"> Router </w:t>
            </w:r>
            <w:r w:rsidR="00B107D9">
              <w:rPr>
                <w:b/>
                <w:bCs/>
              </w:rPr>
              <w:t>Configuration</w:t>
            </w:r>
            <w:r w:rsidR="00B107D9" w:rsidRPr="00991006">
              <w:rPr>
                <w:b/>
                <w:bCs/>
              </w:rPr>
              <w:t xml:space="preserve"> </w:t>
            </w:r>
            <w:r w:rsidR="00012C95">
              <w:rPr>
                <w:b/>
                <w:bCs/>
              </w:rPr>
              <w:t>-</w:t>
            </w:r>
            <w:r w:rsidRPr="00991006">
              <w:rPr>
                <w:b/>
                <w:bCs/>
              </w:rPr>
              <w:t xml:space="preserve"> B</w:t>
            </w:r>
          </w:p>
        </w:tc>
      </w:tr>
      <w:tr w:rsidR="000D2EEA" w:rsidRPr="00991006" w14:paraId="25B79E70" w14:textId="77777777" w:rsidTr="009503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top w:val="single" w:sz="4" w:space="0" w:color="000000"/>
              <w:left w:val="single" w:sz="4" w:space="0" w:color="000000"/>
              <w:bottom w:val="single" w:sz="4" w:space="0" w:color="000000"/>
            </w:tcBorders>
            <w:shd w:val="clear" w:color="auto" w:fill="FFFFFF"/>
          </w:tcPr>
          <w:p w14:paraId="7A324596" w14:textId="77777777" w:rsidR="000D2EEA" w:rsidRPr="00991006" w:rsidRDefault="000D2EEA" w:rsidP="003463CF">
            <w:pPr>
              <w:snapToGrid w:val="0"/>
              <w:spacing w:line="100" w:lineRule="atLeast"/>
              <w:jc w:val="center"/>
            </w:pPr>
          </w:p>
        </w:tc>
        <w:tc>
          <w:tcPr>
            <w:tcW w:w="992" w:type="dxa"/>
            <w:gridSpan w:val="2"/>
            <w:tcBorders>
              <w:top w:val="single" w:sz="4" w:space="0" w:color="000000"/>
              <w:left w:val="single" w:sz="4" w:space="0" w:color="000000"/>
              <w:bottom w:val="single" w:sz="4" w:space="0" w:color="000000"/>
            </w:tcBorders>
            <w:shd w:val="clear" w:color="auto" w:fill="FFFFFF"/>
          </w:tcPr>
          <w:p w14:paraId="75A4949C" w14:textId="77777777" w:rsidR="000D2EEA" w:rsidRPr="00991006" w:rsidRDefault="000D2EEA" w:rsidP="003463CF">
            <w:pPr>
              <w:spacing w:line="100" w:lineRule="atLeast"/>
              <w:jc w:val="center"/>
            </w:pPr>
            <w:r w:rsidRPr="00991006">
              <w:t>R</w:t>
            </w:r>
          </w:p>
        </w:tc>
        <w:tc>
          <w:tcPr>
            <w:tcW w:w="7468" w:type="dxa"/>
            <w:tcBorders>
              <w:top w:val="single" w:sz="4" w:space="0" w:color="000000"/>
              <w:left w:val="single" w:sz="4" w:space="0" w:color="000000"/>
              <w:bottom w:val="single" w:sz="4" w:space="0" w:color="000000"/>
              <w:right w:val="single" w:sz="4" w:space="0" w:color="000000"/>
            </w:tcBorders>
            <w:shd w:val="clear" w:color="auto" w:fill="FFFFFF"/>
          </w:tcPr>
          <w:p w14:paraId="45E60E19" w14:textId="77777777" w:rsidR="000D2EEA" w:rsidRPr="00991006" w:rsidRDefault="000D2EEA" w:rsidP="003463CF">
            <w:pPr>
              <w:spacing w:line="100" w:lineRule="atLeast"/>
            </w:pPr>
            <w:r w:rsidRPr="00991006">
              <w:t>Base Requirements</w:t>
            </w:r>
          </w:p>
        </w:tc>
      </w:tr>
      <w:tr w:rsidR="000D2EEA" w:rsidRPr="00991006" w14:paraId="13F1FC32" w14:textId="77777777" w:rsidTr="009503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top w:val="single" w:sz="4" w:space="0" w:color="000000"/>
              <w:left w:val="single" w:sz="4" w:space="0" w:color="000000"/>
              <w:bottom w:val="single" w:sz="4" w:space="0" w:color="000000"/>
            </w:tcBorders>
            <w:shd w:val="clear" w:color="auto" w:fill="FFFFFF"/>
          </w:tcPr>
          <w:p w14:paraId="104601DC" w14:textId="77777777" w:rsidR="000D2EEA" w:rsidRPr="00991006" w:rsidRDefault="000D2EEA" w:rsidP="003463CF">
            <w:pPr>
              <w:snapToGrid w:val="0"/>
              <w:spacing w:line="100" w:lineRule="atLeast"/>
              <w:jc w:val="center"/>
            </w:pPr>
          </w:p>
        </w:tc>
        <w:tc>
          <w:tcPr>
            <w:tcW w:w="992" w:type="dxa"/>
            <w:gridSpan w:val="2"/>
            <w:tcBorders>
              <w:top w:val="single" w:sz="4" w:space="0" w:color="000000"/>
              <w:left w:val="single" w:sz="4" w:space="0" w:color="000000"/>
              <w:bottom w:val="single" w:sz="4" w:space="0" w:color="000000"/>
            </w:tcBorders>
            <w:shd w:val="clear" w:color="auto" w:fill="FFFFFF"/>
          </w:tcPr>
          <w:p w14:paraId="68C22039" w14:textId="77777777" w:rsidR="000D2EEA" w:rsidRPr="00991006" w:rsidRDefault="000D2EEA" w:rsidP="003463CF">
            <w:pPr>
              <w:spacing w:line="100" w:lineRule="atLeast"/>
              <w:jc w:val="center"/>
            </w:pPr>
            <w:r w:rsidRPr="00991006">
              <w:t>R</w:t>
            </w:r>
          </w:p>
        </w:tc>
        <w:tc>
          <w:tcPr>
            <w:tcW w:w="7468" w:type="dxa"/>
            <w:tcBorders>
              <w:top w:val="single" w:sz="4" w:space="0" w:color="000000"/>
              <w:left w:val="single" w:sz="4" w:space="0" w:color="000000"/>
              <w:bottom w:val="single" w:sz="4" w:space="0" w:color="000000"/>
              <w:right w:val="single" w:sz="4" w:space="0" w:color="000000"/>
            </w:tcBorders>
            <w:shd w:val="clear" w:color="auto" w:fill="FFFFFF"/>
          </w:tcPr>
          <w:p w14:paraId="7A5B1999" w14:textId="77777777" w:rsidR="000D2EEA" w:rsidRPr="00991006" w:rsidRDefault="000D2EEA" w:rsidP="003463CF">
            <w:pPr>
              <w:spacing w:line="100" w:lineRule="atLeast"/>
            </w:pPr>
            <w:r w:rsidRPr="00991006">
              <w:t>Supports Routing</w:t>
            </w:r>
          </w:p>
        </w:tc>
      </w:tr>
      <w:tr w:rsidR="000D2EEA" w:rsidRPr="00991006" w14:paraId="19A9BB87" w14:textId="77777777" w:rsidTr="009503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50" w:type="dxa"/>
            <w:tcBorders>
              <w:left w:val="single" w:sz="4" w:space="0" w:color="000000"/>
              <w:bottom w:val="single" w:sz="4" w:space="0" w:color="000000"/>
            </w:tcBorders>
            <w:shd w:val="clear" w:color="auto" w:fill="FFFFFF"/>
          </w:tcPr>
          <w:p w14:paraId="4564B626" w14:textId="77777777" w:rsidR="000D2EEA" w:rsidRPr="00991006" w:rsidRDefault="000D2EEA" w:rsidP="003463CF">
            <w:pPr>
              <w:snapToGrid w:val="0"/>
              <w:spacing w:line="100" w:lineRule="atLeast"/>
              <w:jc w:val="center"/>
            </w:pPr>
          </w:p>
        </w:tc>
        <w:tc>
          <w:tcPr>
            <w:tcW w:w="992" w:type="dxa"/>
            <w:gridSpan w:val="2"/>
            <w:tcBorders>
              <w:left w:val="single" w:sz="4" w:space="0" w:color="000000"/>
              <w:bottom w:val="single" w:sz="4" w:space="0" w:color="000000"/>
            </w:tcBorders>
            <w:shd w:val="clear" w:color="auto" w:fill="FFFFFF"/>
          </w:tcPr>
          <w:p w14:paraId="43AC9B2F" w14:textId="77777777" w:rsidR="000D2EEA" w:rsidRPr="00991006" w:rsidRDefault="000D2EEA" w:rsidP="003463CF">
            <w:pPr>
              <w:spacing w:line="100" w:lineRule="atLeast"/>
              <w:jc w:val="center"/>
            </w:pPr>
            <w:r w:rsidRPr="00991006">
              <w:t>R</w:t>
            </w:r>
            <w:r w:rsidRPr="00991006">
              <w:rPr>
                <w:vertAlign w:val="superscript"/>
              </w:rPr>
              <w:t>1</w:t>
            </w:r>
          </w:p>
        </w:tc>
        <w:tc>
          <w:tcPr>
            <w:tcW w:w="7468" w:type="dxa"/>
            <w:tcBorders>
              <w:left w:val="single" w:sz="4" w:space="0" w:color="000000"/>
              <w:bottom w:val="single" w:sz="4" w:space="0" w:color="000000"/>
              <w:right w:val="single" w:sz="4" w:space="0" w:color="000000"/>
            </w:tcBorders>
            <w:shd w:val="clear" w:color="auto" w:fill="FFFFFF"/>
          </w:tcPr>
          <w:p w14:paraId="4FCA2993" w14:textId="77777777" w:rsidR="000D2EEA" w:rsidRPr="00991006" w:rsidRDefault="000D2EEA" w:rsidP="003463CF">
            <w:pPr>
              <w:spacing w:line="100" w:lineRule="atLeast"/>
            </w:pPr>
            <w:r w:rsidRPr="00991006">
              <w:t>Supports DS-WP-B</w:t>
            </w:r>
          </w:p>
        </w:tc>
      </w:tr>
      <w:tr w:rsidR="000D2EEA" w14:paraId="5869D330" w14:textId="77777777" w:rsidTr="00121C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9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1F8BFCB1" w14:textId="77777777" w:rsidR="000D2EEA" w:rsidRDefault="000D2EEA" w:rsidP="003463CF">
            <w:pPr>
              <w:spacing w:line="100" w:lineRule="atLeast"/>
              <w:ind w:left="702"/>
            </w:pPr>
            <w:r w:rsidRPr="00991006">
              <w:rPr>
                <w:vertAlign w:val="superscript"/>
              </w:rPr>
              <w:t>1</w:t>
            </w:r>
            <w:r w:rsidRPr="00991006">
              <w:t xml:space="preserve"> Required if the device implements protocol revision 17 or higher.</w:t>
            </w:r>
          </w:p>
        </w:tc>
      </w:tr>
      <w:tr w:rsidR="00111AAF" w:rsidRPr="00605C65" w14:paraId="6599CB8C"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6ED7BDD0" w14:textId="77777777" w:rsidR="00111AAF" w:rsidRPr="00605C65" w:rsidRDefault="00111AAF" w:rsidP="00B107D9">
            <w:pPr>
              <w:rPr>
                <w:b/>
                <w:bCs/>
              </w:rPr>
            </w:pPr>
            <w:r>
              <w:rPr>
                <w:b/>
                <w:bCs/>
              </w:rPr>
              <w:t xml:space="preserve">Network Management </w:t>
            </w:r>
            <w:r w:rsidR="00012C95">
              <w:rPr>
                <w:b/>
                <w:bCs/>
              </w:rPr>
              <w:t>-</w:t>
            </w:r>
            <w:r>
              <w:rPr>
                <w:b/>
                <w:bCs/>
              </w:rPr>
              <w:t xml:space="preserve"> Connection Establishment </w:t>
            </w:r>
            <w:r w:rsidR="00012C95">
              <w:rPr>
                <w:b/>
                <w:bCs/>
              </w:rPr>
              <w:t>-</w:t>
            </w:r>
            <w:r>
              <w:rPr>
                <w:b/>
                <w:bCs/>
              </w:rPr>
              <w:t xml:space="preserve"> A</w:t>
            </w:r>
          </w:p>
        </w:tc>
      </w:tr>
      <w:tr w:rsidR="00111AAF" w:rsidRPr="00605C65" w14:paraId="22BE6454"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5822A4C8" w14:textId="77777777" w:rsidR="00111AAF" w:rsidRPr="00605C65" w:rsidRDefault="00111AAF"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hideMark/>
          </w:tcPr>
          <w:p w14:paraId="44186E37" w14:textId="77777777" w:rsidR="00111AAF" w:rsidRPr="00605C65" w:rsidRDefault="00111AAF" w:rsidP="0033680F">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7848FA7C" w14:textId="77777777" w:rsidR="00111AAF" w:rsidRPr="00605C65" w:rsidRDefault="00111AAF" w:rsidP="00B107D9">
            <w:r w:rsidRPr="00605C65">
              <w:t>Base Requirements</w:t>
            </w:r>
          </w:p>
        </w:tc>
      </w:tr>
      <w:tr w:rsidR="00111AAF" w:rsidRPr="0089157C" w14:paraId="2B93BC64"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7D1BB8F6" w14:textId="77777777" w:rsidR="00111AAF" w:rsidRPr="00FB3F7A" w:rsidRDefault="00111AAF" w:rsidP="00B107D9">
            <w:pPr>
              <w:ind w:left="720"/>
              <w:rPr>
                <w:vertAlign w:val="superscript"/>
              </w:rPr>
            </w:pPr>
          </w:p>
        </w:tc>
      </w:tr>
      <w:tr w:rsidR="00111AAF" w:rsidRPr="00605C65" w14:paraId="1ED64A4D"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5DAF0817" w14:textId="77777777" w:rsidR="00111AAF" w:rsidRPr="00605C65" w:rsidRDefault="00111AAF" w:rsidP="00B107D9">
            <w:pPr>
              <w:rPr>
                <w:b/>
                <w:bCs/>
              </w:rPr>
            </w:pPr>
            <w:r>
              <w:rPr>
                <w:b/>
                <w:bCs/>
              </w:rPr>
              <w:t xml:space="preserve">Network Management </w:t>
            </w:r>
            <w:r w:rsidR="00012C95">
              <w:rPr>
                <w:b/>
                <w:bCs/>
              </w:rPr>
              <w:t>-</w:t>
            </w:r>
            <w:r>
              <w:rPr>
                <w:b/>
                <w:bCs/>
              </w:rPr>
              <w:t xml:space="preserve"> Connection Establishment </w:t>
            </w:r>
            <w:r w:rsidR="00012C95">
              <w:rPr>
                <w:b/>
                <w:bCs/>
              </w:rPr>
              <w:t>-</w:t>
            </w:r>
            <w:r>
              <w:rPr>
                <w:b/>
                <w:bCs/>
              </w:rPr>
              <w:t xml:space="preserve"> B</w:t>
            </w:r>
          </w:p>
        </w:tc>
      </w:tr>
      <w:tr w:rsidR="00111AAF" w:rsidRPr="00605C65" w14:paraId="6ECD375F"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DED2DB0" w14:textId="77777777" w:rsidR="00111AAF" w:rsidRPr="00605C65" w:rsidRDefault="00111AAF"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hideMark/>
          </w:tcPr>
          <w:p w14:paraId="2EFE77E1" w14:textId="77777777" w:rsidR="00111AAF" w:rsidRPr="00605C65" w:rsidRDefault="00111AAF" w:rsidP="00B107D9">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7349BC64" w14:textId="77777777" w:rsidR="00111AAF" w:rsidRPr="00605C65" w:rsidRDefault="00111AAF" w:rsidP="00B107D9">
            <w:r w:rsidRPr="00605C65">
              <w:t>Base Requirements</w:t>
            </w:r>
          </w:p>
        </w:tc>
      </w:tr>
      <w:tr w:rsidR="00111AAF" w:rsidRPr="0089157C" w14:paraId="040FEE83"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51D218D8" w14:textId="77777777" w:rsidR="00111AAF" w:rsidRPr="0089157C" w:rsidRDefault="00111AAF" w:rsidP="00B107D9">
            <w:pPr>
              <w:ind w:left="720"/>
            </w:pPr>
          </w:p>
        </w:tc>
      </w:tr>
      <w:tr w:rsidR="00111AAF" w:rsidRPr="00605C65" w14:paraId="4A19A086"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723DDB79" w14:textId="77777777" w:rsidR="00111AAF" w:rsidRPr="00605C65" w:rsidRDefault="00111AAF" w:rsidP="00B107D9">
            <w:pPr>
              <w:rPr>
                <w:b/>
                <w:bCs/>
              </w:rPr>
            </w:pPr>
            <w:r>
              <w:rPr>
                <w:b/>
                <w:bCs/>
              </w:rPr>
              <w:t xml:space="preserve">Network Management </w:t>
            </w:r>
            <w:r w:rsidR="00012C95">
              <w:rPr>
                <w:b/>
                <w:bCs/>
              </w:rPr>
              <w:t>-</w:t>
            </w:r>
            <w:r>
              <w:rPr>
                <w:b/>
                <w:bCs/>
              </w:rPr>
              <w:t xml:space="preserve"> Router Configuration </w:t>
            </w:r>
            <w:r w:rsidR="00012C95">
              <w:rPr>
                <w:b/>
                <w:bCs/>
              </w:rPr>
              <w:t>-</w:t>
            </w:r>
            <w:r>
              <w:rPr>
                <w:b/>
                <w:bCs/>
              </w:rPr>
              <w:t xml:space="preserve"> A</w:t>
            </w:r>
          </w:p>
        </w:tc>
      </w:tr>
      <w:tr w:rsidR="006412A8" w:rsidRPr="00605C65" w14:paraId="4B06FC75"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5430205A" w14:textId="77777777" w:rsidR="006412A8" w:rsidRPr="00605C65" w:rsidRDefault="006412A8"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tcPr>
          <w:p w14:paraId="5555F735" w14:textId="77777777" w:rsidR="006412A8" w:rsidRPr="00605C65" w:rsidRDefault="006412A8" w:rsidP="00B107D9">
            <w:pPr>
              <w:jc w:val="center"/>
            </w:pPr>
            <w:r>
              <w:t>R</w:t>
            </w:r>
          </w:p>
        </w:tc>
        <w:tc>
          <w:tcPr>
            <w:tcW w:w="7468" w:type="dxa"/>
            <w:tcBorders>
              <w:top w:val="single" w:sz="4" w:space="0" w:color="auto"/>
              <w:left w:val="single" w:sz="4" w:space="0" w:color="auto"/>
              <w:bottom w:val="single" w:sz="4" w:space="0" w:color="auto"/>
              <w:right w:val="single" w:sz="4" w:space="0" w:color="auto"/>
            </w:tcBorders>
          </w:tcPr>
          <w:p w14:paraId="5DF99647" w14:textId="77777777" w:rsidR="006412A8" w:rsidRPr="00605C65" w:rsidRDefault="006412A8" w:rsidP="00B107D9">
            <w:r>
              <w:t>Base Requirements</w:t>
            </w:r>
          </w:p>
        </w:tc>
      </w:tr>
      <w:tr w:rsidR="006412A8" w:rsidRPr="00605C65" w14:paraId="6E6F2D03"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660FE619" w14:textId="77777777" w:rsidR="006412A8" w:rsidRPr="00605C65" w:rsidRDefault="006412A8"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tcPr>
          <w:p w14:paraId="0AFB45DF" w14:textId="77777777" w:rsidR="006412A8" w:rsidRPr="00605C65" w:rsidRDefault="006412A8" w:rsidP="00B107D9">
            <w:pPr>
              <w:jc w:val="center"/>
            </w:pPr>
            <w:r>
              <w:t>C</w:t>
            </w:r>
            <w:r w:rsidRPr="00950358">
              <w:rPr>
                <w:vertAlign w:val="superscript"/>
              </w:rPr>
              <w:t>1</w:t>
            </w:r>
          </w:p>
        </w:tc>
        <w:tc>
          <w:tcPr>
            <w:tcW w:w="7468" w:type="dxa"/>
            <w:tcBorders>
              <w:top w:val="single" w:sz="4" w:space="0" w:color="auto"/>
              <w:left w:val="single" w:sz="4" w:space="0" w:color="auto"/>
              <w:bottom w:val="single" w:sz="4" w:space="0" w:color="auto"/>
              <w:right w:val="single" w:sz="4" w:space="0" w:color="auto"/>
            </w:tcBorders>
          </w:tcPr>
          <w:p w14:paraId="64B427FE" w14:textId="77777777" w:rsidR="006412A8" w:rsidRPr="00605C65" w:rsidRDefault="006412A8" w:rsidP="00B107D9">
            <w:r>
              <w:t>Is able to configure Network Port objects</w:t>
            </w:r>
          </w:p>
        </w:tc>
      </w:tr>
      <w:tr w:rsidR="00111AAF" w:rsidRPr="0089157C" w14:paraId="49037CD7"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3A1EC1F4" w14:textId="77777777" w:rsidR="00111AAF" w:rsidRPr="0089157C" w:rsidRDefault="00111AAF" w:rsidP="00B107D9">
            <w:pPr>
              <w:ind w:left="720"/>
            </w:pPr>
            <w:r w:rsidRPr="00FB3F7A">
              <w:rPr>
                <w:vertAlign w:val="superscript"/>
              </w:rPr>
              <w:t>1</w:t>
            </w:r>
            <w:r w:rsidR="006412A8">
              <w:t>This option is required if the IUT claims Protocol_Revision 17 or higher</w:t>
            </w:r>
            <w:r>
              <w:t>.</w:t>
            </w:r>
          </w:p>
        </w:tc>
      </w:tr>
      <w:tr w:rsidR="00111AAF" w:rsidRPr="00605C65" w14:paraId="1555FEFA" w14:textId="77777777" w:rsidTr="00121CE8">
        <w:tblPrEx>
          <w:tblLook w:val="04A0" w:firstRow="1" w:lastRow="0" w:firstColumn="1" w:lastColumn="0" w:noHBand="0" w:noVBand="1"/>
        </w:tblPrEx>
        <w:trPr>
          <w:cantSplit/>
        </w:trPr>
        <w:tc>
          <w:tcPr>
            <w:tcW w:w="8910" w:type="dxa"/>
            <w:gridSpan w:val="4"/>
            <w:tcBorders>
              <w:top w:val="single" w:sz="4" w:space="0" w:color="auto"/>
              <w:left w:val="single" w:sz="4" w:space="0" w:color="auto"/>
              <w:bottom w:val="single" w:sz="4" w:space="0" w:color="auto"/>
              <w:right w:val="single" w:sz="4" w:space="0" w:color="auto"/>
            </w:tcBorders>
            <w:hideMark/>
          </w:tcPr>
          <w:p w14:paraId="25D91DB9" w14:textId="77777777" w:rsidR="00111AAF" w:rsidRPr="00605C65" w:rsidRDefault="00111AAF" w:rsidP="00B107D9">
            <w:pPr>
              <w:rPr>
                <w:b/>
                <w:bCs/>
              </w:rPr>
            </w:pPr>
            <w:r>
              <w:rPr>
                <w:b/>
                <w:bCs/>
              </w:rPr>
              <w:t xml:space="preserve">Network Management </w:t>
            </w:r>
            <w:r w:rsidR="00012C95">
              <w:rPr>
                <w:b/>
                <w:bCs/>
              </w:rPr>
              <w:t>-</w:t>
            </w:r>
            <w:r>
              <w:rPr>
                <w:b/>
                <w:bCs/>
              </w:rPr>
              <w:t xml:space="preserve"> BBMD Configuration </w:t>
            </w:r>
            <w:r w:rsidR="00012C95">
              <w:rPr>
                <w:b/>
                <w:bCs/>
              </w:rPr>
              <w:t>-</w:t>
            </w:r>
            <w:r>
              <w:rPr>
                <w:b/>
                <w:bCs/>
              </w:rPr>
              <w:t xml:space="preserve"> A</w:t>
            </w:r>
          </w:p>
        </w:tc>
      </w:tr>
      <w:tr w:rsidR="00111AAF" w:rsidRPr="00605C65" w14:paraId="4CA39D53"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F237C36" w14:textId="77777777" w:rsidR="00111AAF" w:rsidRPr="00605C65" w:rsidRDefault="00111AAF"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hideMark/>
          </w:tcPr>
          <w:p w14:paraId="2F60F0B8" w14:textId="77777777" w:rsidR="00111AAF" w:rsidRPr="00605C65" w:rsidRDefault="00111AAF" w:rsidP="00B107D9">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34FF992A" w14:textId="77777777" w:rsidR="00111AAF" w:rsidRPr="00605C65" w:rsidRDefault="00111AAF" w:rsidP="00B107D9">
            <w:r w:rsidRPr="00605C65">
              <w:t>Base Requirements</w:t>
            </w:r>
          </w:p>
        </w:tc>
      </w:tr>
      <w:tr w:rsidR="00075DC7" w:rsidRPr="00605C65" w14:paraId="483C3E6A" w14:textId="77777777" w:rsidTr="006412A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3BD7546A" w14:textId="77777777" w:rsidR="00075DC7" w:rsidRPr="00605C65" w:rsidRDefault="00075DC7"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tcPr>
          <w:p w14:paraId="4ECE497D" w14:textId="77777777" w:rsidR="00075DC7" w:rsidRPr="00605C65" w:rsidRDefault="00075DC7" w:rsidP="00B107D9">
            <w:pPr>
              <w:jc w:val="center"/>
            </w:pPr>
            <w:r>
              <w:t>BTL-C</w:t>
            </w:r>
            <w:r>
              <w:rPr>
                <w:vertAlign w:val="superscript"/>
              </w:rPr>
              <w:t>1</w:t>
            </w:r>
          </w:p>
        </w:tc>
        <w:tc>
          <w:tcPr>
            <w:tcW w:w="7468" w:type="dxa"/>
            <w:tcBorders>
              <w:top w:val="single" w:sz="4" w:space="0" w:color="auto"/>
              <w:left w:val="single" w:sz="4" w:space="0" w:color="auto"/>
              <w:bottom w:val="single" w:sz="4" w:space="0" w:color="auto"/>
              <w:right w:val="single" w:sz="4" w:space="0" w:color="auto"/>
            </w:tcBorders>
          </w:tcPr>
          <w:p w14:paraId="5AE6183A" w14:textId="77777777" w:rsidR="00075DC7" w:rsidRPr="00605C65" w:rsidRDefault="00075DC7" w:rsidP="00B107D9">
            <w:r>
              <w:t>Is ab</w:t>
            </w:r>
            <w:r w:rsidR="00855B38">
              <w:t>le</w:t>
            </w:r>
            <w:r>
              <w:t xml:space="preserve"> to configure Network Port objects</w:t>
            </w:r>
          </w:p>
        </w:tc>
      </w:tr>
      <w:tr w:rsidR="00111AAF" w:rsidRPr="0089157C" w14:paraId="2AE14961"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4A333E13" w14:textId="77777777" w:rsidR="00111AAF" w:rsidRPr="0089157C" w:rsidRDefault="00111AAF" w:rsidP="00B107D9">
            <w:pPr>
              <w:ind w:left="720"/>
            </w:pPr>
            <w:r w:rsidRPr="00FB3F7A">
              <w:rPr>
                <w:vertAlign w:val="superscript"/>
              </w:rPr>
              <w:t>1</w:t>
            </w:r>
            <w:r w:rsidR="00650BA1">
              <w:rPr>
                <w:vertAlign w:val="superscript"/>
              </w:rPr>
              <w:t xml:space="preserve"> </w:t>
            </w:r>
            <w:r w:rsidR="00075DC7">
              <w:t>This option is required if the IUT claims Protocol_Revision 17 or higher.</w:t>
            </w:r>
          </w:p>
        </w:tc>
      </w:tr>
      <w:tr w:rsidR="00111AAF" w:rsidRPr="00605C65" w14:paraId="746033C7"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1FC8C5FD" w14:textId="77777777" w:rsidR="00111AAF" w:rsidRPr="00605C65" w:rsidRDefault="00111AAF" w:rsidP="00B107D9">
            <w:pPr>
              <w:rPr>
                <w:b/>
                <w:bCs/>
              </w:rPr>
            </w:pPr>
            <w:r>
              <w:rPr>
                <w:b/>
                <w:bCs/>
              </w:rPr>
              <w:t xml:space="preserve">Network Management </w:t>
            </w:r>
            <w:r w:rsidR="00012C95">
              <w:rPr>
                <w:b/>
                <w:bCs/>
              </w:rPr>
              <w:t>-</w:t>
            </w:r>
            <w:r>
              <w:rPr>
                <w:b/>
                <w:bCs/>
              </w:rPr>
              <w:t xml:space="preserve"> BBMD Configuration </w:t>
            </w:r>
            <w:r w:rsidR="00012C95">
              <w:rPr>
                <w:b/>
                <w:bCs/>
              </w:rPr>
              <w:t>-</w:t>
            </w:r>
            <w:r>
              <w:rPr>
                <w:b/>
                <w:bCs/>
              </w:rPr>
              <w:t xml:space="preserve"> B</w:t>
            </w:r>
          </w:p>
        </w:tc>
      </w:tr>
      <w:tr w:rsidR="00111AAF" w:rsidRPr="00605C65" w14:paraId="552D68DF"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29AF5454" w14:textId="77777777" w:rsidR="00111AAF" w:rsidRPr="00605C65" w:rsidRDefault="00111AAF"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hideMark/>
          </w:tcPr>
          <w:p w14:paraId="4642D7E2" w14:textId="77777777" w:rsidR="00111AAF" w:rsidRPr="00605C65" w:rsidRDefault="00111AAF" w:rsidP="00B107D9">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0D60C9E1" w14:textId="77777777" w:rsidR="00111AAF" w:rsidRPr="00605C65" w:rsidRDefault="00111AAF" w:rsidP="00B107D9">
            <w:r w:rsidRPr="00605C65">
              <w:t>Base Requirements</w:t>
            </w:r>
          </w:p>
        </w:tc>
      </w:tr>
      <w:tr w:rsidR="00075DC7" w:rsidRPr="00605C65" w14:paraId="33609A71" w14:textId="77777777" w:rsidTr="006412A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A1D0C53" w14:textId="77777777" w:rsidR="00075DC7" w:rsidRPr="00605C65" w:rsidRDefault="00075DC7"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tcPr>
          <w:p w14:paraId="576EB9C5" w14:textId="77777777" w:rsidR="00075DC7" w:rsidRPr="00605C65" w:rsidRDefault="00075DC7" w:rsidP="00B107D9">
            <w:pPr>
              <w:jc w:val="center"/>
            </w:pPr>
            <w:r>
              <w:t>R</w:t>
            </w:r>
          </w:p>
        </w:tc>
        <w:tc>
          <w:tcPr>
            <w:tcW w:w="7468" w:type="dxa"/>
            <w:tcBorders>
              <w:top w:val="single" w:sz="4" w:space="0" w:color="auto"/>
              <w:left w:val="single" w:sz="4" w:space="0" w:color="auto"/>
              <w:bottom w:val="single" w:sz="4" w:space="0" w:color="auto"/>
              <w:right w:val="single" w:sz="4" w:space="0" w:color="auto"/>
            </w:tcBorders>
          </w:tcPr>
          <w:p w14:paraId="4DD9B0CD" w14:textId="77777777" w:rsidR="00075DC7" w:rsidRPr="00605C65" w:rsidRDefault="00075DC7" w:rsidP="00B107D9">
            <w:r>
              <w:t>Supports Registration by Foreign Devices</w:t>
            </w:r>
          </w:p>
        </w:tc>
      </w:tr>
      <w:tr w:rsidR="00111AAF" w:rsidRPr="0089157C" w14:paraId="6B111E7A"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1C119F18" w14:textId="77777777" w:rsidR="00111AAF" w:rsidRPr="0089157C" w:rsidRDefault="00111AAF" w:rsidP="00B107D9">
            <w:pPr>
              <w:ind w:left="720"/>
            </w:pPr>
          </w:p>
        </w:tc>
      </w:tr>
      <w:tr w:rsidR="00111AAF" w:rsidRPr="00605C65" w14:paraId="2EDBC6FA"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0ACB2875" w14:textId="77777777" w:rsidR="00111AAF" w:rsidRPr="00605C65" w:rsidRDefault="00111AAF" w:rsidP="00B107D9">
            <w:pPr>
              <w:rPr>
                <w:b/>
                <w:bCs/>
              </w:rPr>
            </w:pPr>
            <w:r>
              <w:rPr>
                <w:b/>
                <w:bCs/>
              </w:rPr>
              <w:t xml:space="preserve">Network Management </w:t>
            </w:r>
            <w:r w:rsidR="00012C95">
              <w:rPr>
                <w:b/>
                <w:bCs/>
              </w:rPr>
              <w:t>-</w:t>
            </w:r>
            <w:r>
              <w:rPr>
                <w:b/>
                <w:bCs/>
              </w:rPr>
              <w:t xml:space="preserve"> Foreign Device Registration </w:t>
            </w:r>
            <w:r w:rsidR="00012C95">
              <w:rPr>
                <w:b/>
                <w:bCs/>
              </w:rPr>
              <w:t>-</w:t>
            </w:r>
            <w:r>
              <w:rPr>
                <w:b/>
                <w:bCs/>
              </w:rPr>
              <w:t xml:space="preserve"> A</w:t>
            </w:r>
          </w:p>
        </w:tc>
      </w:tr>
      <w:tr w:rsidR="00111AAF" w:rsidRPr="00605C65" w14:paraId="5B9AF260" w14:textId="77777777" w:rsidTr="00950358">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06D40AF" w14:textId="77777777" w:rsidR="00111AAF" w:rsidRPr="00605C65" w:rsidRDefault="00111AAF" w:rsidP="00B107D9">
            <w:pPr>
              <w:jc w:val="center"/>
            </w:pPr>
          </w:p>
        </w:tc>
        <w:tc>
          <w:tcPr>
            <w:tcW w:w="992" w:type="dxa"/>
            <w:gridSpan w:val="2"/>
            <w:tcBorders>
              <w:top w:val="single" w:sz="4" w:space="0" w:color="auto"/>
              <w:left w:val="single" w:sz="4" w:space="0" w:color="auto"/>
              <w:bottom w:val="single" w:sz="4" w:space="0" w:color="auto"/>
              <w:right w:val="single" w:sz="4" w:space="0" w:color="auto"/>
            </w:tcBorders>
            <w:hideMark/>
          </w:tcPr>
          <w:p w14:paraId="3A574793" w14:textId="77777777" w:rsidR="00111AAF" w:rsidRPr="00605C65" w:rsidRDefault="00111AAF" w:rsidP="0033680F">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4161AF9D" w14:textId="77777777" w:rsidR="00111AAF" w:rsidRPr="00605C65" w:rsidRDefault="00111AAF" w:rsidP="00B107D9">
            <w:r w:rsidRPr="00605C65">
              <w:t>Base Requirements</w:t>
            </w:r>
          </w:p>
        </w:tc>
      </w:tr>
      <w:tr w:rsidR="00577F2D" w:rsidRPr="00C354F3" w14:paraId="669C15C8"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2B152E40" w14:textId="31639E75" w:rsidR="00577F2D" w:rsidRPr="00582D01" w:rsidRDefault="00577F2D" w:rsidP="00582D01">
            <w:pPr>
              <w:ind w:left="705"/>
              <w:rPr>
                <w:bCs/>
              </w:rPr>
            </w:pPr>
          </w:p>
        </w:tc>
      </w:tr>
      <w:tr w:rsidR="00C354F3" w:rsidRPr="00C354F3" w14:paraId="4E5D247C" w14:textId="77777777" w:rsidTr="00121CE8">
        <w:tblPrEx>
          <w:tblLook w:val="04A0" w:firstRow="1" w:lastRow="0" w:firstColumn="1" w:lastColumn="0" w:noHBand="0" w:noVBand="1"/>
        </w:tblPrEx>
        <w:tc>
          <w:tcPr>
            <w:tcW w:w="8910" w:type="dxa"/>
            <w:gridSpan w:val="4"/>
            <w:tcBorders>
              <w:top w:val="single" w:sz="4" w:space="0" w:color="auto"/>
              <w:left w:val="single" w:sz="4" w:space="0" w:color="auto"/>
              <w:bottom w:val="single" w:sz="4" w:space="0" w:color="auto"/>
              <w:right w:val="single" w:sz="4" w:space="0" w:color="auto"/>
            </w:tcBorders>
          </w:tcPr>
          <w:p w14:paraId="0CFC83E8" w14:textId="77777777" w:rsidR="00C354F3" w:rsidRPr="00121CE8" w:rsidRDefault="00C354F3" w:rsidP="00740BD1">
            <w:pPr>
              <w:rPr>
                <w:b/>
              </w:rPr>
            </w:pPr>
            <w:bookmarkStart w:id="18" w:name="_Hlk24117737"/>
            <w:r w:rsidRPr="00121CE8">
              <w:rPr>
                <w:b/>
              </w:rPr>
              <w:t>Network Management</w:t>
            </w:r>
            <w:r>
              <w:rPr>
                <w:b/>
              </w:rPr>
              <w:t xml:space="preserve"> </w:t>
            </w:r>
            <w:r w:rsidRPr="00121CE8">
              <w:rPr>
                <w:b/>
              </w:rPr>
              <w:t>-</w:t>
            </w:r>
            <w:r>
              <w:rPr>
                <w:b/>
              </w:rPr>
              <w:t xml:space="preserve"> </w:t>
            </w:r>
            <w:r w:rsidRPr="00121CE8">
              <w:rPr>
                <w:b/>
              </w:rPr>
              <w:t>Secure Connect Hub</w:t>
            </w:r>
            <w:r>
              <w:rPr>
                <w:b/>
              </w:rPr>
              <w:t xml:space="preserve"> </w:t>
            </w:r>
            <w:r w:rsidRPr="00121CE8">
              <w:rPr>
                <w:b/>
              </w:rPr>
              <w:t>-</w:t>
            </w:r>
            <w:r>
              <w:rPr>
                <w:b/>
              </w:rPr>
              <w:t xml:space="preserve"> </w:t>
            </w:r>
            <w:r w:rsidRPr="00121CE8">
              <w:rPr>
                <w:b/>
              </w:rPr>
              <w:t>B</w:t>
            </w:r>
            <w:bookmarkEnd w:id="18"/>
          </w:p>
        </w:tc>
      </w:tr>
      <w:tr w:rsidR="00C354F3" w:rsidRPr="00605C65" w14:paraId="76B16216"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664D94A4"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494C517C" w14:textId="77777777" w:rsidR="00C354F3" w:rsidRPr="00605C65" w:rsidRDefault="00C354F3" w:rsidP="00740BD1">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0FDEF032" w14:textId="77777777" w:rsidR="00C354F3" w:rsidRPr="00605C65" w:rsidRDefault="00C354F3" w:rsidP="00740BD1">
            <w:r w:rsidRPr="00605C65">
              <w:t>Base Requirements</w:t>
            </w:r>
          </w:p>
        </w:tc>
      </w:tr>
      <w:tr w:rsidR="00C354F3" w:rsidRPr="0089157C" w14:paraId="1F32C5FC"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0E0CE17A" w14:textId="77777777" w:rsidR="00C354F3" w:rsidRPr="0089157C" w:rsidRDefault="00C354F3" w:rsidP="00740BD1">
            <w:pPr>
              <w:ind w:left="720"/>
            </w:pPr>
          </w:p>
        </w:tc>
      </w:tr>
      <w:tr w:rsidR="00C354F3" w:rsidRPr="00B56E85" w14:paraId="73B30DCD"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79E22504" w14:textId="77777777" w:rsidR="00C354F3" w:rsidRPr="00B56E85" w:rsidRDefault="00C354F3" w:rsidP="00740BD1">
            <w:pPr>
              <w:rPr>
                <w:b/>
              </w:rPr>
            </w:pPr>
            <w:r>
              <w:rPr>
                <w:b/>
              </w:rPr>
              <w:t xml:space="preserve">Network Management </w:t>
            </w:r>
            <w:r w:rsidRPr="00B56E85">
              <w:rPr>
                <w:b/>
              </w:rPr>
              <w:t>-</w:t>
            </w:r>
            <w:r>
              <w:rPr>
                <w:b/>
              </w:rPr>
              <w:t xml:space="preserve"> Secure Connect Direct Connect </w:t>
            </w:r>
            <w:r w:rsidRPr="00B56E85">
              <w:rPr>
                <w:b/>
              </w:rPr>
              <w:t>-</w:t>
            </w:r>
            <w:r>
              <w:rPr>
                <w:b/>
              </w:rPr>
              <w:t xml:space="preserve"> A</w:t>
            </w:r>
          </w:p>
        </w:tc>
      </w:tr>
      <w:tr w:rsidR="00C354F3" w:rsidRPr="00605C65" w14:paraId="0FBFA973"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37255B59"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2F2E3223" w14:textId="77777777" w:rsidR="00C354F3" w:rsidRPr="00605C65" w:rsidRDefault="00C354F3" w:rsidP="00740BD1">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1A462329" w14:textId="77777777" w:rsidR="00C354F3" w:rsidRPr="00605C65" w:rsidRDefault="00C354F3" w:rsidP="00740BD1">
            <w:r w:rsidRPr="00605C65">
              <w:t>Base Requirements</w:t>
            </w:r>
          </w:p>
        </w:tc>
      </w:tr>
      <w:tr w:rsidR="00C354F3" w:rsidRPr="0089157C" w14:paraId="5AAE336A"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46D4542E" w14:textId="77777777" w:rsidR="00C354F3" w:rsidRPr="0089157C" w:rsidRDefault="00C354F3" w:rsidP="00740BD1">
            <w:pPr>
              <w:ind w:left="720"/>
            </w:pPr>
          </w:p>
        </w:tc>
      </w:tr>
      <w:tr w:rsidR="00C354F3" w:rsidRPr="00B56E85" w14:paraId="146C58AB"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67F74704" w14:textId="77777777" w:rsidR="00C354F3" w:rsidRPr="00B56E85" w:rsidRDefault="00C354F3" w:rsidP="00740BD1">
            <w:pPr>
              <w:rPr>
                <w:b/>
              </w:rPr>
            </w:pPr>
            <w:r>
              <w:rPr>
                <w:b/>
              </w:rPr>
              <w:t xml:space="preserve">Network Management </w:t>
            </w:r>
            <w:r w:rsidRPr="00B56E85">
              <w:rPr>
                <w:b/>
              </w:rPr>
              <w:t>-</w:t>
            </w:r>
            <w:r>
              <w:rPr>
                <w:b/>
              </w:rPr>
              <w:t xml:space="preserve"> Secure Connect Direct Connect </w:t>
            </w:r>
            <w:r w:rsidRPr="00B56E85">
              <w:rPr>
                <w:b/>
              </w:rPr>
              <w:t>-</w:t>
            </w:r>
            <w:r>
              <w:rPr>
                <w:b/>
              </w:rPr>
              <w:t xml:space="preserve"> B</w:t>
            </w:r>
          </w:p>
        </w:tc>
      </w:tr>
      <w:tr w:rsidR="00C354F3" w:rsidRPr="00605C65" w14:paraId="6DCB78D0" w14:textId="77777777" w:rsidTr="00121CE8">
        <w:tc>
          <w:tcPr>
            <w:tcW w:w="467" w:type="dxa"/>
            <w:gridSpan w:val="2"/>
            <w:tcBorders>
              <w:top w:val="single" w:sz="4" w:space="0" w:color="auto"/>
              <w:left w:val="single" w:sz="4" w:space="0" w:color="auto"/>
              <w:bottom w:val="single" w:sz="4" w:space="0" w:color="auto"/>
              <w:right w:val="single" w:sz="4" w:space="0" w:color="auto"/>
            </w:tcBorders>
          </w:tcPr>
          <w:p w14:paraId="1B926766" w14:textId="77777777" w:rsidR="00C354F3" w:rsidRPr="00605C65" w:rsidRDefault="00C354F3" w:rsidP="00740BD1">
            <w:pPr>
              <w:jc w:val="center"/>
            </w:pPr>
          </w:p>
        </w:tc>
        <w:tc>
          <w:tcPr>
            <w:tcW w:w="975" w:type="dxa"/>
            <w:tcBorders>
              <w:top w:val="single" w:sz="4" w:space="0" w:color="auto"/>
              <w:left w:val="single" w:sz="4" w:space="0" w:color="auto"/>
              <w:bottom w:val="single" w:sz="4" w:space="0" w:color="auto"/>
              <w:right w:val="single" w:sz="4" w:space="0" w:color="auto"/>
            </w:tcBorders>
            <w:hideMark/>
          </w:tcPr>
          <w:p w14:paraId="5A956E46" w14:textId="77777777" w:rsidR="00C354F3" w:rsidRPr="00605C65" w:rsidRDefault="00C354F3" w:rsidP="00740BD1">
            <w:pPr>
              <w:jc w:val="center"/>
            </w:pPr>
            <w:r w:rsidRPr="00605C65">
              <w:t>R</w:t>
            </w:r>
          </w:p>
        </w:tc>
        <w:tc>
          <w:tcPr>
            <w:tcW w:w="7468" w:type="dxa"/>
            <w:tcBorders>
              <w:top w:val="single" w:sz="4" w:space="0" w:color="auto"/>
              <w:left w:val="single" w:sz="4" w:space="0" w:color="auto"/>
              <w:bottom w:val="single" w:sz="4" w:space="0" w:color="auto"/>
              <w:right w:val="single" w:sz="4" w:space="0" w:color="auto"/>
            </w:tcBorders>
            <w:hideMark/>
          </w:tcPr>
          <w:p w14:paraId="31B45271" w14:textId="77777777" w:rsidR="00C354F3" w:rsidRPr="00605C65" w:rsidRDefault="00C354F3" w:rsidP="00740BD1">
            <w:r w:rsidRPr="00605C65">
              <w:t>Base Requirements</w:t>
            </w:r>
          </w:p>
        </w:tc>
      </w:tr>
      <w:tr w:rsidR="00C354F3" w:rsidRPr="0089157C" w14:paraId="7A814416" w14:textId="77777777" w:rsidTr="00121CE8">
        <w:tc>
          <w:tcPr>
            <w:tcW w:w="8910" w:type="dxa"/>
            <w:gridSpan w:val="4"/>
            <w:tcBorders>
              <w:top w:val="single" w:sz="4" w:space="0" w:color="auto"/>
              <w:left w:val="single" w:sz="4" w:space="0" w:color="auto"/>
              <w:bottom w:val="single" w:sz="4" w:space="0" w:color="auto"/>
              <w:right w:val="single" w:sz="4" w:space="0" w:color="auto"/>
            </w:tcBorders>
          </w:tcPr>
          <w:p w14:paraId="31E6B382" w14:textId="77777777" w:rsidR="00C354F3" w:rsidRPr="0089157C" w:rsidRDefault="00C354F3" w:rsidP="00740BD1">
            <w:pPr>
              <w:ind w:left="720"/>
            </w:pPr>
          </w:p>
        </w:tc>
      </w:tr>
      <w:tr w:rsidR="00FB018F" w:rsidRPr="00B56E85" w14:paraId="315772F8" w14:textId="77777777" w:rsidTr="00FB018F">
        <w:tc>
          <w:tcPr>
            <w:tcW w:w="8910" w:type="dxa"/>
            <w:gridSpan w:val="4"/>
            <w:tcBorders>
              <w:top w:val="single" w:sz="4" w:space="0" w:color="auto"/>
              <w:left w:val="single" w:sz="4" w:space="0" w:color="auto"/>
              <w:bottom w:val="single" w:sz="4" w:space="0" w:color="auto"/>
              <w:right w:val="single" w:sz="4" w:space="0" w:color="auto"/>
            </w:tcBorders>
          </w:tcPr>
          <w:p w14:paraId="07AA7502" w14:textId="1055720C" w:rsidR="00FB018F" w:rsidRPr="0082225D" w:rsidRDefault="00FB018F" w:rsidP="00FB018F">
            <w:pPr>
              <w:ind w:left="-15"/>
              <w:rPr>
                <w:b/>
                <w:bCs/>
              </w:rPr>
            </w:pPr>
            <w:r w:rsidRPr="0082225D">
              <w:rPr>
                <w:b/>
                <w:bCs/>
              </w:rPr>
              <w:t>Network Management - Communications Configuration - A</w:t>
            </w:r>
          </w:p>
        </w:tc>
      </w:tr>
      <w:tr w:rsidR="00FB018F" w:rsidRPr="00605C65" w14:paraId="52E0F50B" w14:textId="77777777" w:rsidTr="000D7512">
        <w:tc>
          <w:tcPr>
            <w:tcW w:w="467" w:type="dxa"/>
            <w:gridSpan w:val="2"/>
            <w:tcBorders>
              <w:top w:val="single" w:sz="4" w:space="0" w:color="auto"/>
              <w:left w:val="single" w:sz="4" w:space="0" w:color="auto"/>
              <w:bottom w:val="single" w:sz="4" w:space="0" w:color="auto"/>
              <w:right w:val="single" w:sz="4" w:space="0" w:color="auto"/>
            </w:tcBorders>
          </w:tcPr>
          <w:p w14:paraId="02E25223" w14:textId="77777777" w:rsidR="00FB018F" w:rsidRPr="00605C65" w:rsidRDefault="00FB018F" w:rsidP="000D7512">
            <w:pPr>
              <w:jc w:val="center"/>
            </w:pPr>
          </w:p>
        </w:tc>
        <w:tc>
          <w:tcPr>
            <w:tcW w:w="975" w:type="dxa"/>
            <w:tcBorders>
              <w:top w:val="single" w:sz="4" w:space="0" w:color="auto"/>
              <w:left w:val="single" w:sz="4" w:space="0" w:color="auto"/>
              <w:bottom w:val="single" w:sz="4" w:space="0" w:color="auto"/>
              <w:right w:val="single" w:sz="4" w:space="0" w:color="auto"/>
            </w:tcBorders>
            <w:hideMark/>
          </w:tcPr>
          <w:p w14:paraId="3F75CB7A" w14:textId="390500D7" w:rsidR="00FB018F" w:rsidRPr="00605C65" w:rsidRDefault="00FB018F" w:rsidP="000D7512">
            <w:pPr>
              <w:jc w:val="center"/>
            </w:pPr>
            <w:r w:rsidRPr="00605C65">
              <w:t>R</w:t>
            </w:r>
            <w:r w:rsidRPr="00FB018F">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14:paraId="250BDB18" w14:textId="77777777" w:rsidR="00FB018F" w:rsidRPr="00605C65" w:rsidRDefault="00FB018F" w:rsidP="000D7512">
            <w:r w:rsidRPr="00605C65">
              <w:t>Base Requirements</w:t>
            </w:r>
          </w:p>
        </w:tc>
      </w:tr>
      <w:tr w:rsidR="00FB018F" w:rsidRPr="0089157C" w14:paraId="0B67456A" w14:textId="77777777" w:rsidTr="000D7512">
        <w:tc>
          <w:tcPr>
            <w:tcW w:w="8910" w:type="dxa"/>
            <w:gridSpan w:val="4"/>
            <w:tcBorders>
              <w:top w:val="single" w:sz="4" w:space="0" w:color="auto"/>
              <w:left w:val="single" w:sz="4" w:space="0" w:color="auto"/>
              <w:bottom w:val="single" w:sz="4" w:space="0" w:color="auto"/>
              <w:right w:val="single" w:sz="4" w:space="0" w:color="auto"/>
            </w:tcBorders>
          </w:tcPr>
          <w:p w14:paraId="1B259239" w14:textId="10921F9C" w:rsidR="00FB018F" w:rsidRPr="0089157C" w:rsidRDefault="00FB018F" w:rsidP="000D7512">
            <w:pPr>
              <w:ind w:left="720"/>
            </w:pPr>
            <w:r w:rsidRPr="00FB018F">
              <w:rPr>
                <w:vertAlign w:val="superscript"/>
              </w:rPr>
              <w:t>1</w:t>
            </w:r>
            <w:r>
              <w:t xml:space="preserve"> </w:t>
            </w:r>
            <w:r w:rsidR="000E12B8">
              <w:t>Protocol_Revision 24 or higher must be claimed.</w:t>
            </w:r>
          </w:p>
        </w:tc>
      </w:tr>
      <w:tr w:rsidR="00FB018F" w:rsidRPr="00B56E85" w14:paraId="601A9ED2" w14:textId="77777777" w:rsidTr="00FB018F">
        <w:tc>
          <w:tcPr>
            <w:tcW w:w="8910" w:type="dxa"/>
            <w:gridSpan w:val="4"/>
            <w:tcBorders>
              <w:top w:val="single" w:sz="4" w:space="0" w:color="auto"/>
              <w:left w:val="single" w:sz="4" w:space="0" w:color="auto"/>
              <w:bottom w:val="single" w:sz="4" w:space="0" w:color="auto"/>
              <w:right w:val="single" w:sz="4" w:space="0" w:color="auto"/>
            </w:tcBorders>
          </w:tcPr>
          <w:p w14:paraId="13DEA989" w14:textId="24AA2DF8" w:rsidR="00FB018F" w:rsidRPr="0082225D" w:rsidRDefault="00FB018F" w:rsidP="00FB018F">
            <w:pPr>
              <w:rPr>
                <w:b/>
                <w:bCs/>
              </w:rPr>
            </w:pPr>
            <w:r w:rsidRPr="0082225D">
              <w:rPr>
                <w:b/>
                <w:bCs/>
              </w:rPr>
              <w:t>Network Management - Secure Connect Certificate Management - A</w:t>
            </w:r>
          </w:p>
        </w:tc>
      </w:tr>
      <w:tr w:rsidR="00FB018F" w:rsidRPr="00605C65" w14:paraId="5E003EDC" w14:textId="77777777" w:rsidTr="000D7512">
        <w:tc>
          <w:tcPr>
            <w:tcW w:w="467" w:type="dxa"/>
            <w:gridSpan w:val="2"/>
            <w:tcBorders>
              <w:top w:val="single" w:sz="4" w:space="0" w:color="auto"/>
              <w:left w:val="single" w:sz="4" w:space="0" w:color="auto"/>
              <w:bottom w:val="single" w:sz="4" w:space="0" w:color="auto"/>
              <w:right w:val="single" w:sz="4" w:space="0" w:color="auto"/>
            </w:tcBorders>
          </w:tcPr>
          <w:p w14:paraId="784BC503" w14:textId="77777777" w:rsidR="00FB018F" w:rsidRPr="00605C65" w:rsidRDefault="00FB018F" w:rsidP="000D7512">
            <w:pPr>
              <w:jc w:val="center"/>
            </w:pPr>
          </w:p>
        </w:tc>
        <w:tc>
          <w:tcPr>
            <w:tcW w:w="975" w:type="dxa"/>
            <w:tcBorders>
              <w:top w:val="single" w:sz="4" w:space="0" w:color="auto"/>
              <w:left w:val="single" w:sz="4" w:space="0" w:color="auto"/>
              <w:bottom w:val="single" w:sz="4" w:space="0" w:color="auto"/>
              <w:right w:val="single" w:sz="4" w:space="0" w:color="auto"/>
            </w:tcBorders>
            <w:hideMark/>
          </w:tcPr>
          <w:p w14:paraId="0DD2056B" w14:textId="2FB25AB0" w:rsidR="00FB018F" w:rsidRPr="00605C65" w:rsidRDefault="00FB018F" w:rsidP="000D7512">
            <w:pPr>
              <w:jc w:val="center"/>
            </w:pPr>
            <w:r w:rsidRPr="00605C65">
              <w:t>R</w:t>
            </w:r>
            <w:r w:rsidRPr="00FB018F">
              <w:rPr>
                <w:vertAlign w:val="superscript"/>
              </w:rPr>
              <w:t>1</w:t>
            </w:r>
          </w:p>
        </w:tc>
        <w:tc>
          <w:tcPr>
            <w:tcW w:w="7468" w:type="dxa"/>
            <w:tcBorders>
              <w:top w:val="single" w:sz="4" w:space="0" w:color="auto"/>
              <w:left w:val="single" w:sz="4" w:space="0" w:color="auto"/>
              <w:bottom w:val="single" w:sz="4" w:space="0" w:color="auto"/>
              <w:right w:val="single" w:sz="4" w:space="0" w:color="auto"/>
            </w:tcBorders>
            <w:hideMark/>
          </w:tcPr>
          <w:p w14:paraId="4D26A121" w14:textId="77777777" w:rsidR="00FB018F" w:rsidRPr="00605C65" w:rsidRDefault="00FB018F" w:rsidP="000D7512">
            <w:r w:rsidRPr="00605C65">
              <w:t>Base Requirements</w:t>
            </w:r>
          </w:p>
        </w:tc>
      </w:tr>
      <w:tr w:rsidR="00FB018F" w:rsidRPr="0089157C" w14:paraId="09693BDF" w14:textId="77777777" w:rsidTr="000D7512">
        <w:tc>
          <w:tcPr>
            <w:tcW w:w="8910" w:type="dxa"/>
            <w:gridSpan w:val="4"/>
            <w:tcBorders>
              <w:top w:val="single" w:sz="4" w:space="0" w:color="auto"/>
              <w:left w:val="single" w:sz="4" w:space="0" w:color="auto"/>
              <w:bottom w:val="single" w:sz="4" w:space="0" w:color="auto"/>
              <w:right w:val="single" w:sz="4" w:space="0" w:color="auto"/>
            </w:tcBorders>
          </w:tcPr>
          <w:p w14:paraId="4A786FE3" w14:textId="50D368E8" w:rsidR="00FB018F" w:rsidRPr="0089157C" w:rsidRDefault="00FB018F" w:rsidP="00FB018F">
            <w:pPr>
              <w:ind w:left="720"/>
            </w:pPr>
            <w:r w:rsidRPr="00FB018F">
              <w:rPr>
                <w:vertAlign w:val="superscript"/>
              </w:rPr>
              <w:t>1</w:t>
            </w:r>
            <w:r>
              <w:t xml:space="preserve"> </w:t>
            </w:r>
            <w:r w:rsidR="005C7BFF">
              <w:t>Protocol_Revision 24 or higher must be claimed.</w:t>
            </w:r>
          </w:p>
        </w:tc>
      </w:tr>
    </w:tbl>
    <w:p w14:paraId="4C1DF33B" w14:textId="77777777" w:rsidR="00111AAF" w:rsidRPr="00111AAF" w:rsidRDefault="00111AAF" w:rsidP="00111AAF">
      <w:pPr>
        <w:pStyle w:val="Heading1"/>
      </w:pPr>
      <w:r w:rsidRPr="00111AAF">
        <w:lastRenderedPageBreak/>
        <w:t xml:space="preserve">Gateway </w:t>
      </w:r>
    </w:p>
    <w:tbl>
      <w:tblPr>
        <w:tblW w:w="891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4"/>
        <w:gridCol w:w="959"/>
        <w:gridCol w:w="15"/>
        <w:gridCol w:w="7472"/>
      </w:tblGrid>
      <w:tr w:rsidR="00111AAF" w:rsidRPr="00111AAF" w14:paraId="320DAB17" w14:textId="77777777" w:rsidTr="00DA1EB5">
        <w:trPr>
          <w:cantSplit/>
          <w:trHeight w:val="980"/>
          <w:tblHeader/>
        </w:trPr>
        <w:tc>
          <w:tcPr>
            <w:tcW w:w="464" w:type="dxa"/>
            <w:gridSpan w:val="2"/>
            <w:textDirection w:val="tbRl"/>
          </w:tcPr>
          <w:p w14:paraId="3409065C" w14:textId="77777777" w:rsidR="00111AAF" w:rsidRPr="00111AAF" w:rsidRDefault="00111AAF" w:rsidP="00111AAF">
            <w:pPr>
              <w:jc w:val="center"/>
            </w:pPr>
            <w:r w:rsidRPr="00111AAF">
              <w:br w:type="page"/>
            </w:r>
            <w:r w:rsidRPr="00111AAF">
              <w:br w:type="page"/>
            </w:r>
            <w:r w:rsidRPr="00111AAF">
              <w:rPr>
                <w:b/>
              </w:rPr>
              <w:t>Support</w:t>
            </w:r>
          </w:p>
        </w:tc>
        <w:tc>
          <w:tcPr>
            <w:tcW w:w="974" w:type="dxa"/>
            <w:gridSpan w:val="2"/>
            <w:textDirection w:val="tbRl"/>
          </w:tcPr>
          <w:p w14:paraId="5945CEC9" w14:textId="77777777" w:rsidR="00111AAF" w:rsidRPr="00111AAF" w:rsidRDefault="00111AAF" w:rsidP="00111AAF">
            <w:pPr>
              <w:ind w:left="113" w:right="113"/>
              <w:jc w:val="center"/>
              <w:rPr>
                <w:b/>
                <w:bCs/>
              </w:rPr>
            </w:pPr>
            <w:r w:rsidRPr="00111AAF">
              <w:rPr>
                <w:b/>
                <w:bCs/>
              </w:rPr>
              <w:t>Listing</w:t>
            </w:r>
          </w:p>
        </w:tc>
        <w:tc>
          <w:tcPr>
            <w:tcW w:w="7472" w:type="dxa"/>
            <w:vAlign w:val="center"/>
          </w:tcPr>
          <w:p w14:paraId="661AED47" w14:textId="77777777" w:rsidR="00111AAF" w:rsidRPr="00111AAF" w:rsidRDefault="00111AAF" w:rsidP="00111AAF">
            <w:r w:rsidRPr="00111AAF">
              <w:rPr>
                <w:b/>
              </w:rPr>
              <w:t>Option</w:t>
            </w:r>
          </w:p>
        </w:tc>
      </w:tr>
      <w:tr w:rsidR="00111AAF" w:rsidRPr="00111AAF" w14:paraId="50AA5838" w14:textId="77777777"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51695337" w14:textId="77777777" w:rsidR="00111AAF" w:rsidRPr="00111AAF" w:rsidRDefault="00111AAF" w:rsidP="00111AAF">
            <w:pPr>
              <w:rPr>
                <w:b/>
                <w:bCs/>
              </w:rPr>
            </w:pPr>
            <w:r w:rsidRPr="00111AAF">
              <w:rPr>
                <w:b/>
                <w:bCs/>
              </w:rPr>
              <w:t xml:space="preserve">Gateway </w:t>
            </w:r>
            <w:r w:rsidR="00012C95">
              <w:rPr>
                <w:b/>
                <w:bCs/>
              </w:rPr>
              <w:t>-</w:t>
            </w:r>
            <w:r w:rsidRPr="00111AAF">
              <w:rPr>
                <w:b/>
                <w:bCs/>
              </w:rPr>
              <w:t xml:space="preserve"> Virtual Network </w:t>
            </w:r>
            <w:r w:rsidR="00012C95">
              <w:rPr>
                <w:b/>
                <w:bCs/>
              </w:rPr>
              <w:t>-</w:t>
            </w:r>
            <w:r w:rsidRPr="00111AAF">
              <w:rPr>
                <w:b/>
                <w:bCs/>
              </w:rPr>
              <w:t xml:space="preserve"> B</w:t>
            </w:r>
          </w:p>
        </w:tc>
      </w:tr>
      <w:tr w:rsidR="00111AAF" w:rsidRPr="00111AAF" w14:paraId="34D5483C" w14:textId="77777777" w:rsidTr="00DA1EB5">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14:paraId="3207441F" w14:textId="77777777" w:rsidR="00111AAF" w:rsidRPr="00111AAF" w:rsidRDefault="00111AAF" w:rsidP="00111AAF">
            <w:pPr>
              <w:jc w:val="center"/>
            </w:pPr>
          </w:p>
        </w:tc>
        <w:tc>
          <w:tcPr>
            <w:tcW w:w="974" w:type="dxa"/>
            <w:gridSpan w:val="2"/>
            <w:tcBorders>
              <w:top w:val="single" w:sz="4" w:space="0" w:color="auto"/>
              <w:left w:val="single" w:sz="4" w:space="0" w:color="auto"/>
              <w:bottom w:val="single" w:sz="4" w:space="0" w:color="auto"/>
              <w:right w:val="single" w:sz="4" w:space="0" w:color="auto"/>
            </w:tcBorders>
            <w:hideMark/>
          </w:tcPr>
          <w:p w14:paraId="5BCD22B1" w14:textId="68B8CCB0" w:rsidR="00111AAF" w:rsidRPr="00111AAF" w:rsidRDefault="00111AAF" w:rsidP="00111AAF">
            <w:pPr>
              <w:jc w:val="center"/>
            </w:pPr>
            <w:r w:rsidRPr="00111AAF">
              <w:t>R</w:t>
            </w:r>
          </w:p>
        </w:tc>
        <w:tc>
          <w:tcPr>
            <w:tcW w:w="7472" w:type="dxa"/>
            <w:tcBorders>
              <w:top w:val="single" w:sz="4" w:space="0" w:color="auto"/>
              <w:left w:val="single" w:sz="4" w:space="0" w:color="auto"/>
              <w:bottom w:val="single" w:sz="4" w:space="0" w:color="auto"/>
              <w:right w:val="single" w:sz="4" w:space="0" w:color="auto"/>
            </w:tcBorders>
            <w:hideMark/>
          </w:tcPr>
          <w:p w14:paraId="67B8BA70" w14:textId="77777777" w:rsidR="00111AAF" w:rsidRPr="00111AAF" w:rsidRDefault="00111AAF" w:rsidP="00111AAF">
            <w:r w:rsidRPr="00111AAF">
              <w:t>Base Requirements</w:t>
            </w:r>
          </w:p>
        </w:tc>
      </w:tr>
      <w:tr w:rsidR="00111AAF" w:rsidRPr="00111AAF" w14:paraId="57123F1D" w14:textId="77777777"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7540EEB3" w14:textId="2CA4B52F" w:rsidR="00111AAF" w:rsidRPr="00111AAF" w:rsidRDefault="00111AAF" w:rsidP="00111AAF">
            <w:pPr>
              <w:ind w:left="720"/>
            </w:pPr>
          </w:p>
        </w:tc>
      </w:tr>
      <w:tr w:rsidR="00111AAF" w:rsidRPr="00111AAF" w14:paraId="5623C3F5" w14:textId="77777777"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720C1F90" w14:textId="77777777" w:rsidR="00111AAF" w:rsidRPr="00111AAF" w:rsidRDefault="00111AAF" w:rsidP="00111AAF">
            <w:pPr>
              <w:rPr>
                <w:b/>
                <w:bCs/>
              </w:rPr>
            </w:pPr>
            <w:r w:rsidRPr="00111AAF">
              <w:rPr>
                <w:b/>
                <w:bCs/>
              </w:rPr>
              <w:t xml:space="preserve">Gateway </w:t>
            </w:r>
            <w:r w:rsidR="00012C95">
              <w:rPr>
                <w:b/>
                <w:bCs/>
              </w:rPr>
              <w:t>-</w:t>
            </w:r>
            <w:r w:rsidRPr="00111AAF">
              <w:rPr>
                <w:b/>
                <w:bCs/>
              </w:rPr>
              <w:t xml:space="preserve"> Embedded Objects </w:t>
            </w:r>
            <w:r w:rsidR="00012C95">
              <w:rPr>
                <w:b/>
                <w:bCs/>
              </w:rPr>
              <w:t>-</w:t>
            </w:r>
            <w:r w:rsidRPr="00111AAF">
              <w:rPr>
                <w:b/>
                <w:bCs/>
              </w:rPr>
              <w:t xml:space="preserve"> B</w:t>
            </w:r>
          </w:p>
        </w:tc>
      </w:tr>
      <w:tr w:rsidR="00111AAF" w:rsidRPr="00111AAF" w14:paraId="366A6A90" w14:textId="77777777" w:rsidTr="00DA1EB5">
        <w:tblPrEx>
          <w:tblLook w:val="04A0" w:firstRow="1" w:lastRow="0" w:firstColumn="1" w:lastColumn="0" w:noHBand="0" w:noVBand="1"/>
        </w:tblPrEx>
        <w:tc>
          <w:tcPr>
            <w:tcW w:w="464" w:type="dxa"/>
            <w:gridSpan w:val="2"/>
            <w:tcBorders>
              <w:top w:val="single" w:sz="4" w:space="0" w:color="auto"/>
              <w:left w:val="single" w:sz="4" w:space="0" w:color="auto"/>
              <w:bottom w:val="single" w:sz="4" w:space="0" w:color="auto"/>
              <w:right w:val="single" w:sz="4" w:space="0" w:color="auto"/>
            </w:tcBorders>
          </w:tcPr>
          <w:p w14:paraId="35217688" w14:textId="77777777" w:rsidR="00111AAF" w:rsidRPr="00111AAF" w:rsidRDefault="00111AAF" w:rsidP="00111AAF">
            <w:pPr>
              <w:jc w:val="center"/>
            </w:pPr>
          </w:p>
        </w:tc>
        <w:tc>
          <w:tcPr>
            <w:tcW w:w="974" w:type="dxa"/>
            <w:gridSpan w:val="2"/>
            <w:tcBorders>
              <w:top w:val="single" w:sz="4" w:space="0" w:color="auto"/>
              <w:left w:val="single" w:sz="4" w:space="0" w:color="auto"/>
              <w:bottom w:val="single" w:sz="4" w:space="0" w:color="auto"/>
              <w:right w:val="single" w:sz="4" w:space="0" w:color="auto"/>
            </w:tcBorders>
            <w:hideMark/>
          </w:tcPr>
          <w:p w14:paraId="5FCD01CB" w14:textId="77777777" w:rsidR="00111AAF" w:rsidRPr="00111AAF" w:rsidRDefault="00111AAF" w:rsidP="001D4D8B">
            <w:pPr>
              <w:jc w:val="center"/>
            </w:pPr>
            <w:r w:rsidRPr="00111AAF">
              <w:t>R</w:t>
            </w:r>
          </w:p>
        </w:tc>
        <w:tc>
          <w:tcPr>
            <w:tcW w:w="7472" w:type="dxa"/>
            <w:tcBorders>
              <w:top w:val="single" w:sz="4" w:space="0" w:color="auto"/>
              <w:left w:val="single" w:sz="4" w:space="0" w:color="auto"/>
              <w:bottom w:val="single" w:sz="4" w:space="0" w:color="auto"/>
              <w:right w:val="single" w:sz="4" w:space="0" w:color="auto"/>
            </w:tcBorders>
            <w:hideMark/>
          </w:tcPr>
          <w:p w14:paraId="56CAA009" w14:textId="77777777" w:rsidR="00111AAF" w:rsidRPr="00111AAF" w:rsidRDefault="00111AAF" w:rsidP="00111AAF">
            <w:r w:rsidRPr="00111AAF">
              <w:t>Base Requirements</w:t>
            </w:r>
          </w:p>
        </w:tc>
      </w:tr>
      <w:tr w:rsidR="001D4D8B" w:rsidRPr="00B141C5" w14:paraId="00B9BF22" w14:textId="77777777" w:rsidTr="00DA1E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0" w:type="dxa"/>
            <w:tcBorders>
              <w:top w:val="single" w:sz="4" w:space="0" w:color="000000"/>
              <w:left w:val="single" w:sz="4" w:space="0" w:color="000000"/>
              <w:bottom w:val="single" w:sz="4" w:space="0" w:color="000000"/>
            </w:tcBorders>
            <w:shd w:val="clear" w:color="auto" w:fill="auto"/>
          </w:tcPr>
          <w:p w14:paraId="2B86E25E" w14:textId="77777777" w:rsidR="001D4D8B" w:rsidRPr="00B141C5" w:rsidRDefault="001D4D8B" w:rsidP="00A752F1">
            <w:pPr>
              <w:snapToGrid w:val="0"/>
              <w:jc w:val="center"/>
            </w:pPr>
          </w:p>
        </w:tc>
        <w:tc>
          <w:tcPr>
            <w:tcW w:w="973" w:type="dxa"/>
            <w:gridSpan w:val="2"/>
            <w:tcBorders>
              <w:top w:val="single" w:sz="4" w:space="0" w:color="000000"/>
              <w:left w:val="single" w:sz="4" w:space="0" w:color="000000"/>
              <w:bottom w:val="single" w:sz="4" w:space="0" w:color="000000"/>
            </w:tcBorders>
            <w:shd w:val="clear" w:color="auto" w:fill="auto"/>
          </w:tcPr>
          <w:p w14:paraId="70A6F1A2" w14:textId="77777777" w:rsidR="001D4D8B" w:rsidRPr="00B141C5" w:rsidRDefault="001D4D8B" w:rsidP="00A752F1">
            <w:pPr>
              <w:jc w:val="center"/>
            </w:pPr>
            <w:r w:rsidRPr="00B141C5">
              <w:t>O</w:t>
            </w:r>
          </w:p>
        </w:tc>
        <w:tc>
          <w:tcPr>
            <w:tcW w:w="7487" w:type="dxa"/>
            <w:gridSpan w:val="2"/>
            <w:tcBorders>
              <w:top w:val="single" w:sz="4" w:space="0" w:color="000000"/>
              <w:left w:val="single" w:sz="4" w:space="0" w:color="000000"/>
              <w:bottom w:val="single" w:sz="4" w:space="0" w:color="000000"/>
              <w:right w:val="single" w:sz="4" w:space="0" w:color="000000"/>
            </w:tcBorders>
            <w:shd w:val="clear" w:color="auto" w:fill="auto"/>
          </w:tcPr>
          <w:p w14:paraId="4F90CA9D" w14:textId="77777777" w:rsidR="001D4D8B" w:rsidRPr="00B141C5" w:rsidRDefault="001D4D8B" w:rsidP="00A752F1">
            <w:r w:rsidRPr="00B141C5">
              <w:t xml:space="preserve">Supports command prioritization </w:t>
            </w:r>
          </w:p>
        </w:tc>
      </w:tr>
      <w:tr w:rsidR="00111AAF" w:rsidRPr="00111AAF" w14:paraId="47ED4037" w14:textId="77777777" w:rsidTr="00DA1EB5">
        <w:tblPrEx>
          <w:tblLook w:val="04A0" w:firstRow="1" w:lastRow="0" w:firstColumn="1" w:lastColumn="0" w:noHBand="0" w:noVBand="1"/>
        </w:tblPrEx>
        <w:tc>
          <w:tcPr>
            <w:tcW w:w="8910" w:type="dxa"/>
            <w:gridSpan w:val="5"/>
            <w:tcBorders>
              <w:top w:val="single" w:sz="4" w:space="0" w:color="auto"/>
              <w:left w:val="single" w:sz="4" w:space="0" w:color="auto"/>
              <w:bottom w:val="single" w:sz="4" w:space="0" w:color="auto"/>
              <w:right w:val="single" w:sz="4" w:space="0" w:color="auto"/>
            </w:tcBorders>
          </w:tcPr>
          <w:p w14:paraId="70E62383" w14:textId="77777777" w:rsidR="00111AAF" w:rsidRPr="00111AAF" w:rsidRDefault="00111AAF" w:rsidP="00111AAF">
            <w:pPr>
              <w:ind w:left="720"/>
              <w:rPr>
                <w:vertAlign w:val="superscript"/>
              </w:rPr>
            </w:pPr>
          </w:p>
        </w:tc>
      </w:tr>
    </w:tbl>
    <w:p w14:paraId="73C56B73" w14:textId="77777777" w:rsidR="00111AAF" w:rsidRPr="00111AAF" w:rsidRDefault="00111AAF" w:rsidP="00111AAF">
      <w:pPr>
        <w:pStyle w:val="Heading1"/>
      </w:pPr>
      <w:r w:rsidRPr="00111AAF">
        <w:lastRenderedPageBreak/>
        <w:t xml:space="preserve">Network Security BIBBs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111AAF" w:rsidRPr="00111AAF" w14:paraId="66A5C9B0" w14:textId="77777777" w:rsidTr="00B107D9">
        <w:trPr>
          <w:cantSplit/>
          <w:trHeight w:val="980"/>
          <w:tblHeader/>
        </w:trPr>
        <w:tc>
          <w:tcPr>
            <w:tcW w:w="441" w:type="dxa"/>
            <w:textDirection w:val="tbRl"/>
          </w:tcPr>
          <w:p w14:paraId="77B80313" w14:textId="77777777" w:rsidR="00111AAF" w:rsidRPr="00111AAF" w:rsidRDefault="00111AAF" w:rsidP="00111AAF">
            <w:pPr>
              <w:jc w:val="center"/>
            </w:pPr>
            <w:r w:rsidRPr="00111AAF">
              <w:br w:type="page"/>
            </w:r>
            <w:r w:rsidRPr="00111AAF">
              <w:br w:type="page"/>
            </w:r>
            <w:r w:rsidRPr="00111AAF">
              <w:rPr>
                <w:b/>
              </w:rPr>
              <w:t>Support</w:t>
            </w:r>
          </w:p>
        </w:tc>
        <w:tc>
          <w:tcPr>
            <w:tcW w:w="974" w:type="dxa"/>
            <w:textDirection w:val="tbRl"/>
          </w:tcPr>
          <w:p w14:paraId="695AEA1C" w14:textId="77777777" w:rsidR="00111AAF" w:rsidRPr="00111AAF" w:rsidRDefault="00111AAF" w:rsidP="00111AAF">
            <w:pPr>
              <w:ind w:left="113" w:right="113"/>
              <w:jc w:val="center"/>
              <w:rPr>
                <w:b/>
                <w:bCs/>
              </w:rPr>
            </w:pPr>
            <w:r w:rsidRPr="00111AAF">
              <w:rPr>
                <w:b/>
                <w:bCs/>
              </w:rPr>
              <w:t>Listing</w:t>
            </w:r>
          </w:p>
        </w:tc>
        <w:tc>
          <w:tcPr>
            <w:tcW w:w="7495" w:type="dxa"/>
            <w:vAlign w:val="center"/>
          </w:tcPr>
          <w:p w14:paraId="5FD417E6" w14:textId="77777777" w:rsidR="00111AAF" w:rsidRPr="00111AAF" w:rsidRDefault="00111AAF" w:rsidP="00111AAF">
            <w:r w:rsidRPr="00111AAF">
              <w:rPr>
                <w:b/>
              </w:rPr>
              <w:t>Option</w:t>
            </w:r>
          </w:p>
        </w:tc>
      </w:tr>
      <w:tr w:rsidR="00111AAF" w:rsidRPr="00111AAF" w14:paraId="4416346D"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01375DCD"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Secure Device</w:t>
            </w:r>
          </w:p>
        </w:tc>
      </w:tr>
      <w:tr w:rsidR="00111AAF" w:rsidRPr="00111AAF" w14:paraId="3F52B3EC"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22E600DC"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6CBBACE5"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76E4B723" w14:textId="77777777" w:rsidR="00111AAF" w:rsidRPr="00111AAF" w:rsidRDefault="00111AAF" w:rsidP="00111AAF">
            <w:r w:rsidRPr="00111AAF">
              <w:t>Base Requirements</w:t>
            </w:r>
          </w:p>
        </w:tc>
      </w:tr>
      <w:tr w:rsidR="00111AAF" w:rsidRPr="00111AAF" w14:paraId="7861CE00"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2CD4876"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4794A750"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B28CEDC"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Encrypted Device</w:t>
            </w:r>
          </w:p>
        </w:tc>
      </w:tr>
      <w:tr w:rsidR="00111AAF" w:rsidRPr="00111AAF" w14:paraId="5A4BADAF"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2CE3764A"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2D3DC0A3"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3513F931" w14:textId="77777777" w:rsidR="00111AAF" w:rsidRPr="00111AAF" w:rsidRDefault="00111AAF" w:rsidP="00111AAF">
            <w:r w:rsidRPr="00111AAF">
              <w:t>Base Requirements</w:t>
            </w:r>
          </w:p>
        </w:tc>
      </w:tr>
      <w:tr w:rsidR="00111AAF" w:rsidRPr="00111AAF" w14:paraId="1B78595D"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2452E718"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3DB26B46"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3090FDC" w14:textId="77777777" w:rsidR="00111AAF" w:rsidRPr="00111AAF" w:rsidRDefault="00111AAF" w:rsidP="00111AAF">
            <w:pPr>
              <w:rPr>
                <w:b/>
              </w:rPr>
            </w:pPr>
            <w:r w:rsidRPr="00111AAF">
              <w:rPr>
                <w:b/>
              </w:rPr>
              <w:t xml:space="preserve">Network Security </w:t>
            </w:r>
            <w:r w:rsidR="00012C95">
              <w:rPr>
                <w:b/>
              </w:rPr>
              <w:t>-</w:t>
            </w:r>
            <w:r w:rsidRPr="00111AAF">
              <w:rPr>
                <w:b/>
              </w:rPr>
              <w:t xml:space="preserve"> Multi-Application Device</w:t>
            </w:r>
          </w:p>
        </w:tc>
      </w:tr>
      <w:tr w:rsidR="00111AAF" w:rsidRPr="00111AAF" w14:paraId="4CA5AE3A"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0CA3C1E"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6970FCA6"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2E995D86" w14:textId="77777777" w:rsidR="00111AAF" w:rsidRPr="00111AAF" w:rsidRDefault="00111AAF" w:rsidP="00111AAF">
            <w:r w:rsidRPr="00111AAF">
              <w:t>Base Requirements</w:t>
            </w:r>
          </w:p>
        </w:tc>
      </w:tr>
      <w:tr w:rsidR="00111AAF" w:rsidRPr="00111AAF" w14:paraId="778E8ADB"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0B19CB07"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55AD5386"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3271E00E"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Device Master Key </w:t>
            </w:r>
            <w:r w:rsidR="00012C95">
              <w:rPr>
                <w:b/>
                <w:bCs/>
              </w:rPr>
              <w:t>-</w:t>
            </w:r>
            <w:r w:rsidRPr="00111AAF">
              <w:rPr>
                <w:b/>
                <w:bCs/>
              </w:rPr>
              <w:t xml:space="preserve"> A</w:t>
            </w:r>
          </w:p>
        </w:tc>
      </w:tr>
      <w:tr w:rsidR="00111AAF" w:rsidRPr="00111AAF" w14:paraId="105BF804"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756A1EBB"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0329F116"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7B1283EC" w14:textId="77777777" w:rsidR="00111AAF" w:rsidRPr="00111AAF" w:rsidRDefault="00111AAF" w:rsidP="00111AAF">
            <w:r w:rsidRPr="00111AAF">
              <w:t>Base Requirements</w:t>
            </w:r>
          </w:p>
        </w:tc>
      </w:tr>
      <w:tr w:rsidR="00111AAF" w:rsidRPr="00111AAF" w14:paraId="2DA95AFF"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33465EA3"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1886D338"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514C2ED" w14:textId="77777777" w:rsidR="00111AAF" w:rsidRPr="00111AAF" w:rsidRDefault="00111AAF" w:rsidP="00111AAF">
            <w:pPr>
              <w:rPr>
                <w:b/>
              </w:rPr>
            </w:pPr>
            <w:r w:rsidRPr="00111AAF">
              <w:rPr>
                <w:b/>
              </w:rPr>
              <w:t xml:space="preserve">Network Security </w:t>
            </w:r>
            <w:r w:rsidR="00012C95">
              <w:rPr>
                <w:b/>
              </w:rPr>
              <w:t>-</w:t>
            </w:r>
            <w:r w:rsidRPr="00111AAF">
              <w:rPr>
                <w:b/>
              </w:rPr>
              <w:t xml:space="preserve"> Device Master Key </w:t>
            </w:r>
            <w:r w:rsidR="00012C95">
              <w:rPr>
                <w:b/>
              </w:rPr>
              <w:t>-</w:t>
            </w:r>
            <w:r w:rsidRPr="00111AAF">
              <w:rPr>
                <w:b/>
              </w:rPr>
              <w:t xml:space="preserve"> B</w:t>
            </w:r>
          </w:p>
        </w:tc>
      </w:tr>
      <w:tr w:rsidR="00111AAF" w:rsidRPr="00111AAF" w14:paraId="3BB72964"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761CC03"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4DDC3933"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148B3684" w14:textId="77777777" w:rsidR="00111AAF" w:rsidRPr="00111AAF" w:rsidRDefault="00111AAF" w:rsidP="00111AAF">
            <w:r w:rsidRPr="00111AAF">
              <w:t>Base Requirements</w:t>
            </w:r>
          </w:p>
        </w:tc>
      </w:tr>
      <w:tr w:rsidR="00111AAF" w:rsidRPr="00111AAF" w14:paraId="4605D4F4"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7CBBA715"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44A444D7"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8C76616" w14:textId="77777777" w:rsidR="00111AAF" w:rsidRPr="00111AAF" w:rsidRDefault="00111AAF" w:rsidP="00111AAF">
            <w:pPr>
              <w:rPr>
                <w:b/>
              </w:rPr>
            </w:pPr>
            <w:r w:rsidRPr="00111AAF">
              <w:rPr>
                <w:b/>
              </w:rPr>
              <w:t xml:space="preserve">Network Security </w:t>
            </w:r>
            <w:r w:rsidR="00012C95">
              <w:rPr>
                <w:b/>
              </w:rPr>
              <w:t>-</w:t>
            </w:r>
            <w:r w:rsidRPr="00111AAF">
              <w:rPr>
                <w:b/>
              </w:rPr>
              <w:t xml:space="preserve"> Key Server</w:t>
            </w:r>
          </w:p>
        </w:tc>
      </w:tr>
      <w:tr w:rsidR="00111AAF" w:rsidRPr="00111AAF" w14:paraId="78FC4B5A"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6CF1C6B1"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1260654C"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171AC4CB" w14:textId="77777777" w:rsidR="00111AAF" w:rsidRPr="00111AAF" w:rsidRDefault="00111AAF" w:rsidP="00111AAF">
            <w:r w:rsidRPr="00111AAF">
              <w:t>Base Requirements</w:t>
            </w:r>
          </w:p>
        </w:tc>
      </w:tr>
      <w:tr w:rsidR="00111AAF" w:rsidRPr="00111AAF" w14:paraId="17088B30"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01E3B0F6"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7DBE5A61"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3DD05E4C"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Temporary Key Server</w:t>
            </w:r>
          </w:p>
        </w:tc>
      </w:tr>
      <w:tr w:rsidR="00111AAF" w:rsidRPr="00111AAF" w14:paraId="1EE762D4"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0A9E341A"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72417C78"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5550FC2E" w14:textId="77777777" w:rsidR="00111AAF" w:rsidRPr="00111AAF" w:rsidRDefault="00111AAF" w:rsidP="00111AAF">
            <w:r w:rsidRPr="00111AAF">
              <w:t>Base Requirements</w:t>
            </w:r>
          </w:p>
        </w:tc>
      </w:tr>
      <w:tr w:rsidR="00111AAF" w:rsidRPr="00111AAF" w14:paraId="4CC93328"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2DC72AFF"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1DD77A5E"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DBC5A0D" w14:textId="77777777" w:rsidR="00111AAF" w:rsidRPr="00111AAF" w:rsidRDefault="00111AAF" w:rsidP="00111AAF">
            <w:pPr>
              <w:rPr>
                <w:b/>
              </w:rPr>
            </w:pPr>
            <w:r w:rsidRPr="00111AAF">
              <w:rPr>
                <w:b/>
              </w:rPr>
              <w:t xml:space="preserve">Network Security </w:t>
            </w:r>
            <w:r w:rsidR="00012C95">
              <w:rPr>
                <w:b/>
              </w:rPr>
              <w:t>-</w:t>
            </w:r>
            <w:r w:rsidRPr="00111AAF">
              <w:rPr>
                <w:b/>
              </w:rPr>
              <w:t xml:space="preserve"> Secure Router</w:t>
            </w:r>
          </w:p>
        </w:tc>
      </w:tr>
      <w:tr w:rsidR="00111AAF" w:rsidRPr="00111AAF" w14:paraId="5802558B"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6E7E3339"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7A80120E"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1E41A923" w14:textId="77777777" w:rsidR="00111AAF" w:rsidRPr="00111AAF" w:rsidRDefault="00111AAF" w:rsidP="00111AAF">
            <w:r w:rsidRPr="00111AAF">
              <w:t>Base Requirements</w:t>
            </w:r>
          </w:p>
        </w:tc>
      </w:tr>
      <w:tr w:rsidR="00111AAF" w:rsidRPr="00111AAF" w14:paraId="328C15C1"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C988751"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r w:rsidR="00111AAF" w:rsidRPr="00111AAF" w14:paraId="70229274"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432B532C" w14:textId="77777777" w:rsidR="00111AAF" w:rsidRPr="00111AAF" w:rsidRDefault="00111AAF" w:rsidP="00111AAF">
            <w:pPr>
              <w:rPr>
                <w:b/>
                <w:bCs/>
              </w:rPr>
            </w:pPr>
            <w:r w:rsidRPr="00111AAF">
              <w:rPr>
                <w:b/>
                <w:bCs/>
              </w:rPr>
              <w:t xml:space="preserve">Network Security </w:t>
            </w:r>
            <w:r w:rsidR="00012C95">
              <w:rPr>
                <w:b/>
                <w:bCs/>
              </w:rPr>
              <w:t>-</w:t>
            </w:r>
            <w:r w:rsidRPr="00111AAF">
              <w:rPr>
                <w:b/>
                <w:bCs/>
              </w:rPr>
              <w:t xml:space="preserve"> Security Proxy</w:t>
            </w:r>
          </w:p>
        </w:tc>
      </w:tr>
      <w:tr w:rsidR="00111AAF" w:rsidRPr="00111AAF" w14:paraId="1ED1BF6F" w14:textId="77777777" w:rsidTr="00B107D9">
        <w:tblPrEx>
          <w:tblLook w:val="04A0" w:firstRow="1" w:lastRow="0" w:firstColumn="1" w:lastColumn="0" w:noHBand="0" w:noVBand="1"/>
        </w:tblPrEx>
        <w:tc>
          <w:tcPr>
            <w:tcW w:w="441" w:type="dxa"/>
            <w:tcBorders>
              <w:top w:val="single" w:sz="4" w:space="0" w:color="auto"/>
              <w:left w:val="single" w:sz="4" w:space="0" w:color="auto"/>
              <w:bottom w:val="single" w:sz="4" w:space="0" w:color="auto"/>
              <w:right w:val="single" w:sz="4" w:space="0" w:color="auto"/>
            </w:tcBorders>
          </w:tcPr>
          <w:p w14:paraId="79595350" w14:textId="77777777" w:rsidR="00111AAF" w:rsidRPr="00111AAF" w:rsidRDefault="00111AAF" w:rsidP="00111AAF">
            <w:pPr>
              <w:jc w:val="center"/>
            </w:pPr>
          </w:p>
        </w:tc>
        <w:tc>
          <w:tcPr>
            <w:tcW w:w="974" w:type="dxa"/>
            <w:tcBorders>
              <w:top w:val="single" w:sz="4" w:space="0" w:color="auto"/>
              <w:left w:val="single" w:sz="4" w:space="0" w:color="auto"/>
              <w:bottom w:val="single" w:sz="4" w:space="0" w:color="auto"/>
              <w:right w:val="single" w:sz="4" w:space="0" w:color="auto"/>
            </w:tcBorders>
            <w:hideMark/>
          </w:tcPr>
          <w:p w14:paraId="72DE28E8" w14:textId="77777777" w:rsidR="00111AAF" w:rsidRPr="00111AAF" w:rsidRDefault="00111AAF" w:rsidP="00111AAF">
            <w:pPr>
              <w:jc w:val="center"/>
            </w:pPr>
            <w:r w:rsidRPr="00111AAF">
              <w:t>R</w:t>
            </w:r>
            <w:r w:rsidRPr="00111AAF">
              <w:rPr>
                <w:vertAlign w:val="superscript"/>
              </w:rPr>
              <w:t>1</w:t>
            </w:r>
          </w:p>
        </w:tc>
        <w:tc>
          <w:tcPr>
            <w:tcW w:w="7495" w:type="dxa"/>
            <w:tcBorders>
              <w:top w:val="single" w:sz="4" w:space="0" w:color="auto"/>
              <w:left w:val="single" w:sz="4" w:space="0" w:color="auto"/>
              <w:bottom w:val="single" w:sz="4" w:space="0" w:color="auto"/>
              <w:right w:val="single" w:sz="4" w:space="0" w:color="auto"/>
            </w:tcBorders>
            <w:hideMark/>
          </w:tcPr>
          <w:p w14:paraId="4FD44E6E" w14:textId="77777777" w:rsidR="00111AAF" w:rsidRPr="00111AAF" w:rsidRDefault="00111AAF" w:rsidP="00111AAF">
            <w:r w:rsidRPr="00111AAF">
              <w:t>Base Requirements</w:t>
            </w:r>
          </w:p>
        </w:tc>
      </w:tr>
      <w:tr w:rsidR="00111AAF" w:rsidRPr="00111AAF" w14:paraId="5F4E292F" w14:textId="77777777" w:rsidTr="00B107D9">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6FA9C742" w14:textId="77777777" w:rsidR="00111AAF" w:rsidRPr="00111AAF" w:rsidRDefault="00111AAF" w:rsidP="00111AAF">
            <w:pPr>
              <w:ind w:left="720"/>
            </w:pPr>
            <w:r w:rsidRPr="00111AAF">
              <w:rPr>
                <w:vertAlign w:val="superscript"/>
              </w:rPr>
              <w:t>1</w:t>
            </w:r>
            <w:r w:rsidR="00650BA1">
              <w:rPr>
                <w:vertAlign w:val="superscript"/>
              </w:rPr>
              <w:t xml:space="preserve"> </w:t>
            </w:r>
            <w:r w:rsidRPr="00111AAF">
              <w:t>Contact BTL for interim tests for this BIBB.</w:t>
            </w:r>
          </w:p>
        </w:tc>
      </w:tr>
    </w:tbl>
    <w:p w14:paraId="548ED3CE" w14:textId="77777777" w:rsidR="00111AAF" w:rsidRPr="00111AAF" w:rsidRDefault="00111AAF" w:rsidP="00111AAF"/>
    <w:p w14:paraId="0660569D" w14:textId="77777777" w:rsidR="00D96853" w:rsidRPr="00111AAF" w:rsidRDefault="00D96853" w:rsidP="00BC64C4">
      <w:pPr>
        <w:pStyle w:val="Heading1"/>
      </w:pPr>
      <w:r>
        <w:lastRenderedPageBreak/>
        <w:t>Audit Reporting</w:t>
      </w:r>
      <w:r w:rsidRPr="00111AAF">
        <w:t xml:space="preserve"> BIBBs </w:t>
      </w:r>
    </w:p>
    <w:tbl>
      <w:tblPr>
        <w:tblW w:w="88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810"/>
        <w:gridCol w:w="7560"/>
      </w:tblGrid>
      <w:tr w:rsidR="00D96853" w:rsidRPr="00111AAF" w14:paraId="7D9B3A49" w14:textId="77777777" w:rsidTr="00582D01">
        <w:trPr>
          <w:cantSplit/>
          <w:trHeight w:val="980"/>
          <w:tblHeader/>
        </w:trPr>
        <w:tc>
          <w:tcPr>
            <w:tcW w:w="450" w:type="dxa"/>
            <w:textDirection w:val="tbRl"/>
          </w:tcPr>
          <w:p w14:paraId="38E7712B" w14:textId="77777777" w:rsidR="00D96853" w:rsidRPr="00111AAF" w:rsidRDefault="00D96853" w:rsidP="00D96853">
            <w:pPr>
              <w:jc w:val="center"/>
            </w:pPr>
            <w:r w:rsidRPr="00111AAF">
              <w:br w:type="page"/>
            </w:r>
            <w:r w:rsidRPr="00111AAF">
              <w:br w:type="page"/>
            </w:r>
            <w:r w:rsidRPr="00111AAF">
              <w:rPr>
                <w:b/>
              </w:rPr>
              <w:t>Support</w:t>
            </w:r>
          </w:p>
        </w:tc>
        <w:tc>
          <w:tcPr>
            <w:tcW w:w="810" w:type="dxa"/>
            <w:textDirection w:val="tbRl"/>
          </w:tcPr>
          <w:p w14:paraId="21ED57F0" w14:textId="77777777" w:rsidR="00D96853" w:rsidRPr="00111AAF" w:rsidRDefault="00D96853" w:rsidP="00D96853">
            <w:pPr>
              <w:ind w:left="113" w:right="113"/>
              <w:jc w:val="center"/>
              <w:rPr>
                <w:b/>
                <w:bCs/>
              </w:rPr>
            </w:pPr>
            <w:r w:rsidRPr="00111AAF">
              <w:rPr>
                <w:b/>
                <w:bCs/>
              </w:rPr>
              <w:t>Listing</w:t>
            </w:r>
          </w:p>
        </w:tc>
        <w:tc>
          <w:tcPr>
            <w:tcW w:w="7560" w:type="dxa"/>
            <w:vAlign w:val="center"/>
          </w:tcPr>
          <w:p w14:paraId="29535972" w14:textId="77777777" w:rsidR="00D96853" w:rsidRPr="00111AAF" w:rsidRDefault="00D96853" w:rsidP="00D96853">
            <w:r w:rsidRPr="00111AAF">
              <w:rPr>
                <w:b/>
              </w:rPr>
              <w:t>Option</w:t>
            </w:r>
          </w:p>
        </w:tc>
      </w:tr>
      <w:tr w:rsidR="00DE2CF6" w:rsidRPr="00971E0F" w14:paraId="4B6A8DCF"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7713BDF0" w14:textId="32F903A3" w:rsidR="00DE2CF6" w:rsidRPr="00971E0F" w:rsidRDefault="00DE2CF6" w:rsidP="00537A69">
            <w:pPr>
              <w:rPr>
                <w:b/>
                <w:bCs/>
              </w:rPr>
            </w:pPr>
            <w:r w:rsidRPr="00971E0F">
              <w:rPr>
                <w:b/>
                <w:bCs/>
              </w:rPr>
              <w:t>Audit Reporting</w:t>
            </w:r>
            <w:r w:rsidR="00CD76C2">
              <w:rPr>
                <w:b/>
                <w:bCs/>
              </w:rPr>
              <w:t xml:space="preserve"> </w:t>
            </w:r>
            <w:r w:rsidRPr="00971E0F">
              <w:rPr>
                <w:b/>
                <w:bCs/>
              </w:rPr>
              <w:t>-</w:t>
            </w:r>
            <w:r w:rsidR="00CD76C2">
              <w:rPr>
                <w:b/>
                <w:bCs/>
              </w:rPr>
              <w:t xml:space="preserve"> </w:t>
            </w:r>
            <w:r w:rsidRPr="00971E0F">
              <w:rPr>
                <w:b/>
                <w:bCs/>
              </w:rPr>
              <w:t>Logging</w:t>
            </w:r>
            <w:r w:rsidR="00CD76C2">
              <w:rPr>
                <w:b/>
                <w:bCs/>
              </w:rPr>
              <w:t xml:space="preserve"> </w:t>
            </w:r>
            <w:r w:rsidRPr="00971E0F">
              <w:rPr>
                <w:b/>
                <w:bCs/>
              </w:rPr>
              <w:t>-</w:t>
            </w:r>
            <w:r w:rsidR="00CD76C2">
              <w:rPr>
                <w:b/>
                <w:bCs/>
              </w:rPr>
              <w:t xml:space="preserve"> </w:t>
            </w:r>
            <w:r w:rsidRPr="00971E0F">
              <w:rPr>
                <w:b/>
                <w:bCs/>
              </w:rPr>
              <w:t>A</w:t>
            </w:r>
          </w:p>
        </w:tc>
      </w:tr>
      <w:tr w:rsidR="00DE2CF6" w:rsidRPr="00782C80" w14:paraId="4EE52908"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51CF0E26"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0F5E9A61"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3B553529" w14:textId="77777777" w:rsidR="00DE2CF6" w:rsidRPr="00782C80" w:rsidRDefault="00DE2CF6" w:rsidP="00537A69">
            <w:r w:rsidRPr="00782C80">
              <w:t xml:space="preserve">Base Requirements </w:t>
            </w:r>
          </w:p>
        </w:tc>
      </w:tr>
      <w:tr w:rsidR="00DE2CF6" w:rsidRPr="00782C80" w14:paraId="63431260"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863E827"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3BCE0E9D" w14:textId="77777777" w:rsidR="00DE2CF6"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6B136CD5" w14:textId="77777777" w:rsidR="00DE2CF6" w:rsidRDefault="00DE2CF6" w:rsidP="00537A69">
            <w:r>
              <w:t>Supports matching and combining of audit notifications</w:t>
            </w:r>
          </w:p>
        </w:tc>
      </w:tr>
      <w:tr w:rsidR="00DE2CF6" w:rsidRPr="00782C80" w14:paraId="10667CEB"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F24D567"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631B92CD" w14:textId="77777777" w:rsidR="00DE2CF6" w:rsidRPr="00782C80"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33DBC021" w14:textId="77777777" w:rsidR="00DE2CF6" w:rsidRPr="00782C80" w:rsidRDefault="00DE2CF6" w:rsidP="00537A69">
            <w:r>
              <w:t>Supports hierarchical audit logging</w:t>
            </w:r>
          </w:p>
        </w:tc>
      </w:tr>
      <w:tr w:rsidR="00DE2CF6" w:rsidRPr="00782C80" w14:paraId="63C75858"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6D30F6C"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2A038A16" w14:textId="77777777" w:rsidR="00DE2CF6" w:rsidRPr="007C0F87" w:rsidRDefault="00DE2CF6" w:rsidP="00537A69">
            <w:pPr>
              <w:jc w:val="center"/>
              <w:rPr>
                <w:vertAlign w:val="superscript"/>
              </w:rPr>
            </w:pPr>
            <w:r>
              <w:t>R</w:t>
            </w:r>
          </w:p>
        </w:tc>
        <w:tc>
          <w:tcPr>
            <w:tcW w:w="7560" w:type="dxa"/>
            <w:tcBorders>
              <w:top w:val="single" w:sz="4" w:space="0" w:color="auto"/>
              <w:left w:val="single" w:sz="4" w:space="0" w:color="auto"/>
              <w:bottom w:val="single" w:sz="4" w:space="0" w:color="auto"/>
              <w:right w:val="single" w:sz="4" w:space="0" w:color="auto"/>
            </w:tcBorders>
          </w:tcPr>
          <w:p w14:paraId="64D53E63" w14:textId="77777777" w:rsidR="00DE2CF6" w:rsidRDefault="00DE2CF6" w:rsidP="00537A69">
            <w:r>
              <w:t>Supports execution of AuditLogQuery</w:t>
            </w:r>
          </w:p>
        </w:tc>
      </w:tr>
      <w:tr w:rsidR="00DE2CF6" w:rsidRPr="00782C80" w14:paraId="7F759135"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719515E3" w14:textId="77777777" w:rsidR="00DE2CF6" w:rsidRPr="0006110B" w:rsidRDefault="00DE2CF6" w:rsidP="00537A69">
            <w:pPr>
              <w:ind w:left="720"/>
            </w:pPr>
          </w:p>
        </w:tc>
      </w:tr>
      <w:tr w:rsidR="00DE2CF6" w:rsidRPr="00971E0F" w14:paraId="1D06B2CE"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5C50A63F" w14:textId="17C505E0" w:rsidR="00DE2CF6" w:rsidRPr="00971E0F" w:rsidRDefault="00DE2CF6" w:rsidP="00537A69">
            <w:pPr>
              <w:rPr>
                <w:b/>
                <w:bCs/>
              </w:rPr>
            </w:pPr>
            <w:r w:rsidRPr="00971E0F">
              <w:rPr>
                <w:b/>
                <w:bCs/>
              </w:rPr>
              <w:t>Audit Reporting</w:t>
            </w:r>
            <w:r w:rsidR="00CD76C2">
              <w:rPr>
                <w:b/>
                <w:bCs/>
              </w:rPr>
              <w:t xml:space="preserve"> </w:t>
            </w:r>
            <w:r w:rsidRPr="00971E0F">
              <w:rPr>
                <w:b/>
                <w:bCs/>
              </w:rPr>
              <w:t>-</w:t>
            </w:r>
            <w:r w:rsidR="00CD76C2">
              <w:rPr>
                <w:b/>
                <w:bCs/>
              </w:rPr>
              <w:t xml:space="preserve"> </w:t>
            </w:r>
            <w:r w:rsidRPr="00971E0F">
              <w:rPr>
                <w:b/>
                <w:bCs/>
              </w:rPr>
              <w:t>Reporter</w:t>
            </w:r>
            <w:r w:rsidR="00CD76C2">
              <w:rPr>
                <w:b/>
                <w:bCs/>
              </w:rPr>
              <w:t xml:space="preserve"> </w:t>
            </w:r>
            <w:r w:rsidRPr="00971E0F">
              <w:rPr>
                <w:b/>
                <w:bCs/>
              </w:rPr>
              <w:t>-</w:t>
            </w:r>
            <w:r w:rsidR="00CD76C2">
              <w:rPr>
                <w:b/>
                <w:bCs/>
              </w:rPr>
              <w:t xml:space="preserve"> </w:t>
            </w:r>
            <w:r w:rsidRPr="00971E0F">
              <w:rPr>
                <w:b/>
                <w:bCs/>
              </w:rPr>
              <w:t>B</w:t>
            </w:r>
          </w:p>
        </w:tc>
      </w:tr>
      <w:tr w:rsidR="00DE2CF6" w:rsidRPr="00782C80" w14:paraId="610E98F5"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25063C3D"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7B41BADC"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23AA8DCC" w14:textId="77777777" w:rsidR="00DE2CF6" w:rsidRPr="00782C80" w:rsidRDefault="00DE2CF6" w:rsidP="00537A69">
            <w:r w:rsidRPr="00782C80">
              <w:t xml:space="preserve">Base Requirements </w:t>
            </w:r>
          </w:p>
        </w:tc>
      </w:tr>
      <w:tr w:rsidR="00DE2CF6" w:rsidRPr="00782C80" w14:paraId="7D00230B"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080EE4A5"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3E664829" w14:textId="77777777" w:rsidR="00DE2CF6" w:rsidRPr="00782C80"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74EB2BE7" w14:textId="77777777" w:rsidR="00DE2CF6" w:rsidRPr="00A15768" w:rsidRDefault="00DE2CF6" w:rsidP="00537A69">
            <w:pPr>
              <w:suppressAutoHyphens/>
              <w:rPr>
                <w:kern w:val="2"/>
                <w:lang w:val="en-CA" w:eastAsia="ar-SA"/>
              </w:rPr>
            </w:pPr>
            <w:r>
              <w:t>Supports operation target auditing</w:t>
            </w:r>
          </w:p>
        </w:tc>
      </w:tr>
      <w:tr w:rsidR="00DE2CF6" w:rsidRPr="00782C80" w14:paraId="506BA3D7"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094D4D04"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75905B35" w14:textId="77777777" w:rsidR="00DE2CF6" w:rsidRPr="00782C80" w:rsidRDefault="00DE2CF6" w:rsidP="00537A69">
            <w:pPr>
              <w:jc w:val="center"/>
            </w:pPr>
            <w:r>
              <w:t>C</w:t>
            </w:r>
            <w:r>
              <w:rPr>
                <w:vertAlign w:val="superscript"/>
              </w:rPr>
              <w:t>1</w:t>
            </w:r>
          </w:p>
        </w:tc>
        <w:tc>
          <w:tcPr>
            <w:tcW w:w="7560" w:type="dxa"/>
            <w:tcBorders>
              <w:top w:val="single" w:sz="4" w:space="0" w:color="auto"/>
              <w:left w:val="single" w:sz="4" w:space="0" w:color="auto"/>
              <w:bottom w:val="single" w:sz="4" w:space="0" w:color="auto"/>
              <w:right w:val="single" w:sz="4" w:space="0" w:color="auto"/>
            </w:tcBorders>
          </w:tcPr>
          <w:p w14:paraId="3E07E868" w14:textId="77777777" w:rsidR="00DE2CF6" w:rsidRPr="00782C80" w:rsidRDefault="00DE2CF6" w:rsidP="00537A69">
            <w:r>
              <w:t>Supports operation source auditing</w:t>
            </w:r>
          </w:p>
        </w:tc>
      </w:tr>
      <w:tr w:rsidR="00DE2CF6" w:rsidRPr="00782C80" w14:paraId="74A81717"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C794293"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62FBE894" w14:textId="77777777" w:rsidR="00DE2CF6" w:rsidRDefault="00DE2CF6" w:rsidP="00537A69">
            <w:pPr>
              <w:jc w:val="center"/>
            </w:pPr>
            <w:r w:rsidRPr="007D6A70">
              <w:t>C</w:t>
            </w:r>
            <w:r w:rsidRPr="007D6A70">
              <w:rPr>
                <w:vertAlign w:val="superscript"/>
              </w:rPr>
              <w:t>2</w:t>
            </w:r>
          </w:p>
        </w:tc>
        <w:tc>
          <w:tcPr>
            <w:tcW w:w="7560" w:type="dxa"/>
            <w:tcBorders>
              <w:top w:val="single" w:sz="4" w:space="0" w:color="auto"/>
              <w:left w:val="single" w:sz="4" w:space="0" w:color="auto"/>
              <w:bottom w:val="single" w:sz="4" w:space="0" w:color="auto"/>
              <w:right w:val="single" w:sz="4" w:space="0" w:color="auto"/>
            </w:tcBorders>
          </w:tcPr>
          <w:p w14:paraId="7516542C" w14:textId="77777777" w:rsidR="00DE2CF6" w:rsidRDefault="00DE2CF6" w:rsidP="00537A69">
            <w:r>
              <w:t>Generates UnconfirmedAuditNotifications</w:t>
            </w:r>
          </w:p>
        </w:tc>
      </w:tr>
      <w:tr w:rsidR="00DE2CF6" w:rsidRPr="00782C80" w14:paraId="4DC706C2"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6F8AB7FA"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37C0DDF1" w14:textId="77777777" w:rsidR="00DE2CF6" w:rsidRDefault="00DE2CF6" w:rsidP="00537A69">
            <w:pPr>
              <w:jc w:val="center"/>
            </w:pPr>
            <w:r w:rsidRPr="007D6A70">
              <w:t>C</w:t>
            </w:r>
            <w:r w:rsidRPr="007D6A70">
              <w:rPr>
                <w:vertAlign w:val="superscript"/>
              </w:rPr>
              <w:t>2</w:t>
            </w:r>
          </w:p>
        </w:tc>
        <w:tc>
          <w:tcPr>
            <w:tcW w:w="7560" w:type="dxa"/>
            <w:tcBorders>
              <w:top w:val="single" w:sz="4" w:space="0" w:color="auto"/>
              <w:left w:val="single" w:sz="4" w:space="0" w:color="auto"/>
              <w:bottom w:val="single" w:sz="4" w:space="0" w:color="auto"/>
              <w:right w:val="single" w:sz="4" w:space="0" w:color="auto"/>
            </w:tcBorders>
          </w:tcPr>
          <w:p w14:paraId="7D0F4495" w14:textId="77777777" w:rsidR="00DE2CF6" w:rsidRDefault="00DE2CF6" w:rsidP="00537A69">
            <w:r>
              <w:t>Generates ConfirmedAuditNotifications</w:t>
            </w:r>
          </w:p>
        </w:tc>
      </w:tr>
      <w:tr w:rsidR="00DE2CF6" w:rsidRPr="00782C80" w14:paraId="5CB344BF"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675B196A"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2CEAE8A7" w14:textId="77777777" w:rsidR="00DE2CF6" w:rsidRPr="007D6A70" w:rsidRDefault="00DE2CF6" w:rsidP="00537A69">
            <w:pPr>
              <w:jc w:val="center"/>
            </w:pPr>
            <w:r>
              <w:t>O</w:t>
            </w:r>
          </w:p>
        </w:tc>
        <w:tc>
          <w:tcPr>
            <w:tcW w:w="7560" w:type="dxa"/>
            <w:tcBorders>
              <w:top w:val="single" w:sz="4" w:space="0" w:color="auto"/>
              <w:left w:val="single" w:sz="4" w:space="0" w:color="auto"/>
              <w:bottom w:val="single" w:sz="4" w:space="0" w:color="auto"/>
              <w:right w:val="single" w:sz="4" w:space="0" w:color="auto"/>
            </w:tcBorders>
          </w:tcPr>
          <w:p w14:paraId="4AEC0CC8" w14:textId="77777777" w:rsidR="00DE2CF6" w:rsidRDefault="00DE2CF6" w:rsidP="00537A69">
            <w:r>
              <w:t>Supports Delaying of Audit Notifications</w:t>
            </w:r>
          </w:p>
        </w:tc>
      </w:tr>
      <w:tr w:rsidR="00DE2CF6" w:rsidRPr="00782C80" w14:paraId="3C36684E"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64614966" w14:textId="77777777" w:rsidR="00DE2CF6" w:rsidRDefault="00DE2CF6" w:rsidP="00537A69">
            <w:pPr>
              <w:ind w:left="720"/>
            </w:pPr>
            <w:r w:rsidRPr="0052712D">
              <w:rPr>
                <w:vertAlign w:val="superscript"/>
              </w:rPr>
              <w:t>1</w:t>
            </w:r>
            <w:r w:rsidRPr="0052712D">
              <w:t xml:space="preserve"> </w:t>
            </w:r>
            <w:r>
              <w:t>Required if the IUT is able to operate as a BACnet client.</w:t>
            </w:r>
          </w:p>
          <w:p w14:paraId="0349AB1F" w14:textId="77777777" w:rsidR="00DE2CF6" w:rsidRPr="0006110B" w:rsidRDefault="00DE2CF6" w:rsidP="00537A69">
            <w:pPr>
              <w:ind w:left="720"/>
            </w:pPr>
            <w:r w:rsidRPr="007D6A70">
              <w:rPr>
                <w:vertAlign w:val="superscript"/>
              </w:rPr>
              <w:t>2</w:t>
            </w:r>
            <w:r>
              <w:rPr>
                <w:vertAlign w:val="superscript"/>
              </w:rPr>
              <w:t xml:space="preserve"> </w:t>
            </w:r>
            <w:r w:rsidRPr="00F95990">
              <w:t>At least one of these options must be supported</w:t>
            </w:r>
            <w:r>
              <w:t>.</w:t>
            </w:r>
          </w:p>
        </w:tc>
      </w:tr>
      <w:tr w:rsidR="00DE2CF6" w:rsidRPr="00971E0F" w14:paraId="1D58FACC"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0E4C39FB" w14:textId="7F4621BB" w:rsidR="00DE2CF6" w:rsidRPr="00971E0F" w:rsidRDefault="00DE2CF6" w:rsidP="00537A69">
            <w:pPr>
              <w:rPr>
                <w:b/>
                <w:bCs/>
              </w:rPr>
            </w:pPr>
            <w:r w:rsidRPr="00971E0F">
              <w:rPr>
                <w:b/>
                <w:bCs/>
              </w:rPr>
              <w:t>Audit Reporting</w:t>
            </w:r>
            <w:r w:rsidR="00CD76C2">
              <w:rPr>
                <w:b/>
                <w:bCs/>
              </w:rPr>
              <w:t xml:space="preserve"> </w:t>
            </w:r>
            <w:r w:rsidRPr="00971E0F">
              <w:rPr>
                <w:b/>
                <w:bCs/>
              </w:rPr>
              <w:t>-</w:t>
            </w:r>
            <w:r w:rsidR="00CD76C2">
              <w:rPr>
                <w:b/>
                <w:bCs/>
              </w:rPr>
              <w:t xml:space="preserve"> </w:t>
            </w:r>
            <w:r w:rsidRPr="00971E0F">
              <w:rPr>
                <w:b/>
                <w:bCs/>
              </w:rPr>
              <w:t>Reporter</w:t>
            </w:r>
            <w:r w:rsidR="00CD76C2">
              <w:rPr>
                <w:b/>
                <w:bCs/>
              </w:rPr>
              <w:t xml:space="preserve"> </w:t>
            </w:r>
            <w:r w:rsidRPr="00971E0F">
              <w:rPr>
                <w:b/>
                <w:bCs/>
              </w:rPr>
              <w:t>-</w:t>
            </w:r>
            <w:r w:rsidR="00CD76C2">
              <w:rPr>
                <w:b/>
                <w:bCs/>
              </w:rPr>
              <w:t xml:space="preserve"> </w:t>
            </w:r>
            <w:r>
              <w:rPr>
                <w:b/>
                <w:bCs/>
              </w:rPr>
              <w:t>Simple</w:t>
            </w:r>
            <w:r w:rsidR="00CD76C2">
              <w:rPr>
                <w:b/>
                <w:bCs/>
              </w:rPr>
              <w:t xml:space="preserve"> </w:t>
            </w:r>
            <w:r>
              <w:rPr>
                <w:b/>
                <w:bCs/>
              </w:rPr>
              <w:t>-</w:t>
            </w:r>
            <w:r w:rsidR="00CD76C2">
              <w:rPr>
                <w:b/>
                <w:bCs/>
              </w:rPr>
              <w:t xml:space="preserve"> </w:t>
            </w:r>
            <w:r w:rsidRPr="00971E0F">
              <w:rPr>
                <w:b/>
                <w:bCs/>
              </w:rPr>
              <w:t>B</w:t>
            </w:r>
          </w:p>
        </w:tc>
      </w:tr>
      <w:tr w:rsidR="00DE2CF6" w:rsidRPr="00782C80" w14:paraId="07CEF02B"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799A28D1"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2A1CC96C"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2D67F280" w14:textId="77777777" w:rsidR="00DE2CF6" w:rsidRPr="00782C80" w:rsidRDefault="00DE2CF6" w:rsidP="00537A69">
            <w:r w:rsidRPr="00782C80">
              <w:t xml:space="preserve">Base Requirements </w:t>
            </w:r>
          </w:p>
        </w:tc>
      </w:tr>
      <w:tr w:rsidR="00DE2CF6" w:rsidRPr="00782C80" w14:paraId="21F0C307"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28E06908"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442A0F5A" w14:textId="77777777" w:rsidR="00DE2CF6" w:rsidRPr="00782C80"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1C9BD96C" w14:textId="77777777" w:rsidR="00DE2CF6" w:rsidRPr="00A15768" w:rsidRDefault="00DE2CF6" w:rsidP="00537A69">
            <w:pPr>
              <w:suppressAutoHyphens/>
              <w:rPr>
                <w:kern w:val="2"/>
                <w:lang w:val="en-CA" w:eastAsia="ar-SA"/>
              </w:rPr>
            </w:pPr>
            <w:r>
              <w:t>Supports operation target auditing</w:t>
            </w:r>
          </w:p>
        </w:tc>
      </w:tr>
      <w:tr w:rsidR="00DE2CF6" w:rsidRPr="00782C80" w14:paraId="7A638D00"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2C769F43"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5DC89E43" w14:textId="77777777" w:rsidR="00DE2CF6" w:rsidRPr="00782C80" w:rsidRDefault="00DE2CF6" w:rsidP="00537A69">
            <w:pPr>
              <w:jc w:val="center"/>
            </w:pPr>
            <w:r>
              <w:t>C</w:t>
            </w:r>
            <w:r>
              <w:rPr>
                <w:vertAlign w:val="superscript"/>
              </w:rPr>
              <w:t>1</w:t>
            </w:r>
          </w:p>
        </w:tc>
        <w:tc>
          <w:tcPr>
            <w:tcW w:w="7560" w:type="dxa"/>
            <w:tcBorders>
              <w:top w:val="single" w:sz="4" w:space="0" w:color="auto"/>
              <w:left w:val="single" w:sz="4" w:space="0" w:color="auto"/>
              <w:bottom w:val="single" w:sz="4" w:space="0" w:color="auto"/>
              <w:right w:val="single" w:sz="4" w:space="0" w:color="auto"/>
            </w:tcBorders>
          </w:tcPr>
          <w:p w14:paraId="746C50C5" w14:textId="77777777" w:rsidR="00DE2CF6" w:rsidRPr="00782C80" w:rsidRDefault="00DE2CF6" w:rsidP="00537A69">
            <w:r>
              <w:t>Supports operation source auditing</w:t>
            </w:r>
          </w:p>
        </w:tc>
      </w:tr>
      <w:tr w:rsidR="00DE2CF6" w:rsidRPr="00782C80" w14:paraId="1D6073A8"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58252785"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2469F029" w14:textId="77777777" w:rsidR="00DE2CF6" w:rsidRDefault="00DE2CF6" w:rsidP="00537A69">
            <w:pPr>
              <w:jc w:val="center"/>
            </w:pPr>
            <w:r w:rsidRPr="007D6A70">
              <w:t>C</w:t>
            </w:r>
            <w:r w:rsidRPr="007D6A70">
              <w:rPr>
                <w:vertAlign w:val="superscript"/>
              </w:rPr>
              <w:t>2</w:t>
            </w:r>
          </w:p>
        </w:tc>
        <w:tc>
          <w:tcPr>
            <w:tcW w:w="7560" w:type="dxa"/>
            <w:tcBorders>
              <w:top w:val="single" w:sz="4" w:space="0" w:color="auto"/>
              <w:left w:val="single" w:sz="4" w:space="0" w:color="auto"/>
              <w:bottom w:val="single" w:sz="4" w:space="0" w:color="auto"/>
              <w:right w:val="single" w:sz="4" w:space="0" w:color="auto"/>
            </w:tcBorders>
          </w:tcPr>
          <w:p w14:paraId="0F2F1C61" w14:textId="77777777" w:rsidR="00DE2CF6" w:rsidRDefault="00DE2CF6" w:rsidP="00537A69">
            <w:r>
              <w:t>Generates UnconfirmedAuditNotifications</w:t>
            </w:r>
          </w:p>
        </w:tc>
      </w:tr>
      <w:tr w:rsidR="00DE2CF6" w:rsidRPr="00782C80" w14:paraId="484640F9"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841B346"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2B874399" w14:textId="77777777" w:rsidR="00DE2CF6" w:rsidRDefault="00DE2CF6" w:rsidP="00537A69">
            <w:pPr>
              <w:jc w:val="center"/>
            </w:pPr>
            <w:r w:rsidRPr="007D6A70">
              <w:t>C</w:t>
            </w:r>
            <w:r w:rsidRPr="007D6A70">
              <w:rPr>
                <w:vertAlign w:val="superscript"/>
              </w:rPr>
              <w:t>2</w:t>
            </w:r>
          </w:p>
        </w:tc>
        <w:tc>
          <w:tcPr>
            <w:tcW w:w="7560" w:type="dxa"/>
            <w:tcBorders>
              <w:top w:val="single" w:sz="4" w:space="0" w:color="auto"/>
              <w:left w:val="single" w:sz="4" w:space="0" w:color="auto"/>
              <w:bottom w:val="single" w:sz="4" w:space="0" w:color="auto"/>
              <w:right w:val="single" w:sz="4" w:space="0" w:color="auto"/>
            </w:tcBorders>
          </w:tcPr>
          <w:p w14:paraId="7F38FCC6" w14:textId="77777777" w:rsidR="00DE2CF6" w:rsidRDefault="00DE2CF6" w:rsidP="00537A69">
            <w:r>
              <w:t>Generates ConfirmedAuditNotifications</w:t>
            </w:r>
          </w:p>
        </w:tc>
      </w:tr>
      <w:tr w:rsidR="00DE2CF6" w:rsidRPr="00782C80" w14:paraId="38ED6633"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A3772D6"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4C3D688A" w14:textId="77777777" w:rsidR="00DE2CF6" w:rsidRPr="007D6A70" w:rsidRDefault="00DE2CF6" w:rsidP="00537A69">
            <w:pPr>
              <w:jc w:val="center"/>
            </w:pPr>
            <w:r>
              <w:t>O</w:t>
            </w:r>
          </w:p>
        </w:tc>
        <w:tc>
          <w:tcPr>
            <w:tcW w:w="7560" w:type="dxa"/>
            <w:tcBorders>
              <w:top w:val="single" w:sz="4" w:space="0" w:color="auto"/>
              <w:left w:val="single" w:sz="4" w:space="0" w:color="auto"/>
              <w:bottom w:val="single" w:sz="4" w:space="0" w:color="auto"/>
              <w:right w:val="single" w:sz="4" w:space="0" w:color="auto"/>
            </w:tcBorders>
          </w:tcPr>
          <w:p w14:paraId="6AE04614" w14:textId="77777777" w:rsidR="00DE2CF6" w:rsidRDefault="00DE2CF6" w:rsidP="00537A69">
            <w:r>
              <w:t>Supports Delaying of Audit Notifications</w:t>
            </w:r>
          </w:p>
        </w:tc>
      </w:tr>
      <w:tr w:rsidR="00DE2CF6" w:rsidRPr="00782C80" w14:paraId="66E08F0E"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067692F7" w14:textId="77777777" w:rsidR="00DE2CF6" w:rsidRDefault="00DE2CF6" w:rsidP="00537A69">
            <w:pPr>
              <w:ind w:left="720"/>
            </w:pPr>
            <w:r w:rsidRPr="0052712D">
              <w:rPr>
                <w:vertAlign w:val="superscript"/>
              </w:rPr>
              <w:t>1</w:t>
            </w:r>
            <w:r w:rsidRPr="0052712D">
              <w:t xml:space="preserve"> </w:t>
            </w:r>
            <w:r>
              <w:t>Required if the IUT is able to operate as a BACnet client.</w:t>
            </w:r>
          </w:p>
          <w:p w14:paraId="0DF0B871" w14:textId="77777777" w:rsidR="00DE2CF6" w:rsidRPr="0006110B" w:rsidRDefault="00DE2CF6" w:rsidP="00537A69">
            <w:pPr>
              <w:ind w:left="720"/>
            </w:pPr>
            <w:r w:rsidRPr="007D6A70">
              <w:rPr>
                <w:vertAlign w:val="superscript"/>
              </w:rPr>
              <w:t>2</w:t>
            </w:r>
            <w:r>
              <w:rPr>
                <w:vertAlign w:val="superscript"/>
              </w:rPr>
              <w:t xml:space="preserve"> </w:t>
            </w:r>
            <w:r w:rsidRPr="00F95990">
              <w:t>At least one of these options must be supported</w:t>
            </w:r>
            <w:r>
              <w:t>.</w:t>
            </w:r>
          </w:p>
        </w:tc>
      </w:tr>
      <w:tr w:rsidR="00DE2CF6" w:rsidRPr="00971E0F" w14:paraId="6BA0C1E9"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4FDCFB47" w14:textId="2F9A785B" w:rsidR="00DE2CF6" w:rsidRPr="00971E0F" w:rsidRDefault="00DE2CF6" w:rsidP="00537A69">
            <w:pPr>
              <w:rPr>
                <w:b/>
                <w:bCs/>
              </w:rPr>
            </w:pPr>
            <w:r w:rsidRPr="00971E0F">
              <w:rPr>
                <w:b/>
                <w:bCs/>
              </w:rPr>
              <w:t>Audit Reporting</w:t>
            </w:r>
            <w:r w:rsidR="00CD76C2">
              <w:rPr>
                <w:b/>
                <w:bCs/>
              </w:rPr>
              <w:t xml:space="preserve"> </w:t>
            </w:r>
            <w:r w:rsidRPr="00971E0F">
              <w:rPr>
                <w:b/>
                <w:bCs/>
              </w:rPr>
              <w:t>-</w:t>
            </w:r>
            <w:r w:rsidR="00CD76C2">
              <w:rPr>
                <w:b/>
                <w:bCs/>
              </w:rPr>
              <w:t xml:space="preserve"> </w:t>
            </w:r>
            <w:r>
              <w:rPr>
                <w:b/>
                <w:bCs/>
              </w:rPr>
              <w:t>Forwarder</w:t>
            </w:r>
            <w:r w:rsidR="00CD76C2">
              <w:rPr>
                <w:b/>
                <w:bCs/>
              </w:rPr>
              <w:t xml:space="preserve"> </w:t>
            </w:r>
            <w:r w:rsidRPr="00971E0F">
              <w:rPr>
                <w:b/>
                <w:bCs/>
              </w:rPr>
              <w:t>-</w:t>
            </w:r>
            <w:r w:rsidR="00CD76C2">
              <w:rPr>
                <w:b/>
                <w:bCs/>
              </w:rPr>
              <w:t xml:space="preserve"> </w:t>
            </w:r>
            <w:r>
              <w:rPr>
                <w:b/>
                <w:bCs/>
              </w:rPr>
              <w:t>B</w:t>
            </w:r>
          </w:p>
        </w:tc>
      </w:tr>
      <w:tr w:rsidR="00DE2CF6" w:rsidRPr="00782C80" w14:paraId="70322D87"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13BEFCC"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436B2B2B"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0163E418" w14:textId="77777777" w:rsidR="00DE2CF6" w:rsidRPr="00782C80" w:rsidRDefault="00DE2CF6" w:rsidP="00537A69">
            <w:r w:rsidRPr="00782C80">
              <w:t xml:space="preserve">Base Requirements </w:t>
            </w:r>
          </w:p>
        </w:tc>
      </w:tr>
      <w:tr w:rsidR="00DE2CF6" w:rsidRPr="00782C80" w14:paraId="1B386A36"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500998D1" w14:textId="77777777" w:rsidR="00DE2CF6" w:rsidRPr="0006110B" w:rsidRDefault="00DE2CF6" w:rsidP="00537A69">
            <w:pPr>
              <w:ind w:left="720"/>
            </w:pPr>
          </w:p>
        </w:tc>
      </w:tr>
      <w:tr w:rsidR="00DE2CF6" w:rsidRPr="00971E0F" w14:paraId="25A6285D"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5E4F5CC0" w14:textId="71796F8E" w:rsidR="00DE2CF6" w:rsidRPr="00971E0F" w:rsidRDefault="00DE2CF6" w:rsidP="00537A69">
            <w:pPr>
              <w:rPr>
                <w:b/>
                <w:bCs/>
              </w:rPr>
            </w:pPr>
            <w:r w:rsidRPr="00971E0F">
              <w:rPr>
                <w:b/>
                <w:bCs/>
              </w:rPr>
              <w:t>Audit Reporting</w:t>
            </w:r>
            <w:r w:rsidR="00CD76C2">
              <w:rPr>
                <w:b/>
                <w:bCs/>
              </w:rPr>
              <w:t xml:space="preserve"> </w:t>
            </w:r>
            <w:r w:rsidRPr="00971E0F">
              <w:rPr>
                <w:b/>
                <w:bCs/>
              </w:rPr>
              <w:t>-</w:t>
            </w:r>
            <w:r w:rsidR="00CD76C2">
              <w:rPr>
                <w:b/>
                <w:bCs/>
              </w:rPr>
              <w:t xml:space="preserve"> </w:t>
            </w:r>
            <w:r>
              <w:rPr>
                <w:b/>
                <w:bCs/>
              </w:rPr>
              <w:t>View</w:t>
            </w:r>
            <w:r w:rsidR="00CD76C2">
              <w:rPr>
                <w:b/>
                <w:bCs/>
              </w:rPr>
              <w:t xml:space="preserve"> </w:t>
            </w:r>
            <w:r w:rsidRPr="00971E0F">
              <w:rPr>
                <w:b/>
                <w:bCs/>
              </w:rPr>
              <w:t>-</w:t>
            </w:r>
            <w:r w:rsidR="00CD76C2">
              <w:rPr>
                <w:b/>
                <w:bCs/>
              </w:rPr>
              <w:t xml:space="preserve"> </w:t>
            </w:r>
            <w:r>
              <w:rPr>
                <w:b/>
                <w:bCs/>
              </w:rPr>
              <w:t>A</w:t>
            </w:r>
          </w:p>
        </w:tc>
      </w:tr>
      <w:tr w:rsidR="00DE2CF6" w:rsidRPr="00782C80" w14:paraId="0333739E"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72673FDD"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7E09F772"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5F66BB7C" w14:textId="77777777" w:rsidR="00DE2CF6" w:rsidRPr="00782C80" w:rsidRDefault="00DE2CF6" w:rsidP="00537A69">
            <w:r w:rsidRPr="00782C80">
              <w:t xml:space="preserve">Base Requirements </w:t>
            </w:r>
          </w:p>
        </w:tc>
      </w:tr>
      <w:tr w:rsidR="00DE2CF6" w:rsidRPr="00782C80" w14:paraId="6390BB53"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67E739A1"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2C9ACF67" w14:textId="77777777" w:rsidR="00DE2CF6" w:rsidRPr="00782C80" w:rsidRDefault="00DE2CF6" w:rsidP="00537A69">
            <w:pPr>
              <w:jc w:val="center"/>
            </w:pPr>
            <w:r>
              <w:t>C</w:t>
            </w:r>
            <w:r>
              <w:rPr>
                <w:vertAlign w:val="superscript"/>
              </w:rPr>
              <w:t>1</w:t>
            </w:r>
          </w:p>
        </w:tc>
        <w:tc>
          <w:tcPr>
            <w:tcW w:w="7560" w:type="dxa"/>
            <w:tcBorders>
              <w:top w:val="single" w:sz="4" w:space="0" w:color="auto"/>
              <w:left w:val="single" w:sz="4" w:space="0" w:color="auto"/>
              <w:bottom w:val="single" w:sz="4" w:space="0" w:color="auto"/>
              <w:right w:val="single" w:sz="4" w:space="0" w:color="auto"/>
            </w:tcBorders>
          </w:tcPr>
          <w:p w14:paraId="4A135AD7" w14:textId="77777777" w:rsidR="00DE2CF6" w:rsidRPr="00A15768" w:rsidRDefault="00DE2CF6" w:rsidP="00537A69">
            <w:pPr>
              <w:suppressAutoHyphens/>
              <w:rPr>
                <w:kern w:val="2"/>
                <w:lang w:val="en-CA" w:eastAsia="ar-SA"/>
              </w:rPr>
            </w:pPr>
            <w:r>
              <w:t>Supports reading Audit Logs using AuditLogQuery</w:t>
            </w:r>
          </w:p>
        </w:tc>
      </w:tr>
      <w:tr w:rsidR="00DE2CF6" w:rsidRPr="00782C80" w14:paraId="5559E5D5"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26F5B75"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45147E75" w14:textId="77777777" w:rsidR="00DE2CF6" w:rsidRPr="00782C80" w:rsidRDefault="00DE2CF6" w:rsidP="00537A69">
            <w:pPr>
              <w:jc w:val="center"/>
            </w:pPr>
            <w:r>
              <w:t>C</w:t>
            </w:r>
            <w:r>
              <w:rPr>
                <w:vertAlign w:val="superscript"/>
              </w:rPr>
              <w:t>1</w:t>
            </w:r>
          </w:p>
        </w:tc>
        <w:tc>
          <w:tcPr>
            <w:tcW w:w="7560" w:type="dxa"/>
            <w:tcBorders>
              <w:top w:val="single" w:sz="4" w:space="0" w:color="auto"/>
              <w:left w:val="single" w:sz="4" w:space="0" w:color="auto"/>
              <w:bottom w:val="single" w:sz="4" w:space="0" w:color="auto"/>
              <w:right w:val="single" w:sz="4" w:space="0" w:color="auto"/>
            </w:tcBorders>
          </w:tcPr>
          <w:p w14:paraId="3E441802" w14:textId="77777777" w:rsidR="00DE2CF6" w:rsidRPr="00782C80" w:rsidRDefault="00DE2CF6" w:rsidP="00537A69">
            <w:r>
              <w:t>Supports reading Audit Logs using ReadRange</w:t>
            </w:r>
          </w:p>
        </w:tc>
      </w:tr>
      <w:tr w:rsidR="00DE2CF6" w:rsidRPr="00782C80" w14:paraId="5E92791D"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74D305CD" w14:textId="77777777" w:rsidR="00DE2CF6" w:rsidRPr="0006110B" w:rsidRDefault="00DE2CF6" w:rsidP="00537A69">
            <w:pPr>
              <w:ind w:left="720"/>
            </w:pPr>
            <w:r w:rsidRPr="0052712D">
              <w:rPr>
                <w:vertAlign w:val="superscript"/>
              </w:rPr>
              <w:t>1</w:t>
            </w:r>
            <w:r w:rsidRPr="0052712D">
              <w:t xml:space="preserve"> At least one of these options is required</w:t>
            </w:r>
            <w:r>
              <w:t>.</w:t>
            </w:r>
          </w:p>
        </w:tc>
      </w:tr>
      <w:tr w:rsidR="00DE2CF6" w:rsidRPr="00971E0F" w14:paraId="2CD6B49D"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343D4040" w14:textId="59A0F827" w:rsidR="00DE2CF6" w:rsidRPr="00213246" w:rsidRDefault="00DE2CF6" w:rsidP="00537A69">
            <w:pPr>
              <w:rPr>
                <w:b/>
                <w:bCs/>
              </w:rPr>
            </w:pPr>
            <w:r w:rsidRPr="00213246">
              <w:rPr>
                <w:b/>
                <w:bCs/>
              </w:rPr>
              <w:t>Audit Reporting</w:t>
            </w:r>
            <w:r w:rsidR="00CD76C2">
              <w:rPr>
                <w:b/>
                <w:bCs/>
              </w:rPr>
              <w:t xml:space="preserve"> </w:t>
            </w:r>
            <w:r w:rsidRPr="00213246">
              <w:rPr>
                <w:b/>
                <w:bCs/>
              </w:rPr>
              <w:t>-</w:t>
            </w:r>
            <w:r w:rsidR="00CD76C2">
              <w:rPr>
                <w:b/>
                <w:bCs/>
              </w:rPr>
              <w:t xml:space="preserve"> </w:t>
            </w:r>
            <w:r>
              <w:rPr>
                <w:b/>
                <w:bCs/>
              </w:rPr>
              <w:t xml:space="preserve">Advanced </w:t>
            </w:r>
            <w:r w:rsidRPr="00213246">
              <w:rPr>
                <w:b/>
                <w:bCs/>
              </w:rPr>
              <w:t>View</w:t>
            </w:r>
            <w:r>
              <w:rPr>
                <w:b/>
                <w:bCs/>
              </w:rPr>
              <w:t xml:space="preserve"> and Modify</w:t>
            </w:r>
            <w:r w:rsidR="00CD76C2">
              <w:rPr>
                <w:b/>
                <w:bCs/>
              </w:rPr>
              <w:t xml:space="preserve"> </w:t>
            </w:r>
            <w:r w:rsidRPr="00213246">
              <w:rPr>
                <w:b/>
                <w:bCs/>
              </w:rPr>
              <w:t>-</w:t>
            </w:r>
            <w:r w:rsidR="00CD76C2">
              <w:rPr>
                <w:b/>
                <w:bCs/>
              </w:rPr>
              <w:t xml:space="preserve"> </w:t>
            </w:r>
            <w:r w:rsidRPr="00213246">
              <w:rPr>
                <w:b/>
                <w:bCs/>
              </w:rPr>
              <w:t>A</w:t>
            </w:r>
          </w:p>
        </w:tc>
      </w:tr>
      <w:tr w:rsidR="00DE2CF6" w:rsidRPr="00782C80" w14:paraId="2AC2ADD2"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3DBAAF3"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hideMark/>
          </w:tcPr>
          <w:p w14:paraId="5D3A03CB" w14:textId="77777777" w:rsidR="00DE2CF6" w:rsidRPr="00782C80" w:rsidRDefault="00DE2CF6" w:rsidP="00537A69">
            <w:pPr>
              <w:jc w:val="center"/>
            </w:pPr>
            <w:r w:rsidRPr="00782C80">
              <w:t>R</w:t>
            </w:r>
          </w:p>
        </w:tc>
        <w:tc>
          <w:tcPr>
            <w:tcW w:w="7560" w:type="dxa"/>
            <w:tcBorders>
              <w:top w:val="single" w:sz="4" w:space="0" w:color="auto"/>
              <w:left w:val="single" w:sz="4" w:space="0" w:color="auto"/>
              <w:bottom w:val="single" w:sz="4" w:space="0" w:color="auto"/>
              <w:right w:val="single" w:sz="4" w:space="0" w:color="auto"/>
            </w:tcBorders>
            <w:hideMark/>
          </w:tcPr>
          <w:p w14:paraId="15B06295" w14:textId="77777777" w:rsidR="00DE2CF6" w:rsidRPr="00782C80" w:rsidRDefault="00DE2CF6" w:rsidP="00537A69">
            <w:r w:rsidRPr="00782C80">
              <w:t xml:space="preserve">Base Requirements </w:t>
            </w:r>
          </w:p>
        </w:tc>
      </w:tr>
      <w:tr w:rsidR="00DE2CF6" w:rsidRPr="00782C80" w14:paraId="1988BC64"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099313E7"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6A6F4AC0" w14:textId="77777777" w:rsidR="00DE2CF6" w:rsidRPr="00782C80"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4A938CAE" w14:textId="77777777" w:rsidR="00DE2CF6" w:rsidRPr="00A15768" w:rsidRDefault="00DE2CF6" w:rsidP="00537A69">
            <w:pPr>
              <w:suppressAutoHyphens/>
              <w:rPr>
                <w:kern w:val="2"/>
                <w:lang w:val="en-CA" w:eastAsia="ar-SA"/>
              </w:rPr>
            </w:pPr>
            <w:r>
              <w:t>Supports reading Audit Logs using AuditLogQuery</w:t>
            </w:r>
          </w:p>
        </w:tc>
      </w:tr>
      <w:tr w:rsidR="00DE2CF6" w:rsidRPr="00782C80" w14:paraId="01D67FF4"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2DAFFF41"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53E0198F" w14:textId="77777777" w:rsidR="00DE2CF6" w:rsidRPr="00782C80" w:rsidRDefault="00DE2CF6" w:rsidP="00537A69">
            <w:pPr>
              <w:jc w:val="center"/>
            </w:pPr>
            <w:r>
              <w:t>R</w:t>
            </w:r>
          </w:p>
        </w:tc>
        <w:tc>
          <w:tcPr>
            <w:tcW w:w="7560" w:type="dxa"/>
            <w:tcBorders>
              <w:top w:val="single" w:sz="4" w:space="0" w:color="auto"/>
              <w:left w:val="single" w:sz="4" w:space="0" w:color="auto"/>
              <w:bottom w:val="single" w:sz="4" w:space="0" w:color="auto"/>
              <w:right w:val="single" w:sz="4" w:space="0" w:color="auto"/>
            </w:tcBorders>
          </w:tcPr>
          <w:p w14:paraId="57415E96" w14:textId="77777777" w:rsidR="00DE2CF6" w:rsidRPr="00782C80" w:rsidRDefault="00DE2CF6" w:rsidP="00537A69">
            <w:r>
              <w:t>Supports reading Audit Logs using ReadRange</w:t>
            </w:r>
          </w:p>
        </w:tc>
      </w:tr>
      <w:tr w:rsidR="00DE2CF6" w:rsidRPr="00782C80" w14:paraId="4D57F210"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1CF776DB"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5C97606A" w14:textId="77777777" w:rsidR="00DE2CF6" w:rsidRDefault="00DE2CF6" w:rsidP="00537A69">
            <w:pPr>
              <w:jc w:val="center"/>
            </w:pPr>
            <w:r>
              <w:t>R</w:t>
            </w:r>
          </w:p>
        </w:tc>
        <w:tc>
          <w:tcPr>
            <w:tcW w:w="7560" w:type="dxa"/>
          </w:tcPr>
          <w:p w14:paraId="365A9D79" w14:textId="77777777" w:rsidR="00DE2CF6" w:rsidRDefault="00DE2CF6" w:rsidP="00537A69">
            <w:r w:rsidRPr="00F95990">
              <w:t>Supports DS-RP-A</w:t>
            </w:r>
          </w:p>
        </w:tc>
      </w:tr>
      <w:tr w:rsidR="00DE2CF6" w:rsidRPr="00782C80" w14:paraId="558BFB25"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41EE381D"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6AEB8461" w14:textId="77777777" w:rsidR="00DE2CF6" w:rsidRDefault="00DE2CF6" w:rsidP="00537A69">
            <w:pPr>
              <w:jc w:val="center"/>
            </w:pPr>
            <w:r>
              <w:t>R</w:t>
            </w:r>
          </w:p>
        </w:tc>
        <w:tc>
          <w:tcPr>
            <w:tcW w:w="7560" w:type="dxa"/>
          </w:tcPr>
          <w:p w14:paraId="684260E4" w14:textId="77777777" w:rsidR="00DE2CF6" w:rsidRDefault="00DE2CF6" w:rsidP="00537A69">
            <w:r w:rsidRPr="00F95990">
              <w:t>Supports DS-WP-A</w:t>
            </w:r>
          </w:p>
        </w:tc>
      </w:tr>
      <w:tr w:rsidR="00DE2CF6" w:rsidRPr="00782C80" w14:paraId="77EA0DF2" w14:textId="77777777" w:rsidTr="00582D01">
        <w:tblPrEx>
          <w:tblLook w:val="04A0" w:firstRow="1" w:lastRow="0" w:firstColumn="1" w:lastColumn="0" w:noHBand="0" w:noVBand="1"/>
        </w:tblPrEx>
        <w:tc>
          <w:tcPr>
            <w:tcW w:w="450" w:type="dxa"/>
            <w:tcBorders>
              <w:top w:val="single" w:sz="4" w:space="0" w:color="auto"/>
              <w:left w:val="single" w:sz="4" w:space="0" w:color="auto"/>
              <w:bottom w:val="single" w:sz="4" w:space="0" w:color="auto"/>
              <w:right w:val="single" w:sz="4" w:space="0" w:color="auto"/>
            </w:tcBorders>
          </w:tcPr>
          <w:p w14:paraId="762E9EFE" w14:textId="77777777" w:rsidR="00DE2CF6" w:rsidRPr="00782C80" w:rsidRDefault="00DE2CF6" w:rsidP="00537A69">
            <w:pPr>
              <w:jc w:val="center"/>
            </w:pPr>
          </w:p>
        </w:tc>
        <w:tc>
          <w:tcPr>
            <w:tcW w:w="810" w:type="dxa"/>
            <w:tcBorders>
              <w:top w:val="single" w:sz="4" w:space="0" w:color="auto"/>
              <w:left w:val="single" w:sz="4" w:space="0" w:color="auto"/>
              <w:bottom w:val="single" w:sz="4" w:space="0" w:color="auto"/>
              <w:right w:val="single" w:sz="4" w:space="0" w:color="auto"/>
            </w:tcBorders>
          </w:tcPr>
          <w:p w14:paraId="75966D55" w14:textId="77777777" w:rsidR="00DE2CF6" w:rsidRDefault="00DE2CF6" w:rsidP="00537A69">
            <w:pPr>
              <w:jc w:val="center"/>
            </w:pPr>
            <w:r>
              <w:t>R</w:t>
            </w:r>
          </w:p>
        </w:tc>
        <w:tc>
          <w:tcPr>
            <w:tcW w:w="7560" w:type="dxa"/>
          </w:tcPr>
          <w:p w14:paraId="26ED47D9" w14:textId="77777777" w:rsidR="00DE2CF6" w:rsidRDefault="00DE2CF6" w:rsidP="00537A69">
            <w:r w:rsidRPr="00F95990">
              <w:t>Supports DM-OCD-A</w:t>
            </w:r>
          </w:p>
        </w:tc>
      </w:tr>
      <w:tr w:rsidR="00DE2CF6" w:rsidRPr="00782C80" w14:paraId="6F02355F" w14:textId="77777777" w:rsidTr="00582D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820" w:type="dxa"/>
            <w:gridSpan w:val="3"/>
            <w:tcBorders>
              <w:top w:val="single" w:sz="4" w:space="0" w:color="000000"/>
              <w:left w:val="single" w:sz="4" w:space="0" w:color="000000"/>
              <w:bottom w:val="single" w:sz="4" w:space="0" w:color="000000"/>
              <w:right w:val="single" w:sz="4" w:space="0" w:color="000000"/>
            </w:tcBorders>
            <w:shd w:val="clear" w:color="auto" w:fill="auto"/>
          </w:tcPr>
          <w:p w14:paraId="6925ED01" w14:textId="77777777" w:rsidR="00DE2CF6" w:rsidRPr="0006110B" w:rsidRDefault="00DE2CF6" w:rsidP="00537A69">
            <w:pPr>
              <w:ind w:left="720"/>
            </w:pPr>
          </w:p>
        </w:tc>
      </w:tr>
    </w:tbl>
    <w:p w14:paraId="42C680F0" w14:textId="77777777" w:rsidR="00DE2CF6" w:rsidRDefault="00DE2CF6" w:rsidP="00DE2CF6"/>
    <w:p w14:paraId="358F53F6" w14:textId="77777777" w:rsidR="00111AAF" w:rsidRDefault="00111AAF" w:rsidP="00111AAF"/>
    <w:p w14:paraId="5694C7CD" w14:textId="77777777" w:rsidR="00121CE8" w:rsidRPr="00111AAF" w:rsidRDefault="00121CE8" w:rsidP="00121CE8">
      <w:pPr>
        <w:pStyle w:val="Heading1"/>
      </w:pPr>
      <w:r>
        <w:rPr>
          <w:lang w:val="en-US"/>
        </w:rPr>
        <w:lastRenderedPageBreak/>
        <w:t>BACnet Web Services</w:t>
      </w:r>
      <w:r w:rsidRPr="00111AAF">
        <w:t xml:space="preserve"> </w:t>
      </w: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1"/>
        <w:gridCol w:w="974"/>
        <w:gridCol w:w="7495"/>
      </w:tblGrid>
      <w:tr w:rsidR="00121CE8" w:rsidRPr="00111AAF" w14:paraId="50897FA3" w14:textId="77777777" w:rsidTr="00740BD1">
        <w:trPr>
          <w:cantSplit/>
          <w:trHeight w:val="980"/>
          <w:tblHeader/>
        </w:trPr>
        <w:tc>
          <w:tcPr>
            <w:tcW w:w="441" w:type="dxa"/>
            <w:textDirection w:val="tbRl"/>
          </w:tcPr>
          <w:p w14:paraId="24C1EF99" w14:textId="77777777" w:rsidR="00121CE8" w:rsidRPr="00111AAF" w:rsidRDefault="00121CE8" w:rsidP="00740BD1">
            <w:pPr>
              <w:jc w:val="center"/>
            </w:pPr>
            <w:r w:rsidRPr="00111AAF">
              <w:br w:type="page"/>
            </w:r>
            <w:r w:rsidRPr="00111AAF">
              <w:br w:type="page"/>
            </w:r>
            <w:r w:rsidRPr="00111AAF">
              <w:rPr>
                <w:b/>
              </w:rPr>
              <w:t>Support</w:t>
            </w:r>
          </w:p>
        </w:tc>
        <w:tc>
          <w:tcPr>
            <w:tcW w:w="974" w:type="dxa"/>
            <w:textDirection w:val="tbRl"/>
          </w:tcPr>
          <w:p w14:paraId="3F11782E" w14:textId="77777777" w:rsidR="00121CE8" w:rsidRPr="00111AAF" w:rsidRDefault="00121CE8" w:rsidP="00740BD1">
            <w:pPr>
              <w:ind w:left="113" w:right="113"/>
              <w:jc w:val="center"/>
              <w:rPr>
                <w:b/>
                <w:bCs/>
              </w:rPr>
            </w:pPr>
            <w:r w:rsidRPr="00111AAF">
              <w:rPr>
                <w:b/>
                <w:bCs/>
              </w:rPr>
              <w:t>Listing</w:t>
            </w:r>
          </w:p>
        </w:tc>
        <w:tc>
          <w:tcPr>
            <w:tcW w:w="7495" w:type="dxa"/>
            <w:vAlign w:val="center"/>
          </w:tcPr>
          <w:p w14:paraId="1C3C4E03" w14:textId="77777777" w:rsidR="00121CE8" w:rsidRPr="00111AAF" w:rsidRDefault="00121CE8" w:rsidP="00740BD1">
            <w:r w:rsidRPr="00111AAF">
              <w:rPr>
                <w:b/>
              </w:rPr>
              <w:t>Option</w:t>
            </w:r>
          </w:p>
        </w:tc>
      </w:tr>
      <w:tr w:rsidR="00121CE8" w:rsidRPr="00F95990" w14:paraId="01345D3E" w14:textId="77777777" w:rsidTr="00740BD1">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45F2730C" w14:textId="77777777" w:rsidR="00121CE8" w:rsidRPr="00F95990" w:rsidRDefault="00121CE8" w:rsidP="00740BD1">
            <w:pPr>
              <w:rPr>
                <w:b/>
                <w:bCs/>
              </w:rPr>
            </w:pPr>
            <w:r>
              <w:rPr>
                <w:b/>
                <w:bCs/>
              </w:rPr>
              <w:t>BACnet Web Services Client</w:t>
            </w:r>
          </w:p>
        </w:tc>
      </w:tr>
      <w:tr w:rsidR="00121CE8" w:rsidRPr="00F95990" w14:paraId="39D594F4" w14:textId="77777777" w:rsidTr="00740BD1">
        <w:tc>
          <w:tcPr>
            <w:tcW w:w="441" w:type="dxa"/>
          </w:tcPr>
          <w:p w14:paraId="50E9CABF" w14:textId="77777777" w:rsidR="00121CE8" w:rsidRPr="00F95990" w:rsidRDefault="00121CE8" w:rsidP="00740BD1">
            <w:pPr>
              <w:jc w:val="center"/>
            </w:pPr>
          </w:p>
        </w:tc>
        <w:tc>
          <w:tcPr>
            <w:tcW w:w="974" w:type="dxa"/>
          </w:tcPr>
          <w:p w14:paraId="3413D635" w14:textId="77777777" w:rsidR="00121CE8" w:rsidRDefault="00121CE8" w:rsidP="00740BD1">
            <w:pPr>
              <w:jc w:val="center"/>
            </w:pPr>
            <w:r>
              <w:t>R</w:t>
            </w:r>
            <w:r>
              <w:rPr>
                <w:vertAlign w:val="superscript"/>
              </w:rPr>
              <w:t>1</w:t>
            </w:r>
          </w:p>
        </w:tc>
        <w:tc>
          <w:tcPr>
            <w:tcW w:w="7495" w:type="dxa"/>
          </w:tcPr>
          <w:p w14:paraId="780D85DE" w14:textId="77777777" w:rsidR="00121CE8" w:rsidRDefault="00121CE8" w:rsidP="00740BD1">
            <w:r>
              <w:t>Base Requirements</w:t>
            </w:r>
          </w:p>
        </w:tc>
      </w:tr>
      <w:tr w:rsidR="00121CE8" w:rsidRPr="00EB4C12" w14:paraId="52851038" w14:textId="77777777" w:rsidTr="00740BD1">
        <w:trPr>
          <w:cantSplit/>
        </w:trPr>
        <w:tc>
          <w:tcPr>
            <w:tcW w:w="8910" w:type="dxa"/>
            <w:gridSpan w:val="3"/>
            <w:tcBorders>
              <w:top w:val="single" w:sz="4" w:space="0" w:color="auto"/>
              <w:left w:val="single" w:sz="4" w:space="0" w:color="auto"/>
              <w:bottom w:val="single" w:sz="4" w:space="0" w:color="auto"/>
              <w:right w:val="single" w:sz="4" w:space="0" w:color="auto"/>
            </w:tcBorders>
          </w:tcPr>
          <w:p w14:paraId="51C01F7E" w14:textId="77777777" w:rsidR="00121CE8" w:rsidRPr="00EB4C12" w:rsidRDefault="00121CE8" w:rsidP="00740BD1">
            <w:pPr>
              <w:ind w:left="720"/>
            </w:pPr>
            <w:r>
              <w:rPr>
                <w:vertAlign w:val="superscript"/>
                <w:lang w:val="en-CA"/>
              </w:rPr>
              <w:t>1</w:t>
            </w:r>
            <w:r w:rsidRPr="00EB4C12">
              <w:rPr>
                <w:vertAlign w:val="superscript"/>
                <w:lang w:val="en-CA"/>
              </w:rPr>
              <w:t xml:space="preserve"> </w:t>
            </w:r>
            <w:r>
              <w:t>Contact BTL for interim tests for this functionality.</w:t>
            </w:r>
          </w:p>
        </w:tc>
      </w:tr>
      <w:tr w:rsidR="00121CE8" w:rsidRPr="00F95990" w14:paraId="13009374" w14:textId="77777777" w:rsidTr="00740BD1">
        <w:tblPrEx>
          <w:tblLook w:val="04A0" w:firstRow="1" w:lastRow="0" w:firstColumn="1" w:lastColumn="0" w:noHBand="0" w:noVBand="1"/>
        </w:tblPrEx>
        <w:tc>
          <w:tcPr>
            <w:tcW w:w="8910" w:type="dxa"/>
            <w:gridSpan w:val="3"/>
            <w:tcBorders>
              <w:top w:val="single" w:sz="4" w:space="0" w:color="auto"/>
              <w:left w:val="single" w:sz="4" w:space="0" w:color="auto"/>
              <w:bottom w:val="single" w:sz="4" w:space="0" w:color="auto"/>
              <w:right w:val="single" w:sz="4" w:space="0" w:color="auto"/>
            </w:tcBorders>
          </w:tcPr>
          <w:p w14:paraId="55CC2050" w14:textId="77777777" w:rsidR="00121CE8" w:rsidRPr="00F95990" w:rsidRDefault="00121CE8" w:rsidP="00740BD1">
            <w:pPr>
              <w:rPr>
                <w:b/>
                <w:bCs/>
              </w:rPr>
            </w:pPr>
            <w:r>
              <w:rPr>
                <w:b/>
                <w:bCs/>
              </w:rPr>
              <w:t>BACnet Web Services Server</w:t>
            </w:r>
          </w:p>
        </w:tc>
      </w:tr>
      <w:tr w:rsidR="00121CE8" w:rsidRPr="00F95990" w14:paraId="294CD9F4" w14:textId="77777777" w:rsidTr="00740BD1">
        <w:tc>
          <w:tcPr>
            <w:tcW w:w="441" w:type="dxa"/>
          </w:tcPr>
          <w:p w14:paraId="18257C52" w14:textId="77777777" w:rsidR="00121CE8" w:rsidRPr="00F95990" w:rsidRDefault="00121CE8" w:rsidP="00740BD1">
            <w:pPr>
              <w:jc w:val="center"/>
            </w:pPr>
          </w:p>
        </w:tc>
        <w:tc>
          <w:tcPr>
            <w:tcW w:w="974" w:type="dxa"/>
          </w:tcPr>
          <w:p w14:paraId="711F0B96" w14:textId="77777777" w:rsidR="00121CE8" w:rsidRDefault="00121CE8" w:rsidP="00740BD1">
            <w:pPr>
              <w:jc w:val="center"/>
            </w:pPr>
            <w:r>
              <w:t>R</w:t>
            </w:r>
            <w:r>
              <w:rPr>
                <w:vertAlign w:val="superscript"/>
              </w:rPr>
              <w:t>1</w:t>
            </w:r>
          </w:p>
        </w:tc>
        <w:tc>
          <w:tcPr>
            <w:tcW w:w="7495" w:type="dxa"/>
          </w:tcPr>
          <w:p w14:paraId="4F0C635E" w14:textId="77777777" w:rsidR="00121CE8" w:rsidRDefault="00121CE8" w:rsidP="00740BD1">
            <w:r>
              <w:t>Base Requirements</w:t>
            </w:r>
          </w:p>
        </w:tc>
      </w:tr>
      <w:tr w:rsidR="00121CE8" w:rsidRPr="00EB4C12" w14:paraId="5DA5B98B" w14:textId="77777777" w:rsidTr="00740BD1">
        <w:trPr>
          <w:cantSplit/>
        </w:trPr>
        <w:tc>
          <w:tcPr>
            <w:tcW w:w="8910" w:type="dxa"/>
            <w:gridSpan w:val="3"/>
            <w:tcBorders>
              <w:top w:val="single" w:sz="4" w:space="0" w:color="auto"/>
              <w:left w:val="single" w:sz="4" w:space="0" w:color="auto"/>
              <w:bottom w:val="single" w:sz="4" w:space="0" w:color="auto"/>
              <w:right w:val="single" w:sz="4" w:space="0" w:color="auto"/>
            </w:tcBorders>
          </w:tcPr>
          <w:p w14:paraId="04522017" w14:textId="77777777" w:rsidR="00121CE8" w:rsidRPr="00EB4C12" w:rsidRDefault="00121CE8" w:rsidP="00740BD1">
            <w:pPr>
              <w:ind w:left="720"/>
            </w:pPr>
            <w:r>
              <w:rPr>
                <w:vertAlign w:val="superscript"/>
                <w:lang w:val="en-CA"/>
              </w:rPr>
              <w:t>1</w:t>
            </w:r>
            <w:r w:rsidRPr="00EB4C12">
              <w:rPr>
                <w:vertAlign w:val="superscript"/>
                <w:lang w:val="en-CA"/>
              </w:rPr>
              <w:t xml:space="preserve"> </w:t>
            </w:r>
            <w:r>
              <w:t>Contact BTL for interim tests for this functionality.</w:t>
            </w:r>
          </w:p>
        </w:tc>
      </w:tr>
    </w:tbl>
    <w:p w14:paraId="39CBE343" w14:textId="77777777" w:rsidR="00121CE8" w:rsidRDefault="00121CE8" w:rsidP="00121CE8"/>
    <w:p w14:paraId="5DDA4C0B" w14:textId="77777777" w:rsidR="00121CE8" w:rsidRDefault="00121CE8" w:rsidP="00111AAF"/>
    <w:p w14:paraId="1AA41F82" w14:textId="77777777" w:rsidR="00121CE8" w:rsidRPr="00111AAF" w:rsidRDefault="00121CE8" w:rsidP="00111AAF"/>
    <w:p w14:paraId="25598C14" w14:textId="77777777" w:rsidR="00E97BFA" w:rsidRPr="00E97BFA" w:rsidRDefault="00E97BFA">
      <w:pPr>
        <w:sectPr w:rsidR="00E97BFA" w:rsidRPr="00E97BFA">
          <w:headerReference w:type="default" r:id="rId12"/>
          <w:footerReference w:type="default" r:id="rId13"/>
          <w:pgSz w:w="12240" w:h="15840"/>
          <w:pgMar w:top="1350" w:right="1800" w:bottom="1440" w:left="1800" w:header="720" w:footer="720" w:gutter="0"/>
          <w:pgNumType w:start="1"/>
          <w:cols w:space="720"/>
        </w:sectPr>
      </w:pPr>
    </w:p>
    <w:p w14:paraId="775FAA89" w14:textId="77777777" w:rsidR="008C024F" w:rsidRPr="00E97BFA" w:rsidRDefault="008C024F"/>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3"/>
        <w:gridCol w:w="1354"/>
        <w:gridCol w:w="1467"/>
        <w:gridCol w:w="16"/>
        <w:gridCol w:w="4632"/>
      </w:tblGrid>
      <w:tr w:rsidR="008C024F" w:rsidRPr="00E97BFA" w14:paraId="4049E965" w14:textId="77777777" w:rsidTr="0045684F">
        <w:tc>
          <w:tcPr>
            <w:tcW w:w="1233" w:type="dxa"/>
            <w:tcBorders>
              <w:bottom w:val="single" w:sz="4" w:space="0" w:color="auto"/>
            </w:tcBorders>
            <w:shd w:val="clear" w:color="auto" w:fill="FFFF99"/>
          </w:tcPr>
          <w:p w14:paraId="2C1E50B8" w14:textId="77777777" w:rsidR="008C024F" w:rsidRPr="00E97BFA" w:rsidRDefault="008C024F">
            <w:pPr>
              <w:pStyle w:val="Script"/>
              <w:ind w:left="0"/>
              <w:rPr>
                <w:b/>
                <w:bCs/>
              </w:rPr>
            </w:pPr>
            <w:r w:rsidRPr="00E97BFA">
              <w:rPr>
                <w:b/>
                <w:bCs/>
              </w:rPr>
              <w:t>Version</w:t>
            </w:r>
          </w:p>
        </w:tc>
        <w:tc>
          <w:tcPr>
            <w:tcW w:w="1354" w:type="dxa"/>
            <w:tcBorders>
              <w:bottom w:val="single" w:sz="4" w:space="0" w:color="auto"/>
            </w:tcBorders>
            <w:shd w:val="clear" w:color="auto" w:fill="FFFF99"/>
          </w:tcPr>
          <w:p w14:paraId="220B5B91" w14:textId="77777777" w:rsidR="008C024F" w:rsidRPr="00E97BFA" w:rsidRDefault="008C024F">
            <w:pPr>
              <w:pStyle w:val="Script"/>
              <w:ind w:left="0"/>
              <w:rPr>
                <w:b/>
                <w:bCs/>
              </w:rPr>
            </w:pPr>
            <w:r w:rsidRPr="00E97BFA">
              <w:rPr>
                <w:b/>
                <w:bCs/>
              </w:rPr>
              <w:t>Date</w:t>
            </w:r>
          </w:p>
        </w:tc>
        <w:tc>
          <w:tcPr>
            <w:tcW w:w="1467" w:type="dxa"/>
            <w:tcBorders>
              <w:bottom w:val="single" w:sz="4" w:space="0" w:color="auto"/>
            </w:tcBorders>
            <w:shd w:val="clear" w:color="auto" w:fill="FFFF99"/>
          </w:tcPr>
          <w:p w14:paraId="28C49069" w14:textId="77777777" w:rsidR="008C024F" w:rsidRPr="00E97BFA" w:rsidRDefault="008C024F">
            <w:pPr>
              <w:pStyle w:val="Script"/>
              <w:ind w:left="0"/>
              <w:rPr>
                <w:b/>
                <w:bCs/>
              </w:rPr>
            </w:pPr>
            <w:r w:rsidRPr="00E97BFA">
              <w:rPr>
                <w:b/>
                <w:bCs/>
              </w:rPr>
              <w:t>Author</w:t>
            </w:r>
          </w:p>
        </w:tc>
        <w:tc>
          <w:tcPr>
            <w:tcW w:w="4648" w:type="dxa"/>
            <w:gridSpan w:val="2"/>
            <w:tcBorders>
              <w:bottom w:val="single" w:sz="4" w:space="0" w:color="auto"/>
            </w:tcBorders>
            <w:shd w:val="clear" w:color="auto" w:fill="FFFF99"/>
          </w:tcPr>
          <w:p w14:paraId="17E4D19B" w14:textId="77777777" w:rsidR="008C024F" w:rsidRPr="00E97BFA" w:rsidRDefault="008C024F">
            <w:pPr>
              <w:pStyle w:val="Script"/>
              <w:ind w:left="0"/>
              <w:rPr>
                <w:b/>
                <w:bCs/>
              </w:rPr>
            </w:pPr>
            <w:r w:rsidRPr="00E97BFA">
              <w:rPr>
                <w:b/>
                <w:bCs/>
              </w:rPr>
              <w:t>Change</w:t>
            </w:r>
          </w:p>
        </w:tc>
      </w:tr>
      <w:tr w:rsidR="00632463" w:rsidRPr="00E97BFA" w14:paraId="01ECF3B8" w14:textId="77777777" w:rsidTr="0045684F">
        <w:tc>
          <w:tcPr>
            <w:tcW w:w="1233" w:type="dxa"/>
            <w:tcBorders>
              <w:top w:val="single" w:sz="4" w:space="0" w:color="auto"/>
              <w:bottom w:val="single" w:sz="4" w:space="0" w:color="auto"/>
              <w:right w:val="single" w:sz="4" w:space="0" w:color="auto"/>
            </w:tcBorders>
          </w:tcPr>
          <w:p w14:paraId="6E8BA978" w14:textId="77777777" w:rsidR="00632463" w:rsidRPr="00E97BFA" w:rsidRDefault="00632463">
            <w:pPr>
              <w:pStyle w:val="Script"/>
              <w:ind w:left="0"/>
            </w:pPr>
            <w:r w:rsidRPr="00E97BFA">
              <w:t>4.0.0</w:t>
            </w:r>
          </w:p>
        </w:tc>
        <w:tc>
          <w:tcPr>
            <w:tcW w:w="1354" w:type="dxa"/>
            <w:tcBorders>
              <w:top w:val="single" w:sz="4" w:space="0" w:color="auto"/>
              <w:left w:val="single" w:sz="4" w:space="0" w:color="auto"/>
              <w:bottom w:val="single" w:sz="4" w:space="0" w:color="auto"/>
              <w:right w:val="single" w:sz="4" w:space="0" w:color="auto"/>
            </w:tcBorders>
          </w:tcPr>
          <w:p w14:paraId="7EF1625E" w14:textId="77777777" w:rsidR="00632463" w:rsidRPr="00E97BFA" w:rsidRDefault="00632463">
            <w:pPr>
              <w:pStyle w:val="Script"/>
              <w:ind w:left="0"/>
            </w:pPr>
            <w:r w:rsidRPr="00E97BFA">
              <w:t>13-Sept-2006</w:t>
            </w:r>
          </w:p>
        </w:tc>
        <w:tc>
          <w:tcPr>
            <w:tcW w:w="1467" w:type="dxa"/>
            <w:tcBorders>
              <w:top w:val="single" w:sz="4" w:space="0" w:color="auto"/>
              <w:left w:val="single" w:sz="4" w:space="0" w:color="auto"/>
              <w:bottom w:val="single" w:sz="4" w:space="0" w:color="auto"/>
              <w:right w:val="single" w:sz="4" w:space="0" w:color="auto"/>
            </w:tcBorders>
          </w:tcPr>
          <w:p w14:paraId="0D57A112" w14:textId="77777777" w:rsidR="00632463" w:rsidRPr="00E97BFA" w:rsidRDefault="00632463">
            <w:pPr>
              <w:pStyle w:val="Script"/>
              <w:ind w:left="0"/>
            </w:pPr>
            <w:r w:rsidRPr="00E97BFA">
              <w:t>Carl Neilson</w:t>
            </w:r>
          </w:p>
        </w:tc>
        <w:tc>
          <w:tcPr>
            <w:tcW w:w="4648" w:type="dxa"/>
            <w:gridSpan w:val="2"/>
            <w:tcBorders>
              <w:top w:val="single" w:sz="4" w:space="0" w:color="auto"/>
              <w:left w:val="single" w:sz="4" w:space="0" w:color="auto"/>
              <w:bottom w:val="single" w:sz="4" w:space="0" w:color="auto"/>
            </w:tcBorders>
          </w:tcPr>
          <w:p w14:paraId="75CAD8D2" w14:textId="77777777" w:rsidR="00632463" w:rsidRPr="00E97BFA" w:rsidRDefault="00632463">
            <w:pPr>
              <w:pStyle w:val="cellbullet"/>
            </w:pPr>
            <w:r w:rsidRPr="00E97BFA">
              <w:t>Changed revision numbering</w:t>
            </w:r>
          </w:p>
        </w:tc>
      </w:tr>
      <w:tr w:rsidR="00E454EE" w:rsidRPr="00E97BFA" w14:paraId="7D1D73B0" w14:textId="77777777" w:rsidTr="0045684F">
        <w:tc>
          <w:tcPr>
            <w:tcW w:w="1233" w:type="dxa"/>
            <w:tcBorders>
              <w:top w:val="single" w:sz="4" w:space="0" w:color="auto"/>
              <w:bottom w:val="single" w:sz="4" w:space="0" w:color="auto"/>
              <w:right w:val="single" w:sz="4" w:space="0" w:color="auto"/>
            </w:tcBorders>
          </w:tcPr>
          <w:p w14:paraId="7A4E7E08" w14:textId="77777777" w:rsidR="00E454EE" w:rsidRDefault="00E454EE">
            <w:pPr>
              <w:pStyle w:val="Script"/>
              <w:ind w:left="0"/>
            </w:pPr>
            <w:r>
              <w:t>5.0.final</w:t>
            </w:r>
          </w:p>
        </w:tc>
        <w:tc>
          <w:tcPr>
            <w:tcW w:w="1354" w:type="dxa"/>
            <w:tcBorders>
              <w:top w:val="single" w:sz="4" w:space="0" w:color="auto"/>
              <w:left w:val="single" w:sz="4" w:space="0" w:color="auto"/>
              <w:bottom w:val="single" w:sz="4" w:space="0" w:color="auto"/>
              <w:right w:val="single" w:sz="4" w:space="0" w:color="auto"/>
            </w:tcBorders>
          </w:tcPr>
          <w:p w14:paraId="3045EED9" w14:textId="77777777" w:rsidR="00E454EE" w:rsidRDefault="00147B7D" w:rsidP="00116721">
            <w:pPr>
              <w:pStyle w:val="Script"/>
              <w:ind w:left="0"/>
            </w:pPr>
            <w:r>
              <w:t>7-Jul-2009</w:t>
            </w:r>
          </w:p>
        </w:tc>
        <w:tc>
          <w:tcPr>
            <w:tcW w:w="1467" w:type="dxa"/>
            <w:tcBorders>
              <w:top w:val="single" w:sz="4" w:space="0" w:color="auto"/>
              <w:left w:val="single" w:sz="4" w:space="0" w:color="auto"/>
              <w:bottom w:val="single" w:sz="4" w:space="0" w:color="auto"/>
              <w:right w:val="single" w:sz="4" w:space="0" w:color="auto"/>
            </w:tcBorders>
          </w:tcPr>
          <w:p w14:paraId="05E8C1A5" w14:textId="77777777" w:rsidR="00E454EE" w:rsidRDefault="00E454EE">
            <w:pPr>
              <w:pStyle w:val="Script"/>
              <w:ind w:left="0"/>
            </w:pPr>
            <w:r>
              <w:t>Lori Tribble</w:t>
            </w:r>
          </w:p>
        </w:tc>
        <w:tc>
          <w:tcPr>
            <w:tcW w:w="4648" w:type="dxa"/>
            <w:gridSpan w:val="2"/>
            <w:tcBorders>
              <w:top w:val="single" w:sz="4" w:space="0" w:color="auto"/>
              <w:left w:val="single" w:sz="4" w:space="0" w:color="auto"/>
              <w:bottom w:val="single" w:sz="4" w:space="0" w:color="auto"/>
            </w:tcBorders>
          </w:tcPr>
          <w:p w14:paraId="4D597D01" w14:textId="77777777" w:rsidR="00E454EE" w:rsidRDefault="00E454EE" w:rsidP="007B5D9A">
            <w:pPr>
              <w:pStyle w:val="cellbullet"/>
            </w:pPr>
            <w:r>
              <w:t>Renamed to final.</w:t>
            </w:r>
          </w:p>
        </w:tc>
      </w:tr>
      <w:tr w:rsidR="00DB5229" w14:paraId="0CFC2B59" w14:textId="77777777" w:rsidTr="0045684F">
        <w:tc>
          <w:tcPr>
            <w:tcW w:w="1233" w:type="dxa"/>
            <w:tcBorders>
              <w:top w:val="single" w:sz="4" w:space="0" w:color="auto"/>
              <w:left w:val="single" w:sz="4" w:space="0" w:color="auto"/>
              <w:bottom w:val="single" w:sz="4" w:space="0" w:color="auto"/>
              <w:right w:val="single" w:sz="4" w:space="0" w:color="auto"/>
            </w:tcBorders>
          </w:tcPr>
          <w:p w14:paraId="6DEC2F74" w14:textId="77777777" w:rsidR="00DB5229" w:rsidRDefault="00DB5229">
            <w:pPr>
              <w:pStyle w:val="Script"/>
              <w:ind w:left="0"/>
            </w:pPr>
            <w:r>
              <w:t>6.0.1</w:t>
            </w:r>
          </w:p>
        </w:tc>
        <w:tc>
          <w:tcPr>
            <w:tcW w:w="1354" w:type="dxa"/>
            <w:tcBorders>
              <w:top w:val="single" w:sz="4" w:space="0" w:color="auto"/>
              <w:left w:val="single" w:sz="4" w:space="0" w:color="auto"/>
              <w:bottom w:val="single" w:sz="4" w:space="0" w:color="auto"/>
              <w:right w:val="single" w:sz="4" w:space="0" w:color="auto"/>
            </w:tcBorders>
          </w:tcPr>
          <w:p w14:paraId="18E5738C" w14:textId="77777777" w:rsidR="00DB5229" w:rsidRDefault="00DB5229">
            <w:pPr>
              <w:pStyle w:val="Script"/>
              <w:ind w:left="0"/>
            </w:pPr>
            <w:r>
              <w:t>14-Jul-2010</w:t>
            </w:r>
          </w:p>
        </w:tc>
        <w:tc>
          <w:tcPr>
            <w:tcW w:w="1467" w:type="dxa"/>
            <w:tcBorders>
              <w:top w:val="single" w:sz="4" w:space="0" w:color="auto"/>
              <w:left w:val="single" w:sz="4" w:space="0" w:color="auto"/>
              <w:bottom w:val="single" w:sz="4" w:space="0" w:color="auto"/>
              <w:right w:val="single" w:sz="4" w:space="0" w:color="auto"/>
            </w:tcBorders>
          </w:tcPr>
          <w:p w14:paraId="358E85D2" w14:textId="77777777" w:rsidR="00DB5229" w:rsidRDefault="00DB5229">
            <w:pPr>
              <w:pStyle w:val="Script"/>
              <w:ind w:left="0"/>
            </w:pPr>
            <w:r>
              <w:t>Duffy O’Craven</w:t>
            </w:r>
          </w:p>
        </w:tc>
        <w:tc>
          <w:tcPr>
            <w:tcW w:w="4648" w:type="dxa"/>
            <w:gridSpan w:val="2"/>
            <w:tcBorders>
              <w:top w:val="single" w:sz="4" w:space="0" w:color="auto"/>
              <w:left w:val="single" w:sz="4" w:space="0" w:color="auto"/>
              <w:bottom w:val="single" w:sz="4" w:space="0" w:color="auto"/>
              <w:right w:val="single" w:sz="4" w:space="0" w:color="auto"/>
            </w:tcBorders>
          </w:tcPr>
          <w:p w14:paraId="37B09977" w14:textId="77777777" w:rsidR="00DB5229" w:rsidRDefault="00DB5229" w:rsidP="00C91E67">
            <w:pPr>
              <w:pStyle w:val="cellbullet"/>
              <w:numPr>
                <w:ilvl w:val="0"/>
                <w:numId w:val="10"/>
              </w:numPr>
              <w:tabs>
                <w:tab w:val="clear" w:pos="720"/>
              </w:tabs>
              <w:ind w:left="72" w:hanging="180"/>
            </w:pPr>
            <w:r>
              <w:t>Added object types and datatypes</w:t>
            </w:r>
          </w:p>
        </w:tc>
      </w:tr>
      <w:tr w:rsidR="00CD0CF2" w14:paraId="274DF28C" w14:textId="77777777" w:rsidTr="0045684F">
        <w:tc>
          <w:tcPr>
            <w:tcW w:w="1233" w:type="dxa"/>
            <w:tcBorders>
              <w:top w:val="single" w:sz="4" w:space="0" w:color="auto"/>
              <w:left w:val="single" w:sz="4" w:space="0" w:color="auto"/>
              <w:bottom w:val="single" w:sz="4" w:space="0" w:color="auto"/>
              <w:right w:val="single" w:sz="4" w:space="0" w:color="auto"/>
            </w:tcBorders>
          </w:tcPr>
          <w:p w14:paraId="4117A2E4" w14:textId="77777777" w:rsidR="00CD0CF2" w:rsidRDefault="00CD0CF2" w:rsidP="00FD504F">
            <w:pPr>
              <w:pStyle w:val="Script"/>
              <w:ind w:left="0"/>
            </w:pPr>
            <w:r>
              <w:t>9.0.final</w:t>
            </w:r>
          </w:p>
        </w:tc>
        <w:tc>
          <w:tcPr>
            <w:tcW w:w="1354" w:type="dxa"/>
            <w:tcBorders>
              <w:top w:val="single" w:sz="4" w:space="0" w:color="auto"/>
              <w:left w:val="single" w:sz="4" w:space="0" w:color="auto"/>
              <w:bottom w:val="single" w:sz="4" w:space="0" w:color="auto"/>
              <w:right w:val="single" w:sz="4" w:space="0" w:color="auto"/>
            </w:tcBorders>
          </w:tcPr>
          <w:p w14:paraId="42D0C917" w14:textId="77777777" w:rsidR="00CD0CF2" w:rsidRDefault="00CD0CF2" w:rsidP="00FD504F">
            <w:pPr>
              <w:pStyle w:val="Script"/>
              <w:ind w:left="0"/>
            </w:pPr>
            <w:r>
              <w:t>01-Dec-2011</w:t>
            </w:r>
          </w:p>
        </w:tc>
        <w:tc>
          <w:tcPr>
            <w:tcW w:w="1467" w:type="dxa"/>
            <w:tcBorders>
              <w:top w:val="single" w:sz="4" w:space="0" w:color="auto"/>
              <w:left w:val="single" w:sz="4" w:space="0" w:color="auto"/>
              <w:bottom w:val="single" w:sz="4" w:space="0" w:color="auto"/>
              <w:right w:val="single" w:sz="4" w:space="0" w:color="auto"/>
            </w:tcBorders>
          </w:tcPr>
          <w:p w14:paraId="5EBF3D0A" w14:textId="77777777" w:rsidR="00CD0CF2" w:rsidRDefault="00CD0CF2" w:rsidP="00FD504F">
            <w:pPr>
              <w:pStyle w:val="Script"/>
              <w:ind w:left="0"/>
            </w:pPr>
            <w:r>
              <w:t>Duffy O’Craven</w:t>
            </w:r>
          </w:p>
        </w:tc>
        <w:tc>
          <w:tcPr>
            <w:tcW w:w="4648" w:type="dxa"/>
            <w:gridSpan w:val="2"/>
            <w:tcBorders>
              <w:top w:val="single" w:sz="4" w:space="0" w:color="auto"/>
              <w:left w:val="single" w:sz="4" w:space="0" w:color="auto"/>
              <w:bottom w:val="single" w:sz="4" w:space="0" w:color="auto"/>
              <w:right w:val="single" w:sz="4" w:space="0" w:color="auto"/>
            </w:tcBorders>
          </w:tcPr>
          <w:p w14:paraId="69957F9F" w14:textId="77777777" w:rsidR="00CD0CF2" w:rsidRDefault="00CD0CF2" w:rsidP="00C91E67">
            <w:pPr>
              <w:pStyle w:val="CellBUllet0"/>
              <w:numPr>
                <w:ilvl w:val="0"/>
                <w:numId w:val="11"/>
              </w:numPr>
              <w:tabs>
                <w:tab w:val="num" w:pos="72"/>
              </w:tabs>
              <w:ind w:left="72" w:hanging="180"/>
            </w:pPr>
            <w:r>
              <w:t>Updated from 9.0.22</w:t>
            </w:r>
            <w:r w:rsidRPr="00916A82">
              <w:t xml:space="preserve"> to 9.0.</w:t>
            </w:r>
            <w:r>
              <w:t>final,</w:t>
            </w:r>
            <w:r w:rsidRPr="00916A82">
              <w:t xml:space="preserve"> </w:t>
            </w:r>
            <w:r>
              <w:t xml:space="preserve">accepting all </w:t>
            </w:r>
            <w:r w:rsidRPr="00916A82">
              <w:t>change</w:t>
            </w:r>
            <w:r>
              <w:t xml:space="preserve"> tracking</w:t>
            </w:r>
          </w:p>
        </w:tc>
      </w:tr>
      <w:tr w:rsidR="003B5CF3" w14:paraId="1482978E" w14:textId="77777777" w:rsidTr="0045684F">
        <w:tc>
          <w:tcPr>
            <w:tcW w:w="1233" w:type="dxa"/>
            <w:tcBorders>
              <w:top w:val="single" w:sz="4" w:space="0" w:color="auto"/>
              <w:left w:val="single" w:sz="4" w:space="0" w:color="auto"/>
              <w:bottom w:val="single" w:sz="4" w:space="0" w:color="auto"/>
              <w:right w:val="single" w:sz="4" w:space="0" w:color="auto"/>
            </w:tcBorders>
          </w:tcPr>
          <w:p w14:paraId="745E9B08" w14:textId="77777777" w:rsidR="003B5CF3" w:rsidRDefault="003B5CF3" w:rsidP="00FD504F">
            <w:pPr>
              <w:pStyle w:val="Script"/>
              <w:ind w:left="0"/>
            </w:pPr>
            <w:r>
              <w:t>12.0.final</w:t>
            </w:r>
          </w:p>
        </w:tc>
        <w:tc>
          <w:tcPr>
            <w:tcW w:w="1354" w:type="dxa"/>
            <w:tcBorders>
              <w:top w:val="single" w:sz="4" w:space="0" w:color="auto"/>
              <w:left w:val="single" w:sz="4" w:space="0" w:color="auto"/>
              <w:bottom w:val="single" w:sz="4" w:space="0" w:color="auto"/>
              <w:right w:val="single" w:sz="4" w:space="0" w:color="auto"/>
            </w:tcBorders>
          </w:tcPr>
          <w:p w14:paraId="6C6E6842" w14:textId="77777777" w:rsidR="003B5CF3" w:rsidRDefault="003B5CF3" w:rsidP="00FD504F">
            <w:pPr>
              <w:pStyle w:val="Script"/>
              <w:ind w:left="0"/>
            </w:pPr>
            <w:r>
              <w:t>02-Aug-2012</w:t>
            </w:r>
          </w:p>
        </w:tc>
        <w:tc>
          <w:tcPr>
            <w:tcW w:w="1467" w:type="dxa"/>
            <w:tcBorders>
              <w:top w:val="single" w:sz="4" w:space="0" w:color="auto"/>
              <w:left w:val="single" w:sz="4" w:space="0" w:color="auto"/>
              <w:bottom w:val="single" w:sz="4" w:space="0" w:color="auto"/>
              <w:right w:val="single" w:sz="4" w:space="0" w:color="auto"/>
            </w:tcBorders>
          </w:tcPr>
          <w:p w14:paraId="62A28A9C" w14:textId="77777777" w:rsidR="003B5CF3" w:rsidRDefault="003B5CF3" w:rsidP="00FD504F">
            <w:pPr>
              <w:pStyle w:val="Script"/>
              <w:ind w:left="0"/>
            </w:pPr>
            <w:r>
              <w:t>Lori Tribble</w:t>
            </w:r>
          </w:p>
        </w:tc>
        <w:tc>
          <w:tcPr>
            <w:tcW w:w="4648" w:type="dxa"/>
            <w:gridSpan w:val="2"/>
            <w:tcBorders>
              <w:top w:val="single" w:sz="4" w:space="0" w:color="auto"/>
              <w:left w:val="single" w:sz="4" w:space="0" w:color="auto"/>
              <w:bottom w:val="single" w:sz="4" w:space="0" w:color="auto"/>
              <w:right w:val="single" w:sz="4" w:space="0" w:color="auto"/>
            </w:tcBorders>
          </w:tcPr>
          <w:p w14:paraId="10AC6C66" w14:textId="77777777" w:rsidR="00401DAA" w:rsidRDefault="00401DAA" w:rsidP="00C91E67">
            <w:pPr>
              <w:pStyle w:val="CellBUllet0"/>
              <w:numPr>
                <w:ilvl w:val="0"/>
                <w:numId w:val="11"/>
              </w:numPr>
              <w:tabs>
                <w:tab w:val="num" w:pos="72"/>
              </w:tabs>
              <w:ind w:left="72" w:hanging="180"/>
            </w:pPr>
            <w:r>
              <w:t>Applied Errata-BTL Test Package 9.0 plus addenda 8/02/2012 (no changes needed)</w:t>
            </w:r>
          </w:p>
          <w:p w14:paraId="41C743D8" w14:textId="77777777" w:rsidR="003B5CF3" w:rsidRDefault="003B5CF3" w:rsidP="00C91E67">
            <w:pPr>
              <w:pStyle w:val="CellBUllet0"/>
              <w:numPr>
                <w:ilvl w:val="0"/>
                <w:numId w:val="11"/>
              </w:numPr>
              <w:tabs>
                <w:tab w:val="num" w:pos="72"/>
              </w:tabs>
              <w:ind w:left="72" w:hanging="180"/>
            </w:pPr>
            <w:r>
              <w:t>Accepted Changes and renamed to final.</w:t>
            </w:r>
          </w:p>
        </w:tc>
      </w:tr>
      <w:tr w:rsidR="00F82C5D" w14:paraId="3C61CEE4" w14:textId="77777777" w:rsidTr="0045684F">
        <w:tc>
          <w:tcPr>
            <w:tcW w:w="1233" w:type="dxa"/>
            <w:tcBorders>
              <w:top w:val="single" w:sz="4" w:space="0" w:color="auto"/>
              <w:left w:val="single" w:sz="4" w:space="0" w:color="auto"/>
              <w:bottom w:val="single" w:sz="4" w:space="0" w:color="auto"/>
              <w:right w:val="single" w:sz="4" w:space="0" w:color="auto"/>
            </w:tcBorders>
          </w:tcPr>
          <w:p w14:paraId="70FCCD24" w14:textId="77777777" w:rsidR="00F82C5D" w:rsidRDefault="00F82C5D" w:rsidP="00380F8E">
            <w:pPr>
              <w:pStyle w:val="Script"/>
              <w:ind w:left="0"/>
            </w:pPr>
            <w:r>
              <w:t>12.1.1</w:t>
            </w:r>
          </w:p>
        </w:tc>
        <w:tc>
          <w:tcPr>
            <w:tcW w:w="1354" w:type="dxa"/>
            <w:tcBorders>
              <w:top w:val="single" w:sz="4" w:space="0" w:color="auto"/>
              <w:left w:val="single" w:sz="4" w:space="0" w:color="auto"/>
              <w:bottom w:val="single" w:sz="4" w:space="0" w:color="auto"/>
              <w:right w:val="single" w:sz="4" w:space="0" w:color="auto"/>
            </w:tcBorders>
          </w:tcPr>
          <w:p w14:paraId="2D56E4E0" w14:textId="77777777" w:rsidR="00F82C5D" w:rsidRDefault="00F82C5D" w:rsidP="00380F8E">
            <w:pPr>
              <w:pStyle w:val="Script"/>
              <w:ind w:left="0"/>
            </w:pPr>
            <w:r>
              <w:t>27-Sept-2013</w:t>
            </w:r>
          </w:p>
        </w:tc>
        <w:tc>
          <w:tcPr>
            <w:tcW w:w="1483" w:type="dxa"/>
            <w:gridSpan w:val="2"/>
            <w:tcBorders>
              <w:top w:val="single" w:sz="4" w:space="0" w:color="auto"/>
              <w:left w:val="single" w:sz="4" w:space="0" w:color="auto"/>
              <w:bottom w:val="single" w:sz="4" w:space="0" w:color="auto"/>
              <w:right w:val="single" w:sz="4" w:space="0" w:color="auto"/>
            </w:tcBorders>
          </w:tcPr>
          <w:p w14:paraId="79973685" w14:textId="77777777" w:rsidR="00F82C5D" w:rsidRDefault="00F82C5D" w:rsidP="00380F8E">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391381A8" w14:textId="77777777" w:rsidR="00F82C5D" w:rsidRDefault="00F82C5D" w:rsidP="00C91E67">
            <w:pPr>
              <w:pStyle w:val="CellBUllet0"/>
              <w:numPr>
                <w:ilvl w:val="0"/>
                <w:numId w:val="11"/>
              </w:numPr>
              <w:tabs>
                <w:tab w:val="num" w:pos="72"/>
              </w:tabs>
              <w:ind w:left="72" w:hanging="180"/>
              <w:rPr>
                <w:lang w:val="en-CA"/>
              </w:rPr>
            </w:pPr>
            <w:r>
              <w:rPr>
                <w:lang w:val="en-CA"/>
              </w:rPr>
              <w:t>Applied Addendum 12.0b</w:t>
            </w:r>
          </w:p>
        </w:tc>
      </w:tr>
      <w:tr w:rsidR="00F82C5D" w14:paraId="780C80A6" w14:textId="77777777" w:rsidTr="0045684F">
        <w:tc>
          <w:tcPr>
            <w:tcW w:w="1233" w:type="dxa"/>
            <w:tcBorders>
              <w:top w:val="single" w:sz="4" w:space="0" w:color="auto"/>
              <w:left w:val="single" w:sz="4" w:space="0" w:color="auto"/>
              <w:bottom w:val="single" w:sz="4" w:space="0" w:color="auto"/>
              <w:right w:val="single" w:sz="4" w:space="0" w:color="auto"/>
            </w:tcBorders>
          </w:tcPr>
          <w:p w14:paraId="0F4AD7E6" w14:textId="77777777" w:rsidR="00F82C5D" w:rsidRDefault="00F82C5D" w:rsidP="00380F8E">
            <w:pPr>
              <w:pStyle w:val="Script"/>
              <w:ind w:left="0"/>
            </w:pPr>
            <w:r>
              <w:t>12.1.2</w:t>
            </w:r>
          </w:p>
        </w:tc>
        <w:tc>
          <w:tcPr>
            <w:tcW w:w="1354" w:type="dxa"/>
            <w:tcBorders>
              <w:top w:val="single" w:sz="4" w:space="0" w:color="auto"/>
              <w:left w:val="single" w:sz="4" w:space="0" w:color="auto"/>
              <w:bottom w:val="single" w:sz="4" w:space="0" w:color="auto"/>
              <w:right w:val="single" w:sz="4" w:space="0" w:color="auto"/>
            </w:tcBorders>
          </w:tcPr>
          <w:p w14:paraId="45494894" w14:textId="77777777" w:rsidR="00F82C5D" w:rsidRDefault="00F82C5D" w:rsidP="00380F8E">
            <w:pPr>
              <w:pStyle w:val="Script"/>
              <w:ind w:left="0"/>
            </w:pPr>
            <w:r>
              <w:t>27-Sept-2013</w:t>
            </w:r>
          </w:p>
        </w:tc>
        <w:tc>
          <w:tcPr>
            <w:tcW w:w="1483" w:type="dxa"/>
            <w:gridSpan w:val="2"/>
            <w:tcBorders>
              <w:top w:val="single" w:sz="4" w:space="0" w:color="auto"/>
              <w:left w:val="single" w:sz="4" w:space="0" w:color="auto"/>
              <w:bottom w:val="single" w:sz="4" w:space="0" w:color="auto"/>
              <w:right w:val="single" w:sz="4" w:space="0" w:color="auto"/>
            </w:tcBorders>
          </w:tcPr>
          <w:p w14:paraId="27722E2F" w14:textId="77777777" w:rsidR="00F82C5D" w:rsidRDefault="00F82C5D" w:rsidP="00380F8E">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2628170" w14:textId="77777777" w:rsidR="00F82C5D" w:rsidRDefault="00F82C5D" w:rsidP="00C91E67">
            <w:pPr>
              <w:pStyle w:val="CellBUllet0"/>
              <w:numPr>
                <w:ilvl w:val="0"/>
                <w:numId w:val="11"/>
              </w:numPr>
              <w:tabs>
                <w:tab w:val="num" w:pos="72"/>
              </w:tabs>
              <w:ind w:left="72" w:hanging="180"/>
              <w:rPr>
                <w:lang w:val="en-CA"/>
              </w:rPr>
            </w:pPr>
            <w:r>
              <w:rPr>
                <w:lang w:val="en-CA"/>
              </w:rPr>
              <w:t>Applied Addendum 12.0c</w:t>
            </w:r>
          </w:p>
        </w:tc>
      </w:tr>
      <w:tr w:rsidR="00F82C5D" w14:paraId="64A164C8" w14:textId="77777777" w:rsidTr="0045684F">
        <w:tc>
          <w:tcPr>
            <w:tcW w:w="1233" w:type="dxa"/>
            <w:tcBorders>
              <w:top w:val="single" w:sz="4" w:space="0" w:color="auto"/>
              <w:left w:val="single" w:sz="4" w:space="0" w:color="auto"/>
              <w:bottom w:val="single" w:sz="4" w:space="0" w:color="auto"/>
              <w:right w:val="single" w:sz="4" w:space="0" w:color="auto"/>
            </w:tcBorders>
          </w:tcPr>
          <w:p w14:paraId="12B04DC7" w14:textId="77777777" w:rsidR="00F82C5D" w:rsidRDefault="00F82C5D" w:rsidP="00380F8E">
            <w:pPr>
              <w:pStyle w:val="Script"/>
              <w:ind w:left="0"/>
            </w:pPr>
            <w:r>
              <w:t>12.1.3</w:t>
            </w:r>
          </w:p>
        </w:tc>
        <w:tc>
          <w:tcPr>
            <w:tcW w:w="1354" w:type="dxa"/>
            <w:tcBorders>
              <w:top w:val="single" w:sz="4" w:space="0" w:color="auto"/>
              <w:left w:val="single" w:sz="4" w:space="0" w:color="auto"/>
              <w:bottom w:val="single" w:sz="4" w:space="0" w:color="auto"/>
              <w:right w:val="single" w:sz="4" w:space="0" w:color="auto"/>
            </w:tcBorders>
          </w:tcPr>
          <w:p w14:paraId="10A48D4F" w14:textId="77777777" w:rsidR="00F82C5D" w:rsidRDefault="00F82C5D" w:rsidP="00380F8E">
            <w:pPr>
              <w:pStyle w:val="Script"/>
              <w:ind w:left="0"/>
            </w:pPr>
            <w:r>
              <w:t>30-Sept-2013</w:t>
            </w:r>
          </w:p>
        </w:tc>
        <w:tc>
          <w:tcPr>
            <w:tcW w:w="1483" w:type="dxa"/>
            <w:gridSpan w:val="2"/>
            <w:tcBorders>
              <w:top w:val="single" w:sz="4" w:space="0" w:color="auto"/>
              <w:left w:val="single" w:sz="4" w:space="0" w:color="auto"/>
              <w:bottom w:val="single" w:sz="4" w:space="0" w:color="auto"/>
              <w:right w:val="single" w:sz="4" w:space="0" w:color="auto"/>
            </w:tcBorders>
          </w:tcPr>
          <w:p w14:paraId="13CDC427" w14:textId="77777777" w:rsidR="00F82C5D" w:rsidRDefault="00F82C5D" w:rsidP="00380F8E">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57EAC556" w14:textId="77777777" w:rsidR="00F82C5D" w:rsidRDefault="00F82C5D" w:rsidP="00C91E67">
            <w:pPr>
              <w:pStyle w:val="CellBUllet0"/>
              <w:numPr>
                <w:ilvl w:val="0"/>
                <w:numId w:val="11"/>
              </w:numPr>
              <w:tabs>
                <w:tab w:val="num" w:pos="72"/>
              </w:tabs>
              <w:ind w:left="72" w:hanging="180"/>
              <w:rPr>
                <w:lang w:val="en-CA"/>
              </w:rPr>
            </w:pPr>
            <w:r>
              <w:rPr>
                <w:lang w:val="en-CA"/>
              </w:rPr>
              <w:t>Applied Addendum 12.0d</w:t>
            </w:r>
          </w:p>
        </w:tc>
      </w:tr>
      <w:tr w:rsidR="00F82C5D" w14:paraId="1457DB1A" w14:textId="77777777" w:rsidTr="0045684F">
        <w:tc>
          <w:tcPr>
            <w:tcW w:w="1233" w:type="dxa"/>
            <w:tcBorders>
              <w:top w:val="single" w:sz="4" w:space="0" w:color="auto"/>
              <w:left w:val="single" w:sz="4" w:space="0" w:color="auto"/>
              <w:bottom w:val="single" w:sz="4" w:space="0" w:color="auto"/>
              <w:right w:val="single" w:sz="4" w:space="0" w:color="auto"/>
            </w:tcBorders>
          </w:tcPr>
          <w:p w14:paraId="1EA4461E" w14:textId="77777777" w:rsidR="00F82C5D" w:rsidRDefault="00F82C5D" w:rsidP="00380F8E">
            <w:pPr>
              <w:pStyle w:val="Script"/>
              <w:ind w:left="0"/>
            </w:pPr>
            <w:r>
              <w:t>12.1.4</w:t>
            </w:r>
          </w:p>
        </w:tc>
        <w:tc>
          <w:tcPr>
            <w:tcW w:w="1354" w:type="dxa"/>
            <w:tcBorders>
              <w:top w:val="single" w:sz="4" w:space="0" w:color="auto"/>
              <w:left w:val="single" w:sz="4" w:space="0" w:color="auto"/>
              <w:bottom w:val="single" w:sz="4" w:space="0" w:color="auto"/>
              <w:right w:val="single" w:sz="4" w:space="0" w:color="auto"/>
            </w:tcBorders>
          </w:tcPr>
          <w:p w14:paraId="1F22B13C" w14:textId="77777777" w:rsidR="00F82C5D" w:rsidRDefault="00F82C5D" w:rsidP="00380F8E">
            <w:pPr>
              <w:pStyle w:val="Script"/>
              <w:ind w:left="0"/>
            </w:pPr>
            <w:r>
              <w:t>30-Sept-2013</w:t>
            </w:r>
          </w:p>
        </w:tc>
        <w:tc>
          <w:tcPr>
            <w:tcW w:w="1483" w:type="dxa"/>
            <w:gridSpan w:val="2"/>
            <w:tcBorders>
              <w:top w:val="single" w:sz="4" w:space="0" w:color="auto"/>
              <w:left w:val="single" w:sz="4" w:space="0" w:color="auto"/>
              <w:bottom w:val="single" w:sz="4" w:space="0" w:color="auto"/>
              <w:right w:val="single" w:sz="4" w:space="0" w:color="auto"/>
            </w:tcBorders>
          </w:tcPr>
          <w:p w14:paraId="10F61774" w14:textId="77777777" w:rsidR="00F82C5D" w:rsidRDefault="00F82C5D" w:rsidP="00380F8E">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BEE69A6" w14:textId="77777777" w:rsidR="00F82C5D" w:rsidRDefault="00F82C5D" w:rsidP="00C91E67">
            <w:pPr>
              <w:pStyle w:val="CellBUllet0"/>
              <w:numPr>
                <w:ilvl w:val="0"/>
                <w:numId w:val="11"/>
              </w:numPr>
              <w:tabs>
                <w:tab w:val="num" w:pos="72"/>
              </w:tabs>
              <w:ind w:left="72" w:hanging="180"/>
              <w:rPr>
                <w:lang w:val="en-CA"/>
              </w:rPr>
            </w:pPr>
            <w:r>
              <w:rPr>
                <w:lang w:val="en-CA"/>
              </w:rPr>
              <w:t>Applied Addendum 12.0e</w:t>
            </w:r>
          </w:p>
        </w:tc>
      </w:tr>
      <w:tr w:rsidR="001A0E0D" w14:paraId="05289951" w14:textId="77777777" w:rsidTr="0045684F">
        <w:tc>
          <w:tcPr>
            <w:tcW w:w="1233" w:type="dxa"/>
            <w:tcBorders>
              <w:top w:val="single" w:sz="4" w:space="0" w:color="auto"/>
              <w:left w:val="single" w:sz="4" w:space="0" w:color="auto"/>
              <w:bottom w:val="single" w:sz="4" w:space="0" w:color="auto"/>
              <w:right w:val="single" w:sz="4" w:space="0" w:color="auto"/>
            </w:tcBorders>
          </w:tcPr>
          <w:p w14:paraId="097D271A" w14:textId="77777777" w:rsidR="001A0E0D" w:rsidRDefault="001A0E0D" w:rsidP="00380F8E">
            <w:pPr>
              <w:pStyle w:val="Script"/>
              <w:ind w:left="0"/>
            </w:pPr>
            <w:r>
              <w:t>12.1.5</w:t>
            </w:r>
          </w:p>
        </w:tc>
        <w:tc>
          <w:tcPr>
            <w:tcW w:w="1354" w:type="dxa"/>
            <w:tcBorders>
              <w:top w:val="single" w:sz="4" w:space="0" w:color="auto"/>
              <w:left w:val="single" w:sz="4" w:space="0" w:color="auto"/>
              <w:bottom w:val="single" w:sz="4" w:space="0" w:color="auto"/>
              <w:right w:val="single" w:sz="4" w:space="0" w:color="auto"/>
            </w:tcBorders>
          </w:tcPr>
          <w:p w14:paraId="2151BBD5" w14:textId="77777777" w:rsidR="001A0E0D" w:rsidRDefault="001A0E0D" w:rsidP="00380F8E">
            <w:pPr>
              <w:pStyle w:val="Script"/>
              <w:ind w:left="0"/>
            </w:pPr>
            <w:r>
              <w:t>1-Oct-2013</w:t>
            </w:r>
          </w:p>
        </w:tc>
        <w:tc>
          <w:tcPr>
            <w:tcW w:w="1483" w:type="dxa"/>
            <w:gridSpan w:val="2"/>
            <w:tcBorders>
              <w:top w:val="single" w:sz="4" w:space="0" w:color="auto"/>
              <w:left w:val="single" w:sz="4" w:space="0" w:color="auto"/>
              <w:bottom w:val="single" w:sz="4" w:space="0" w:color="auto"/>
              <w:right w:val="single" w:sz="4" w:space="0" w:color="auto"/>
            </w:tcBorders>
          </w:tcPr>
          <w:p w14:paraId="579F945F" w14:textId="77777777" w:rsidR="001A0E0D" w:rsidRDefault="001A0E0D" w:rsidP="00380F8E">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200BF0FB" w14:textId="77777777" w:rsidR="001A0E0D" w:rsidRDefault="001A0E0D" w:rsidP="00C91E67">
            <w:pPr>
              <w:pStyle w:val="CellBUllet0"/>
              <w:numPr>
                <w:ilvl w:val="0"/>
                <w:numId w:val="11"/>
              </w:numPr>
              <w:tabs>
                <w:tab w:val="num" w:pos="72"/>
              </w:tabs>
              <w:ind w:left="72" w:hanging="180"/>
              <w:rPr>
                <w:lang w:val="en-CA"/>
              </w:rPr>
            </w:pPr>
            <w:r>
              <w:rPr>
                <w:lang w:val="en-CA"/>
              </w:rPr>
              <w:t>Applied Addendum 12.0f</w:t>
            </w:r>
          </w:p>
        </w:tc>
      </w:tr>
      <w:tr w:rsidR="00581C15" w14:paraId="4B58F5E5" w14:textId="77777777" w:rsidTr="0045684F">
        <w:tc>
          <w:tcPr>
            <w:tcW w:w="1233" w:type="dxa"/>
            <w:tcBorders>
              <w:top w:val="single" w:sz="4" w:space="0" w:color="auto"/>
              <w:left w:val="single" w:sz="4" w:space="0" w:color="auto"/>
              <w:bottom w:val="single" w:sz="4" w:space="0" w:color="auto"/>
              <w:right w:val="single" w:sz="4" w:space="0" w:color="auto"/>
            </w:tcBorders>
          </w:tcPr>
          <w:p w14:paraId="018E5A86" w14:textId="77777777" w:rsidR="00581C15" w:rsidRDefault="00581C15" w:rsidP="00380F8E">
            <w:pPr>
              <w:pStyle w:val="Script"/>
              <w:ind w:left="0"/>
            </w:pPr>
            <w:r>
              <w:t>12.1.6</w:t>
            </w:r>
          </w:p>
        </w:tc>
        <w:tc>
          <w:tcPr>
            <w:tcW w:w="1354" w:type="dxa"/>
            <w:tcBorders>
              <w:top w:val="single" w:sz="4" w:space="0" w:color="auto"/>
              <w:left w:val="single" w:sz="4" w:space="0" w:color="auto"/>
              <w:bottom w:val="single" w:sz="4" w:space="0" w:color="auto"/>
              <w:right w:val="single" w:sz="4" w:space="0" w:color="auto"/>
            </w:tcBorders>
          </w:tcPr>
          <w:p w14:paraId="4D336C98" w14:textId="77777777" w:rsidR="00581C15" w:rsidRDefault="00581C15" w:rsidP="00380F8E">
            <w:pPr>
              <w:pStyle w:val="Script"/>
              <w:ind w:left="0"/>
            </w:pPr>
            <w:r>
              <w:t>1-Oct-2013</w:t>
            </w:r>
          </w:p>
        </w:tc>
        <w:tc>
          <w:tcPr>
            <w:tcW w:w="1483" w:type="dxa"/>
            <w:gridSpan w:val="2"/>
            <w:tcBorders>
              <w:top w:val="single" w:sz="4" w:space="0" w:color="auto"/>
              <w:left w:val="single" w:sz="4" w:space="0" w:color="auto"/>
              <w:bottom w:val="single" w:sz="4" w:space="0" w:color="auto"/>
              <w:right w:val="single" w:sz="4" w:space="0" w:color="auto"/>
            </w:tcBorders>
          </w:tcPr>
          <w:p w14:paraId="48D9D99D" w14:textId="77777777" w:rsidR="00581C15" w:rsidRDefault="00581C15" w:rsidP="00380F8E">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87E2B88" w14:textId="77777777" w:rsidR="00581C15" w:rsidRDefault="00581C15" w:rsidP="00C91E67">
            <w:pPr>
              <w:pStyle w:val="CellBUllet0"/>
              <w:numPr>
                <w:ilvl w:val="0"/>
                <w:numId w:val="11"/>
              </w:numPr>
              <w:tabs>
                <w:tab w:val="num" w:pos="72"/>
              </w:tabs>
              <w:ind w:left="72" w:hanging="180"/>
              <w:rPr>
                <w:lang w:val="en-CA"/>
              </w:rPr>
            </w:pPr>
            <w:r>
              <w:rPr>
                <w:lang w:val="en-CA"/>
              </w:rPr>
              <w:t>Applied Addendum 12.0g</w:t>
            </w:r>
          </w:p>
        </w:tc>
      </w:tr>
      <w:tr w:rsidR="00581C15" w14:paraId="101CB5CF" w14:textId="77777777" w:rsidTr="0045684F">
        <w:tc>
          <w:tcPr>
            <w:tcW w:w="1233" w:type="dxa"/>
            <w:tcBorders>
              <w:top w:val="single" w:sz="4" w:space="0" w:color="auto"/>
              <w:left w:val="single" w:sz="4" w:space="0" w:color="auto"/>
              <w:bottom w:val="single" w:sz="4" w:space="0" w:color="auto"/>
              <w:right w:val="single" w:sz="4" w:space="0" w:color="auto"/>
            </w:tcBorders>
          </w:tcPr>
          <w:p w14:paraId="2EDE24D7" w14:textId="77777777" w:rsidR="00581C15" w:rsidRDefault="00581C15" w:rsidP="00380F8E">
            <w:pPr>
              <w:pStyle w:val="Script"/>
              <w:ind w:left="0"/>
            </w:pPr>
            <w:r>
              <w:t>12.1.7</w:t>
            </w:r>
          </w:p>
        </w:tc>
        <w:tc>
          <w:tcPr>
            <w:tcW w:w="1354" w:type="dxa"/>
            <w:tcBorders>
              <w:top w:val="single" w:sz="4" w:space="0" w:color="auto"/>
              <w:left w:val="single" w:sz="4" w:space="0" w:color="auto"/>
              <w:bottom w:val="single" w:sz="4" w:space="0" w:color="auto"/>
              <w:right w:val="single" w:sz="4" w:space="0" w:color="auto"/>
            </w:tcBorders>
          </w:tcPr>
          <w:p w14:paraId="1B380CFF" w14:textId="77777777" w:rsidR="00581C15" w:rsidRDefault="00581C15" w:rsidP="00380F8E">
            <w:pPr>
              <w:pStyle w:val="Script"/>
              <w:ind w:left="0"/>
            </w:pPr>
            <w:r>
              <w:t>1-Oct-2013</w:t>
            </w:r>
          </w:p>
        </w:tc>
        <w:tc>
          <w:tcPr>
            <w:tcW w:w="1483" w:type="dxa"/>
            <w:gridSpan w:val="2"/>
            <w:tcBorders>
              <w:top w:val="single" w:sz="4" w:space="0" w:color="auto"/>
              <w:left w:val="single" w:sz="4" w:space="0" w:color="auto"/>
              <w:bottom w:val="single" w:sz="4" w:space="0" w:color="auto"/>
              <w:right w:val="single" w:sz="4" w:space="0" w:color="auto"/>
            </w:tcBorders>
          </w:tcPr>
          <w:p w14:paraId="505751A7" w14:textId="77777777" w:rsidR="00581C15" w:rsidRDefault="00581C15" w:rsidP="00380F8E">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0E4444B" w14:textId="77777777" w:rsidR="00581C15" w:rsidRDefault="00581C15" w:rsidP="00C91E67">
            <w:pPr>
              <w:pStyle w:val="CellBUllet0"/>
              <w:numPr>
                <w:ilvl w:val="0"/>
                <w:numId w:val="11"/>
              </w:numPr>
              <w:tabs>
                <w:tab w:val="num" w:pos="72"/>
              </w:tabs>
              <w:ind w:left="72" w:hanging="180"/>
              <w:rPr>
                <w:lang w:val="en-CA"/>
              </w:rPr>
            </w:pPr>
            <w:r>
              <w:rPr>
                <w:lang w:val="en-CA"/>
              </w:rPr>
              <w:t>Applied Errata dated 9/30/2013</w:t>
            </w:r>
          </w:p>
        </w:tc>
      </w:tr>
      <w:tr w:rsidR="00C148EE" w:rsidRPr="00C148EE" w14:paraId="230D9188" w14:textId="77777777" w:rsidTr="0045684F">
        <w:tc>
          <w:tcPr>
            <w:tcW w:w="1233" w:type="dxa"/>
            <w:tcBorders>
              <w:top w:val="single" w:sz="4" w:space="0" w:color="auto"/>
              <w:left w:val="single" w:sz="4" w:space="0" w:color="auto"/>
              <w:bottom w:val="single" w:sz="4" w:space="0" w:color="auto"/>
              <w:right w:val="single" w:sz="4" w:space="0" w:color="auto"/>
            </w:tcBorders>
          </w:tcPr>
          <w:p w14:paraId="38778165" w14:textId="77777777" w:rsidR="00C148EE" w:rsidRDefault="00C148EE" w:rsidP="00830BD5">
            <w:pPr>
              <w:pStyle w:val="Script"/>
              <w:ind w:left="0"/>
            </w:pPr>
            <w:r>
              <w:t>14.0.1</w:t>
            </w:r>
          </w:p>
        </w:tc>
        <w:tc>
          <w:tcPr>
            <w:tcW w:w="1354" w:type="dxa"/>
            <w:tcBorders>
              <w:top w:val="single" w:sz="4" w:space="0" w:color="auto"/>
              <w:left w:val="single" w:sz="4" w:space="0" w:color="auto"/>
              <w:bottom w:val="single" w:sz="4" w:space="0" w:color="auto"/>
              <w:right w:val="single" w:sz="4" w:space="0" w:color="auto"/>
            </w:tcBorders>
          </w:tcPr>
          <w:p w14:paraId="5BABC633" w14:textId="77777777" w:rsidR="00C148EE" w:rsidRDefault="00C148EE" w:rsidP="00830BD5">
            <w:pPr>
              <w:pStyle w:val="Script"/>
              <w:ind w:left="0"/>
            </w:pPr>
            <w:r>
              <w:t>02-Sep-2014</w:t>
            </w:r>
          </w:p>
        </w:tc>
        <w:tc>
          <w:tcPr>
            <w:tcW w:w="1483" w:type="dxa"/>
            <w:gridSpan w:val="2"/>
            <w:tcBorders>
              <w:top w:val="single" w:sz="4" w:space="0" w:color="auto"/>
              <w:left w:val="single" w:sz="4" w:space="0" w:color="auto"/>
              <w:bottom w:val="single" w:sz="4" w:space="0" w:color="auto"/>
              <w:right w:val="single" w:sz="4" w:space="0" w:color="auto"/>
            </w:tcBorders>
          </w:tcPr>
          <w:p w14:paraId="67DF6971" w14:textId="77777777" w:rsidR="00C148EE" w:rsidRDefault="00C148EE" w:rsidP="00830BD5">
            <w:pPr>
              <w:pStyle w:val="Script"/>
              <w:ind w:left="0"/>
            </w:pPr>
            <w:r>
              <w:t>Duffy O’Craven</w:t>
            </w:r>
          </w:p>
        </w:tc>
        <w:tc>
          <w:tcPr>
            <w:tcW w:w="4632" w:type="dxa"/>
            <w:tcBorders>
              <w:top w:val="single" w:sz="4" w:space="0" w:color="auto"/>
              <w:left w:val="single" w:sz="4" w:space="0" w:color="auto"/>
              <w:bottom w:val="single" w:sz="4" w:space="0" w:color="auto"/>
              <w:right w:val="single" w:sz="4" w:space="0" w:color="auto"/>
            </w:tcBorders>
          </w:tcPr>
          <w:p w14:paraId="00DD08DE" w14:textId="77777777" w:rsidR="00C148EE" w:rsidRPr="00C148EE" w:rsidRDefault="00C148EE" w:rsidP="00C91E67">
            <w:pPr>
              <w:pStyle w:val="CellBUllet0"/>
              <w:numPr>
                <w:ilvl w:val="0"/>
                <w:numId w:val="11"/>
              </w:numPr>
              <w:tabs>
                <w:tab w:val="num" w:pos="72"/>
              </w:tabs>
              <w:ind w:left="72" w:hanging="180"/>
              <w:rPr>
                <w:lang w:val="en-CA"/>
              </w:rPr>
            </w:pPr>
            <w:r w:rsidRPr="00C148EE">
              <w:rPr>
                <w:lang w:val="en-CA"/>
              </w:rPr>
              <w:t xml:space="preserve">Applied Add-BTL Test Package </w:t>
            </w:r>
            <w:r>
              <w:rPr>
                <w:lang w:val="en-CA"/>
              </w:rPr>
              <w:t>12</w:t>
            </w:r>
            <w:r w:rsidRPr="00C148EE">
              <w:rPr>
                <w:lang w:val="en-CA"/>
              </w:rPr>
              <w:t>.</w:t>
            </w:r>
            <w:r>
              <w:rPr>
                <w:lang w:val="en-CA"/>
              </w:rPr>
              <w:t>1</w:t>
            </w:r>
            <w:r w:rsidRPr="00C148EE">
              <w:rPr>
                <w:lang w:val="en-CA"/>
              </w:rPr>
              <w:t>-a</w:t>
            </w:r>
          </w:p>
          <w:p w14:paraId="3AA9E6F1" w14:textId="77777777" w:rsidR="00C148EE" w:rsidRPr="00C148EE" w:rsidRDefault="00C148EE" w:rsidP="00C91E67">
            <w:pPr>
              <w:pStyle w:val="CellBUllet0"/>
              <w:numPr>
                <w:ilvl w:val="0"/>
                <w:numId w:val="11"/>
              </w:numPr>
              <w:tabs>
                <w:tab w:val="num" w:pos="72"/>
              </w:tabs>
              <w:ind w:left="72" w:hanging="180"/>
              <w:rPr>
                <w:lang w:val="en-CA"/>
              </w:rPr>
            </w:pPr>
            <w:r>
              <w:rPr>
                <w:lang w:val="en-CA"/>
              </w:rPr>
              <w:t>Applied Add-BTL Test Package 12.1</w:t>
            </w:r>
            <w:r w:rsidRPr="00C148EE">
              <w:rPr>
                <w:lang w:val="en-CA"/>
              </w:rPr>
              <w:t>-b</w:t>
            </w:r>
          </w:p>
        </w:tc>
      </w:tr>
      <w:tr w:rsidR="00C148EE" w14:paraId="39B9E4B8" w14:textId="77777777" w:rsidTr="0045684F">
        <w:tc>
          <w:tcPr>
            <w:tcW w:w="1233" w:type="dxa"/>
            <w:tcBorders>
              <w:top w:val="single" w:sz="4" w:space="0" w:color="auto"/>
              <w:left w:val="single" w:sz="4" w:space="0" w:color="auto"/>
              <w:bottom w:val="single" w:sz="4" w:space="0" w:color="auto"/>
              <w:right w:val="single" w:sz="4" w:space="0" w:color="auto"/>
            </w:tcBorders>
          </w:tcPr>
          <w:p w14:paraId="5A94D583" w14:textId="77777777" w:rsidR="00C148EE" w:rsidRDefault="00C148EE" w:rsidP="00C148EE">
            <w:pPr>
              <w:pStyle w:val="Script"/>
              <w:ind w:left="0"/>
            </w:pPr>
            <w:r>
              <w:t>14.0.2</w:t>
            </w:r>
          </w:p>
        </w:tc>
        <w:tc>
          <w:tcPr>
            <w:tcW w:w="1354" w:type="dxa"/>
            <w:tcBorders>
              <w:top w:val="single" w:sz="4" w:space="0" w:color="auto"/>
              <w:left w:val="single" w:sz="4" w:space="0" w:color="auto"/>
              <w:bottom w:val="single" w:sz="4" w:space="0" w:color="auto"/>
              <w:right w:val="single" w:sz="4" w:space="0" w:color="auto"/>
            </w:tcBorders>
          </w:tcPr>
          <w:p w14:paraId="1ACFEAE5" w14:textId="77777777" w:rsidR="00C148EE" w:rsidRDefault="00C148EE" w:rsidP="00C148EE">
            <w:pPr>
              <w:pStyle w:val="Script"/>
              <w:ind w:left="0"/>
            </w:pPr>
            <w:r>
              <w:t>03-Sep-2014</w:t>
            </w:r>
          </w:p>
        </w:tc>
        <w:tc>
          <w:tcPr>
            <w:tcW w:w="1483" w:type="dxa"/>
            <w:gridSpan w:val="2"/>
            <w:tcBorders>
              <w:top w:val="single" w:sz="4" w:space="0" w:color="auto"/>
              <w:left w:val="single" w:sz="4" w:space="0" w:color="auto"/>
              <w:bottom w:val="single" w:sz="4" w:space="0" w:color="auto"/>
              <w:right w:val="single" w:sz="4" w:space="0" w:color="auto"/>
            </w:tcBorders>
          </w:tcPr>
          <w:p w14:paraId="357300AD" w14:textId="77777777" w:rsidR="00C148EE" w:rsidRDefault="00C148EE" w:rsidP="00830BD5">
            <w:pPr>
              <w:pStyle w:val="Script"/>
              <w:ind w:left="0"/>
            </w:pPr>
            <w:r>
              <w:t>Duffy O’Craven</w:t>
            </w:r>
          </w:p>
        </w:tc>
        <w:tc>
          <w:tcPr>
            <w:tcW w:w="4632" w:type="dxa"/>
            <w:tcBorders>
              <w:top w:val="single" w:sz="4" w:space="0" w:color="auto"/>
              <w:left w:val="single" w:sz="4" w:space="0" w:color="auto"/>
              <w:bottom w:val="single" w:sz="4" w:space="0" w:color="auto"/>
              <w:right w:val="single" w:sz="4" w:space="0" w:color="auto"/>
            </w:tcBorders>
          </w:tcPr>
          <w:p w14:paraId="17EDAA24" w14:textId="77777777" w:rsidR="00C148EE" w:rsidRPr="00C148EE" w:rsidRDefault="00C148EE" w:rsidP="00C91E67">
            <w:pPr>
              <w:pStyle w:val="CellBUllet0"/>
              <w:numPr>
                <w:ilvl w:val="0"/>
                <w:numId w:val="11"/>
              </w:numPr>
              <w:tabs>
                <w:tab w:val="num" w:pos="72"/>
              </w:tabs>
              <w:ind w:left="72" w:hanging="180"/>
              <w:rPr>
                <w:lang w:val="en-CA"/>
              </w:rPr>
            </w:pPr>
            <w:r w:rsidRPr="00C148EE">
              <w:rPr>
                <w:lang w:val="en-CA"/>
              </w:rPr>
              <w:t xml:space="preserve">Applied Add-BTL Test Package </w:t>
            </w:r>
            <w:r>
              <w:rPr>
                <w:lang w:val="en-CA"/>
              </w:rPr>
              <w:t>12</w:t>
            </w:r>
            <w:r w:rsidRPr="00C148EE">
              <w:rPr>
                <w:lang w:val="en-CA"/>
              </w:rPr>
              <w:t>.</w:t>
            </w:r>
            <w:r>
              <w:rPr>
                <w:lang w:val="en-CA"/>
              </w:rPr>
              <w:t>1-c</w:t>
            </w:r>
          </w:p>
          <w:p w14:paraId="13A4F0E3" w14:textId="77777777" w:rsidR="00C148EE" w:rsidRPr="003842BC" w:rsidRDefault="00C148EE" w:rsidP="00C91E67">
            <w:pPr>
              <w:pStyle w:val="CellBUllet0"/>
              <w:numPr>
                <w:ilvl w:val="0"/>
                <w:numId w:val="11"/>
              </w:numPr>
              <w:tabs>
                <w:tab w:val="num" w:pos="72"/>
              </w:tabs>
              <w:ind w:left="72" w:hanging="180"/>
              <w:rPr>
                <w:lang w:val="en-CA"/>
              </w:rPr>
            </w:pPr>
            <w:r>
              <w:rPr>
                <w:lang w:val="en-CA"/>
              </w:rPr>
              <w:t>Applied Add-BTL Test Package 12.1</w:t>
            </w:r>
            <w:r w:rsidRPr="00C148EE">
              <w:rPr>
                <w:lang w:val="en-CA"/>
              </w:rPr>
              <w:t>-</w:t>
            </w:r>
            <w:r>
              <w:rPr>
                <w:lang w:val="en-CA"/>
              </w:rPr>
              <w:t>d</w:t>
            </w:r>
          </w:p>
        </w:tc>
      </w:tr>
      <w:tr w:rsidR="00502B38" w:rsidRPr="00C148EE" w14:paraId="026D6E25" w14:textId="77777777" w:rsidTr="0045684F">
        <w:tc>
          <w:tcPr>
            <w:tcW w:w="1233" w:type="dxa"/>
            <w:tcBorders>
              <w:top w:val="single" w:sz="4" w:space="0" w:color="auto"/>
              <w:left w:val="single" w:sz="4" w:space="0" w:color="auto"/>
              <w:bottom w:val="single" w:sz="4" w:space="0" w:color="auto"/>
              <w:right w:val="single" w:sz="4" w:space="0" w:color="auto"/>
            </w:tcBorders>
          </w:tcPr>
          <w:p w14:paraId="2B883FC9" w14:textId="77777777" w:rsidR="00502B38" w:rsidRDefault="00502B38" w:rsidP="00502B38">
            <w:pPr>
              <w:pStyle w:val="Script"/>
              <w:ind w:left="0"/>
            </w:pPr>
            <w:r>
              <w:t>14.0.3</w:t>
            </w:r>
          </w:p>
        </w:tc>
        <w:tc>
          <w:tcPr>
            <w:tcW w:w="1354" w:type="dxa"/>
            <w:tcBorders>
              <w:top w:val="single" w:sz="4" w:space="0" w:color="auto"/>
              <w:left w:val="single" w:sz="4" w:space="0" w:color="auto"/>
              <w:bottom w:val="single" w:sz="4" w:space="0" w:color="auto"/>
              <w:right w:val="single" w:sz="4" w:space="0" w:color="auto"/>
            </w:tcBorders>
          </w:tcPr>
          <w:p w14:paraId="2503CCCD" w14:textId="77777777" w:rsidR="00502B38" w:rsidRDefault="00502B38" w:rsidP="00502B38">
            <w:pPr>
              <w:pStyle w:val="Script"/>
              <w:ind w:left="0"/>
            </w:pPr>
            <w:r>
              <w:t>08-Sep-2014</w:t>
            </w:r>
          </w:p>
        </w:tc>
        <w:tc>
          <w:tcPr>
            <w:tcW w:w="1483" w:type="dxa"/>
            <w:gridSpan w:val="2"/>
            <w:tcBorders>
              <w:top w:val="single" w:sz="4" w:space="0" w:color="auto"/>
              <w:left w:val="single" w:sz="4" w:space="0" w:color="auto"/>
              <w:bottom w:val="single" w:sz="4" w:space="0" w:color="auto"/>
              <w:right w:val="single" w:sz="4" w:space="0" w:color="auto"/>
            </w:tcBorders>
          </w:tcPr>
          <w:p w14:paraId="1DD49297" w14:textId="77777777" w:rsidR="00502B38" w:rsidRDefault="00502B38" w:rsidP="00820820">
            <w:pPr>
              <w:pStyle w:val="Script"/>
              <w:ind w:left="0"/>
            </w:pPr>
            <w:r>
              <w:t>Duffy O’Craven</w:t>
            </w:r>
          </w:p>
        </w:tc>
        <w:tc>
          <w:tcPr>
            <w:tcW w:w="4632" w:type="dxa"/>
            <w:tcBorders>
              <w:top w:val="single" w:sz="4" w:space="0" w:color="auto"/>
              <w:left w:val="single" w:sz="4" w:space="0" w:color="auto"/>
              <w:bottom w:val="single" w:sz="4" w:space="0" w:color="auto"/>
              <w:right w:val="single" w:sz="4" w:space="0" w:color="auto"/>
            </w:tcBorders>
          </w:tcPr>
          <w:p w14:paraId="7F087495" w14:textId="77777777" w:rsidR="00502B38" w:rsidRPr="00C148EE" w:rsidRDefault="00502B38" w:rsidP="00C91E67">
            <w:pPr>
              <w:pStyle w:val="CellBUllet0"/>
              <w:numPr>
                <w:ilvl w:val="0"/>
                <w:numId w:val="11"/>
              </w:numPr>
              <w:tabs>
                <w:tab w:val="num" w:pos="72"/>
              </w:tabs>
              <w:ind w:left="72" w:hanging="180"/>
              <w:rPr>
                <w:lang w:val="en-CA"/>
              </w:rPr>
            </w:pPr>
            <w:r w:rsidRPr="00C148EE">
              <w:rPr>
                <w:lang w:val="en-CA"/>
              </w:rPr>
              <w:t xml:space="preserve">Applied </w:t>
            </w:r>
            <w:r>
              <w:rPr>
                <w:lang w:val="en-CA"/>
              </w:rPr>
              <w:t xml:space="preserve">Errata moving </w:t>
            </w:r>
            <w:r w:rsidR="008C216D">
              <w:rPr>
                <w:lang w:val="en-CA"/>
              </w:rPr>
              <w:t>AE-INFO-</w:t>
            </w:r>
            <w:r>
              <w:rPr>
                <w:lang w:val="en-CA"/>
              </w:rPr>
              <w:t xml:space="preserve">A and </w:t>
            </w:r>
            <w:r w:rsidR="008C216D">
              <w:rPr>
                <w:lang w:val="en-CA"/>
              </w:rPr>
              <w:t xml:space="preserve">AE-INFO-B </w:t>
            </w:r>
            <w:r w:rsidR="008C216D" w:rsidRPr="008C216D">
              <w:rPr>
                <w:lang w:val="en-CA"/>
              </w:rPr>
              <w:t>within test plan to locate them just after AE-ESUM-B, and renumber existing 5.10 through 5.13 to follow after them</w:t>
            </w:r>
          </w:p>
        </w:tc>
      </w:tr>
      <w:tr w:rsidR="00560F82" w:rsidRPr="00C148EE" w14:paraId="2E971039" w14:textId="77777777" w:rsidTr="0045684F">
        <w:tc>
          <w:tcPr>
            <w:tcW w:w="1233" w:type="dxa"/>
            <w:tcBorders>
              <w:top w:val="single" w:sz="4" w:space="0" w:color="auto"/>
              <w:left w:val="single" w:sz="4" w:space="0" w:color="auto"/>
              <w:bottom w:val="single" w:sz="4" w:space="0" w:color="auto"/>
              <w:right w:val="single" w:sz="4" w:space="0" w:color="auto"/>
            </w:tcBorders>
          </w:tcPr>
          <w:p w14:paraId="3B273837" w14:textId="77777777" w:rsidR="00560F82" w:rsidRDefault="00560F82" w:rsidP="00502B38">
            <w:pPr>
              <w:pStyle w:val="Script"/>
              <w:ind w:left="0"/>
            </w:pPr>
            <w:r>
              <w:t>14.0.4</w:t>
            </w:r>
          </w:p>
        </w:tc>
        <w:tc>
          <w:tcPr>
            <w:tcW w:w="1354" w:type="dxa"/>
            <w:tcBorders>
              <w:top w:val="single" w:sz="4" w:space="0" w:color="auto"/>
              <w:left w:val="single" w:sz="4" w:space="0" w:color="auto"/>
              <w:bottom w:val="single" w:sz="4" w:space="0" w:color="auto"/>
              <w:right w:val="single" w:sz="4" w:space="0" w:color="auto"/>
            </w:tcBorders>
          </w:tcPr>
          <w:p w14:paraId="6AA4675A" w14:textId="77777777" w:rsidR="00560F82" w:rsidRDefault="00560F82" w:rsidP="00502B38">
            <w:pPr>
              <w:pStyle w:val="Script"/>
              <w:ind w:left="0"/>
            </w:pPr>
            <w:r>
              <w:t>29-Oct-2014</w:t>
            </w:r>
          </w:p>
        </w:tc>
        <w:tc>
          <w:tcPr>
            <w:tcW w:w="1483" w:type="dxa"/>
            <w:gridSpan w:val="2"/>
            <w:tcBorders>
              <w:top w:val="single" w:sz="4" w:space="0" w:color="auto"/>
              <w:left w:val="single" w:sz="4" w:space="0" w:color="auto"/>
              <w:bottom w:val="single" w:sz="4" w:space="0" w:color="auto"/>
              <w:right w:val="single" w:sz="4" w:space="0" w:color="auto"/>
            </w:tcBorders>
          </w:tcPr>
          <w:p w14:paraId="401DE294" w14:textId="77777777" w:rsidR="00560F82" w:rsidRDefault="00560F82" w:rsidP="00820820">
            <w:pPr>
              <w:pStyle w:val="Script"/>
              <w:ind w:left="0"/>
            </w:pPr>
            <w:r>
              <w:t>Emily Hayes</w:t>
            </w:r>
          </w:p>
        </w:tc>
        <w:tc>
          <w:tcPr>
            <w:tcW w:w="4632" w:type="dxa"/>
            <w:tcBorders>
              <w:top w:val="single" w:sz="4" w:space="0" w:color="auto"/>
              <w:left w:val="single" w:sz="4" w:space="0" w:color="auto"/>
              <w:bottom w:val="single" w:sz="4" w:space="0" w:color="auto"/>
              <w:right w:val="single" w:sz="4" w:space="0" w:color="auto"/>
            </w:tcBorders>
          </w:tcPr>
          <w:p w14:paraId="558A1D68" w14:textId="77777777" w:rsidR="00560F82" w:rsidRPr="00C148EE" w:rsidRDefault="00560F82" w:rsidP="00C91E67">
            <w:pPr>
              <w:pStyle w:val="CellBUllet0"/>
              <w:numPr>
                <w:ilvl w:val="0"/>
                <w:numId w:val="11"/>
              </w:numPr>
              <w:tabs>
                <w:tab w:val="num" w:pos="72"/>
              </w:tabs>
              <w:ind w:left="72" w:hanging="180"/>
              <w:rPr>
                <w:lang w:val="en-CA"/>
              </w:rPr>
            </w:pPr>
            <w:r>
              <w:rPr>
                <w:lang w:val="en-CA"/>
              </w:rPr>
              <w:t>Eliminated intermediate change histories</w:t>
            </w:r>
          </w:p>
        </w:tc>
      </w:tr>
      <w:tr w:rsidR="00BA20E6" w:rsidRPr="00C148EE" w14:paraId="4E9B37BB" w14:textId="77777777" w:rsidTr="0045684F">
        <w:tc>
          <w:tcPr>
            <w:tcW w:w="1233" w:type="dxa"/>
            <w:tcBorders>
              <w:top w:val="single" w:sz="4" w:space="0" w:color="auto"/>
              <w:left w:val="single" w:sz="4" w:space="0" w:color="auto"/>
              <w:bottom w:val="single" w:sz="4" w:space="0" w:color="auto"/>
              <w:right w:val="single" w:sz="4" w:space="0" w:color="auto"/>
            </w:tcBorders>
          </w:tcPr>
          <w:p w14:paraId="745634B1" w14:textId="77777777" w:rsidR="00BA20E6" w:rsidRDefault="00BA20E6" w:rsidP="00BA20E6">
            <w:pPr>
              <w:pStyle w:val="Script"/>
              <w:ind w:left="0"/>
            </w:pPr>
            <w:r>
              <w:t>14.0.5</w:t>
            </w:r>
          </w:p>
        </w:tc>
        <w:tc>
          <w:tcPr>
            <w:tcW w:w="1354" w:type="dxa"/>
            <w:tcBorders>
              <w:top w:val="single" w:sz="4" w:space="0" w:color="auto"/>
              <w:left w:val="single" w:sz="4" w:space="0" w:color="auto"/>
              <w:bottom w:val="single" w:sz="4" w:space="0" w:color="auto"/>
              <w:right w:val="single" w:sz="4" w:space="0" w:color="auto"/>
            </w:tcBorders>
          </w:tcPr>
          <w:p w14:paraId="2A307046" w14:textId="77777777" w:rsidR="00BA20E6" w:rsidRDefault="00BA20E6" w:rsidP="00BA20E6">
            <w:pPr>
              <w:pStyle w:val="Script"/>
              <w:ind w:left="0"/>
            </w:pPr>
            <w:r>
              <w:t>19-Nov-2014</w:t>
            </w:r>
          </w:p>
        </w:tc>
        <w:tc>
          <w:tcPr>
            <w:tcW w:w="1483" w:type="dxa"/>
            <w:gridSpan w:val="2"/>
            <w:tcBorders>
              <w:top w:val="single" w:sz="4" w:space="0" w:color="auto"/>
              <w:left w:val="single" w:sz="4" w:space="0" w:color="auto"/>
              <w:bottom w:val="single" w:sz="4" w:space="0" w:color="auto"/>
              <w:right w:val="single" w:sz="4" w:space="0" w:color="auto"/>
            </w:tcBorders>
          </w:tcPr>
          <w:p w14:paraId="1F4FFE94" w14:textId="77777777" w:rsidR="00BA20E6" w:rsidRDefault="00BA20E6" w:rsidP="003216AB">
            <w:pPr>
              <w:pStyle w:val="Script"/>
              <w:ind w:left="0"/>
            </w:pPr>
            <w:r>
              <w:t>Duffy O’Craven</w:t>
            </w:r>
          </w:p>
        </w:tc>
        <w:tc>
          <w:tcPr>
            <w:tcW w:w="4632" w:type="dxa"/>
            <w:tcBorders>
              <w:top w:val="single" w:sz="4" w:space="0" w:color="auto"/>
              <w:left w:val="single" w:sz="4" w:space="0" w:color="auto"/>
              <w:bottom w:val="single" w:sz="4" w:space="0" w:color="auto"/>
              <w:right w:val="single" w:sz="4" w:space="0" w:color="auto"/>
            </w:tcBorders>
          </w:tcPr>
          <w:p w14:paraId="5AE642BD" w14:textId="77777777" w:rsidR="00BA20E6" w:rsidRPr="00C148EE" w:rsidRDefault="00BA20E6" w:rsidP="00C91E67">
            <w:pPr>
              <w:pStyle w:val="CellBUllet0"/>
              <w:numPr>
                <w:ilvl w:val="0"/>
                <w:numId w:val="11"/>
              </w:numPr>
              <w:tabs>
                <w:tab w:val="num" w:pos="72"/>
              </w:tabs>
              <w:ind w:left="72" w:hanging="180"/>
              <w:rPr>
                <w:lang w:val="en-CA"/>
              </w:rPr>
            </w:pPr>
            <w:r>
              <w:rPr>
                <w:lang w:val="en-CA"/>
              </w:rPr>
              <w:t>Restored section 5 Alarm and Event Management BIBBs numbering</w:t>
            </w:r>
          </w:p>
        </w:tc>
      </w:tr>
      <w:tr w:rsidR="00117532" w:rsidRPr="00C148EE" w14:paraId="4A24B5FC" w14:textId="77777777" w:rsidTr="0045684F">
        <w:tc>
          <w:tcPr>
            <w:tcW w:w="1233" w:type="dxa"/>
            <w:tcBorders>
              <w:top w:val="single" w:sz="4" w:space="0" w:color="auto"/>
              <w:left w:val="single" w:sz="4" w:space="0" w:color="auto"/>
              <w:bottom w:val="single" w:sz="4" w:space="0" w:color="auto"/>
              <w:right w:val="single" w:sz="4" w:space="0" w:color="auto"/>
            </w:tcBorders>
          </w:tcPr>
          <w:p w14:paraId="33B5F06E" w14:textId="77777777" w:rsidR="00117532" w:rsidRDefault="00117532" w:rsidP="00502B38">
            <w:pPr>
              <w:pStyle w:val="Script"/>
              <w:ind w:left="0"/>
            </w:pPr>
            <w:r>
              <w:t>14.0.final</w:t>
            </w:r>
          </w:p>
        </w:tc>
        <w:tc>
          <w:tcPr>
            <w:tcW w:w="1354" w:type="dxa"/>
            <w:tcBorders>
              <w:top w:val="single" w:sz="4" w:space="0" w:color="auto"/>
              <w:left w:val="single" w:sz="4" w:space="0" w:color="auto"/>
              <w:bottom w:val="single" w:sz="4" w:space="0" w:color="auto"/>
              <w:right w:val="single" w:sz="4" w:space="0" w:color="auto"/>
            </w:tcBorders>
          </w:tcPr>
          <w:p w14:paraId="65D56A39" w14:textId="77777777" w:rsidR="00117532" w:rsidRDefault="00117532" w:rsidP="00502B38">
            <w:pPr>
              <w:pStyle w:val="Script"/>
              <w:ind w:left="0"/>
            </w:pPr>
            <w:r>
              <w:t>31-Oct-2014</w:t>
            </w:r>
          </w:p>
        </w:tc>
        <w:tc>
          <w:tcPr>
            <w:tcW w:w="1483" w:type="dxa"/>
            <w:gridSpan w:val="2"/>
            <w:tcBorders>
              <w:top w:val="single" w:sz="4" w:space="0" w:color="auto"/>
              <w:left w:val="single" w:sz="4" w:space="0" w:color="auto"/>
              <w:bottom w:val="single" w:sz="4" w:space="0" w:color="auto"/>
              <w:right w:val="single" w:sz="4" w:space="0" w:color="auto"/>
            </w:tcBorders>
          </w:tcPr>
          <w:p w14:paraId="47590ABC" w14:textId="77777777" w:rsidR="00117532" w:rsidRDefault="00BA20E6" w:rsidP="00820820">
            <w:pPr>
              <w:pStyle w:val="Script"/>
              <w:ind w:left="0"/>
            </w:pPr>
            <w:r>
              <w:t>Duffy O’Craven</w:t>
            </w:r>
          </w:p>
        </w:tc>
        <w:tc>
          <w:tcPr>
            <w:tcW w:w="4632" w:type="dxa"/>
            <w:tcBorders>
              <w:top w:val="single" w:sz="4" w:space="0" w:color="auto"/>
              <w:left w:val="single" w:sz="4" w:space="0" w:color="auto"/>
              <w:bottom w:val="single" w:sz="4" w:space="0" w:color="auto"/>
              <w:right w:val="single" w:sz="4" w:space="0" w:color="auto"/>
            </w:tcBorders>
          </w:tcPr>
          <w:p w14:paraId="3DFDBC11" w14:textId="77777777" w:rsidR="00117532" w:rsidRDefault="00117532" w:rsidP="00C91E67">
            <w:pPr>
              <w:pStyle w:val="CellBUllet0"/>
              <w:numPr>
                <w:ilvl w:val="0"/>
                <w:numId w:val="11"/>
              </w:numPr>
              <w:tabs>
                <w:tab w:val="num" w:pos="72"/>
              </w:tabs>
              <w:ind w:left="72" w:hanging="180"/>
              <w:rPr>
                <w:lang w:val="en-CA"/>
              </w:rPr>
            </w:pPr>
            <w:r>
              <w:t>Updated to final revision</w:t>
            </w:r>
          </w:p>
        </w:tc>
      </w:tr>
      <w:tr w:rsidR="0053003C" w:rsidRPr="00C148EE" w14:paraId="50806088" w14:textId="77777777" w:rsidTr="0045684F">
        <w:tc>
          <w:tcPr>
            <w:tcW w:w="1233" w:type="dxa"/>
            <w:tcBorders>
              <w:top w:val="single" w:sz="4" w:space="0" w:color="auto"/>
              <w:left w:val="single" w:sz="4" w:space="0" w:color="auto"/>
              <w:bottom w:val="single" w:sz="4" w:space="0" w:color="auto"/>
              <w:right w:val="single" w:sz="4" w:space="0" w:color="auto"/>
            </w:tcBorders>
          </w:tcPr>
          <w:p w14:paraId="7D666E44" w14:textId="77777777" w:rsidR="0053003C" w:rsidRDefault="0053003C" w:rsidP="00F936BB">
            <w:pPr>
              <w:pStyle w:val="Script"/>
              <w:ind w:left="0"/>
            </w:pPr>
            <w:r>
              <w:t>15.0</w:t>
            </w:r>
            <w:r w:rsidR="00F936BB">
              <w:t>.05</w:t>
            </w:r>
          </w:p>
        </w:tc>
        <w:tc>
          <w:tcPr>
            <w:tcW w:w="1354" w:type="dxa"/>
            <w:tcBorders>
              <w:top w:val="single" w:sz="4" w:space="0" w:color="auto"/>
              <w:left w:val="single" w:sz="4" w:space="0" w:color="auto"/>
              <w:bottom w:val="single" w:sz="4" w:space="0" w:color="auto"/>
              <w:right w:val="single" w:sz="4" w:space="0" w:color="auto"/>
            </w:tcBorders>
          </w:tcPr>
          <w:p w14:paraId="5DA13238" w14:textId="77777777" w:rsidR="0053003C" w:rsidRDefault="00F936BB" w:rsidP="00502B38">
            <w:pPr>
              <w:pStyle w:val="Script"/>
              <w:ind w:left="0"/>
            </w:pPr>
            <w:r>
              <w:t>24</w:t>
            </w:r>
            <w:r w:rsidR="0053003C">
              <w:t>-Aug-2017</w:t>
            </w:r>
          </w:p>
        </w:tc>
        <w:tc>
          <w:tcPr>
            <w:tcW w:w="1483" w:type="dxa"/>
            <w:gridSpan w:val="2"/>
            <w:tcBorders>
              <w:top w:val="single" w:sz="4" w:space="0" w:color="auto"/>
              <w:left w:val="single" w:sz="4" w:space="0" w:color="auto"/>
              <w:bottom w:val="single" w:sz="4" w:space="0" w:color="auto"/>
              <w:right w:val="single" w:sz="4" w:space="0" w:color="auto"/>
            </w:tcBorders>
          </w:tcPr>
          <w:p w14:paraId="0C107094" w14:textId="77777777" w:rsidR="0053003C" w:rsidRDefault="0053003C"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DBB9642" w14:textId="77777777" w:rsidR="0053003C" w:rsidRDefault="0053003C" w:rsidP="00C91E67">
            <w:pPr>
              <w:pStyle w:val="CellBUllet0"/>
              <w:numPr>
                <w:ilvl w:val="0"/>
                <w:numId w:val="11"/>
              </w:numPr>
              <w:tabs>
                <w:tab w:val="num" w:pos="72"/>
              </w:tabs>
              <w:ind w:left="72" w:hanging="180"/>
            </w:pPr>
            <w:r>
              <w:t>Applied Addenda 14.0b-j plus errata</w:t>
            </w:r>
          </w:p>
        </w:tc>
      </w:tr>
      <w:tr w:rsidR="0063300C" w:rsidRPr="00C148EE" w14:paraId="636E98F6" w14:textId="77777777" w:rsidTr="0045684F">
        <w:tc>
          <w:tcPr>
            <w:tcW w:w="1233" w:type="dxa"/>
            <w:tcBorders>
              <w:top w:val="single" w:sz="4" w:space="0" w:color="auto"/>
              <w:left w:val="single" w:sz="4" w:space="0" w:color="auto"/>
              <w:bottom w:val="single" w:sz="4" w:space="0" w:color="auto"/>
              <w:right w:val="single" w:sz="4" w:space="0" w:color="auto"/>
            </w:tcBorders>
          </w:tcPr>
          <w:p w14:paraId="6804134D" w14:textId="77777777" w:rsidR="0063300C" w:rsidRDefault="0063300C" w:rsidP="00F936BB">
            <w:pPr>
              <w:pStyle w:val="Script"/>
              <w:ind w:left="0"/>
            </w:pPr>
            <w:r>
              <w:t>15.0.07</w:t>
            </w:r>
          </w:p>
        </w:tc>
        <w:tc>
          <w:tcPr>
            <w:tcW w:w="1354" w:type="dxa"/>
            <w:tcBorders>
              <w:top w:val="single" w:sz="4" w:space="0" w:color="auto"/>
              <w:left w:val="single" w:sz="4" w:space="0" w:color="auto"/>
              <w:bottom w:val="single" w:sz="4" w:space="0" w:color="auto"/>
              <w:right w:val="single" w:sz="4" w:space="0" w:color="auto"/>
            </w:tcBorders>
          </w:tcPr>
          <w:p w14:paraId="7F655F43" w14:textId="77777777" w:rsidR="0063300C" w:rsidRDefault="0063300C" w:rsidP="00502B38">
            <w:pPr>
              <w:pStyle w:val="Script"/>
              <w:ind w:left="0"/>
            </w:pPr>
            <w:r>
              <w:t>16-Sep-2017</w:t>
            </w:r>
          </w:p>
        </w:tc>
        <w:tc>
          <w:tcPr>
            <w:tcW w:w="1483" w:type="dxa"/>
            <w:gridSpan w:val="2"/>
            <w:tcBorders>
              <w:top w:val="single" w:sz="4" w:space="0" w:color="auto"/>
              <w:left w:val="single" w:sz="4" w:space="0" w:color="auto"/>
              <w:bottom w:val="single" w:sz="4" w:space="0" w:color="auto"/>
              <w:right w:val="single" w:sz="4" w:space="0" w:color="auto"/>
            </w:tcBorders>
          </w:tcPr>
          <w:p w14:paraId="6F049BED" w14:textId="77777777" w:rsidR="0063300C" w:rsidRDefault="0063300C"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1EDEC66A" w14:textId="77777777" w:rsidR="0063300C" w:rsidRDefault="0063300C" w:rsidP="00C91E67">
            <w:pPr>
              <w:pStyle w:val="CellBUllet0"/>
              <w:numPr>
                <w:ilvl w:val="0"/>
                <w:numId w:val="11"/>
              </w:numPr>
              <w:tabs>
                <w:tab w:val="num" w:pos="72"/>
              </w:tabs>
              <w:ind w:left="72" w:hanging="180"/>
            </w:pPr>
            <w:r>
              <w:t>Applied additional errata.</w:t>
            </w:r>
          </w:p>
        </w:tc>
      </w:tr>
      <w:tr w:rsidR="00A14806" w:rsidRPr="00C148EE" w14:paraId="74BA6E91" w14:textId="77777777" w:rsidTr="0045684F">
        <w:tc>
          <w:tcPr>
            <w:tcW w:w="1233" w:type="dxa"/>
            <w:tcBorders>
              <w:top w:val="single" w:sz="4" w:space="0" w:color="auto"/>
              <w:left w:val="single" w:sz="4" w:space="0" w:color="auto"/>
              <w:bottom w:val="single" w:sz="4" w:space="0" w:color="auto"/>
              <w:right w:val="single" w:sz="4" w:space="0" w:color="auto"/>
            </w:tcBorders>
          </w:tcPr>
          <w:p w14:paraId="24EF0802" w14:textId="77777777" w:rsidR="00A14806" w:rsidRDefault="00A14806" w:rsidP="00622C39">
            <w:pPr>
              <w:pStyle w:val="Script"/>
              <w:ind w:left="0"/>
            </w:pPr>
            <w:r>
              <w:t>15.0.</w:t>
            </w:r>
            <w:r w:rsidR="00622C39">
              <w:t>08</w:t>
            </w:r>
          </w:p>
        </w:tc>
        <w:tc>
          <w:tcPr>
            <w:tcW w:w="1354" w:type="dxa"/>
            <w:tcBorders>
              <w:top w:val="single" w:sz="4" w:space="0" w:color="auto"/>
              <w:left w:val="single" w:sz="4" w:space="0" w:color="auto"/>
              <w:bottom w:val="single" w:sz="4" w:space="0" w:color="auto"/>
              <w:right w:val="single" w:sz="4" w:space="0" w:color="auto"/>
            </w:tcBorders>
          </w:tcPr>
          <w:p w14:paraId="01130B20" w14:textId="77777777" w:rsidR="00A14806" w:rsidRDefault="00622C39" w:rsidP="00502B38">
            <w:pPr>
              <w:pStyle w:val="Script"/>
              <w:ind w:left="0"/>
            </w:pPr>
            <w:r>
              <w:t>25</w:t>
            </w:r>
            <w:r w:rsidR="00A14806">
              <w:t>-Sep-2017</w:t>
            </w:r>
          </w:p>
        </w:tc>
        <w:tc>
          <w:tcPr>
            <w:tcW w:w="1483" w:type="dxa"/>
            <w:gridSpan w:val="2"/>
            <w:tcBorders>
              <w:top w:val="single" w:sz="4" w:space="0" w:color="auto"/>
              <w:left w:val="single" w:sz="4" w:space="0" w:color="auto"/>
              <w:bottom w:val="single" w:sz="4" w:space="0" w:color="auto"/>
              <w:right w:val="single" w:sz="4" w:space="0" w:color="auto"/>
            </w:tcBorders>
          </w:tcPr>
          <w:p w14:paraId="529E684C" w14:textId="77777777" w:rsidR="00A14806" w:rsidRDefault="00A14806"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221402C1" w14:textId="77777777" w:rsidR="00A14806" w:rsidRDefault="00622C39" w:rsidP="00C91E67">
            <w:pPr>
              <w:pStyle w:val="CellBUllet0"/>
              <w:numPr>
                <w:ilvl w:val="0"/>
                <w:numId w:val="11"/>
              </w:numPr>
              <w:tabs>
                <w:tab w:val="num" w:pos="72"/>
              </w:tabs>
              <w:ind w:left="72" w:hanging="180"/>
            </w:pPr>
            <w:r>
              <w:t>Removed Global Group ‘Supports Reliability Evaluation’</w:t>
            </w:r>
          </w:p>
        </w:tc>
      </w:tr>
      <w:tr w:rsidR="00622C39" w:rsidRPr="00C148EE" w14:paraId="39C557C0" w14:textId="77777777" w:rsidTr="0045684F">
        <w:tc>
          <w:tcPr>
            <w:tcW w:w="1233" w:type="dxa"/>
            <w:tcBorders>
              <w:top w:val="single" w:sz="4" w:space="0" w:color="auto"/>
              <w:left w:val="single" w:sz="4" w:space="0" w:color="auto"/>
              <w:bottom w:val="single" w:sz="4" w:space="0" w:color="auto"/>
              <w:right w:val="single" w:sz="4" w:space="0" w:color="auto"/>
            </w:tcBorders>
          </w:tcPr>
          <w:p w14:paraId="2F30A351" w14:textId="77777777" w:rsidR="00622C39" w:rsidRDefault="00622C39" w:rsidP="00F936BB">
            <w:pPr>
              <w:pStyle w:val="Script"/>
              <w:ind w:left="0"/>
            </w:pPr>
            <w:r>
              <w:t xml:space="preserve">15.0.final </w:t>
            </w:r>
          </w:p>
        </w:tc>
        <w:tc>
          <w:tcPr>
            <w:tcW w:w="1354" w:type="dxa"/>
            <w:tcBorders>
              <w:top w:val="single" w:sz="4" w:space="0" w:color="auto"/>
              <w:left w:val="single" w:sz="4" w:space="0" w:color="auto"/>
              <w:bottom w:val="single" w:sz="4" w:space="0" w:color="auto"/>
              <w:right w:val="single" w:sz="4" w:space="0" w:color="auto"/>
            </w:tcBorders>
          </w:tcPr>
          <w:p w14:paraId="77F630F7" w14:textId="77777777" w:rsidR="00622C39" w:rsidRDefault="00622C39" w:rsidP="00502B38">
            <w:pPr>
              <w:pStyle w:val="Script"/>
              <w:ind w:left="0"/>
            </w:pPr>
            <w:r>
              <w:t>25-Sep-2017</w:t>
            </w:r>
          </w:p>
        </w:tc>
        <w:tc>
          <w:tcPr>
            <w:tcW w:w="1483" w:type="dxa"/>
            <w:gridSpan w:val="2"/>
            <w:tcBorders>
              <w:top w:val="single" w:sz="4" w:space="0" w:color="auto"/>
              <w:left w:val="single" w:sz="4" w:space="0" w:color="auto"/>
              <w:bottom w:val="single" w:sz="4" w:space="0" w:color="auto"/>
              <w:right w:val="single" w:sz="4" w:space="0" w:color="auto"/>
            </w:tcBorders>
          </w:tcPr>
          <w:p w14:paraId="3AC16C11" w14:textId="77777777" w:rsidR="00622C39" w:rsidRDefault="00622C39"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295B973A" w14:textId="77777777" w:rsidR="00622C39" w:rsidRDefault="00622C39" w:rsidP="00C91E67">
            <w:pPr>
              <w:pStyle w:val="CellBUllet0"/>
              <w:numPr>
                <w:ilvl w:val="0"/>
                <w:numId w:val="11"/>
              </w:numPr>
              <w:tabs>
                <w:tab w:val="num" w:pos="72"/>
              </w:tabs>
              <w:ind w:left="72" w:hanging="180"/>
            </w:pPr>
            <w:r>
              <w:t>Accepted all changes and marked as final</w:t>
            </w:r>
          </w:p>
        </w:tc>
      </w:tr>
      <w:tr w:rsidR="00111AAF" w:rsidRPr="00C148EE" w14:paraId="49D10465" w14:textId="77777777" w:rsidTr="0045684F">
        <w:tc>
          <w:tcPr>
            <w:tcW w:w="1233" w:type="dxa"/>
            <w:tcBorders>
              <w:top w:val="single" w:sz="4" w:space="0" w:color="auto"/>
              <w:left w:val="single" w:sz="4" w:space="0" w:color="auto"/>
              <w:bottom w:val="single" w:sz="4" w:space="0" w:color="auto"/>
              <w:right w:val="single" w:sz="4" w:space="0" w:color="auto"/>
            </w:tcBorders>
          </w:tcPr>
          <w:p w14:paraId="62C425C2" w14:textId="77777777" w:rsidR="00111AAF" w:rsidRDefault="00111AAF" w:rsidP="00F936BB">
            <w:pPr>
              <w:pStyle w:val="Script"/>
              <w:ind w:left="0"/>
            </w:pPr>
            <w:r>
              <w:t>15.1.1</w:t>
            </w:r>
          </w:p>
        </w:tc>
        <w:tc>
          <w:tcPr>
            <w:tcW w:w="1354" w:type="dxa"/>
            <w:tcBorders>
              <w:top w:val="single" w:sz="4" w:space="0" w:color="auto"/>
              <w:left w:val="single" w:sz="4" w:space="0" w:color="auto"/>
              <w:bottom w:val="single" w:sz="4" w:space="0" w:color="auto"/>
              <w:right w:val="single" w:sz="4" w:space="0" w:color="auto"/>
            </w:tcBorders>
          </w:tcPr>
          <w:p w14:paraId="19E9687C" w14:textId="77777777" w:rsidR="00111AAF" w:rsidRDefault="00111AAF" w:rsidP="00502B38">
            <w:pPr>
              <w:pStyle w:val="Script"/>
              <w:ind w:left="0"/>
            </w:pPr>
            <w:r>
              <w:t>27-Feb-2018</w:t>
            </w:r>
          </w:p>
        </w:tc>
        <w:tc>
          <w:tcPr>
            <w:tcW w:w="1483" w:type="dxa"/>
            <w:gridSpan w:val="2"/>
            <w:tcBorders>
              <w:top w:val="single" w:sz="4" w:space="0" w:color="auto"/>
              <w:left w:val="single" w:sz="4" w:space="0" w:color="auto"/>
              <w:bottom w:val="single" w:sz="4" w:space="0" w:color="auto"/>
              <w:right w:val="single" w:sz="4" w:space="0" w:color="auto"/>
            </w:tcBorders>
          </w:tcPr>
          <w:p w14:paraId="2A5A0AD4" w14:textId="77777777" w:rsidR="00111AAF" w:rsidRDefault="00111AAF"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5B5E402E" w14:textId="77777777" w:rsidR="00111AAF" w:rsidRDefault="00111AAF" w:rsidP="00C91E67">
            <w:pPr>
              <w:pStyle w:val="CellBUllet0"/>
              <w:numPr>
                <w:ilvl w:val="0"/>
                <w:numId w:val="11"/>
              </w:numPr>
              <w:tabs>
                <w:tab w:val="num" w:pos="72"/>
              </w:tabs>
              <w:ind w:left="72" w:hanging="180"/>
            </w:pPr>
            <w:r>
              <w:t>Applied Addenda a,b and c.</w:t>
            </w:r>
          </w:p>
        </w:tc>
      </w:tr>
      <w:tr w:rsidR="006E7BBF" w:rsidRPr="00C148EE" w14:paraId="7D0BF647" w14:textId="77777777" w:rsidTr="0045684F">
        <w:tc>
          <w:tcPr>
            <w:tcW w:w="1233" w:type="dxa"/>
            <w:tcBorders>
              <w:top w:val="single" w:sz="4" w:space="0" w:color="auto"/>
              <w:left w:val="single" w:sz="4" w:space="0" w:color="auto"/>
              <w:bottom w:val="single" w:sz="4" w:space="0" w:color="auto"/>
              <w:right w:val="single" w:sz="4" w:space="0" w:color="auto"/>
            </w:tcBorders>
          </w:tcPr>
          <w:p w14:paraId="72A26ECE" w14:textId="77777777" w:rsidR="006E7BBF" w:rsidRDefault="006E7BBF" w:rsidP="00F936BB">
            <w:pPr>
              <w:pStyle w:val="Script"/>
              <w:ind w:left="0"/>
            </w:pPr>
            <w:r>
              <w:t>15.1.2</w:t>
            </w:r>
          </w:p>
        </w:tc>
        <w:tc>
          <w:tcPr>
            <w:tcW w:w="1354" w:type="dxa"/>
            <w:tcBorders>
              <w:top w:val="single" w:sz="4" w:space="0" w:color="auto"/>
              <w:left w:val="single" w:sz="4" w:space="0" w:color="auto"/>
              <w:bottom w:val="single" w:sz="4" w:space="0" w:color="auto"/>
              <w:right w:val="single" w:sz="4" w:space="0" w:color="auto"/>
            </w:tcBorders>
          </w:tcPr>
          <w:p w14:paraId="5C81C60D" w14:textId="77777777" w:rsidR="006E7BBF" w:rsidRDefault="009C5115" w:rsidP="009C5115">
            <w:pPr>
              <w:pStyle w:val="Script"/>
              <w:ind w:left="0"/>
            </w:pPr>
            <w:r>
              <w:t>5</w:t>
            </w:r>
            <w:r w:rsidR="006E7BBF">
              <w:t>-</w:t>
            </w:r>
            <w:r>
              <w:t>Apr</w:t>
            </w:r>
            <w:r w:rsidR="006E7BBF">
              <w:t>-2018</w:t>
            </w:r>
          </w:p>
        </w:tc>
        <w:tc>
          <w:tcPr>
            <w:tcW w:w="1483" w:type="dxa"/>
            <w:gridSpan w:val="2"/>
            <w:tcBorders>
              <w:top w:val="single" w:sz="4" w:space="0" w:color="auto"/>
              <w:left w:val="single" w:sz="4" w:space="0" w:color="auto"/>
              <w:bottom w:val="single" w:sz="4" w:space="0" w:color="auto"/>
              <w:right w:val="single" w:sz="4" w:space="0" w:color="auto"/>
            </w:tcBorders>
          </w:tcPr>
          <w:p w14:paraId="7997CC3E" w14:textId="77777777" w:rsidR="006E7BBF" w:rsidRDefault="006E7BBF"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F835976" w14:textId="77777777" w:rsidR="006E7BBF" w:rsidRDefault="006E7BBF" w:rsidP="00C91E67">
            <w:pPr>
              <w:pStyle w:val="CellBUllet0"/>
              <w:numPr>
                <w:ilvl w:val="0"/>
                <w:numId w:val="11"/>
              </w:numPr>
              <w:tabs>
                <w:tab w:val="num" w:pos="72"/>
              </w:tabs>
              <w:ind w:left="72" w:hanging="180"/>
            </w:pPr>
            <w:r>
              <w:t>Applied Addenda d and errata</w:t>
            </w:r>
          </w:p>
        </w:tc>
      </w:tr>
      <w:tr w:rsidR="006E7BBF" w:rsidRPr="00C148EE" w14:paraId="47CD7B5D" w14:textId="77777777" w:rsidTr="0045684F">
        <w:tc>
          <w:tcPr>
            <w:tcW w:w="1233" w:type="dxa"/>
            <w:tcBorders>
              <w:top w:val="single" w:sz="4" w:space="0" w:color="auto"/>
              <w:left w:val="single" w:sz="4" w:space="0" w:color="auto"/>
              <w:bottom w:val="single" w:sz="4" w:space="0" w:color="auto"/>
              <w:right w:val="single" w:sz="4" w:space="0" w:color="auto"/>
            </w:tcBorders>
          </w:tcPr>
          <w:p w14:paraId="4EF41002" w14:textId="77777777" w:rsidR="006E7BBF" w:rsidRDefault="006E7BBF" w:rsidP="00F936BB">
            <w:pPr>
              <w:pStyle w:val="Script"/>
              <w:ind w:left="0"/>
            </w:pPr>
            <w:r>
              <w:t>15.1.3</w:t>
            </w:r>
          </w:p>
        </w:tc>
        <w:tc>
          <w:tcPr>
            <w:tcW w:w="1354" w:type="dxa"/>
            <w:tcBorders>
              <w:top w:val="single" w:sz="4" w:space="0" w:color="auto"/>
              <w:left w:val="single" w:sz="4" w:space="0" w:color="auto"/>
              <w:bottom w:val="single" w:sz="4" w:space="0" w:color="auto"/>
              <w:right w:val="single" w:sz="4" w:space="0" w:color="auto"/>
            </w:tcBorders>
          </w:tcPr>
          <w:p w14:paraId="0416ED47" w14:textId="77777777" w:rsidR="006E7BBF" w:rsidRDefault="00BA3C3D" w:rsidP="00502B38">
            <w:pPr>
              <w:pStyle w:val="Script"/>
              <w:ind w:left="0"/>
            </w:pPr>
            <w:r>
              <w:t>5-Apr</w:t>
            </w:r>
            <w:r w:rsidR="006E7BBF">
              <w:t>-2018</w:t>
            </w:r>
          </w:p>
        </w:tc>
        <w:tc>
          <w:tcPr>
            <w:tcW w:w="1483" w:type="dxa"/>
            <w:gridSpan w:val="2"/>
            <w:tcBorders>
              <w:top w:val="single" w:sz="4" w:space="0" w:color="auto"/>
              <w:left w:val="single" w:sz="4" w:space="0" w:color="auto"/>
              <w:bottom w:val="single" w:sz="4" w:space="0" w:color="auto"/>
              <w:right w:val="single" w:sz="4" w:space="0" w:color="auto"/>
            </w:tcBorders>
          </w:tcPr>
          <w:p w14:paraId="7E997A61" w14:textId="77777777" w:rsidR="006E7BBF" w:rsidRDefault="006E7BBF"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0F8E747" w14:textId="77777777" w:rsidR="006E7BBF" w:rsidRDefault="006E7BBF" w:rsidP="00C91E67">
            <w:pPr>
              <w:pStyle w:val="CellBUllet0"/>
              <w:numPr>
                <w:ilvl w:val="0"/>
                <w:numId w:val="11"/>
              </w:numPr>
              <w:tabs>
                <w:tab w:val="num" w:pos="72"/>
              </w:tabs>
              <w:ind w:left="72" w:hanging="180"/>
            </w:pPr>
            <w:r>
              <w:t>Accepted all changes.</w:t>
            </w:r>
          </w:p>
        </w:tc>
      </w:tr>
      <w:tr w:rsidR="009F44FD" w:rsidRPr="00C148EE" w14:paraId="23562198" w14:textId="77777777" w:rsidTr="0045684F">
        <w:tc>
          <w:tcPr>
            <w:tcW w:w="1233" w:type="dxa"/>
            <w:tcBorders>
              <w:top w:val="single" w:sz="4" w:space="0" w:color="auto"/>
              <w:left w:val="single" w:sz="4" w:space="0" w:color="auto"/>
              <w:bottom w:val="single" w:sz="4" w:space="0" w:color="auto"/>
              <w:right w:val="single" w:sz="4" w:space="0" w:color="auto"/>
            </w:tcBorders>
          </w:tcPr>
          <w:p w14:paraId="31028031" w14:textId="77777777" w:rsidR="009F44FD" w:rsidRDefault="009F44FD" w:rsidP="00F936BB">
            <w:pPr>
              <w:pStyle w:val="Script"/>
              <w:ind w:left="0"/>
            </w:pPr>
            <w:r>
              <w:t>15.1.4</w:t>
            </w:r>
          </w:p>
        </w:tc>
        <w:tc>
          <w:tcPr>
            <w:tcW w:w="1354" w:type="dxa"/>
            <w:tcBorders>
              <w:top w:val="single" w:sz="4" w:space="0" w:color="auto"/>
              <w:left w:val="single" w:sz="4" w:space="0" w:color="auto"/>
              <w:bottom w:val="single" w:sz="4" w:space="0" w:color="auto"/>
              <w:right w:val="single" w:sz="4" w:space="0" w:color="auto"/>
            </w:tcBorders>
          </w:tcPr>
          <w:p w14:paraId="47FCB6BC" w14:textId="77777777" w:rsidR="009F44FD" w:rsidRDefault="009F44FD" w:rsidP="00502B38">
            <w:pPr>
              <w:pStyle w:val="Script"/>
              <w:ind w:left="0"/>
            </w:pPr>
            <w:r>
              <w:t>17-Apr-2018</w:t>
            </w:r>
          </w:p>
        </w:tc>
        <w:tc>
          <w:tcPr>
            <w:tcW w:w="1483" w:type="dxa"/>
            <w:gridSpan w:val="2"/>
            <w:tcBorders>
              <w:top w:val="single" w:sz="4" w:space="0" w:color="auto"/>
              <w:left w:val="single" w:sz="4" w:space="0" w:color="auto"/>
              <w:bottom w:val="single" w:sz="4" w:space="0" w:color="auto"/>
              <w:right w:val="single" w:sz="4" w:space="0" w:color="auto"/>
            </w:tcBorders>
          </w:tcPr>
          <w:p w14:paraId="44FB2975" w14:textId="77777777" w:rsidR="009F44FD" w:rsidRDefault="009F44FD"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72723B34" w14:textId="77777777" w:rsidR="009F44FD" w:rsidRDefault="009F44FD" w:rsidP="00C91E67">
            <w:pPr>
              <w:pStyle w:val="CellBUllet0"/>
              <w:numPr>
                <w:ilvl w:val="0"/>
                <w:numId w:val="11"/>
              </w:numPr>
              <w:tabs>
                <w:tab w:val="num" w:pos="72"/>
              </w:tabs>
              <w:ind w:left="72" w:hanging="180"/>
            </w:pPr>
            <w:r>
              <w:t>Applied additional Errata</w:t>
            </w:r>
          </w:p>
        </w:tc>
      </w:tr>
      <w:tr w:rsidR="00641E09" w:rsidRPr="00C148EE" w14:paraId="0089E6D2" w14:textId="77777777" w:rsidTr="0045684F">
        <w:tc>
          <w:tcPr>
            <w:tcW w:w="1233" w:type="dxa"/>
            <w:tcBorders>
              <w:top w:val="single" w:sz="4" w:space="0" w:color="auto"/>
              <w:left w:val="single" w:sz="4" w:space="0" w:color="auto"/>
              <w:bottom w:val="single" w:sz="4" w:space="0" w:color="auto"/>
              <w:right w:val="single" w:sz="4" w:space="0" w:color="auto"/>
            </w:tcBorders>
          </w:tcPr>
          <w:p w14:paraId="3A5386AE" w14:textId="77777777" w:rsidR="00641E09" w:rsidRDefault="00641E09" w:rsidP="00F936BB">
            <w:pPr>
              <w:pStyle w:val="Script"/>
              <w:ind w:left="0"/>
            </w:pPr>
            <w:r>
              <w:t>15.1.5</w:t>
            </w:r>
          </w:p>
        </w:tc>
        <w:tc>
          <w:tcPr>
            <w:tcW w:w="1354" w:type="dxa"/>
            <w:tcBorders>
              <w:top w:val="single" w:sz="4" w:space="0" w:color="auto"/>
              <w:left w:val="single" w:sz="4" w:space="0" w:color="auto"/>
              <w:bottom w:val="single" w:sz="4" w:space="0" w:color="auto"/>
              <w:right w:val="single" w:sz="4" w:space="0" w:color="auto"/>
            </w:tcBorders>
          </w:tcPr>
          <w:p w14:paraId="31629F79" w14:textId="77777777" w:rsidR="00641E09" w:rsidRDefault="00641E09" w:rsidP="00502B38">
            <w:pPr>
              <w:pStyle w:val="Script"/>
              <w:ind w:left="0"/>
            </w:pPr>
            <w:r>
              <w:t>7-May-2018</w:t>
            </w:r>
          </w:p>
        </w:tc>
        <w:tc>
          <w:tcPr>
            <w:tcW w:w="1483" w:type="dxa"/>
            <w:gridSpan w:val="2"/>
            <w:tcBorders>
              <w:top w:val="single" w:sz="4" w:space="0" w:color="auto"/>
              <w:left w:val="single" w:sz="4" w:space="0" w:color="auto"/>
              <w:bottom w:val="single" w:sz="4" w:space="0" w:color="auto"/>
              <w:right w:val="single" w:sz="4" w:space="0" w:color="auto"/>
            </w:tcBorders>
          </w:tcPr>
          <w:p w14:paraId="2F8CABC4" w14:textId="77777777" w:rsidR="00641E09" w:rsidRDefault="00641E09"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2A64AA1" w14:textId="77777777" w:rsidR="00641E09" w:rsidRDefault="00641E09" w:rsidP="00C91E67">
            <w:pPr>
              <w:pStyle w:val="CellBUllet0"/>
              <w:numPr>
                <w:ilvl w:val="0"/>
                <w:numId w:val="11"/>
              </w:numPr>
              <w:tabs>
                <w:tab w:val="num" w:pos="72"/>
              </w:tabs>
              <w:ind w:left="72" w:hanging="180"/>
            </w:pPr>
            <w:r>
              <w:t>Applied additional Errata</w:t>
            </w:r>
          </w:p>
        </w:tc>
      </w:tr>
      <w:tr w:rsidR="000D2DA1" w:rsidRPr="00C148EE" w14:paraId="2FE47EF2" w14:textId="77777777" w:rsidTr="0045684F">
        <w:tc>
          <w:tcPr>
            <w:tcW w:w="1233" w:type="dxa"/>
            <w:tcBorders>
              <w:top w:val="single" w:sz="4" w:space="0" w:color="auto"/>
              <w:left w:val="single" w:sz="4" w:space="0" w:color="auto"/>
              <w:bottom w:val="single" w:sz="4" w:space="0" w:color="auto"/>
              <w:right w:val="single" w:sz="4" w:space="0" w:color="auto"/>
            </w:tcBorders>
          </w:tcPr>
          <w:p w14:paraId="4568C215" w14:textId="77777777" w:rsidR="000D2DA1" w:rsidRDefault="000D2DA1" w:rsidP="00F936BB">
            <w:pPr>
              <w:pStyle w:val="Script"/>
              <w:ind w:left="0"/>
            </w:pPr>
            <w:r>
              <w:t>15.1.6</w:t>
            </w:r>
          </w:p>
        </w:tc>
        <w:tc>
          <w:tcPr>
            <w:tcW w:w="1354" w:type="dxa"/>
            <w:tcBorders>
              <w:top w:val="single" w:sz="4" w:space="0" w:color="auto"/>
              <w:left w:val="single" w:sz="4" w:space="0" w:color="auto"/>
              <w:bottom w:val="single" w:sz="4" w:space="0" w:color="auto"/>
              <w:right w:val="single" w:sz="4" w:space="0" w:color="auto"/>
            </w:tcBorders>
          </w:tcPr>
          <w:p w14:paraId="5EEA7785" w14:textId="77777777" w:rsidR="000D2DA1" w:rsidRDefault="000D2DA1" w:rsidP="00502B38">
            <w:pPr>
              <w:pStyle w:val="Script"/>
              <w:ind w:left="0"/>
            </w:pPr>
            <w:r>
              <w:t>10 May 2018</w:t>
            </w:r>
          </w:p>
        </w:tc>
        <w:tc>
          <w:tcPr>
            <w:tcW w:w="1483" w:type="dxa"/>
            <w:gridSpan w:val="2"/>
            <w:tcBorders>
              <w:top w:val="single" w:sz="4" w:space="0" w:color="auto"/>
              <w:left w:val="single" w:sz="4" w:space="0" w:color="auto"/>
              <w:bottom w:val="single" w:sz="4" w:space="0" w:color="auto"/>
              <w:right w:val="single" w:sz="4" w:space="0" w:color="auto"/>
            </w:tcBorders>
          </w:tcPr>
          <w:p w14:paraId="63F81117" w14:textId="77777777" w:rsidR="000D2DA1" w:rsidRDefault="000D2DA1"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3EB48F26" w14:textId="77777777" w:rsidR="000D2DA1" w:rsidRDefault="000D2DA1" w:rsidP="00C91E67">
            <w:pPr>
              <w:pStyle w:val="CellBUllet0"/>
              <w:numPr>
                <w:ilvl w:val="0"/>
                <w:numId w:val="11"/>
              </w:numPr>
              <w:tabs>
                <w:tab w:val="num" w:pos="72"/>
              </w:tabs>
              <w:ind w:left="72" w:hanging="180"/>
            </w:pPr>
            <w:r>
              <w:t>Found more numbering issues.  Applied as Errata.</w:t>
            </w:r>
          </w:p>
        </w:tc>
      </w:tr>
      <w:tr w:rsidR="000D2DA1" w:rsidRPr="00C148EE" w14:paraId="09EBD547" w14:textId="77777777" w:rsidTr="0045684F">
        <w:tc>
          <w:tcPr>
            <w:tcW w:w="1233" w:type="dxa"/>
            <w:tcBorders>
              <w:top w:val="single" w:sz="4" w:space="0" w:color="auto"/>
              <w:left w:val="single" w:sz="4" w:space="0" w:color="auto"/>
              <w:bottom w:val="single" w:sz="4" w:space="0" w:color="auto"/>
              <w:right w:val="single" w:sz="4" w:space="0" w:color="auto"/>
            </w:tcBorders>
          </w:tcPr>
          <w:p w14:paraId="6BE6D118" w14:textId="77777777" w:rsidR="000D2DA1" w:rsidRDefault="000D2DA1" w:rsidP="00F936BB">
            <w:pPr>
              <w:pStyle w:val="Script"/>
              <w:ind w:left="0"/>
            </w:pPr>
            <w:r>
              <w:t>15.1.final</w:t>
            </w:r>
          </w:p>
        </w:tc>
        <w:tc>
          <w:tcPr>
            <w:tcW w:w="1354" w:type="dxa"/>
            <w:tcBorders>
              <w:top w:val="single" w:sz="4" w:space="0" w:color="auto"/>
              <w:left w:val="single" w:sz="4" w:space="0" w:color="auto"/>
              <w:bottom w:val="single" w:sz="4" w:space="0" w:color="auto"/>
              <w:right w:val="single" w:sz="4" w:space="0" w:color="auto"/>
            </w:tcBorders>
          </w:tcPr>
          <w:p w14:paraId="10F074FE" w14:textId="77777777" w:rsidR="000D2DA1" w:rsidRDefault="000D2DA1" w:rsidP="00502B38">
            <w:pPr>
              <w:pStyle w:val="Script"/>
              <w:ind w:left="0"/>
            </w:pPr>
            <w:r>
              <w:t>1 June 2018</w:t>
            </w:r>
          </w:p>
        </w:tc>
        <w:tc>
          <w:tcPr>
            <w:tcW w:w="1483" w:type="dxa"/>
            <w:gridSpan w:val="2"/>
            <w:tcBorders>
              <w:top w:val="single" w:sz="4" w:space="0" w:color="auto"/>
              <w:left w:val="single" w:sz="4" w:space="0" w:color="auto"/>
              <w:bottom w:val="single" w:sz="4" w:space="0" w:color="auto"/>
              <w:right w:val="single" w:sz="4" w:space="0" w:color="auto"/>
            </w:tcBorders>
          </w:tcPr>
          <w:p w14:paraId="73C4DDB5" w14:textId="77777777" w:rsidR="000D2DA1" w:rsidRDefault="000D2DA1"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27A53C0" w14:textId="77777777" w:rsidR="000D2DA1" w:rsidRDefault="000D2DA1" w:rsidP="00C91E67">
            <w:pPr>
              <w:pStyle w:val="CellBUllet0"/>
              <w:numPr>
                <w:ilvl w:val="0"/>
                <w:numId w:val="11"/>
              </w:numPr>
              <w:tabs>
                <w:tab w:val="num" w:pos="72"/>
              </w:tabs>
              <w:ind w:left="72" w:hanging="180"/>
            </w:pPr>
            <w:r>
              <w:t>Renamed to final</w:t>
            </w:r>
          </w:p>
        </w:tc>
      </w:tr>
      <w:tr w:rsidR="00CE3841" w:rsidRPr="00C148EE" w14:paraId="7266EC75" w14:textId="77777777" w:rsidTr="0045684F">
        <w:tc>
          <w:tcPr>
            <w:tcW w:w="1233" w:type="dxa"/>
            <w:tcBorders>
              <w:top w:val="single" w:sz="4" w:space="0" w:color="auto"/>
              <w:left w:val="single" w:sz="4" w:space="0" w:color="auto"/>
              <w:bottom w:val="single" w:sz="4" w:space="0" w:color="auto"/>
              <w:right w:val="single" w:sz="4" w:space="0" w:color="auto"/>
            </w:tcBorders>
          </w:tcPr>
          <w:p w14:paraId="3761C72E" w14:textId="77777777" w:rsidR="00CE3841" w:rsidRDefault="00CE3841" w:rsidP="00F936BB">
            <w:pPr>
              <w:pStyle w:val="Script"/>
              <w:ind w:left="0"/>
            </w:pPr>
            <w:r>
              <w:t>15.2.1</w:t>
            </w:r>
          </w:p>
        </w:tc>
        <w:tc>
          <w:tcPr>
            <w:tcW w:w="1354" w:type="dxa"/>
            <w:tcBorders>
              <w:top w:val="single" w:sz="4" w:space="0" w:color="auto"/>
              <w:left w:val="single" w:sz="4" w:space="0" w:color="auto"/>
              <w:bottom w:val="single" w:sz="4" w:space="0" w:color="auto"/>
              <w:right w:val="single" w:sz="4" w:space="0" w:color="auto"/>
            </w:tcBorders>
          </w:tcPr>
          <w:p w14:paraId="3D230701" w14:textId="77777777" w:rsidR="00CE3841" w:rsidRDefault="00CE3841" w:rsidP="00502B38">
            <w:pPr>
              <w:pStyle w:val="Script"/>
              <w:ind w:left="0"/>
            </w:pPr>
            <w:r>
              <w:t>1-Aug-2018</w:t>
            </w:r>
          </w:p>
        </w:tc>
        <w:tc>
          <w:tcPr>
            <w:tcW w:w="1483" w:type="dxa"/>
            <w:gridSpan w:val="2"/>
            <w:tcBorders>
              <w:top w:val="single" w:sz="4" w:space="0" w:color="auto"/>
              <w:left w:val="single" w:sz="4" w:space="0" w:color="auto"/>
              <w:bottom w:val="single" w:sz="4" w:space="0" w:color="auto"/>
              <w:right w:val="single" w:sz="4" w:space="0" w:color="auto"/>
            </w:tcBorders>
          </w:tcPr>
          <w:p w14:paraId="03D07C4C" w14:textId="77777777" w:rsidR="00CE3841" w:rsidRDefault="00CE3841"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703D154C" w14:textId="77777777" w:rsidR="00CE3841" w:rsidRDefault="00CE3841" w:rsidP="00C91E67">
            <w:pPr>
              <w:pStyle w:val="CellBUllet0"/>
              <w:numPr>
                <w:ilvl w:val="0"/>
                <w:numId w:val="11"/>
              </w:numPr>
              <w:tabs>
                <w:tab w:val="num" w:pos="72"/>
              </w:tabs>
              <w:ind w:left="72" w:hanging="180"/>
            </w:pPr>
            <w:r>
              <w:t>Started our 15.2 version, applied errata from 15.1</w:t>
            </w:r>
          </w:p>
        </w:tc>
      </w:tr>
      <w:tr w:rsidR="00C72CDD" w:rsidRPr="00C148EE" w14:paraId="18A5A1F5" w14:textId="77777777" w:rsidTr="0045684F">
        <w:tc>
          <w:tcPr>
            <w:tcW w:w="1233" w:type="dxa"/>
            <w:tcBorders>
              <w:top w:val="single" w:sz="4" w:space="0" w:color="auto"/>
              <w:left w:val="single" w:sz="4" w:space="0" w:color="auto"/>
              <w:bottom w:val="single" w:sz="4" w:space="0" w:color="auto"/>
              <w:right w:val="single" w:sz="4" w:space="0" w:color="auto"/>
            </w:tcBorders>
          </w:tcPr>
          <w:p w14:paraId="718A3B6A" w14:textId="77777777" w:rsidR="00C72CDD" w:rsidRDefault="00C72CDD" w:rsidP="00F936BB">
            <w:pPr>
              <w:pStyle w:val="Script"/>
              <w:ind w:left="0"/>
            </w:pPr>
            <w:r>
              <w:t>15.2.2</w:t>
            </w:r>
          </w:p>
        </w:tc>
        <w:tc>
          <w:tcPr>
            <w:tcW w:w="1354" w:type="dxa"/>
            <w:tcBorders>
              <w:top w:val="single" w:sz="4" w:space="0" w:color="auto"/>
              <w:left w:val="single" w:sz="4" w:space="0" w:color="auto"/>
              <w:bottom w:val="single" w:sz="4" w:space="0" w:color="auto"/>
              <w:right w:val="single" w:sz="4" w:space="0" w:color="auto"/>
            </w:tcBorders>
          </w:tcPr>
          <w:p w14:paraId="5F163589" w14:textId="77777777" w:rsidR="00C72CDD" w:rsidRDefault="00C72CDD" w:rsidP="00502B38">
            <w:pPr>
              <w:pStyle w:val="Script"/>
              <w:ind w:left="0"/>
            </w:pPr>
            <w:r>
              <w:t>13-Oct-2018</w:t>
            </w:r>
          </w:p>
        </w:tc>
        <w:tc>
          <w:tcPr>
            <w:tcW w:w="1483" w:type="dxa"/>
            <w:gridSpan w:val="2"/>
            <w:tcBorders>
              <w:top w:val="single" w:sz="4" w:space="0" w:color="auto"/>
              <w:left w:val="single" w:sz="4" w:space="0" w:color="auto"/>
              <w:bottom w:val="single" w:sz="4" w:space="0" w:color="auto"/>
              <w:right w:val="single" w:sz="4" w:space="0" w:color="auto"/>
            </w:tcBorders>
          </w:tcPr>
          <w:p w14:paraId="7210B57D" w14:textId="77777777" w:rsidR="00C72CDD" w:rsidRDefault="00C72CDD"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60F6BC2" w14:textId="77777777" w:rsidR="00C72CDD" w:rsidRDefault="00C72CDD" w:rsidP="00C91E67">
            <w:pPr>
              <w:pStyle w:val="CellBUllet0"/>
              <w:numPr>
                <w:ilvl w:val="0"/>
                <w:numId w:val="11"/>
              </w:numPr>
              <w:tabs>
                <w:tab w:val="num" w:pos="72"/>
              </w:tabs>
              <w:ind w:left="72" w:hanging="180"/>
            </w:pPr>
            <w:r>
              <w:t>Applied addenda e, f and g</w:t>
            </w:r>
            <w:r w:rsidR="00785A44">
              <w:t>.</w:t>
            </w:r>
          </w:p>
        </w:tc>
      </w:tr>
      <w:tr w:rsidR="00080BB7" w:rsidRPr="00C148EE" w14:paraId="15B666A4" w14:textId="77777777" w:rsidTr="0045684F">
        <w:tc>
          <w:tcPr>
            <w:tcW w:w="1233" w:type="dxa"/>
            <w:tcBorders>
              <w:top w:val="single" w:sz="4" w:space="0" w:color="auto"/>
              <w:left w:val="single" w:sz="4" w:space="0" w:color="auto"/>
              <w:bottom w:val="single" w:sz="4" w:space="0" w:color="auto"/>
              <w:right w:val="single" w:sz="4" w:space="0" w:color="auto"/>
            </w:tcBorders>
          </w:tcPr>
          <w:p w14:paraId="2542FB7D" w14:textId="77777777" w:rsidR="00080BB7" w:rsidRDefault="00080BB7" w:rsidP="00F936BB">
            <w:pPr>
              <w:pStyle w:val="Script"/>
              <w:ind w:left="0"/>
            </w:pPr>
            <w:r>
              <w:t>15.2.4</w:t>
            </w:r>
          </w:p>
        </w:tc>
        <w:tc>
          <w:tcPr>
            <w:tcW w:w="1354" w:type="dxa"/>
            <w:tcBorders>
              <w:top w:val="single" w:sz="4" w:space="0" w:color="auto"/>
              <w:left w:val="single" w:sz="4" w:space="0" w:color="auto"/>
              <w:bottom w:val="single" w:sz="4" w:space="0" w:color="auto"/>
              <w:right w:val="single" w:sz="4" w:space="0" w:color="auto"/>
            </w:tcBorders>
          </w:tcPr>
          <w:p w14:paraId="15B6A8D4" w14:textId="77777777" w:rsidR="00080BB7" w:rsidRDefault="00080BB7" w:rsidP="00502B38">
            <w:pPr>
              <w:pStyle w:val="Script"/>
              <w:ind w:left="0"/>
            </w:pPr>
            <w:r>
              <w:t>11-Nov-2018</w:t>
            </w:r>
          </w:p>
        </w:tc>
        <w:tc>
          <w:tcPr>
            <w:tcW w:w="1483" w:type="dxa"/>
            <w:gridSpan w:val="2"/>
            <w:tcBorders>
              <w:top w:val="single" w:sz="4" w:space="0" w:color="auto"/>
              <w:left w:val="single" w:sz="4" w:space="0" w:color="auto"/>
              <w:bottom w:val="single" w:sz="4" w:space="0" w:color="auto"/>
              <w:right w:val="single" w:sz="4" w:space="0" w:color="auto"/>
            </w:tcBorders>
          </w:tcPr>
          <w:p w14:paraId="1B778C42" w14:textId="77777777" w:rsidR="00080BB7" w:rsidRDefault="00080BB7"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544C7F24" w14:textId="77777777" w:rsidR="00080BB7" w:rsidRDefault="00080BB7" w:rsidP="00C91E67">
            <w:pPr>
              <w:pStyle w:val="CellBUllet0"/>
              <w:numPr>
                <w:ilvl w:val="0"/>
                <w:numId w:val="11"/>
              </w:numPr>
              <w:tabs>
                <w:tab w:val="num" w:pos="72"/>
              </w:tabs>
              <w:ind w:left="72" w:hanging="180"/>
            </w:pPr>
            <w:r>
              <w:t>Final Cleanup before 15.2 release.</w:t>
            </w:r>
          </w:p>
        </w:tc>
      </w:tr>
      <w:tr w:rsidR="00077A02" w:rsidRPr="00C148EE" w14:paraId="7101A6AB" w14:textId="77777777" w:rsidTr="0045684F">
        <w:tc>
          <w:tcPr>
            <w:tcW w:w="1233" w:type="dxa"/>
            <w:tcBorders>
              <w:top w:val="single" w:sz="4" w:space="0" w:color="auto"/>
              <w:left w:val="single" w:sz="4" w:space="0" w:color="auto"/>
              <w:bottom w:val="single" w:sz="4" w:space="0" w:color="auto"/>
              <w:right w:val="single" w:sz="4" w:space="0" w:color="auto"/>
            </w:tcBorders>
          </w:tcPr>
          <w:p w14:paraId="118C5DE6" w14:textId="77777777" w:rsidR="00077A02" w:rsidRDefault="00077A02" w:rsidP="00F936BB">
            <w:pPr>
              <w:pStyle w:val="Script"/>
              <w:ind w:left="0"/>
            </w:pPr>
            <w:r>
              <w:t>16.0.1</w:t>
            </w:r>
          </w:p>
        </w:tc>
        <w:tc>
          <w:tcPr>
            <w:tcW w:w="1354" w:type="dxa"/>
            <w:tcBorders>
              <w:top w:val="single" w:sz="4" w:space="0" w:color="auto"/>
              <w:left w:val="single" w:sz="4" w:space="0" w:color="auto"/>
              <w:bottom w:val="single" w:sz="4" w:space="0" w:color="auto"/>
              <w:right w:val="single" w:sz="4" w:space="0" w:color="auto"/>
            </w:tcBorders>
          </w:tcPr>
          <w:p w14:paraId="50FAFC7F" w14:textId="77777777" w:rsidR="00077A02" w:rsidRDefault="00077A02" w:rsidP="00502B38">
            <w:pPr>
              <w:pStyle w:val="Script"/>
              <w:ind w:left="0"/>
            </w:pPr>
            <w:r>
              <w:t>19-Aug-2019</w:t>
            </w:r>
          </w:p>
        </w:tc>
        <w:tc>
          <w:tcPr>
            <w:tcW w:w="1483" w:type="dxa"/>
            <w:gridSpan w:val="2"/>
            <w:tcBorders>
              <w:top w:val="single" w:sz="4" w:space="0" w:color="auto"/>
              <w:left w:val="single" w:sz="4" w:space="0" w:color="auto"/>
              <w:bottom w:val="single" w:sz="4" w:space="0" w:color="auto"/>
              <w:right w:val="single" w:sz="4" w:space="0" w:color="auto"/>
            </w:tcBorders>
          </w:tcPr>
          <w:p w14:paraId="47B579F7" w14:textId="77777777" w:rsidR="00077A02" w:rsidRDefault="00077A02"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1814CCCE" w14:textId="77777777" w:rsidR="00077A02" w:rsidRDefault="00077A02" w:rsidP="00C91E67">
            <w:pPr>
              <w:pStyle w:val="CellBUllet0"/>
              <w:numPr>
                <w:ilvl w:val="0"/>
                <w:numId w:val="11"/>
              </w:numPr>
              <w:tabs>
                <w:tab w:val="num" w:pos="72"/>
              </w:tabs>
              <w:ind w:left="72" w:hanging="180"/>
            </w:pPr>
            <w:r>
              <w:t>Converted to docx</w:t>
            </w:r>
            <w:r w:rsidR="0000328E">
              <w:t xml:space="preserve"> and additional cleanup</w:t>
            </w:r>
            <w:r>
              <w:t>.</w:t>
            </w:r>
          </w:p>
        </w:tc>
      </w:tr>
      <w:tr w:rsidR="00625559" w:rsidRPr="00C148EE" w14:paraId="29942C6E" w14:textId="77777777" w:rsidTr="0045684F">
        <w:tc>
          <w:tcPr>
            <w:tcW w:w="1233" w:type="dxa"/>
            <w:tcBorders>
              <w:top w:val="single" w:sz="4" w:space="0" w:color="auto"/>
              <w:left w:val="single" w:sz="4" w:space="0" w:color="auto"/>
              <w:bottom w:val="single" w:sz="4" w:space="0" w:color="auto"/>
              <w:right w:val="single" w:sz="4" w:space="0" w:color="auto"/>
            </w:tcBorders>
          </w:tcPr>
          <w:p w14:paraId="6763D1EC" w14:textId="77777777" w:rsidR="00625559" w:rsidRDefault="00625559" w:rsidP="00F936BB">
            <w:pPr>
              <w:pStyle w:val="Script"/>
              <w:ind w:left="0"/>
            </w:pPr>
            <w:r>
              <w:t>16.0.2</w:t>
            </w:r>
          </w:p>
        </w:tc>
        <w:tc>
          <w:tcPr>
            <w:tcW w:w="1354" w:type="dxa"/>
            <w:tcBorders>
              <w:top w:val="single" w:sz="4" w:space="0" w:color="auto"/>
              <w:left w:val="single" w:sz="4" w:space="0" w:color="auto"/>
              <w:bottom w:val="single" w:sz="4" w:space="0" w:color="auto"/>
              <w:right w:val="single" w:sz="4" w:space="0" w:color="auto"/>
            </w:tcBorders>
          </w:tcPr>
          <w:p w14:paraId="7B7948D6" w14:textId="77777777" w:rsidR="00625559" w:rsidRDefault="00625559" w:rsidP="00502B38">
            <w:pPr>
              <w:pStyle w:val="Script"/>
              <w:ind w:left="0"/>
            </w:pPr>
            <w:r>
              <w:t>19-Aug-2019</w:t>
            </w:r>
          </w:p>
        </w:tc>
        <w:tc>
          <w:tcPr>
            <w:tcW w:w="1483" w:type="dxa"/>
            <w:gridSpan w:val="2"/>
            <w:tcBorders>
              <w:top w:val="single" w:sz="4" w:space="0" w:color="auto"/>
              <w:left w:val="single" w:sz="4" w:space="0" w:color="auto"/>
              <w:bottom w:val="single" w:sz="4" w:space="0" w:color="auto"/>
              <w:right w:val="single" w:sz="4" w:space="0" w:color="auto"/>
            </w:tcBorders>
          </w:tcPr>
          <w:p w14:paraId="76EC2E7A" w14:textId="77777777" w:rsidR="00625559" w:rsidRDefault="00625559"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5DBFFE85" w14:textId="77777777" w:rsidR="00625559" w:rsidRDefault="00625559" w:rsidP="00C91E67">
            <w:pPr>
              <w:pStyle w:val="CellBUllet0"/>
              <w:numPr>
                <w:ilvl w:val="0"/>
                <w:numId w:val="11"/>
              </w:numPr>
              <w:tabs>
                <w:tab w:val="num" w:pos="72"/>
              </w:tabs>
              <w:ind w:left="72" w:hanging="180"/>
            </w:pPr>
            <w:r>
              <w:t>Applied addenda h.</w:t>
            </w:r>
          </w:p>
        </w:tc>
      </w:tr>
      <w:tr w:rsidR="0088297D" w:rsidRPr="00C148EE" w14:paraId="1E64063E" w14:textId="77777777" w:rsidTr="0045684F">
        <w:tc>
          <w:tcPr>
            <w:tcW w:w="1233" w:type="dxa"/>
            <w:tcBorders>
              <w:top w:val="single" w:sz="4" w:space="0" w:color="auto"/>
              <w:left w:val="single" w:sz="4" w:space="0" w:color="auto"/>
              <w:bottom w:val="single" w:sz="4" w:space="0" w:color="auto"/>
              <w:right w:val="single" w:sz="4" w:space="0" w:color="auto"/>
            </w:tcBorders>
          </w:tcPr>
          <w:p w14:paraId="347931F5" w14:textId="77777777" w:rsidR="0088297D" w:rsidRDefault="0088297D" w:rsidP="00F936BB">
            <w:pPr>
              <w:pStyle w:val="Script"/>
              <w:ind w:left="0"/>
            </w:pPr>
            <w:r>
              <w:t>16.0.3</w:t>
            </w:r>
          </w:p>
        </w:tc>
        <w:tc>
          <w:tcPr>
            <w:tcW w:w="1354" w:type="dxa"/>
            <w:tcBorders>
              <w:top w:val="single" w:sz="4" w:space="0" w:color="auto"/>
              <w:left w:val="single" w:sz="4" w:space="0" w:color="auto"/>
              <w:bottom w:val="single" w:sz="4" w:space="0" w:color="auto"/>
              <w:right w:val="single" w:sz="4" w:space="0" w:color="auto"/>
            </w:tcBorders>
          </w:tcPr>
          <w:p w14:paraId="287E4E1C" w14:textId="77777777" w:rsidR="0088297D" w:rsidRDefault="0088297D" w:rsidP="00502B38">
            <w:pPr>
              <w:pStyle w:val="Script"/>
              <w:ind w:left="0"/>
            </w:pPr>
            <w:r>
              <w:t>26-Aug-2019</w:t>
            </w:r>
          </w:p>
        </w:tc>
        <w:tc>
          <w:tcPr>
            <w:tcW w:w="1483" w:type="dxa"/>
            <w:gridSpan w:val="2"/>
            <w:tcBorders>
              <w:top w:val="single" w:sz="4" w:space="0" w:color="auto"/>
              <w:left w:val="single" w:sz="4" w:space="0" w:color="auto"/>
              <w:bottom w:val="single" w:sz="4" w:space="0" w:color="auto"/>
              <w:right w:val="single" w:sz="4" w:space="0" w:color="auto"/>
            </w:tcBorders>
          </w:tcPr>
          <w:p w14:paraId="1087544D" w14:textId="77777777" w:rsidR="0088297D" w:rsidRDefault="0088297D"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32B9D66E" w14:textId="77777777" w:rsidR="0088297D" w:rsidRDefault="0088297D" w:rsidP="00C91E67">
            <w:pPr>
              <w:pStyle w:val="CellBUllet0"/>
              <w:numPr>
                <w:ilvl w:val="0"/>
                <w:numId w:val="11"/>
              </w:numPr>
              <w:tabs>
                <w:tab w:val="num" w:pos="72"/>
              </w:tabs>
              <w:ind w:left="72" w:hanging="180"/>
            </w:pPr>
            <w:r>
              <w:t>Applied addenda i</w:t>
            </w:r>
          </w:p>
        </w:tc>
      </w:tr>
      <w:tr w:rsidR="0033680F" w:rsidRPr="00C148EE" w14:paraId="509587B9" w14:textId="77777777" w:rsidTr="0045684F">
        <w:tc>
          <w:tcPr>
            <w:tcW w:w="1233" w:type="dxa"/>
            <w:tcBorders>
              <w:top w:val="single" w:sz="4" w:space="0" w:color="auto"/>
              <w:left w:val="single" w:sz="4" w:space="0" w:color="auto"/>
              <w:bottom w:val="single" w:sz="4" w:space="0" w:color="auto"/>
              <w:right w:val="single" w:sz="4" w:space="0" w:color="auto"/>
            </w:tcBorders>
          </w:tcPr>
          <w:p w14:paraId="7E50288D" w14:textId="77777777" w:rsidR="0033680F" w:rsidRDefault="0033680F" w:rsidP="00F936BB">
            <w:pPr>
              <w:pStyle w:val="Script"/>
              <w:ind w:left="0"/>
            </w:pPr>
            <w:r>
              <w:t>16.0.4</w:t>
            </w:r>
          </w:p>
        </w:tc>
        <w:tc>
          <w:tcPr>
            <w:tcW w:w="1354" w:type="dxa"/>
            <w:tcBorders>
              <w:top w:val="single" w:sz="4" w:space="0" w:color="auto"/>
              <w:left w:val="single" w:sz="4" w:space="0" w:color="auto"/>
              <w:bottom w:val="single" w:sz="4" w:space="0" w:color="auto"/>
              <w:right w:val="single" w:sz="4" w:space="0" w:color="auto"/>
            </w:tcBorders>
          </w:tcPr>
          <w:p w14:paraId="6430939E" w14:textId="77777777" w:rsidR="0033680F" w:rsidRDefault="0033680F" w:rsidP="00502B38">
            <w:pPr>
              <w:pStyle w:val="Script"/>
              <w:ind w:left="0"/>
            </w:pPr>
            <w:r>
              <w:t>27-Aug-2019</w:t>
            </w:r>
          </w:p>
        </w:tc>
        <w:tc>
          <w:tcPr>
            <w:tcW w:w="1483" w:type="dxa"/>
            <w:gridSpan w:val="2"/>
            <w:tcBorders>
              <w:top w:val="single" w:sz="4" w:space="0" w:color="auto"/>
              <w:left w:val="single" w:sz="4" w:space="0" w:color="auto"/>
              <w:bottom w:val="single" w:sz="4" w:space="0" w:color="auto"/>
              <w:right w:val="single" w:sz="4" w:space="0" w:color="auto"/>
            </w:tcBorders>
          </w:tcPr>
          <w:p w14:paraId="369C11E7" w14:textId="77777777" w:rsidR="0033680F" w:rsidRDefault="0033680F"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1C67AE46" w14:textId="77777777" w:rsidR="0033680F" w:rsidRDefault="0033680F" w:rsidP="00C91E67">
            <w:pPr>
              <w:pStyle w:val="CellBUllet0"/>
              <w:numPr>
                <w:ilvl w:val="0"/>
                <w:numId w:val="11"/>
              </w:numPr>
              <w:tabs>
                <w:tab w:val="num" w:pos="72"/>
              </w:tabs>
              <w:ind w:left="72" w:hanging="180"/>
            </w:pPr>
            <w:r>
              <w:t>Applied addenda j</w:t>
            </w:r>
          </w:p>
        </w:tc>
      </w:tr>
      <w:tr w:rsidR="00820550" w:rsidRPr="00C148EE" w14:paraId="67E512E1" w14:textId="77777777" w:rsidTr="0045684F">
        <w:tc>
          <w:tcPr>
            <w:tcW w:w="1233" w:type="dxa"/>
            <w:tcBorders>
              <w:top w:val="single" w:sz="4" w:space="0" w:color="auto"/>
              <w:left w:val="single" w:sz="4" w:space="0" w:color="auto"/>
              <w:bottom w:val="single" w:sz="4" w:space="0" w:color="auto"/>
              <w:right w:val="single" w:sz="4" w:space="0" w:color="auto"/>
            </w:tcBorders>
          </w:tcPr>
          <w:p w14:paraId="1384AB50" w14:textId="77777777" w:rsidR="00820550" w:rsidRDefault="00820550" w:rsidP="00F936BB">
            <w:pPr>
              <w:pStyle w:val="Script"/>
              <w:ind w:left="0"/>
            </w:pPr>
            <w:r>
              <w:t>16.0.5</w:t>
            </w:r>
          </w:p>
        </w:tc>
        <w:tc>
          <w:tcPr>
            <w:tcW w:w="1354" w:type="dxa"/>
            <w:tcBorders>
              <w:top w:val="single" w:sz="4" w:space="0" w:color="auto"/>
              <w:left w:val="single" w:sz="4" w:space="0" w:color="auto"/>
              <w:bottom w:val="single" w:sz="4" w:space="0" w:color="auto"/>
              <w:right w:val="single" w:sz="4" w:space="0" w:color="auto"/>
            </w:tcBorders>
          </w:tcPr>
          <w:p w14:paraId="63ACCD24" w14:textId="77777777" w:rsidR="00820550" w:rsidRDefault="00820550" w:rsidP="00502B38">
            <w:pPr>
              <w:pStyle w:val="Script"/>
              <w:ind w:left="0"/>
            </w:pPr>
            <w:r>
              <w:t>27-Aug-2019</w:t>
            </w:r>
          </w:p>
        </w:tc>
        <w:tc>
          <w:tcPr>
            <w:tcW w:w="1483" w:type="dxa"/>
            <w:gridSpan w:val="2"/>
            <w:tcBorders>
              <w:top w:val="single" w:sz="4" w:space="0" w:color="auto"/>
              <w:left w:val="single" w:sz="4" w:space="0" w:color="auto"/>
              <w:bottom w:val="single" w:sz="4" w:space="0" w:color="auto"/>
              <w:right w:val="single" w:sz="4" w:space="0" w:color="auto"/>
            </w:tcBorders>
          </w:tcPr>
          <w:p w14:paraId="7746B6F1" w14:textId="77777777" w:rsidR="00820550" w:rsidRDefault="00820550"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EE525B9" w14:textId="77777777" w:rsidR="00820550" w:rsidRDefault="00820550" w:rsidP="00C91E67">
            <w:pPr>
              <w:pStyle w:val="CellBUllet0"/>
              <w:numPr>
                <w:ilvl w:val="0"/>
                <w:numId w:val="11"/>
              </w:numPr>
              <w:tabs>
                <w:tab w:val="num" w:pos="72"/>
              </w:tabs>
              <w:ind w:left="72" w:hanging="180"/>
            </w:pPr>
            <w:r>
              <w:t>Applied addenda k</w:t>
            </w:r>
          </w:p>
        </w:tc>
      </w:tr>
      <w:tr w:rsidR="00FF4FEE" w:rsidRPr="00C148EE" w14:paraId="0D3A1AF6" w14:textId="77777777" w:rsidTr="0045684F">
        <w:tc>
          <w:tcPr>
            <w:tcW w:w="1233" w:type="dxa"/>
            <w:tcBorders>
              <w:top w:val="single" w:sz="4" w:space="0" w:color="auto"/>
              <w:left w:val="single" w:sz="4" w:space="0" w:color="auto"/>
              <w:bottom w:val="single" w:sz="4" w:space="0" w:color="auto"/>
              <w:right w:val="single" w:sz="4" w:space="0" w:color="auto"/>
            </w:tcBorders>
          </w:tcPr>
          <w:p w14:paraId="5A123880" w14:textId="77777777" w:rsidR="00FF4FEE" w:rsidRDefault="00FF4FEE" w:rsidP="00F936BB">
            <w:pPr>
              <w:pStyle w:val="Script"/>
              <w:ind w:left="0"/>
            </w:pPr>
            <w:r>
              <w:t>16.0.6</w:t>
            </w:r>
          </w:p>
        </w:tc>
        <w:tc>
          <w:tcPr>
            <w:tcW w:w="1354" w:type="dxa"/>
            <w:tcBorders>
              <w:top w:val="single" w:sz="4" w:space="0" w:color="auto"/>
              <w:left w:val="single" w:sz="4" w:space="0" w:color="auto"/>
              <w:bottom w:val="single" w:sz="4" w:space="0" w:color="auto"/>
              <w:right w:val="single" w:sz="4" w:space="0" w:color="auto"/>
            </w:tcBorders>
          </w:tcPr>
          <w:p w14:paraId="080E5C85" w14:textId="77777777" w:rsidR="00FF4FEE" w:rsidRDefault="00FF4FEE" w:rsidP="00502B38">
            <w:pPr>
              <w:pStyle w:val="Script"/>
              <w:ind w:left="0"/>
            </w:pPr>
            <w:r>
              <w:t>28-Aug-2019</w:t>
            </w:r>
          </w:p>
        </w:tc>
        <w:tc>
          <w:tcPr>
            <w:tcW w:w="1483" w:type="dxa"/>
            <w:gridSpan w:val="2"/>
            <w:tcBorders>
              <w:top w:val="single" w:sz="4" w:space="0" w:color="auto"/>
              <w:left w:val="single" w:sz="4" w:space="0" w:color="auto"/>
              <w:bottom w:val="single" w:sz="4" w:space="0" w:color="auto"/>
              <w:right w:val="single" w:sz="4" w:space="0" w:color="auto"/>
            </w:tcBorders>
          </w:tcPr>
          <w:p w14:paraId="2A0021E0" w14:textId="77777777" w:rsidR="00FF4FEE" w:rsidRDefault="00FF4FEE"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22053C2" w14:textId="77777777" w:rsidR="00FF4FEE" w:rsidRDefault="00FF4FEE" w:rsidP="00C91E67">
            <w:pPr>
              <w:pStyle w:val="CellBUllet0"/>
              <w:numPr>
                <w:ilvl w:val="0"/>
                <w:numId w:val="11"/>
              </w:numPr>
              <w:tabs>
                <w:tab w:val="num" w:pos="72"/>
              </w:tabs>
              <w:ind w:left="72" w:hanging="180"/>
            </w:pPr>
            <w:r>
              <w:t>Applied addenda l</w:t>
            </w:r>
          </w:p>
        </w:tc>
      </w:tr>
      <w:tr w:rsidR="0023533F" w:rsidRPr="00C148EE" w14:paraId="4D1BFB86" w14:textId="77777777" w:rsidTr="0045684F">
        <w:tc>
          <w:tcPr>
            <w:tcW w:w="1233" w:type="dxa"/>
            <w:tcBorders>
              <w:top w:val="single" w:sz="4" w:space="0" w:color="auto"/>
              <w:left w:val="single" w:sz="4" w:space="0" w:color="auto"/>
              <w:bottom w:val="single" w:sz="4" w:space="0" w:color="auto"/>
              <w:right w:val="single" w:sz="4" w:space="0" w:color="auto"/>
            </w:tcBorders>
          </w:tcPr>
          <w:p w14:paraId="09290EE9" w14:textId="77777777" w:rsidR="0023533F" w:rsidRDefault="0023533F" w:rsidP="00F936BB">
            <w:pPr>
              <w:pStyle w:val="Script"/>
              <w:ind w:left="0"/>
            </w:pPr>
            <w:r>
              <w:lastRenderedPageBreak/>
              <w:t>16.0.7</w:t>
            </w:r>
          </w:p>
        </w:tc>
        <w:tc>
          <w:tcPr>
            <w:tcW w:w="1354" w:type="dxa"/>
            <w:tcBorders>
              <w:top w:val="single" w:sz="4" w:space="0" w:color="auto"/>
              <w:left w:val="single" w:sz="4" w:space="0" w:color="auto"/>
              <w:bottom w:val="single" w:sz="4" w:space="0" w:color="auto"/>
              <w:right w:val="single" w:sz="4" w:space="0" w:color="auto"/>
            </w:tcBorders>
          </w:tcPr>
          <w:p w14:paraId="072DB553" w14:textId="77777777" w:rsidR="0023533F" w:rsidRDefault="0023533F" w:rsidP="00502B38">
            <w:pPr>
              <w:pStyle w:val="Script"/>
              <w:ind w:left="0"/>
            </w:pPr>
            <w:r>
              <w:t>29-Aug-2019</w:t>
            </w:r>
          </w:p>
        </w:tc>
        <w:tc>
          <w:tcPr>
            <w:tcW w:w="1483" w:type="dxa"/>
            <w:gridSpan w:val="2"/>
            <w:tcBorders>
              <w:top w:val="single" w:sz="4" w:space="0" w:color="auto"/>
              <w:left w:val="single" w:sz="4" w:space="0" w:color="auto"/>
              <w:bottom w:val="single" w:sz="4" w:space="0" w:color="auto"/>
              <w:right w:val="single" w:sz="4" w:space="0" w:color="auto"/>
            </w:tcBorders>
          </w:tcPr>
          <w:p w14:paraId="7F91D8DC" w14:textId="77777777" w:rsidR="0023533F" w:rsidRDefault="0023533F"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19397A78" w14:textId="77777777" w:rsidR="0023533F" w:rsidRDefault="0023533F" w:rsidP="00C91E67">
            <w:pPr>
              <w:pStyle w:val="CellBUllet0"/>
              <w:numPr>
                <w:ilvl w:val="0"/>
                <w:numId w:val="11"/>
              </w:numPr>
              <w:tabs>
                <w:tab w:val="num" w:pos="72"/>
              </w:tabs>
              <w:ind w:left="72" w:hanging="180"/>
            </w:pPr>
            <w:r>
              <w:t>Applied addenda m</w:t>
            </w:r>
          </w:p>
        </w:tc>
      </w:tr>
      <w:tr w:rsidR="00C177EF" w:rsidRPr="00C148EE" w14:paraId="2FBED3AB" w14:textId="77777777" w:rsidTr="0045684F">
        <w:tc>
          <w:tcPr>
            <w:tcW w:w="1233" w:type="dxa"/>
            <w:tcBorders>
              <w:top w:val="single" w:sz="4" w:space="0" w:color="auto"/>
              <w:left w:val="single" w:sz="4" w:space="0" w:color="auto"/>
              <w:bottom w:val="single" w:sz="4" w:space="0" w:color="auto"/>
              <w:right w:val="single" w:sz="4" w:space="0" w:color="auto"/>
            </w:tcBorders>
          </w:tcPr>
          <w:p w14:paraId="458D2AC8" w14:textId="77777777" w:rsidR="00C177EF" w:rsidRDefault="00C177EF" w:rsidP="00F936BB">
            <w:pPr>
              <w:pStyle w:val="Script"/>
              <w:ind w:left="0"/>
            </w:pPr>
            <w:r>
              <w:t>16.0.8</w:t>
            </w:r>
          </w:p>
        </w:tc>
        <w:tc>
          <w:tcPr>
            <w:tcW w:w="1354" w:type="dxa"/>
            <w:tcBorders>
              <w:top w:val="single" w:sz="4" w:space="0" w:color="auto"/>
              <w:left w:val="single" w:sz="4" w:space="0" w:color="auto"/>
              <w:bottom w:val="single" w:sz="4" w:space="0" w:color="auto"/>
              <w:right w:val="single" w:sz="4" w:space="0" w:color="auto"/>
            </w:tcBorders>
          </w:tcPr>
          <w:p w14:paraId="53AF1219" w14:textId="77777777" w:rsidR="00C177EF" w:rsidRDefault="00C177EF" w:rsidP="00502B38">
            <w:pPr>
              <w:pStyle w:val="Script"/>
              <w:ind w:left="0"/>
            </w:pPr>
            <w:r>
              <w:t>29-Aug-2019</w:t>
            </w:r>
          </w:p>
        </w:tc>
        <w:tc>
          <w:tcPr>
            <w:tcW w:w="1483" w:type="dxa"/>
            <w:gridSpan w:val="2"/>
            <w:tcBorders>
              <w:top w:val="single" w:sz="4" w:space="0" w:color="auto"/>
              <w:left w:val="single" w:sz="4" w:space="0" w:color="auto"/>
              <w:bottom w:val="single" w:sz="4" w:space="0" w:color="auto"/>
              <w:right w:val="single" w:sz="4" w:space="0" w:color="auto"/>
            </w:tcBorders>
          </w:tcPr>
          <w:p w14:paraId="7E5621F2" w14:textId="77777777" w:rsidR="00C177EF" w:rsidRDefault="00C177EF"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9612B16" w14:textId="77777777" w:rsidR="00C177EF" w:rsidRDefault="00C177EF" w:rsidP="00C91E67">
            <w:pPr>
              <w:pStyle w:val="CellBUllet0"/>
              <w:numPr>
                <w:ilvl w:val="0"/>
                <w:numId w:val="11"/>
              </w:numPr>
              <w:tabs>
                <w:tab w:val="num" w:pos="72"/>
              </w:tabs>
              <w:ind w:left="72" w:hanging="180"/>
            </w:pPr>
            <w:r>
              <w:t>Applied addenda n (no changes)</w:t>
            </w:r>
          </w:p>
        </w:tc>
      </w:tr>
      <w:tr w:rsidR="00B86B4C" w:rsidRPr="00C148EE" w14:paraId="0668196B" w14:textId="77777777" w:rsidTr="0045684F">
        <w:tc>
          <w:tcPr>
            <w:tcW w:w="1233" w:type="dxa"/>
            <w:tcBorders>
              <w:top w:val="single" w:sz="4" w:space="0" w:color="auto"/>
              <w:left w:val="single" w:sz="4" w:space="0" w:color="auto"/>
              <w:bottom w:val="single" w:sz="4" w:space="0" w:color="auto"/>
              <w:right w:val="single" w:sz="4" w:space="0" w:color="auto"/>
            </w:tcBorders>
          </w:tcPr>
          <w:p w14:paraId="46CB1772" w14:textId="77777777" w:rsidR="00B86B4C" w:rsidRDefault="00B86B4C" w:rsidP="00F936BB">
            <w:pPr>
              <w:pStyle w:val="Script"/>
              <w:ind w:left="0"/>
            </w:pPr>
            <w:r>
              <w:t>16.0.9</w:t>
            </w:r>
          </w:p>
        </w:tc>
        <w:tc>
          <w:tcPr>
            <w:tcW w:w="1354" w:type="dxa"/>
            <w:tcBorders>
              <w:top w:val="single" w:sz="4" w:space="0" w:color="auto"/>
              <w:left w:val="single" w:sz="4" w:space="0" w:color="auto"/>
              <w:bottom w:val="single" w:sz="4" w:space="0" w:color="auto"/>
              <w:right w:val="single" w:sz="4" w:space="0" w:color="auto"/>
            </w:tcBorders>
          </w:tcPr>
          <w:p w14:paraId="784F3F76" w14:textId="77777777" w:rsidR="00B86B4C" w:rsidRDefault="00B86B4C" w:rsidP="00502B38">
            <w:pPr>
              <w:pStyle w:val="Script"/>
              <w:ind w:left="0"/>
            </w:pPr>
            <w:r>
              <w:t>30-Aug-2019</w:t>
            </w:r>
          </w:p>
        </w:tc>
        <w:tc>
          <w:tcPr>
            <w:tcW w:w="1483" w:type="dxa"/>
            <w:gridSpan w:val="2"/>
            <w:tcBorders>
              <w:top w:val="single" w:sz="4" w:space="0" w:color="auto"/>
              <w:left w:val="single" w:sz="4" w:space="0" w:color="auto"/>
              <w:bottom w:val="single" w:sz="4" w:space="0" w:color="auto"/>
              <w:right w:val="single" w:sz="4" w:space="0" w:color="auto"/>
            </w:tcBorders>
          </w:tcPr>
          <w:p w14:paraId="134283E9" w14:textId="77777777" w:rsidR="00B86B4C" w:rsidRDefault="00B86B4C"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79CB46CD" w14:textId="77777777" w:rsidR="00B86B4C" w:rsidRDefault="00B86B4C" w:rsidP="00C91E67">
            <w:pPr>
              <w:pStyle w:val="CellBUllet0"/>
              <w:numPr>
                <w:ilvl w:val="0"/>
                <w:numId w:val="11"/>
              </w:numPr>
              <w:tabs>
                <w:tab w:val="num" w:pos="72"/>
              </w:tabs>
              <w:ind w:left="72" w:hanging="180"/>
            </w:pPr>
            <w:r>
              <w:t>Applied addenda o</w:t>
            </w:r>
          </w:p>
        </w:tc>
      </w:tr>
      <w:tr w:rsidR="001D4D8B" w:rsidRPr="00C148EE" w14:paraId="7D523B76" w14:textId="77777777" w:rsidTr="0045684F">
        <w:tc>
          <w:tcPr>
            <w:tcW w:w="1233" w:type="dxa"/>
            <w:tcBorders>
              <w:top w:val="single" w:sz="4" w:space="0" w:color="auto"/>
              <w:left w:val="single" w:sz="4" w:space="0" w:color="auto"/>
              <w:bottom w:val="single" w:sz="4" w:space="0" w:color="auto"/>
              <w:right w:val="single" w:sz="4" w:space="0" w:color="auto"/>
            </w:tcBorders>
          </w:tcPr>
          <w:p w14:paraId="62A3C38F" w14:textId="77777777" w:rsidR="001D4D8B" w:rsidRDefault="001D4D8B" w:rsidP="00F936BB">
            <w:pPr>
              <w:pStyle w:val="Script"/>
              <w:ind w:left="0"/>
            </w:pPr>
            <w:r>
              <w:t>16.0.10</w:t>
            </w:r>
          </w:p>
        </w:tc>
        <w:tc>
          <w:tcPr>
            <w:tcW w:w="1354" w:type="dxa"/>
            <w:tcBorders>
              <w:top w:val="single" w:sz="4" w:space="0" w:color="auto"/>
              <w:left w:val="single" w:sz="4" w:space="0" w:color="auto"/>
              <w:bottom w:val="single" w:sz="4" w:space="0" w:color="auto"/>
              <w:right w:val="single" w:sz="4" w:space="0" w:color="auto"/>
            </w:tcBorders>
          </w:tcPr>
          <w:p w14:paraId="3F922CCD" w14:textId="77777777" w:rsidR="001D4D8B" w:rsidRDefault="001D4D8B" w:rsidP="00502B38">
            <w:pPr>
              <w:pStyle w:val="Script"/>
              <w:ind w:left="0"/>
            </w:pPr>
            <w:r>
              <w:t>30-Aug-2019</w:t>
            </w:r>
          </w:p>
        </w:tc>
        <w:tc>
          <w:tcPr>
            <w:tcW w:w="1483" w:type="dxa"/>
            <w:gridSpan w:val="2"/>
            <w:tcBorders>
              <w:top w:val="single" w:sz="4" w:space="0" w:color="auto"/>
              <w:left w:val="single" w:sz="4" w:space="0" w:color="auto"/>
              <w:bottom w:val="single" w:sz="4" w:space="0" w:color="auto"/>
              <w:right w:val="single" w:sz="4" w:space="0" w:color="auto"/>
            </w:tcBorders>
          </w:tcPr>
          <w:p w14:paraId="65CD84DE" w14:textId="77777777" w:rsidR="001D4D8B" w:rsidRDefault="001D4D8B"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186F3508" w14:textId="77777777" w:rsidR="001D4D8B" w:rsidRDefault="001D4D8B" w:rsidP="00C91E67">
            <w:pPr>
              <w:pStyle w:val="CellBUllet0"/>
              <w:numPr>
                <w:ilvl w:val="0"/>
                <w:numId w:val="11"/>
              </w:numPr>
              <w:tabs>
                <w:tab w:val="num" w:pos="72"/>
              </w:tabs>
              <w:ind w:left="72" w:hanging="180"/>
            </w:pPr>
            <w:r>
              <w:t>Applied addenda p</w:t>
            </w:r>
          </w:p>
        </w:tc>
      </w:tr>
      <w:tr w:rsidR="006B45B8" w:rsidRPr="00C148EE" w14:paraId="2F990E24" w14:textId="77777777" w:rsidTr="0045684F">
        <w:tc>
          <w:tcPr>
            <w:tcW w:w="1233" w:type="dxa"/>
            <w:tcBorders>
              <w:top w:val="single" w:sz="4" w:space="0" w:color="auto"/>
              <w:left w:val="single" w:sz="4" w:space="0" w:color="auto"/>
              <w:bottom w:val="single" w:sz="4" w:space="0" w:color="auto"/>
              <w:right w:val="single" w:sz="4" w:space="0" w:color="auto"/>
            </w:tcBorders>
          </w:tcPr>
          <w:p w14:paraId="56C0099D" w14:textId="77777777" w:rsidR="006B45B8" w:rsidRDefault="006B45B8" w:rsidP="00F936BB">
            <w:pPr>
              <w:pStyle w:val="Script"/>
              <w:ind w:left="0"/>
            </w:pPr>
            <w:r>
              <w:t>16.0.11</w:t>
            </w:r>
          </w:p>
        </w:tc>
        <w:tc>
          <w:tcPr>
            <w:tcW w:w="1354" w:type="dxa"/>
            <w:tcBorders>
              <w:top w:val="single" w:sz="4" w:space="0" w:color="auto"/>
              <w:left w:val="single" w:sz="4" w:space="0" w:color="auto"/>
              <w:bottom w:val="single" w:sz="4" w:space="0" w:color="auto"/>
              <w:right w:val="single" w:sz="4" w:space="0" w:color="auto"/>
            </w:tcBorders>
          </w:tcPr>
          <w:p w14:paraId="203DADAB" w14:textId="77777777" w:rsidR="006B45B8" w:rsidRDefault="006B45B8" w:rsidP="00502B38">
            <w:pPr>
              <w:pStyle w:val="Script"/>
              <w:ind w:left="0"/>
            </w:pPr>
            <w:r>
              <w:t>30-Aug-2019</w:t>
            </w:r>
          </w:p>
        </w:tc>
        <w:tc>
          <w:tcPr>
            <w:tcW w:w="1483" w:type="dxa"/>
            <w:gridSpan w:val="2"/>
            <w:tcBorders>
              <w:top w:val="single" w:sz="4" w:space="0" w:color="auto"/>
              <w:left w:val="single" w:sz="4" w:space="0" w:color="auto"/>
              <w:bottom w:val="single" w:sz="4" w:space="0" w:color="auto"/>
              <w:right w:val="single" w:sz="4" w:space="0" w:color="auto"/>
            </w:tcBorders>
          </w:tcPr>
          <w:p w14:paraId="793C4698" w14:textId="77777777" w:rsidR="006B45B8" w:rsidRDefault="006B45B8"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186D2E61" w14:textId="77777777" w:rsidR="006B45B8" w:rsidRDefault="006B45B8" w:rsidP="00C91E67">
            <w:pPr>
              <w:pStyle w:val="CellBUllet0"/>
              <w:numPr>
                <w:ilvl w:val="0"/>
                <w:numId w:val="11"/>
              </w:numPr>
              <w:tabs>
                <w:tab w:val="num" w:pos="72"/>
              </w:tabs>
              <w:ind w:left="72" w:hanging="180"/>
            </w:pPr>
            <w:r>
              <w:t>Applied addenda r (no changes)</w:t>
            </w:r>
          </w:p>
        </w:tc>
      </w:tr>
      <w:tr w:rsidR="00F91296" w:rsidRPr="00C148EE" w14:paraId="31CE73EC" w14:textId="77777777" w:rsidTr="0045684F">
        <w:tc>
          <w:tcPr>
            <w:tcW w:w="1233" w:type="dxa"/>
            <w:tcBorders>
              <w:top w:val="single" w:sz="4" w:space="0" w:color="auto"/>
              <w:left w:val="single" w:sz="4" w:space="0" w:color="auto"/>
              <w:bottom w:val="single" w:sz="4" w:space="0" w:color="auto"/>
              <w:right w:val="single" w:sz="4" w:space="0" w:color="auto"/>
            </w:tcBorders>
          </w:tcPr>
          <w:p w14:paraId="1DC038D2" w14:textId="77777777" w:rsidR="00F91296" w:rsidRDefault="00F26415" w:rsidP="00F936BB">
            <w:pPr>
              <w:pStyle w:val="Script"/>
              <w:ind w:left="0"/>
            </w:pPr>
            <w:r>
              <w:t>16.0.12</w:t>
            </w:r>
          </w:p>
        </w:tc>
        <w:tc>
          <w:tcPr>
            <w:tcW w:w="1354" w:type="dxa"/>
            <w:tcBorders>
              <w:top w:val="single" w:sz="4" w:space="0" w:color="auto"/>
              <w:left w:val="single" w:sz="4" w:space="0" w:color="auto"/>
              <w:bottom w:val="single" w:sz="4" w:space="0" w:color="auto"/>
              <w:right w:val="single" w:sz="4" w:space="0" w:color="auto"/>
            </w:tcBorders>
          </w:tcPr>
          <w:p w14:paraId="72509D8A" w14:textId="77777777" w:rsidR="00F91296" w:rsidRDefault="00F26415" w:rsidP="00502B38">
            <w:pPr>
              <w:pStyle w:val="Script"/>
              <w:ind w:left="0"/>
            </w:pPr>
            <w:r>
              <w:t>30-Aug-2019</w:t>
            </w:r>
          </w:p>
        </w:tc>
        <w:tc>
          <w:tcPr>
            <w:tcW w:w="1483" w:type="dxa"/>
            <w:gridSpan w:val="2"/>
            <w:tcBorders>
              <w:top w:val="single" w:sz="4" w:space="0" w:color="auto"/>
              <w:left w:val="single" w:sz="4" w:space="0" w:color="auto"/>
              <w:bottom w:val="single" w:sz="4" w:space="0" w:color="auto"/>
              <w:right w:val="single" w:sz="4" w:space="0" w:color="auto"/>
            </w:tcBorders>
          </w:tcPr>
          <w:p w14:paraId="19B89B64" w14:textId="77777777" w:rsidR="00F91296" w:rsidRDefault="00F26415"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5A2E004D" w14:textId="77777777" w:rsidR="00F91296" w:rsidRDefault="00F26415" w:rsidP="00C91E67">
            <w:pPr>
              <w:pStyle w:val="CellBUllet0"/>
              <w:numPr>
                <w:ilvl w:val="0"/>
                <w:numId w:val="11"/>
              </w:numPr>
              <w:tabs>
                <w:tab w:val="num" w:pos="72"/>
              </w:tabs>
              <w:ind w:left="72" w:hanging="180"/>
            </w:pPr>
            <w:r>
              <w:t>Applied addenda s</w:t>
            </w:r>
          </w:p>
        </w:tc>
      </w:tr>
      <w:tr w:rsidR="00F26415" w:rsidRPr="00C148EE" w14:paraId="00002D54" w14:textId="77777777" w:rsidTr="0045684F">
        <w:tc>
          <w:tcPr>
            <w:tcW w:w="1233" w:type="dxa"/>
            <w:tcBorders>
              <w:top w:val="single" w:sz="4" w:space="0" w:color="auto"/>
              <w:left w:val="single" w:sz="4" w:space="0" w:color="auto"/>
              <w:bottom w:val="single" w:sz="4" w:space="0" w:color="auto"/>
              <w:right w:val="single" w:sz="4" w:space="0" w:color="auto"/>
            </w:tcBorders>
          </w:tcPr>
          <w:p w14:paraId="5841F86E" w14:textId="77777777" w:rsidR="00F26415" w:rsidRDefault="006D5120" w:rsidP="00F936BB">
            <w:pPr>
              <w:pStyle w:val="Script"/>
              <w:ind w:left="0"/>
            </w:pPr>
            <w:r>
              <w:t>16.0.13</w:t>
            </w:r>
          </w:p>
        </w:tc>
        <w:tc>
          <w:tcPr>
            <w:tcW w:w="1354" w:type="dxa"/>
            <w:tcBorders>
              <w:top w:val="single" w:sz="4" w:space="0" w:color="auto"/>
              <w:left w:val="single" w:sz="4" w:space="0" w:color="auto"/>
              <w:bottom w:val="single" w:sz="4" w:space="0" w:color="auto"/>
              <w:right w:val="single" w:sz="4" w:space="0" w:color="auto"/>
            </w:tcBorders>
          </w:tcPr>
          <w:p w14:paraId="75E469AD" w14:textId="77777777" w:rsidR="00F26415" w:rsidRDefault="006D5120" w:rsidP="00502B38">
            <w:pPr>
              <w:pStyle w:val="Script"/>
              <w:ind w:left="0"/>
            </w:pPr>
            <w:r>
              <w:t>30-Aug-2019</w:t>
            </w:r>
          </w:p>
        </w:tc>
        <w:tc>
          <w:tcPr>
            <w:tcW w:w="1483" w:type="dxa"/>
            <w:gridSpan w:val="2"/>
            <w:tcBorders>
              <w:top w:val="single" w:sz="4" w:space="0" w:color="auto"/>
              <w:left w:val="single" w:sz="4" w:space="0" w:color="auto"/>
              <w:bottom w:val="single" w:sz="4" w:space="0" w:color="auto"/>
              <w:right w:val="single" w:sz="4" w:space="0" w:color="auto"/>
            </w:tcBorders>
          </w:tcPr>
          <w:p w14:paraId="56B70A42" w14:textId="77777777" w:rsidR="00F26415" w:rsidRDefault="006D5120"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7115BEB" w14:textId="77777777" w:rsidR="00F26415" w:rsidRDefault="006D5120" w:rsidP="00C91E67">
            <w:pPr>
              <w:pStyle w:val="CellBUllet0"/>
              <w:numPr>
                <w:ilvl w:val="0"/>
                <w:numId w:val="11"/>
              </w:numPr>
              <w:tabs>
                <w:tab w:val="num" w:pos="72"/>
              </w:tabs>
              <w:ind w:left="72" w:hanging="180"/>
            </w:pPr>
            <w:r>
              <w:t>Applied Errata</w:t>
            </w:r>
          </w:p>
        </w:tc>
      </w:tr>
      <w:tr w:rsidR="00DA1EB5" w:rsidRPr="00C148EE" w14:paraId="50594781" w14:textId="77777777" w:rsidTr="0045684F">
        <w:tc>
          <w:tcPr>
            <w:tcW w:w="1233" w:type="dxa"/>
            <w:tcBorders>
              <w:top w:val="single" w:sz="4" w:space="0" w:color="auto"/>
              <w:left w:val="single" w:sz="4" w:space="0" w:color="auto"/>
              <w:bottom w:val="single" w:sz="4" w:space="0" w:color="auto"/>
              <w:right w:val="single" w:sz="4" w:space="0" w:color="auto"/>
            </w:tcBorders>
          </w:tcPr>
          <w:p w14:paraId="21D792A9" w14:textId="77777777" w:rsidR="00DA1EB5" w:rsidRDefault="00DA1EB5" w:rsidP="00F936BB">
            <w:pPr>
              <w:pStyle w:val="Script"/>
              <w:ind w:left="0"/>
            </w:pPr>
            <w:r>
              <w:t>16.0.14</w:t>
            </w:r>
          </w:p>
        </w:tc>
        <w:tc>
          <w:tcPr>
            <w:tcW w:w="1354" w:type="dxa"/>
            <w:tcBorders>
              <w:top w:val="single" w:sz="4" w:space="0" w:color="auto"/>
              <w:left w:val="single" w:sz="4" w:space="0" w:color="auto"/>
              <w:bottom w:val="single" w:sz="4" w:space="0" w:color="auto"/>
              <w:right w:val="single" w:sz="4" w:space="0" w:color="auto"/>
            </w:tcBorders>
          </w:tcPr>
          <w:p w14:paraId="66221823" w14:textId="77777777" w:rsidR="00DA1EB5" w:rsidRDefault="0028727B" w:rsidP="00502B38">
            <w:pPr>
              <w:pStyle w:val="Script"/>
              <w:ind w:left="0"/>
            </w:pPr>
            <w:r>
              <w:t>25</w:t>
            </w:r>
            <w:r w:rsidR="00DA1EB5">
              <w:t>-Sep-2019</w:t>
            </w:r>
          </w:p>
        </w:tc>
        <w:tc>
          <w:tcPr>
            <w:tcW w:w="1483" w:type="dxa"/>
            <w:gridSpan w:val="2"/>
            <w:tcBorders>
              <w:top w:val="single" w:sz="4" w:space="0" w:color="auto"/>
              <w:left w:val="single" w:sz="4" w:space="0" w:color="auto"/>
              <w:bottom w:val="single" w:sz="4" w:space="0" w:color="auto"/>
              <w:right w:val="single" w:sz="4" w:space="0" w:color="auto"/>
            </w:tcBorders>
          </w:tcPr>
          <w:p w14:paraId="4504EDED" w14:textId="77777777" w:rsidR="00DA1EB5" w:rsidRDefault="00DA1EB5"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928768F" w14:textId="77777777" w:rsidR="00DA1EB5" w:rsidRDefault="00DA1EB5" w:rsidP="00C91E67">
            <w:pPr>
              <w:pStyle w:val="CellBUllet0"/>
              <w:numPr>
                <w:ilvl w:val="0"/>
                <w:numId w:val="11"/>
              </w:numPr>
              <w:tabs>
                <w:tab w:val="num" w:pos="72"/>
              </w:tabs>
              <w:ind w:left="72" w:hanging="180"/>
            </w:pPr>
            <w:r>
              <w:t>Accepted changes.  Minor format changes.</w:t>
            </w:r>
            <w:r w:rsidR="0028727B">
              <w:t xml:space="preserve">  Various errata applied.</w:t>
            </w:r>
          </w:p>
        </w:tc>
      </w:tr>
      <w:tr w:rsidR="00844E4A" w:rsidRPr="00C148EE" w14:paraId="74B1E4FC" w14:textId="77777777" w:rsidTr="0045684F">
        <w:tc>
          <w:tcPr>
            <w:tcW w:w="1233" w:type="dxa"/>
            <w:tcBorders>
              <w:top w:val="single" w:sz="4" w:space="0" w:color="auto"/>
              <w:left w:val="single" w:sz="4" w:space="0" w:color="auto"/>
              <w:bottom w:val="single" w:sz="4" w:space="0" w:color="auto"/>
              <w:right w:val="single" w:sz="4" w:space="0" w:color="auto"/>
            </w:tcBorders>
          </w:tcPr>
          <w:p w14:paraId="0C190DDD" w14:textId="77777777" w:rsidR="00844E4A" w:rsidRDefault="00844E4A" w:rsidP="00F936BB">
            <w:pPr>
              <w:pStyle w:val="Script"/>
              <w:ind w:left="0"/>
            </w:pPr>
            <w:r>
              <w:t>16.0.final</w:t>
            </w:r>
          </w:p>
        </w:tc>
        <w:tc>
          <w:tcPr>
            <w:tcW w:w="1354" w:type="dxa"/>
            <w:tcBorders>
              <w:top w:val="single" w:sz="4" w:space="0" w:color="auto"/>
              <w:left w:val="single" w:sz="4" w:space="0" w:color="auto"/>
              <w:bottom w:val="single" w:sz="4" w:space="0" w:color="auto"/>
              <w:right w:val="single" w:sz="4" w:space="0" w:color="auto"/>
            </w:tcBorders>
          </w:tcPr>
          <w:p w14:paraId="38357D46" w14:textId="77777777" w:rsidR="00844E4A" w:rsidRDefault="00844E4A" w:rsidP="00502B38">
            <w:pPr>
              <w:pStyle w:val="Script"/>
              <w:ind w:left="0"/>
            </w:pPr>
            <w:r>
              <w:t>25-Sep-2019</w:t>
            </w:r>
          </w:p>
        </w:tc>
        <w:tc>
          <w:tcPr>
            <w:tcW w:w="1483" w:type="dxa"/>
            <w:gridSpan w:val="2"/>
            <w:tcBorders>
              <w:top w:val="single" w:sz="4" w:space="0" w:color="auto"/>
              <w:left w:val="single" w:sz="4" w:space="0" w:color="auto"/>
              <w:bottom w:val="single" w:sz="4" w:space="0" w:color="auto"/>
              <w:right w:val="single" w:sz="4" w:space="0" w:color="auto"/>
            </w:tcBorders>
          </w:tcPr>
          <w:p w14:paraId="7713C3CA" w14:textId="77777777" w:rsidR="00844E4A" w:rsidRDefault="00844E4A"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C4B02A9" w14:textId="77777777" w:rsidR="00844E4A" w:rsidRDefault="00844E4A" w:rsidP="00C91E67">
            <w:pPr>
              <w:pStyle w:val="CellBUllet0"/>
              <w:numPr>
                <w:ilvl w:val="0"/>
                <w:numId w:val="11"/>
              </w:numPr>
              <w:tabs>
                <w:tab w:val="num" w:pos="72"/>
              </w:tabs>
              <w:ind w:left="72" w:hanging="180"/>
            </w:pPr>
            <w:r>
              <w:t>Renamed to Final</w:t>
            </w:r>
          </w:p>
        </w:tc>
      </w:tr>
      <w:tr w:rsidR="00EE20A8" w:rsidRPr="00C148EE" w14:paraId="76AB405B" w14:textId="77777777" w:rsidTr="0045684F">
        <w:tc>
          <w:tcPr>
            <w:tcW w:w="1233" w:type="dxa"/>
            <w:tcBorders>
              <w:top w:val="single" w:sz="4" w:space="0" w:color="auto"/>
              <w:left w:val="single" w:sz="4" w:space="0" w:color="auto"/>
              <w:bottom w:val="single" w:sz="4" w:space="0" w:color="auto"/>
              <w:right w:val="single" w:sz="4" w:space="0" w:color="auto"/>
            </w:tcBorders>
          </w:tcPr>
          <w:p w14:paraId="67AA7E59" w14:textId="77777777" w:rsidR="00EE20A8" w:rsidRDefault="00EE20A8" w:rsidP="00D223D0">
            <w:pPr>
              <w:pStyle w:val="Script"/>
              <w:ind w:left="0"/>
            </w:pPr>
            <w:r>
              <w:t>16.0</w:t>
            </w:r>
            <w:r w:rsidR="00D223D0">
              <w:t>.final.</w:t>
            </w:r>
            <w:r>
              <w:t>v2</w:t>
            </w:r>
          </w:p>
        </w:tc>
        <w:tc>
          <w:tcPr>
            <w:tcW w:w="1354" w:type="dxa"/>
            <w:tcBorders>
              <w:top w:val="single" w:sz="4" w:space="0" w:color="auto"/>
              <w:left w:val="single" w:sz="4" w:space="0" w:color="auto"/>
              <w:bottom w:val="single" w:sz="4" w:space="0" w:color="auto"/>
              <w:right w:val="single" w:sz="4" w:space="0" w:color="auto"/>
            </w:tcBorders>
          </w:tcPr>
          <w:p w14:paraId="12BDFE44" w14:textId="77777777" w:rsidR="00EE20A8" w:rsidRDefault="00EE20A8" w:rsidP="00502B38">
            <w:pPr>
              <w:pStyle w:val="Script"/>
              <w:ind w:left="0"/>
            </w:pPr>
            <w:r>
              <w:t>5-Nov-2019</w:t>
            </w:r>
          </w:p>
        </w:tc>
        <w:tc>
          <w:tcPr>
            <w:tcW w:w="1483" w:type="dxa"/>
            <w:gridSpan w:val="2"/>
            <w:tcBorders>
              <w:top w:val="single" w:sz="4" w:space="0" w:color="auto"/>
              <w:left w:val="single" w:sz="4" w:space="0" w:color="auto"/>
              <w:bottom w:val="single" w:sz="4" w:space="0" w:color="auto"/>
              <w:right w:val="single" w:sz="4" w:space="0" w:color="auto"/>
            </w:tcBorders>
          </w:tcPr>
          <w:p w14:paraId="1DD039B1" w14:textId="77777777" w:rsidR="00EE20A8" w:rsidRDefault="00EE20A8"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5841FD9C" w14:textId="77777777" w:rsidR="00EE20A8" w:rsidRDefault="00EE20A8" w:rsidP="00C91E67">
            <w:pPr>
              <w:pStyle w:val="CellBUllet0"/>
              <w:numPr>
                <w:ilvl w:val="0"/>
                <w:numId w:val="11"/>
              </w:numPr>
              <w:tabs>
                <w:tab w:val="num" w:pos="72"/>
              </w:tabs>
              <w:ind w:left="72" w:hanging="180"/>
            </w:pPr>
            <w:r>
              <w:t>Added I</w:t>
            </w:r>
            <w:r w:rsidR="006B5CA0">
              <w:t>p</w:t>
            </w:r>
            <w:r>
              <w:t>v6 entry to checklist and test plan.</w:t>
            </w:r>
          </w:p>
        </w:tc>
      </w:tr>
      <w:tr w:rsidR="00681DDE" w:rsidRPr="00C148EE" w14:paraId="3300F877" w14:textId="77777777" w:rsidTr="0045684F">
        <w:tc>
          <w:tcPr>
            <w:tcW w:w="1233" w:type="dxa"/>
            <w:tcBorders>
              <w:top w:val="single" w:sz="4" w:space="0" w:color="auto"/>
              <w:left w:val="single" w:sz="4" w:space="0" w:color="auto"/>
              <w:bottom w:val="single" w:sz="4" w:space="0" w:color="auto"/>
              <w:right w:val="single" w:sz="4" w:space="0" w:color="auto"/>
            </w:tcBorders>
          </w:tcPr>
          <w:p w14:paraId="22D0D879" w14:textId="77777777" w:rsidR="00681DDE" w:rsidRDefault="00681DDE" w:rsidP="00D223D0">
            <w:pPr>
              <w:pStyle w:val="Script"/>
              <w:ind w:left="0"/>
            </w:pPr>
            <w:r>
              <w:t>16.1</w:t>
            </w:r>
          </w:p>
        </w:tc>
        <w:tc>
          <w:tcPr>
            <w:tcW w:w="1354" w:type="dxa"/>
            <w:tcBorders>
              <w:top w:val="single" w:sz="4" w:space="0" w:color="auto"/>
              <w:left w:val="single" w:sz="4" w:space="0" w:color="auto"/>
              <w:bottom w:val="single" w:sz="4" w:space="0" w:color="auto"/>
              <w:right w:val="single" w:sz="4" w:space="0" w:color="auto"/>
            </w:tcBorders>
          </w:tcPr>
          <w:p w14:paraId="410D65B6" w14:textId="77777777" w:rsidR="00681DDE" w:rsidRDefault="00681DDE" w:rsidP="00502B38">
            <w:pPr>
              <w:pStyle w:val="Script"/>
              <w:ind w:left="0"/>
            </w:pPr>
            <w:r>
              <w:t>10-Dec-2019</w:t>
            </w:r>
          </w:p>
        </w:tc>
        <w:tc>
          <w:tcPr>
            <w:tcW w:w="1483" w:type="dxa"/>
            <w:gridSpan w:val="2"/>
            <w:tcBorders>
              <w:top w:val="single" w:sz="4" w:space="0" w:color="auto"/>
              <w:left w:val="single" w:sz="4" w:space="0" w:color="auto"/>
              <w:bottom w:val="single" w:sz="4" w:space="0" w:color="auto"/>
              <w:right w:val="single" w:sz="4" w:space="0" w:color="auto"/>
            </w:tcBorders>
          </w:tcPr>
          <w:p w14:paraId="3A03C318" w14:textId="77777777" w:rsidR="00681DDE" w:rsidRDefault="00681DDE"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3D60509A" w14:textId="77777777" w:rsidR="00681DDE" w:rsidRDefault="00681DDE" w:rsidP="00C91E67">
            <w:pPr>
              <w:pStyle w:val="CellBUllet0"/>
              <w:numPr>
                <w:ilvl w:val="0"/>
                <w:numId w:val="11"/>
              </w:numPr>
              <w:tabs>
                <w:tab w:val="num" w:pos="72"/>
              </w:tabs>
              <w:ind w:left="72" w:hanging="180"/>
            </w:pPr>
            <w:r>
              <w:t>Applied Errata, Added PR21 and 22 items, renamed to 16.1.</w:t>
            </w:r>
          </w:p>
        </w:tc>
      </w:tr>
      <w:tr w:rsidR="006B5CA0" w:rsidRPr="00C148EE" w14:paraId="27E8A32B" w14:textId="77777777" w:rsidTr="0045684F">
        <w:tc>
          <w:tcPr>
            <w:tcW w:w="1233" w:type="dxa"/>
            <w:tcBorders>
              <w:top w:val="single" w:sz="4" w:space="0" w:color="auto"/>
              <w:left w:val="single" w:sz="4" w:space="0" w:color="auto"/>
              <w:bottom w:val="single" w:sz="4" w:space="0" w:color="auto"/>
              <w:right w:val="single" w:sz="4" w:space="0" w:color="auto"/>
            </w:tcBorders>
          </w:tcPr>
          <w:p w14:paraId="4748C2E0" w14:textId="77777777" w:rsidR="006B5CA0" w:rsidRDefault="006B5CA0" w:rsidP="00D223D0">
            <w:pPr>
              <w:pStyle w:val="Script"/>
              <w:ind w:left="0"/>
            </w:pPr>
            <w:r>
              <w:t>18.0_v1</w:t>
            </w:r>
          </w:p>
        </w:tc>
        <w:tc>
          <w:tcPr>
            <w:tcW w:w="1354" w:type="dxa"/>
            <w:tcBorders>
              <w:top w:val="single" w:sz="4" w:space="0" w:color="auto"/>
              <w:left w:val="single" w:sz="4" w:space="0" w:color="auto"/>
              <w:bottom w:val="single" w:sz="4" w:space="0" w:color="auto"/>
              <w:right w:val="single" w:sz="4" w:space="0" w:color="auto"/>
            </w:tcBorders>
          </w:tcPr>
          <w:p w14:paraId="4D68D674" w14:textId="77777777" w:rsidR="006B5CA0" w:rsidRDefault="007C1A00" w:rsidP="00502B38">
            <w:pPr>
              <w:pStyle w:val="Script"/>
              <w:ind w:left="0"/>
            </w:pPr>
            <w:r>
              <w:t>October 4 2020</w:t>
            </w:r>
          </w:p>
        </w:tc>
        <w:tc>
          <w:tcPr>
            <w:tcW w:w="1483" w:type="dxa"/>
            <w:gridSpan w:val="2"/>
            <w:tcBorders>
              <w:top w:val="single" w:sz="4" w:space="0" w:color="auto"/>
              <w:left w:val="single" w:sz="4" w:space="0" w:color="auto"/>
              <w:bottom w:val="single" w:sz="4" w:space="0" w:color="auto"/>
              <w:right w:val="single" w:sz="4" w:space="0" w:color="auto"/>
            </w:tcBorders>
          </w:tcPr>
          <w:p w14:paraId="49F7FA21" w14:textId="77777777" w:rsidR="006B5CA0" w:rsidRDefault="006B5CA0"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943A399" w14:textId="77777777" w:rsidR="009F52D4" w:rsidRDefault="006B5CA0" w:rsidP="00C91E67">
            <w:pPr>
              <w:pStyle w:val="CellBUllet0"/>
              <w:numPr>
                <w:ilvl w:val="0"/>
                <w:numId w:val="11"/>
              </w:numPr>
              <w:tabs>
                <w:tab w:val="num" w:pos="72"/>
              </w:tabs>
              <w:ind w:left="72" w:hanging="180"/>
            </w:pPr>
            <w:r>
              <w:t>Updated version to 18.0</w:t>
            </w:r>
            <w:r w:rsidR="009F52D4">
              <w:t>.</w:t>
            </w:r>
          </w:p>
          <w:p w14:paraId="42E7F5BB" w14:textId="77777777" w:rsidR="006B5CA0" w:rsidRDefault="009F52D4" w:rsidP="00C91E67">
            <w:pPr>
              <w:pStyle w:val="CellBUllet0"/>
              <w:numPr>
                <w:ilvl w:val="0"/>
                <w:numId w:val="11"/>
              </w:numPr>
              <w:tabs>
                <w:tab w:val="num" w:pos="72"/>
              </w:tabs>
              <w:ind w:left="72" w:hanging="180"/>
            </w:pPr>
            <w:r>
              <w:t>Applied Addenda</w:t>
            </w:r>
            <w:r w:rsidR="006B5CA0">
              <w:t xml:space="preserve"> ai</w:t>
            </w:r>
          </w:p>
          <w:p w14:paraId="57CAD5E8" w14:textId="77777777" w:rsidR="005E4DBC" w:rsidRDefault="005E4DBC" w:rsidP="00C91E67">
            <w:pPr>
              <w:pStyle w:val="CellBUllet0"/>
              <w:numPr>
                <w:ilvl w:val="0"/>
                <w:numId w:val="11"/>
              </w:numPr>
              <w:tabs>
                <w:tab w:val="num" w:pos="72"/>
              </w:tabs>
              <w:ind w:left="72" w:hanging="180"/>
            </w:pPr>
            <w:r>
              <w:t>Applied addenda aj</w:t>
            </w:r>
          </w:p>
          <w:p w14:paraId="1B7D105B" w14:textId="77777777" w:rsidR="002565F2" w:rsidRDefault="002565F2" w:rsidP="00C91E67">
            <w:pPr>
              <w:pStyle w:val="CellBUllet0"/>
              <w:numPr>
                <w:ilvl w:val="0"/>
                <w:numId w:val="11"/>
              </w:numPr>
              <w:tabs>
                <w:tab w:val="num" w:pos="72"/>
              </w:tabs>
              <w:ind w:left="72" w:hanging="180"/>
            </w:pPr>
            <w:r>
              <w:t>Applied addenda bf</w:t>
            </w:r>
          </w:p>
          <w:p w14:paraId="27E93C31" w14:textId="77777777" w:rsidR="005E4DBC" w:rsidRDefault="004028B4" w:rsidP="00C91E67">
            <w:pPr>
              <w:pStyle w:val="CellBUllet0"/>
              <w:numPr>
                <w:ilvl w:val="0"/>
                <w:numId w:val="11"/>
              </w:numPr>
              <w:tabs>
                <w:tab w:val="num" w:pos="72"/>
              </w:tabs>
              <w:ind w:left="72" w:hanging="180"/>
            </w:pPr>
            <w:r>
              <w:t>Applied addenda bg</w:t>
            </w:r>
          </w:p>
          <w:p w14:paraId="39B6E211" w14:textId="77777777" w:rsidR="00BD5763" w:rsidRDefault="00BD5763" w:rsidP="00C91E67">
            <w:pPr>
              <w:pStyle w:val="CellBUllet0"/>
              <w:numPr>
                <w:ilvl w:val="0"/>
                <w:numId w:val="11"/>
              </w:numPr>
              <w:tabs>
                <w:tab w:val="num" w:pos="72"/>
              </w:tabs>
              <w:ind w:left="72" w:hanging="180"/>
            </w:pPr>
            <w:r>
              <w:t>Applied addenda bj</w:t>
            </w:r>
          </w:p>
          <w:p w14:paraId="380B7DD8" w14:textId="77777777" w:rsidR="00137C89" w:rsidRDefault="00137C89" w:rsidP="00C91E67">
            <w:pPr>
              <w:pStyle w:val="CellBUllet0"/>
              <w:numPr>
                <w:ilvl w:val="0"/>
                <w:numId w:val="11"/>
              </w:numPr>
              <w:tabs>
                <w:tab w:val="num" w:pos="72"/>
              </w:tabs>
              <w:ind w:left="72" w:hanging="180"/>
            </w:pPr>
            <w:r>
              <w:t>Applied addenda fix2</w:t>
            </w:r>
          </w:p>
          <w:p w14:paraId="2BE78EE1" w14:textId="77777777" w:rsidR="00137C89" w:rsidRDefault="00137C89" w:rsidP="00C91E67">
            <w:pPr>
              <w:pStyle w:val="CellBUllet0"/>
              <w:numPr>
                <w:ilvl w:val="0"/>
                <w:numId w:val="11"/>
              </w:numPr>
              <w:tabs>
                <w:tab w:val="num" w:pos="72"/>
              </w:tabs>
              <w:ind w:left="72" w:hanging="180"/>
            </w:pPr>
            <w:r>
              <w:t>Applied addenda fix1</w:t>
            </w:r>
          </w:p>
          <w:p w14:paraId="6D61052F" w14:textId="77777777" w:rsidR="004410E4" w:rsidRDefault="004410E4" w:rsidP="00C91E67">
            <w:pPr>
              <w:pStyle w:val="CellBUllet0"/>
              <w:numPr>
                <w:ilvl w:val="0"/>
                <w:numId w:val="11"/>
              </w:numPr>
              <w:tabs>
                <w:tab w:val="num" w:pos="72"/>
              </w:tabs>
              <w:ind w:left="72" w:hanging="180"/>
            </w:pPr>
            <w:r>
              <w:t>Applied addenda al</w:t>
            </w:r>
          </w:p>
          <w:p w14:paraId="3E10C5CC" w14:textId="77777777" w:rsidR="006855C3" w:rsidRDefault="006855C3" w:rsidP="00C91E67">
            <w:pPr>
              <w:pStyle w:val="CellBUllet0"/>
              <w:numPr>
                <w:ilvl w:val="0"/>
                <w:numId w:val="11"/>
              </w:numPr>
              <w:tabs>
                <w:tab w:val="num" w:pos="72"/>
              </w:tabs>
              <w:ind w:left="72" w:hanging="180"/>
            </w:pPr>
            <w:r>
              <w:t>Applied addenda aq</w:t>
            </w:r>
          </w:p>
          <w:p w14:paraId="24810857" w14:textId="77777777" w:rsidR="00680246" w:rsidRDefault="00680246" w:rsidP="00C91E67">
            <w:pPr>
              <w:pStyle w:val="CellBUllet0"/>
              <w:numPr>
                <w:ilvl w:val="0"/>
                <w:numId w:val="11"/>
              </w:numPr>
              <w:tabs>
                <w:tab w:val="num" w:pos="72"/>
              </w:tabs>
              <w:ind w:left="72" w:hanging="180"/>
            </w:pPr>
            <w:r>
              <w:t>Applied addenda as</w:t>
            </w:r>
          </w:p>
          <w:p w14:paraId="0529B44C" w14:textId="77777777" w:rsidR="002642CB" w:rsidRDefault="002642CB" w:rsidP="00C91E67">
            <w:pPr>
              <w:pStyle w:val="CellBUllet0"/>
              <w:numPr>
                <w:ilvl w:val="0"/>
                <w:numId w:val="11"/>
              </w:numPr>
              <w:tabs>
                <w:tab w:val="num" w:pos="72"/>
              </w:tabs>
              <w:ind w:left="72" w:hanging="180"/>
            </w:pPr>
            <w:r>
              <w:t>Applied addenda ay</w:t>
            </w:r>
          </w:p>
          <w:p w14:paraId="2BF66E0D" w14:textId="77777777" w:rsidR="002642CB" w:rsidRDefault="007C1A00" w:rsidP="00C91E67">
            <w:pPr>
              <w:pStyle w:val="CellBUllet0"/>
              <w:numPr>
                <w:ilvl w:val="0"/>
                <w:numId w:val="11"/>
              </w:numPr>
              <w:tabs>
                <w:tab w:val="num" w:pos="72"/>
              </w:tabs>
              <w:ind w:left="72" w:hanging="180"/>
            </w:pPr>
            <w:r>
              <w:t>Applied addenda misc4</w:t>
            </w:r>
          </w:p>
        </w:tc>
      </w:tr>
      <w:tr w:rsidR="0044590A" w:rsidRPr="00C148EE" w14:paraId="0D3D3264" w14:textId="77777777" w:rsidTr="0045684F">
        <w:tc>
          <w:tcPr>
            <w:tcW w:w="1233" w:type="dxa"/>
            <w:tcBorders>
              <w:top w:val="single" w:sz="4" w:space="0" w:color="auto"/>
              <w:left w:val="single" w:sz="4" w:space="0" w:color="auto"/>
              <w:bottom w:val="single" w:sz="4" w:space="0" w:color="auto"/>
              <w:right w:val="single" w:sz="4" w:space="0" w:color="auto"/>
            </w:tcBorders>
          </w:tcPr>
          <w:p w14:paraId="22C8762D" w14:textId="77777777" w:rsidR="0044590A" w:rsidRDefault="0044590A" w:rsidP="00D223D0">
            <w:pPr>
              <w:pStyle w:val="Script"/>
              <w:ind w:left="0"/>
            </w:pPr>
            <w:r>
              <w:t>18.0_v3</w:t>
            </w:r>
          </w:p>
        </w:tc>
        <w:tc>
          <w:tcPr>
            <w:tcW w:w="1354" w:type="dxa"/>
            <w:tcBorders>
              <w:top w:val="single" w:sz="4" w:space="0" w:color="auto"/>
              <w:left w:val="single" w:sz="4" w:space="0" w:color="auto"/>
              <w:bottom w:val="single" w:sz="4" w:space="0" w:color="auto"/>
              <w:right w:val="single" w:sz="4" w:space="0" w:color="auto"/>
            </w:tcBorders>
          </w:tcPr>
          <w:p w14:paraId="7F6A4FBF" w14:textId="77777777" w:rsidR="0044590A" w:rsidDel="007C1A00" w:rsidRDefault="0044590A" w:rsidP="00502B38">
            <w:pPr>
              <w:pStyle w:val="Script"/>
              <w:ind w:left="0"/>
            </w:pPr>
            <w:r>
              <w:t>11-Oct-2020</w:t>
            </w:r>
          </w:p>
        </w:tc>
        <w:tc>
          <w:tcPr>
            <w:tcW w:w="1483" w:type="dxa"/>
            <w:gridSpan w:val="2"/>
            <w:tcBorders>
              <w:top w:val="single" w:sz="4" w:space="0" w:color="auto"/>
              <w:left w:val="single" w:sz="4" w:space="0" w:color="auto"/>
              <w:bottom w:val="single" w:sz="4" w:space="0" w:color="auto"/>
              <w:right w:val="single" w:sz="4" w:space="0" w:color="auto"/>
            </w:tcBorders>
          </w:tcPr>
          <w:p w14:paraId="2C824374" w14:textId="77777777" w:rsidR="0044590A" w:rsidRDefault="0044590A"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1C6296BB" w14:textId="77777777" w:rsidR="0044590A" w:rsidRDefault="0044590A" w:rsidP="00C91E67">
            <w:pPr>
              <w:pStyle w:val="CellBUllet0"/>
              <w:numPr>
                <w:ilvl w:val="0"/>
                <w:numId w:val="11"/>
              </w:numPr>
              <w:tabs>
                <w:tab w:val="num" w:pos="72"/>
              </w:tabs>
              <w:ind w:left="72" w:hanging="180"/>
            </w:pPr>
            <w:r>
              <w:t>Applied errata</w:t>
            </w:r>
          </w:p>
        </w:tc>
      </w:tr>
      <w:tr w:rsidR="00CE0E54" w:rsidRPr="00C148EE" w14:paraId="4FE38E22" w14:textId="77777777" w:rsidTr="0045684F">
        <w:tc>
          <w:tcPr>
            <w:tcW w:w="1233" w:type="dxa"/>
            <w:tcBorders>
              <w:top w:val="single" w:sz="4" w:space="0" w:color="auto"/>
              <w:left w:val="single" w:sz="4" w:space="0" w:color="auto"/>
              <w:bottom w:val="single" w:sz="4" w:space="0" w:color="auto"/>
              <w:right w:val="single" w:sz="4" w:space="0" w:color="auto"/>
            </w:tcBorders>
          </w:tcPr>
          <w:p w14:paraId="7FC2F17A" w14:textId="77777777" w:rsidR="00CE0E54" w:rsidRDefault="00CE0E54" w:rsidP="00D223D0">
            <w:pPr>
              <w:pStyle w:val="Script"/>
              <w:ind w:left="0"/>
            </w:pPr>
            <w:r>
              <w:t>18.0_v4</w:t>
            </w:r>
          </w:p>
        </w:tc>
        <w:tc>
          <w:tcPr>
            <w:tcW w:w="1354" w:type="dxa"/>
            <w:tcBorders>
              <w:top w:val="single" w:sz="4" w:space="0" w:color="auto"/>
              <w:left w:val="single" w:sz="4" w:space="0" w:color="auto"/>
              <w:bottom w:val="single" w:sz="4" w:space="0" w:color="auto"/>
              <w:right w:val="single" w:sz="4" w:space="0" w:color="auto"/>
            </w:tcBorders>
          </w:tcPr>
          <w:p w14:paraId="74B6DCA3" w14:textId="77777777" w:rsidR="00CE0E54" w:rsidRDefault="00CE0E54" w:rsidP="00502B38">
            <w:pPr>
              <w:pStyle w:val="Script"/>
              <w:ind w:left="0"/>
            </w:pPr>
            <w:r>
              <w:t>13-Oct-2020</w:t>
            </w:r>
          </w:p>
        </w:tc>
        <w:tc>
          <w:tcPr>
            <w:tcW w:w="1483" w:type="dxa"/>
            <w:gridSpan w:val="2"/>
            <w:tcBorders>
              <w:top w:val="single" w:sz="4" w:space="0" w:color="auto"/>
              <w:left w:val="single" w:sz="4" w:space="0" w:color="auto"/>
              <w:bottom w:val="single" w:sz="4" w:space="0" w:color="auto"/>
              <w:right w:val="single" w:sz="4" w:space="0" w:color="auto"/>
            </w:tcBorders>
          </w:tcPr>
          <w:p w14:paraId="263B5B38" w14:textId="77777777" w:rsidR="00CE0E54" w:rsidRDefault="00CE0E54"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E272C83" w14:textId="77777777" w:rsidR="00CE0E54" w:rsidRDefault="00CE0E54" w:rsidP="00C91E67">
            <w:pPr>
              <w:pStyle w:val="CellBUllet0"/>
              <w:numPr>
                <w:ilvl w:val="0"/>
                <w:numId w:val="11"/>
              </w:numPr>
              <w:tabs>
                <w:tab w:val="num" w:pos="72"/>
              </w:tabs>
              <w:ind w:left="72" w:hanging="180"/>
            </w:pPr>
            <w:r>
              <w:t>Just updated to v4 and corrected date at beginning.</w:t>
            </w:r>
          </w:p>
        </w:tc>
      </w:tr>
      <w:tr w:rsidR="00276246" w:rsidRPr="00C148EE" w14:paraId="2A737E7E" w14:textId="77777777" w:rsidTr="0045684F">
        <w:tc>
          <w:tcPr>
            <w:tcW w:w="1233" w:type="dxa"/>
            <w:tcBorders>
              <w:top w:val="single" w:sz="4" w:space="0" w:color="auto"/>
              <w:left w:val="single" w:sz="4" w:space="0" w:color="auto"/>
              <w:bottom w:val="single" w:sz="4" w:space="0" w:color="auto"/>
              <w:right w:val="single" w:sz="4" w:space="0" w:color="auto"/>
            </w:tcBorders>
          </w:tcPr>
          <w:p w14:paraId="67D08172" w14:textId="77777777" w:rsidR="00276246" w:rsidRDefault="00276246" w:rsidP="00D223D0">
            <w:pPr>
              <w:pStyle w:val="Script"/>
              <w:ind w:left="0"/>
            </w:pPr>
            <w:r>
              <w:t>18.0_v5</w:t>
            </w:r>
          </w:p>
        </w:tc>
        <w:tc>
          <w:tcPr>
            <w:tcW w:w="1354" w:type="dxa"/>
            <w:tcBorders>
              <w:top w:val="single" w:sz="4" w:space="0" w:color="auto"/>
              <w:left w:val="single" w:sz="4" w:space="0" w:color="auto"/>
              <w:bottom w:val="single" w:sz="4" w:space="0" w:color="auto"/>
              <w:right w:val="single" w:sz="4" w:space="0" w:color="auto"/>
            </w:tcBorders>
          </w:tcPr>
          <w:p w14:paraId="4502DD1D" w14:textId="77777777" w:rsidR="00276246" w:rsidRDefault="00276246" w:rsidP="00502B38">
            <w:pPr>
              <w:pStyle w:val="Script"/>
              <w:ind w:left="0"/>
            </w:pPr>
            <w:r>
              <w:t>17-Oct-2020</w:t>
            </w:r>
          </w:p>
        </w:tc>
        <w:tc>
          <w:tcPr>
            <w:tcW w:w="1483" w:type="dxa"/>
            <w:gridSpan w:val="2"/>
            <w:tcBorders>
              <w:top w:val="single" w:sz="4" w:space="0" w:color="auto"/>
              <w:left w:val="single" w:sz="4" w:space="0" w:color="auto"/>
              <w:bottom w:val="single" w:sz="4" w:space="0" w:color="auto"/>
              <w:right w:val="single" w:sz="4" w:space="0" w:color="auto"/>
            </w:tcBorders>
          </w:tcPr>
          <w:p w14:paraId="19E96E30" w14:textId="77777777" w:rsidR="00276246" w:rsidRDefault="00276246"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2B34FA4F" w14:textId="77777777" w:rsidR="00276246" w:rsidRDefault="00276246" w:rsidP="00C91E67">
            <w:pPr>
              <w:pStyle w:val="CellBUllet0"/>
              <w:numPr>
                <w:ilvl w:val="0"/>
                <w:numId w:val="11"/>
              </w:numPr>
              <w:tabs>
                <w:tab w:val="num" w:pos="72"/>
              </w:tabs>
              <w:ind w:left="72" w:hanging="180"/>
            </w:pPr>
            <w:r>
              <w:t>Applied errata LJT - miscellaneous formatting, reordering sections to match test plan.</w:t>
            </w:r>
          </w:p>
        </w:tc>
      </w:tr>
      <w:tr w:rsidR="00F12F95" w:rsidRPr="00C148EE" w14:paraId="7C6309D0" w14:textId="77777777" w:rsidTr="0045684F">
        <w:tc>
          <w:tcPr>
            <w:tcW w:w="1233" w:type="dxa"/>
            <w:tcBorders>
              <w:top w:val="single" w:sz="4" w:space="0" w:color="auto"/>
              <w:left w:val="single" w:sz="4" w:space="0" w:color="auto"/>
              <w:bottom w:val="single" w:sz="4" w:space="0" w:color="auto"/>
              <w:right w:val="single" w:sz="4" w:space="0" w:color="auto"/>
            </w:tcBorders>
          </w:tcPr>
          <w:p w14:paraId="2BC880CA" w14:textId="77777777" w:rsidR="00F12F95" w:rsidRDefault="00F12F95" w:rsidP="00D223D0">
            <w:pPr>
              <w:pStyle w:val="Script"/>
              <w:ind w:left="0"/>
            </w:pPr>
            <w:r>
              <w:t>18.0_v6</w:t>
            </w:r>
          </w:p>
        </w:tc>
        <w:tc>
          <w:tcPr>
            <w:tcW w:w="1354" w:type="dxa"/>
            <w:tcBorders>
              <w:top w:val="single" w:sz="4" w:space="0" w:color="auto"/>
              <w:left w:val="single" w:sz="4" w:space="0" w:color="auto"/>
              <w:bottom w:val="single" w:sz="4" w:space="0" w:color="auto"/>
              <w:right w:val="single" w:sz="4" w:space="0" w:color="auto"/>
            </w:tcBorders>
          </w:tcPr>
          <w:p w14:paraId="46019721" w14:textId="77777777" w:rsidR="00F12F95" w:rsidRDefault="00F12F95" w:rsidP="00502B38">
            <w:pPr>
              <w:pStyle w:val="Script"/>
              <w:ind w:left="0"/>
            </w:pPr>
            <w:r>
              <w:t>18-Oct-2020</w:t>
            </w:r>
          </w:p>
        </w:tc>
        <w:tc>
          <w:tcPr>
            <w:tcW w:w="1483" w:type="dxa"/>
            <w:gridSpan w:val="2"/>
            <w:tcBorders>
              <w:top w:val="single" w:sz="4" w:space="0" w:color="auto"/>
              <w:left w:val="single" w:sz="4" w:space="0" w:color="auto"/>
              <w:bottom w:val="single" w:sz="4" w:space="0" w:color="auto"/>
              <w:right w:val="single" w:sz="4" w:space="0" w:color="auto"/>
            </w:tcBorders>
          </w:tcPr>
          <w:p w14:paraId="460FAD59" w14:textId="77777777" w:rsidR="00F12F95" w:rsidRDefault="00F12F95"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279F96F" w14:textId="77777777" w:rsidR="00F12F95" w:rsidRDefault="00F12F95" w:rsidP="00C91E67">
            <w:pPr>
              <w:pStyle w:val="CellBUllet0"/>
              <w:numPr>
                <w:ilvl w:val="0"/>
                <w:numId w:val="11"/>
              </w:numPr>
              <w:tabs>
                <w:tab w:val="num" w:pos="72"/>
              </w:tabs>
              <w:ind w:left="72" w:hanging="180"/>
            </w:pPr>
            <w:r>
              <w:t>Updated version and date to match other documents.</w:t>
            </w:r>
          </w:p>
        </w:tc>
      </w:tr>
      <w:tr w:rsidR="00D10FE4" w:rsidRPr="00C148EE" w14:paraId="3F9AC733" w14:textId="77777777" w:rsidTr="0045684F">
        <w:tc>
          <w:tcPr>
            <w:tcW w:w="1233" w:type="dxa"/>
            <w:tcBorders>
              <w:top w:val="single" w:sz="4" w:space="0" w:color="auto"/>
              <w:left w:val="single" w:sz="4" w:space="0" w:color="auto"/>
              <w:bottom w:val="single" w:sz="4" w:space="0" w:color="auto"/>
              <w:right w:val="single" w:sz="4" w:space="0" w:color="auto"/>
            </w:tcBorders>
          </w:tcPr>
          <w:p w14:paraId="7E7C5F61" w14:textId="77777777" w:rsidR="00D10FE4" w:rsidRDefault="00D10FE4" w:rsidP="00D223D0">
            <w:pPr>
              <w:pStyle w:val="Script"/>
              <w:ind w:left="0"/>
            </w:pPr>
            <w:r>
              <w:t>18.0_v7</w:t>
            </w:r>
          </w:p>
        </w:tc>
        <w:tc>
          <w:tcPr>
            <w:tcW w:w="1354" w:type="dxa"/>
            <w:tcBorders>
              <w:top w:val="single" w:sz="4" w:space="0" w:color="auto"/>
              <w:left w:val="single" w:sz="4" w:space="0" w:color="auto"/>
              <w:bottom w:val="single" w:sz="4" w:space="0" w:color="auto"/>
              <w:right w:val="single" w:sz="4" w:space="0" w:color="auto"/>
            </w:tcBorders>
          </w:tcPr>
          <w:p w14:paraId="0463FEF5" w14:textId="77777777" w:rsidR="00D10FE4" w:rsidRDefault="00D10FE4" w:rsidP="00502B38">
            <w:pPr>
              <w:pStyle w:val="Script"/>
              <w:ind w:left="0"/>
            </w:pPr>
            <w:r>
              <w:t>28-Oct-2020</w:t>
            </w:r>
          </w:p>
        </w:tc>
        <w:tc>
          <w:tcPr>
            <w:tcW w:w="1483" w:type="dxa"/>
            <w:gridSpan w:val="2"/>
            <w:tcBorders>
              <w:top w:val="single" w:sz="4" w:space="0" w:color="auto"/>
              <w:left w:val="single" w:sz="4" w:space="0" w:color="auto"/>
              <w:bottom w:val="single" w:sz="4" w:space="0" w:color="auto"/>
              <w:right w:val="single" w:sz="4" w:space="0" w:color="auto"/>
            </w:tcBorders>
          </w:tcPr>
          <w:p w14:paraId="0B38B414" w14:textId="77777777" w:rsidR="00D10FE4" w:rsidRDefault="00D10FE4" w:rsidP="00820820">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19612A27" w14:textId="77777777" w:rsidR="00D10FE4" w:rsidRDefault="00D10FE4" w:rsidP="00C91E67">
            <w:pPr>
              <w:pStyle w:val="CellBUllet0"/>
              <w:numPr>
                <w:ilvl w:val="0"/>
                <w:numId w:val="11"/>
              </w:numPr>
              <w:tabs>
                <w:tab w:val="num" w:pos="72"/>
              </w:tabs>
              <w:ind w:left="72" w:hanging="180"/>
            </w:pPr>
            <w:r>
              <w:t>Minor errata changes after voting review.</w:t>
            </w:r>
          </w:p>
        </w:tc>
      </w:tr>
      <w:tr w:rsidR="00DC22E2" w:rsidRPr="00C148EE" w14:paraId="7F392A07" w14:textId="77777777" w:rsidTr="0045684F">
        <w:tc>
          <w:tcPr>
            <w:tcW w:w="1233" w:type="dxa"/>
            <w:tcBorders>
              <w:top w:val="single" w:sz="4" w:space="0" w:color="auto"/>
              <w:left w:val="single" w:sz="4" w:space="0" w:color="auto"/>
              <w:bottom w:val="single" w:sz="4" w:space="0" w:color="auto"/>
              <w:right w:val="single" w:sz="4" w:space="0" w:color="auto"/>
            </w:tcBorders>
          </w:tcPr>
          <w:p w14:paraId="450EFA39" w14:textId="48566AC4" w:rsidR="00DC22E2" w:rsidRDefault="00DC22E2" w:rsidP="00DC22E2">
            <w:pPr>
              <w:pStyle w:val="Script"/>
              <w:ind w:left="0"/>
            </w:pPr>
            <w:r>
              <w:t>18.0_v8</w:t>
            </w:r>
          </w:p>
        </w:tc>
        <w:tc>
          <w:tcPr>
            <w:tcW w:w="1354" w:type="dxa"/>
            <w:tcBorders>
              <w:top w:val="single" w:sz="4" w:space="0" w:color="auto"/>
              <w:left w:val="single" w:sz="4" w:space="0" w:color="auto"/>
              <w:bottom w:val="single" w:sz="4" w:space="0" w:color="auto"/>
              <w:right w:val="single" w:sz="4" w:space="0" w:color="auto"/>
            </w:tcBorders>
          </w:tcPr>
          <w:p w14:paraId="6AA22FBA" w14:textId="2782D927" w:rsidR="00DC22E2" w:rsidRDefault="00DC22E2" w:rsidP="00DC22E2">
            <w:pPr>
              <w:pStyle w:val="Script"/>
              <w:ind w:left="0"/>
            </w:pPr>
            <w:r>
              <w:t>29-Oct-2020</w:t>
            </w:r>
          </w:p>
        </w:tc>
        <w:tc>
          <w:tcPr>
            <w:tcW w:w="1483" w:type="dxa"/>
            <w:gridSpan w:val="2"/>
            <w:tcBorders>
              <w:top w:val="single" w:sz="4" w:space="0" w:color="auto"/>
              <w:left w:val="single" w:sz="4" w:space="0" w:color="auto"/>
              <w:bottom w:val="single" w:sz="4" w:space="0" w:color="auto"/>
              <w:right w:val="single" w:sz="4" w:space="0" w:color="auto"/>
            </w:tcBorders>
          </w:tcPr>
          <w:p w14:paraId="6B0DD64C" w14:textId="42A93011" w:rsidR="00DC22E2" w:rsidRDefault="00DC22E2" w:rsidP="00DC22E2">
            <w:pPr>
              <w:pStyle w:val="Script"/>
              <w:ind w:left="0"/>
            </w:pPr>
            <w:r>
              <w:t>Emily Hayes</w:t>
            </w:r>
          </w:p>
        </w:tc>
        <w:tc>
          <w:tcPr>
            <w:tcW w:w="4632" w:type="dxa"/>
            <w:tcBorders>
              <w:top w:val="single" w:sz="4" w:space="0" w:color="auto"/>
              <w:left w:val="single" w:sz="4" w:space="0" w:color="auto"/>
              <w:bottom w:val="single" w:sz="4" w:space="0" w:color="auto"/>
              <w:right w:val="single" w:sz="4" w:space="0" w:color="auto"/>
            </w:tcBorders>
          </w:tcPr>
          <w:p w14:paraId="0CE318C0" w14:textId="30F9D16C" w:rsidR="00DC22E2" w:rsidRDefault="00DC22E2" w:rsidP="00DC22E2">
            <w:pPr>
              <w:pStyle w:val="CellBUllet0"/>
              <w:numPr>
                <w:ilvl w:val="0"/>
                <w:numId w:val="11"/>
              </w:numPr>
              <w:tabs>
                <w:tab w:val="num" w:pos="72"/>
              </w:tabs>
              <w:ind w:left="72" w:hanging="180"/>
            </w:pPr>
            <w:r>
              <w:t>Additional Minor errata changes after voting review.</w:t>
            </w:r>
          </w:p>
        </w:tc>
      </w:tr>
      <w:tr w:rsidR="00AC59E6" w:rsidRPr="00C148EE" w14:paraId="0E7DC1A0" w14:textId="77777777" w:rsidTr="0045684F">
        <w:tc>
          <w:tcPr>
            <w:tcW w:w="1233" w:type="dxa"/>
            <w:tcBorders>
              <w:top w:val="single" w:sz="4" w:space="0" w:color="auto"/>
              <w:left w:val="single" w:sz="4" w:space="0" w:color="auto"/>
              <w:bottom w:val="single" w:sz="4" w:space="0" w:color="auto"/>
              <w:right w:val="single" w:sz="4" w:space="0" w:color="auto"/>
            </w:tcBorders>
          </w:tcPr>
          <w:p w14:paraId="12885989" w14:textId="4B0AD489" w:rsidR="00AC59E6" w:rsidRDefault="00AC59E6" w:rsidP="00DC22E2">
            <w:pPr>
              <w:pStyle w:val="Script"/>
              <w:ind w:left="0"/>
            </w:pPr>
            <w:r>
              <w:t>18.1_v1</w:t>
            </w:r>
          </w:p>
        </w:tc>
        <w:tc>
          <w:tcPr>
            <w:tcW w:w="1354" w:type="dxa"/>
            <w:tcBorders>
              <w:top w:val="single" w:sz="4" w:space="0" w:color="auto"/>
              <w:left w:val="single" w:sz="4" w:space="0" w:color="auto"/>
              <w:bottom w:val="single" w:sz="4" w:space="0" w:color="auto"/>
              <w:right w:val="single" w:sz="4" w:space="0" w:color="auto"/>
            </w:tcBorders>
          </w:tcPr>
          <w:p w14:paraId="13DF9AE3" w14:textId="4DEEEF9A" w:rsidR="00AC59E6" w:rsidRDefault="00AC59E6" w:rsidP="00DC22E2">
            <w:pPr>
              <w:pStyle w:val="Script"/>
              <w:ind w:left="0"/>
            </w:pPr>
            <w:r>
              <w:t>3-Jan-2021</w:t>
            </w:r>
          </w:p>
        </w:tc>
        <w:tc>
          <w:tcPr>
            <w:tcW w:w="1483" w:type="dxa"/>
            <w:gridSpan w:val="2"/>
            <w:tcBorders>
              <w:top w:val="single" w:sz="4" w:space="0" w:color="auto"/>
              <w:left w:val="single" w:sz="4" w:space="0" w:color="auto"/>
              <w:bottom w:val="single" w:sz="4" w:space="0" w:color="auto"/>
              <w:right w:val="single" w:sz="4" w:space="0" w:color="auto"/>
            </w:tcBorders>
          </w:tcPr>
          <w:p w14:paraId="0445C033" w14:textId="048BC154" w:rsidR="00AC59E6" w:rsidRDefault="00AC59E6" w:rsidP="00DC22E2">
            <w:pPr>
              <w:pStyle w:val="Script"/>
              <w:ind w:left="0"/>
            </w:pPr>
            <w:r>
              <w:t>Lori Tribb</w:t>
            </w:r>
            <w:r w:rsidR="00434DF3">
              <w:t>l</w:t>
            </w:r>
            <w:r>
              <w:t>e</w:t>
            </w:r>
          </w:p>
        </w:tc>
        <w:tc>
          <w:tcPr>
            <w:tcW w:w="4632" w:type="dxa"/>
            <w:tcBorders>
              <w:top w:val="single" w:sz="4" w:space="0" w:color="auto"/>
              <w:left w:val="single" w:sz="4" w:space="0" w:color="auto"/>
              <w:bottom w:val="single" w:sz="4" w:space="0" w:color="auto"/>
              <w:right w:val="single" w:sz="4" w:space="0" w:color="auto"/>
            </w:tcBorders>
          </w:tcPr>
          <w:p w14:paraId="02EB0DD1" w14:textId="1424C9E8" w:rsidR="00AC59E6" w:rsidRDefault="00AC59E6" w:rsidP="00DC22E2">
            <w:pPr>
              <w:pStyle w:val="CellBUllet0"/>
              <w:numPr>
                <w:ilvl w:val="0"/>
                <w:numId w:val="11"/>
              </w:numPr>
              <w:tabs>
                <w:tab w:val="num" w:pos="72"/>
              </w:tabs>
              <w:ind w:left="72" w:hanging="180"/>
            </w:pPr>
            <w:r>
              <w:t xml:space="preserve">Creation of </w:t>
            </w:r>
            <w:r w:rsidR="00434DF3">
              <w:t xml:space="preserve">18.1 </w:t>
            </w:r>
            <w:r>
              <w:t>document from 18.0_v8.</w:t>
            </w:r>
          </w:p>
        </w:tc>
      </w:tr>
      <w:tr w:rsidR="00434DF3" w:rsidRPr="00C148EE" w14:paraId="5885C797" w14:textId="77777777" w:rsidTr="0045684F">
        <w:tc>
          <w:tcPr>
            <w:tcW w:w="1233" w:type="dxa"/>
            <w:tcBorders>
              <w:top w:val="single" w:sz="4" w:space="0" w:color="auto"/>
              <w:left w:val="single" w:sz="4" w:space="0" w:color="auto"/>
              <w:bottom w:val="single" w:sz="4" w:space="0" w:color="auto"/>
              <w:right w:val="single" w:sz="4" w:space="0" w:color="auto"/>
            </w:tcBorders>
          </w:tcPr>
          <w:p w14:paraId="7A6B2450" w14:textId="7C1CBD40" w:rsidR="00434DF3" w:rsidRDefault="00434DF3" w:rsidP="00DC22E2">
            <w:pPr>
              <w:pStyle w:val="Script"/>
              <w:ind w:left="0"/>
            </w:pPr>
            <w:r>
              <w:t>18.1_v2</w:t>
            </w:r>
          </w:p>
        </w:tc>
        <w:tc>
          <w:tcPr>
            <w:tcW w:w="1354" w:type="dxa"/>
            <w:tcBorders>
              <w:top w:val="single" w:sz="4" w:space="0" w:color="auto"/>
              <w:left w:val="single" w:sz="4" w:space="0" w:color="auto"/>
              <w:bottom w:val="single" w:sz="4" w:space="0" w:color="auto"/>
              <w:right w:val="single" w:sz="4" w:space="0" w:color="auto"/>
            </w:tcBorders>
          </w:tcPr>
          <w:p w14:paraId="7B5D0C17" w14:textId="1DA57345" w:rsidR="00434DF3" w:rsidRDefault="00434DF3" w:rsidP="00DC22E2">
            <w:pPr>
              <w:pStyle w:val="Script"/>
              <w:ind w:left="0"/>
            </w:pPr>
            <w:r>
              <w:t>21-Jan-2021</w:t>
            </w:r>
          </w:p>
        </w:tc>
        <w:tc>
          <w:tcPr>
            <w:tcW w:w="1483" w:type="dxa"/>
            <w:gridSpan w:val="2"/>
            <w:tcBorders>
              <w:top w:val="single" w:sz="4" w:space="0" w:color="auto"/>
              <w:left w:val="single" w:sz="4" w:space="0" w:color="auto"/>
              <w:bottom w:val="single" w:sz="4" w:space="0" w:color="auto"/>
              <w:right w:val="single" w:sz="4" w:space="0" w:color="auto"/>
            </w:tcBorders>
          </w:tcPr>
          <w:p w14:paraId="3BA5D873" w14:textId="4C8AD149" w:rsidR="00434DF3" w:rsidRDefault="00434DF3"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46D84A0" w14:textId="3138578E" w:rsidR="00434DF3" w:rsidRDefault="00434DF3" w:rsidP="00DC22E2">
            <w:pPr>
              <w:pStyle w:val="CellBUllet0"/>
              <w:numPr>
                <w:ilvl w:val="0"/>
                <w:numId w:val="11"/>
              </w:numPr>
              <w:tabs>
                <w:tab w:val="num" w:pos="72"/>
              </w:tabs>
              <w:ind w:left="72" w:hanging="180"/>
            </w:pPr>
            <w:r>
              <w:t>Additional Errata</w:t>
            </w:r>
          </w:p>
        </w:tc>
      </w:tr>
      <w:tr w:rsidR="00434DF3" w:rsidRPr="00C148EE" w14:paraId="79A7E660" w14:textId="77777777" w:rsidTr="0045684F">
        <w:tc>
          <w:tcPr>
            <w:tcW w:w="1233" w:type="dxa"/>
            <w:tcBorders>
              <w:top w:val="single" w:sz="4" w:space="0" w:color="auto"/>
              <w:left w:val="single" w:sz="4" w:space="0" w:color="auto"/>
              <w:bottom w:val="single" w:sz="4" w:space="0" w:color="auto"/>
              <w:right w:val="single" w:sz="4" w:space="0" w:color="auto"/>
            </w:tcBorders>
          </w:tcPr>
          <w:p w14:paraId="6F17C998" w14:textId="71716DAA" w:rsidR="00434DF3" w:rsidRDefault="00434DF3" w:rsidP="00DC22E2">
            <w:pPr>
              <w:pStyle w:val="Script"/>
              <w:ind w:left="0"/>
            </w:pPr>
            <w:r>
              <w:t>18.1_v3</w:t>
            </w:r>
          </w:p>
        </w:tc>
        <w:tc>
          <w:tcPr>
            <w:tcW w:w="1354" w:type="dxa"/>
            <w:tcBorders>
              <w:top w:val="single" w:sz="4" w:space="0" w:color="auto"/>
              <w:left w:val="single" w:sz="4" w:space="0" w:color="auto"/>
              <w:bottom w:val="single" w:sz="4" w:space="0" w:color="auto"/>
              <w:right w:val="single" w:sz="4" w:space="0" w:color="auto"/>
            </w:tcBorders>
          </w:tcPr>
          <w:p w14:paraId="7E9DAC46" w14:textId="5D7CDAFB" w:rsidR="00434DF3" w:rsidRDefault="00434DF3" w:rsidP="00DC22E2">
            <w:pPr>
              <w:pStyle w:val="Script"/>
              <w:ind w:left="0"/>
            </w:pPr>
            <w:r>
              <w:t>24-Jan-2021</w:t>
            </w:r>
          </w:p>
        </w:tc>
        <w:tc>
          <w:tcPr>
            <w:tcW w:w="1483" w:type="dxa"/>
            <w:gridSpan w:val="2"/>
            <w:tcBorders>
              <w:top w:val="single" w:sz="4" w:space="0" w:color="auto"/>
              <w:left w:val="single" w:sz="4" w:space="0" w:color="auto"/>
              <w:bottom w:val="single" w:sz="4" w:space="0" w:color="auto"/>
              <w:right w:val="single" w:sz="4" w:space="0" w:color="auto"/>
            </w:tcBorders>
          </w:tcPr>
          <w:p w14:paraId="01E6F48A" w14:textId="728E68AC" w:rsidR="00434DF3" w:rsidRDefault="00434DF3"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14401665" w14:textId="35BDA8C2" w:rsidR="00434DF3" w:rsidRDefault="00434DF3" w:rsidP="00DC22E2">
            <w:pPr>
              <w:pStyle w:val="CellBUllet0"/>
              <w:numPr>
                <w:ilvl w:val="0"/>
                <w:numId w:val="11"/>
              </w:numPr>
              <w:tabs>
                <w:tab w:val="num" w:pos="72"/>
              </w:tabs>
              <w:ind w:left="72" w:hanging="180"/>
            </w:pPr>
            <w:r>
              <w:t>Applied Add fix1</w:t>
            </w:r>
          </w:p>
        </w:tc>
      </w:tr>
      <w:tr w:rsidR="00434DF3" w:rsidRPr="00C148EE" w14:paraId="2C5404A3" w14:textId="77777777" w:rsidTr="0045684F">
        <w:tc>
          <w:tcPr>
            <w:tcW w:w="1233" w:type="dxa"/>
            <w:tcBorders>
              <w:top w:val="single" w:sz="4" w:space="0" w:color="auto"/>
              <w:left w:val="single" w:sz="4" w:space="0" w:color="auto"/>
              <w:bottom w:val="single" w:sz="4" w:space="0" w:color="auto"/>
              <w:right w:val="single" w:sz="4" w:space="0" w:color="auto"/>
            </w:tcBorders>
          </w:tcPr>
          <w:p w14:paraId="358D5FB6" w14:textId="5701B3FC" w:rsidR="00434DF3" w:rsidRDefault="007A081C" w:rsidP="00DC22E2">
            <w:pPr>
              <w:pStyle w:val="Script"/>
              <w:ind w:left="0"/>
            </w:pPr>
            <w:r>
              <w:t>18.1_v4</w:t>
            </w:r>
          </w:p>
        </w:tc>
        <w:tc>
          <w:tcPr>
            <w:tcW w:w="1354" w:type="dxa"/>
            <w:tcBorders>
              <w:top w:val="single" w:sz="4" w:space="0" w:color="auto"/>
              <w:left w:val="single" w:sz="4" w:space="0" w:color="auto"/>
              <w:bottom w:val="single" w:sz="4" w:space="0" w:color="auto"/>
              <w:right w:val="single" w:sz="4" w:space="0" w:color="auto"/>
            </w:tcBorders>
          </w:tcPr>
          <w:p w14:paraId="0B9DA9B4" w14:textId="08DFC150" w:rsidR="00434DF3" w:rsidRDefault="007A081C" w:rsidP="00DC22E2">
            <w:pPr>
              <w:pStyle w:val="Script"/>
              <w:ind w:left="0"/>
            </w:pPr>
            <w:r>
              <w:t>24-Jan-2021</w:t>
            </w:r>
          </w:p>
        </w:tc>
        <w:tc>
          <w:tcPr>
            <w:tcW w:w="1483" w:type="dxa"/>
            <w:gridSpan w:val="2"/>
            <w:tcBorders>
              <w:top w:val="single" w:sz="4" w:space="0" w:color="auto"/>
              <w:left w:val="single" w:sz="4" w:space="0" w:color="auto"/>
              <w:bottom w:val="single" w:sz="4" w:space="0" w:color="auto"/>
              <w:right w:val="single" w:sz="4" w:space="0" w:color="auto"/>
            </w:tcBorders>
          </w:tcPr>
          <w:p w14:paraId="3A841709" w14:textId="148D54B9" w:rsidR="00434DF3" w:rsidRDefault="007A081C"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78749A65" w14:textId="74A06DBF" w:rsidR="00434DF3" w:rsidRDefault="007A081C" w:rsidP="00DC22E2">
            <w:pPr>
              <w:pStyle w:val="CellBUllet0"/>
              <w:numPr>
                <w:ilvl w:val="0"/>
                <w:numId w:val="11"/>
              </w:numPr>
              <w:tabs>
                <w:tab w:val="num" w:pos="72"/>
              </w:tabs>
              <w:ind w:left="72" w:hanging="180"/>
            </w:pPr>
            <w:r>
              <w:t>Moved Interim Tests ready for TP 18.</w:t>
            </w:r>
          </w:p>
        </w:tc>
      </w:tr>
      <w:tr w:rsidR="00C631AF" w:rsidRPr="00C148EE" w14:paraId="5A3D0A1D" w14:textId="77777777" w:rsidTr="0045684F">
        <w:tc>
          <w:tcPr>
            <w:tcW w:w="1233" w:type="dxa"/>
            <w:tcBorders>
              <w:top w:val="single" w:sz="4" w:space="0" w:color="auto"/>
              <w:left w:val="single" w:sz="4" w:space="0" w:color="auto"/>
              <w:bottom w:val="single" w:sz="4" w:space="0" w:color="auto"/>
              <w:right w:val="single" w:sz="4" w:space="0" w:color="auto"/>
            </w:tcBorders>
          </w:tcPr>
          <w:p w14:paraId="11E7F453" w14:textId="086C9806" w:rsidR="00C631AF" w:rsidRDefault="00C631AF" w:rsidP="00DC22E2">
            <w:pPr>
              <w:pStyle w:val="Script"/>
              <w:ind w:left="0"/>
            </w:pPr>
            <w:r>
              <w:t>18.1_v6</w:t>
            </w:r>
          </w:p>
        </w:tc>
        <w:tc>
          <w:tcPr>
            <w:tcW w:w="1354" w:type="dxa"/>
            <w:tcBorders>
              <w:top w:val="single" w:sz="4" w:space="0" w:color="auto"/>
              <w:left w:val="single" w:sz="4" w:space="0" w:color="auto"/>
              <w:bottom w:val="single" w:sz="4" w:space="0" w:color="auto"/>
              <w:right w:val="single" w:sz="4" w:space="0" w:color="auto"/>
            </w:tcBorders>
          </w:tcPr>
          <w:p w14:paraId="0A94BBF1" w14:textId="0C50E62C" w:rsidR="00C631AF" w:rsidRDefault="00C631AF" w:rsidP="00DC22E2">
            <w:pPr>
              <w:pStyle w:val="Script"/>
              <w:ind w:left="0"/>
            </w:pPr>
            <w:r>
              <w:t>13-Feb-2021</w:t>
            </w:r>
          </w:p>
        </w:tc>
        <w:tc>
          <w:tcPr>
            <w:tcW w:w="1483" w:type="dxa"/>
            <w:gridSpan w:val="2"/>
            <w:tcBorders>
              <w:top w:val="single" w:sz="4" w:space="0" w:color="auto"/>
              <w:left w:val="single" w:sz="4" w:space="0" w:color="auto"/>
              <w:bottom w:val="single" w:sz="4" w:space="0" w:color="auto"/>
              <w:right w:val="single" w:sz="4" w:space="0" w:color="auto"/>
            </w:tcBorders>
          </w:tcPr>
          <w:p w14:paraId="06FAD157" w14:textId="17671D6F" w:rsidR="00C631AF" w:rsidRDefault="00C631AF"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5F3DA057" w14:textId="062C14C4" w:rsidR="00C631AF" w:rsidRDefault="00C631AF" w:rsidP="00DC22E2">
            <w:pPr>
              <w:pStyle w:val="CellBUllet0"/>
              <w:numPr>
                <w:ilvl w:val="0"/>
                <w:numId w:val="11"/>
              </w:numPr>
              <w:tabs>
                <w:tab w:val="num" w:pos="72"/>
              </w:tabs>
              <w:ind w:left="72" w:hanging="180"/>
            </w:pPr>
            <w:r>
              <w:t>Final vote comments applied.</w:t>
            </w:r>
          </w:p>
        </w:tc>
      </w:tr>
      <w:tr w:rsidR="00D153B7" w:rsidRPr="00C148EE" w14:paraId="3F4DA302" w14:textId="77777777" w:rsidTr="0045684F">
        <w:tc>
          <w:tcPr>
            <w:tcW w:w="1233" w:type="dxa"/>
            <w:tcBorders>
              <w:top w:val="single" w:sz="4" w:space="0" w:color="auto"/>
              <w:left w:val="single" w:sz="4" w:space="0" w:color="auto"/>
              <w:bottom w:val="single" w:sz="4" w:space="0" w:color="auto"/>
              <w:right w:val="single" w:sz="4" w:space="0" w:color="auto"/>
            </w:tcBorders>
          </w:tcPr>
          <w:p w14:paraId="63891C0F" w14:textId="0E9DB9A5" w:rsidR="00D153B7" w:rsidRDefault="00D153B7" w:rsidP="00DC22E2">
            <w:pPr>
              <w:pStyle w:val="Script"/>
              <w:ind w:left="0"/>
            </w:pPr>
            <w:r>
              <w:t>20.0 v1</w:t>
            </w:r>
          </w:p>
        </w:tc>
        <w:tc>
          <w:tcPr>
            <w:tcW w:w="1354" w:type="dxa"/>
            <w:tcBorders>
              <w:top w:val="single" w:sz="4" w:space="0" w:color="auto"/>
              <w:left w:val="single" w:sz="4" w:space="0" w:color="auto"/>
              <w:bottom w:val="single" w:sz="4" w:space="0" w:color="auto"/>
              <w:right w:val="single" w:sz="4" w:space="0" w:color="auto"/>
            </w:tcBorders>
          </w:tcPr>
          <w:p w14:paraId="1E0655DA" w14:textId="56CA80E4" w:rsidR="00D153B7" w:rsidRDefault="00E36EC1" w:rsidP="00DC22E2">
            <w:pPr>
              <w:pStyle w:val="Script"/>
              <w:ind w:left="0"/>
            </w:pPr>
            <w:r>
              <w:t>18</w:t>
            </w:r>
            <w:r w:rsidR="00D153B7">
              <w:t>-Nov-2021</w:t>
            </w:r>
          </w:p>
        </w:tc>
        <w:tc>
          <w:tcPr>
            <w:tcW w:w="1483" w:type="dxa"/>
            <w:gridSpan w:val="2"/>
            <w:tcBorders>
              <w:top w:val="single" w:sz="4" w:space="0" w:color="auto"/>
              <w:left w:val="single" w:sz="4" w:space="0" w:color="auto"/>
              <w:bottom w:val="single" w:sz="4" w:space="0" w:color="auto"/>
              <w:right w:val="single" w:sz="4" w:space="0" w:color="auto"/>
            </w:tcBorders>
          </w:tcPr>
          <w:p w14:paraId="74183CF9" w14:textId="33FA5F8B" w:rsidR="00D153B7" w:rsidRDefault="00D153B7"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0E7FFCF" w14:textId="4F2959C7" w:rsidR="00D153B7" w:rsidRDefault="00D153B7" w:rsidP="00DC22E2">
            <w:pPr>
              <w:pStyle w:val="CellBUllet0"/>
              <w:numPr>
                <w:ilvl w:val="0"/>
                <w:numId w:val="11"/>
              </w:numPr>
              <w:tabs>
                <w:tab w:val="num" w:pos="72"/>
              </w:tabs>
              <w:ind w:left="72" w:hanging="180"/>
            </w:pPr>
            <w:r>
              <w:t>Applied Fix addenda to 18.1_v6</w:t>
            </w:r>
          </w:p>
        </w:tc>
      </w:tr>
      <w:tr w:rsidR="00E36EC1" w:rsidRPr="00C148EE" w14:paraId="60A6A4E4" w14:textId="77777777" w:rsidTr="0045684F">
        <w:tc>
          <w:tcPr>
            <w:tcW w:w="1233" w:type="dxa"/>
            <w:tcBorders>
              <w:top w:val="single" w:sz="4" w:space="0" w:color="auto"/>
              <w:left w:val="single" w:sz="4" w:space="0" w:color="auto"/>
              <w:bottom w:val="single" w:sz="4" w:space="0" w:color="auto"/>
              <w:right w:val="single" w:sz="4" w:space="0" w:color="auto"/>
            </w:tcBorders>
          </w:tcPr>
          <w:p w14:paraId="59584911" w14:textId="55A8C191" w:rsidR="00E36EC1" w:rsidRDefault="00E36EC1" w:rsidP="00DC22E2">
            <w:pPr>
              <w:pStyle w:val="Script"/>
              <w:ind w:left="0"/>
            </w:pPr>
            <w:r>
              <w:t>20.</w:t>
            </w:r>
            <w:r w:rsidR="00743DB2">
              <w:t>0</w:t>
            </w:r>
            <w:r>
              <w:t xml:space="preserve"> v2</w:t>
            </w:r>
          </w:p>
        </w:tc>
        <w:tc>
          <w:tcPr>
            <w:tcW w:w="1354" w:type="dxa"/>
            <w:tcBorders>
              <w:top w:val="single" w:sz="4" w:space="0" w:color="auto"/>
              <w:left w:val="single" w:sz="4" w:space="0" w:color="auto"/>
              <w:bottom w:val="single" w:sz="4" w:space="0" w:color="auto"/>
              <w:right w:val="single" w:sz="4" w:space="0" w:color="auto"/>
            </w:tcBorders>
          </w:tcPr>
          <w:p w14:paraId="2AF7E5EC" w14:textId="62AE0F4B" w:rsidR="00E36EC1" w:rsidRDefault="00E36EC1" w:rsidP="00DC22E2">
            <w:pPr>
              <w:pStyle w:val="Script"/>
              <w:ind w:left="0"/>
            </w:pPr>
            <w:r>
              <w:t>19-Nov-2021</w:t>
            </w:r>
          </w:p>
        </w:tc>
        <w:tc>
          <w:tcPr>
            <w:tcW w:w="1483" w:type="dxa"/>
            <w:gridSpan w:val="2"/>
            <w:tcBorders>
              <w:top w:val="single" w:sz="4" w:space="0" w:color="auto"/>
              <w:left w:val="single" w:sz="4" w:space="0" w:color="auto"/>
              <w:bottom w:val="single" w:sz="4" w:space="0" w:color="auto"/>
              <w:right w:val="single" w:sz="4" w:space="0" w:color="auto"/>
            </w:tcBorders>
          </w:tcPr>
          <w:p w14:paraId="033C52EC" w14:textId="7A1382F8" w:rsidR="00E36EC1" w:rsidRDefault="00E36EC1"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3C45E673" w14:textId="424377A9" w:rsidR="00E36EC1" w:rsidRDefault="00E36EC1" w:rsidP="00DC22E2">
            <w:pPr>
              <w:pStyle w:val="CellBUllet0"/>
              <w:numPr>
                <w:ilvl w:val="0"/>
                <w:numId w:val="11"/>
              </w:numPr>
              <w:tabs>
                <w:tab w:val="num" w:pos="72"/>
              </w:tabs>
              <w:ind w:left="72" w:hanging="180"/>
            </w:pPr>
            <w:r>
              <w:t>Applied addenda alm.</w:t>
            </w:r>
          </w:p>
        </w:tc>
      </w:tr>
      <w:tr w:rsidR="00F8785A" w:rsidRPr="00C148EE" w14:paraId="18A15160" w14:textId="77777777" w:rsidTr="0045684F">
        <w:tc>
          <w:tcPr>
            <w:tcW w:w="1233" w:type="dxa"/>
            <w:tcBorders>
              <w:top w:val="single" w:sz="4" w:space="0" w:color="auto"/>
              <w:left w:val="single" w:sz="4" w:space="0" w:color="auto"/>
              <w:bottom w:val="single" w:sz="4" w:space="0" w:color="auto"/>
              <w:right w:val="single" w:sz="4" w:space="0" w:color="auto"/>
            </w:tcBorders>
          </w:tcPr>
          <w:p w14:paraId="6E79CC02" w14:textId="4616BFFA" w:rsidR="00F8785A" w:rsidRDefault="00F8785A" w:rsidP="00DC22E2">
            <w:pPr>
              <w:pStyle w:val="Script"/>
              <w:ind w:left="0"/>
            </w:pPr>
            <w:r>
              <w:t>20.</w:t>
            </w:r>
            <w:r w:rsidR="00743DB2">
              <w:t>0</w:t>
            </w:r>
            <w:r>
              <w:t xml:space="preserve"> v3</w:t>
            </w:r>
          </w:p>
        </w:tc>
        <w:tc>
          <w:tcPr>
            <w:tcW w:w="1354" w:type="dxa"/>
            <w:tcBorders>
              <w:top w:val="single" w:sz="4" w:space="0" w:color="auto"/>
              <w:left w:val="single" w:sz="4" w:space="0" w:color="auto"/>
              <w:bottom w:val="single" w:sz="4" w:space="0" w:color="auto"/>
              <w:right w:val="single" w:sz="4" w:space="0" w:color="auto"/>
            </w:tcBorders>
          </w:tcPr>
          <w:p w14:paraId="51946C4D" w14:textId="0496B914" w:rsidR="00F8785A" w:rsidRDefault="00F8785A" w:rsidP="00DC22E2">
            <w:pPr>
              <w:pStyle w:val="Script"/>
              <w:ind w:left="0"/>
            </w:pPr>
            <w:r>
              <w:t>21-Nov-2021</w:t>
            </w:r>
          </w:p>
        </w:tc>
        <w:tc>
          <w:tcPr>
            <w:tcW w:w="1483" w:type="dxa"/>
            <w:gridSpan w:val="2"/>
            <w:tcBorders>
              <w:top w:val="single" w:sz="4" w:space="0" w:color="auto"/>
              <w:left w:val="single" w:sz="4" w:space="0" w:color="auto"/>
              <w:bottom w:val="single" w:sz="4" w:space="0" w:color="auto"/>
              <w:right w:val="single" w:sz="4" w:space="0" w:color="auto"/>
            </w:tcBorders>
          </w:tcPr>
          <w:p w14:paraId="460B9E50" w14:textId="4E292641" w:rsidR="00F8785A" w:rsidRDefault="00F8785A"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6C542D2" w14:textId="2E86EFE2" w:rsidR="00F8785A" w:rsidRDefault="00F8785A" w:rsidP="00DC22E2">
            <w:pPr>
              <w:pStyle w:val="CellBUllet0"/>
              <w:numPr>
                <w:ilvl w:val="0"/>
                <w:numId w:val="11"/>
              </w:numPr>
              <w:tabs>
                <w:tab w:val="num" w:pos="72"/>
              </w:tabs>
              <w:ind w:left="72" w:hanging="180"/>
            </w:pPr>
            <w:r>
              <w:t>Applied addenda bc</w:t>
            </w:r>
          </w:p>
        </w:tc>
      </w:tr>
      <w:tr w:rsidR="00DE2CF6" w:rsidRPr="00C148EE" w14:paraId="76B10243" w14:textId="77777777" w:rsidTr="0045684F">
        <w:tc>
          <w:tcPr>
            <w:tcW w:w="1233" w:type="dxa"/>
            <w:tcBorders>
              <w:top w:val="single" w:sz="4" w:space="0" w:color="auto"/>
              <w:left w:val="single" w:sz="4" w:space="0" w:color="auto"/>
              <w:bottom w:val="single" w:sz="4" w:space="0" w:color="auto"/>
              <w:right w:val="single" w:sz="4" w:space="0" w:color="auto"/>
            </w:tcBorders>
          </w:tcPr>
          <w:p w14:paraId="625512C7" w14:textId="71CFADAA" w:rsidR="00DE2CF6" w:rsidRDefault="00DE2CF6" w:rsidP="00DC22E2">
            <w:pPr>
              <w:pStyle w:val="Script"/>
              <w:ind w:left="0"/>
            </w:pPr>
            <w:r>
              <w:t>20.</w:t>
            </w:r>
            <w:r w:rsidR="00743DB2">
              <w:t>0</w:t>
            </w:r>
            <w:r>
              <w:t xml:space="preserve"> v4</w:t>
            </w:r>
          </w:p>
        </w:tc>
        <w:tc>
          <w:tcPr>
            <w:tcW w:w="1354" w:type="dxa"/>
            <w:tcBorders>
              <w:top w:val="single" w:sz="4" w:space="0" w:color="auto"/>
              <w:left w:val="single" w:sz="4" w:space="0" w:color="auto"/>
              <w:bottom w:val="single" w:sz="4" w:space="0" w:color="auto"/>
              <w:right w:val="single" w:sz="4" w:space="0" w:color="auto"/>
            </w:tcBorders>
          </w:tcPr>
          <w:p w14:paraId="74BE3F0C" w14:textId="56CEAFF3" w:rsidR="00DE2CF6" w:rsidRDefault="00DE2CF6" w:rsidP="00DC22E2">
            <w:pPr>
              <w:pStyle w:val="Script"/>
              <w:ind w:left="0"/>
            </w:pPr>
            <w:r>
              <w:t>21-Nov-2021</w:t>
            </w:r>
          </w:p>
        </w:tc>
        <w:tc>
          <w:tcPr>
            <w:tcW w:w="1483" w:type="dxa"/>
            <w:gridSpan w:val="2"/>
            <w:tcBorders>
              <w:top w:val="single" w:sz="4" w:space="0" w:color="auto"/>
              <w:left w:val="single" w:sz="4" w:space="0" w:color="auto"/>
              <w:bottom w:val="single" w:sz="4" w:space="0" w:color="auto"/>
              <w:right w:val="single" w:sz="4" w:space="0" w:color="auto"/>
            </w:tcBorders>
          </w:tcPr>
          <w:p w14:paraId="418598A2" w14:textId="341762C3" w:rsidR="00DE2CF6" w:rsidRDefault="00DE2CF6"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3D3D60A2" w14:textId="4C53C60D" w:rsidR="00DE2CF6" w:rsidRDefault="00DE2CF6" w:rsidP="00DC22E2">
            <w:pPr>
              <w:pStyle w:val="CellBUllet0"/>
              <w:numPr>
                <w:ilvl w:val="0"/>
                <w:numId w:val="11"/>
              </w:numPr>
              <w:tabs>
                <w:tab w:val="num" w:pos="72"/>
              </w:tabs>
              <w:ind w:left="72" w:hanging="180"/>
            </w:pPr>
            <w:r>
              <w:t>Applied addenda bi</w:t>
            </w:r>
          </w:p>
        </w:tc>
      </w:tr>
      <w:tr w:rsidR="0030517B" w:rsidRPr="00C148EE" w14:paraId="13EC143A" w14:textId="77777777" w:rsidTr="0045684F">
        <w:tc>
          <w:tcPr>
            <w:tcW w:w="1233" w:type="dxa"/>
            <w:tcBorders>
              <w:top w:val="single" w:sz="4" w:space="0" w:color="auto"/>
              <w:left w:val="single" w:sz="4" w:space="0" w:color="auto"/>
              <w:bottom w:val="single" w:sz="4" w:space="0" w:color="auto"/>
              <w:right w:val="single" w:sz="4" w:space="0" w:color="auto"/>
            </w:tcBorders>
          </w:tcPr>
          <w:p w14:paraId="28DF8A9B" w14:textId="4746366A" w:rsidR="0030517B" w:rsidRDefault="0030517B" w:rsidP="00DC22E2">
            <w:pPr>
              <w:pStyle w:val="Script"/>
              <w:ind w:left="0"/>
            </w:pPr>
            <w:r>
              <w:t>20.</w:t>
            </w:r>
            <w:r w:rsidR="00743DB2">
              <w:t>0</w:t>
            </w:r>
            <w:r>
              <w:t xml:space="preserve"> v5</w:t>
            </w:r>
          </w:p>
        </w:tc>
        <w:tc>
          <w:tcPr>
            <w:tcW w:w="1354" w:type="dxa"/>
            <w:tcBorders>
              <w:top w:val="single" w:sz="4" w:space="0" w:color="auto"/>
              <w:left w:val="single" w:sz="4" w:space="0" w:color="auto"/>
              <w:bottom w:val="single" w:sz="4" w:space="0" w:color="auto"/>
              <w:right w:val="single" w:sz="4" w:space="0" w:color="auto"/>
            </w:tcBorders>
          </w:tcPr>
          <w:p w14:paraId="22D52810" w14:textId="532984D6" w:rsidR="0030517B" w:rsidRDefault="0030517B" w:rsidP="00DC22E2">
            <w:pPr>
              <w:pStyle w:val="Script"/>
              <w:ind w:left="0"/>
            </w:pPr>
            <w:r>
              <w:t>11-Dec-2021</w:t>
            </w:r>
          </w:p>
        </w:tc>
        <w:tc>
          <w:tcPr>
            <w:tcW w:w="1483" w:type="dxa"/>
            <w:gridSpan w:val="2"/>
            <w:tcBorders>
              <w:top w:val="single" w:sz="4" w:space="0" w:color="auto"/>
              <w:left w:val="single" w:sz="4" w:space="0" w:color="auto"/>
              <w:bottom w:val="single" w:sz="4" w:space="0" w:color="auto"/>
              <w:right w:val="single" w:sz="4" w:space="0" w:color="auto"/>
            </w:tcBorders>
          </w:tcPr>
          <w:p w14:paraId="666EB9CA" w14:textId="300FD72E" w:rsidR="0030517B" w:rsidRDefault="0030517B"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0DA5B44" w14:textId="1B541ED3" w:rsidR="0030517B" w:rsidRDefault="0030517B" w:rsidP="00DC22E2">
            <w:pPr>
              <w:pStyle w:val="CellBUllet0"/>
              <w:numPr>
                <w:ilvl w:val="0"/>
                <w:numId w:val="11"/>
              </w:numPr>
              <w:tabs>
                <w:tab w:val="num" w:pos="72"/>
              </w:tabs>
              <w:ind w:left="72" w:hanging="180"/>
            </w:pPr>
            <w:r>
              <w:t>Applied addenda bk - no changes</w:t>
            </w:r>
          </w:p>
        </w:tc>
      </w:tr>
      <w:tr w:rsidR="000B1A0C" w:rsidRPr="00C148EE" w14:paraId="4C564F63" w14:textId="77777777" w:rsidTr="0045684F">
        <w:tc>
          <w:tcPr>
            <w:tcW w:w="1233" w:type="dxa"/>
            <w:tcBorders>
              <w:top w:val="single" w:sz="4" w:space="0" w:color="auto"/>
              <w:left w:val="single" w:sz="4" w:space="0" w:color="auto"/>
              <w:bottom w:val="single" w:sz="4" w:space="0" w:color="auto"/>
              <w:right w:val="single" w:sz="4" w:space="0" w:color="auto"/>
            </w:tcBorders>
          </w:tcPr>
          <w:p w14:paraId="05575378" w14:textId="6BA24A76" w:rsidR="000B1A0C" w:rsidRDefault="000B1A0C" w:rsidP="00DC22E2">
            <w:pPr>
              <w:pStyle w:val="Script"/>
              <w:ind w:left="0"/>
            </w:pPr>
            <w:r>
              <w:t>20.</w:t>
            </w:r>
            <w:r w:rsidR="00743DB2">
              <w:t>0</w:t>
            </w:r>
            <w:r>
              <w:t xml:space="preserve"> v6</w:t>
            </w:r>
          </w:p>
        </w:tc>
        <w:tc>
          <w:tcPr>
            <w:tcW w:w="1354" w:type="dxa"/>
            <w:tcBorders>
              <w:top w:val="single" w:sz="4" w:space="0" w:color="auto"/>
              <w:left w:val="single" w:sz="4" w:space="0" w:color="auto"/>
              <w:bottom w:val="single" w:sz="4" w:space="0" w:color="auto"/>
              <w:right w:val="single" w:sz="4" w:space="0" w:color="auto"/>
            </w:tcBorders>
          </w:tcPr>
          <w:p w14:paraId="0229E73B" w14:textId="0F7E5F6B" w:rsidR="000B1A0C" w:rsidRDefault="000B1A0C" w:rsidP="00DC22E2">
            <w:pPr>
              <w:pStyle w:val="Script"/>
              <w:ind w:left="0"/>
            </w:pPr>
            <w:r>
              <w:t>11-Dec-2021</w:t>
            </w:r>
          </w:p>
        </w:tc>
        <w:tc>
          <w:tcPr>
            <w:tcW w:w="1483" w:type="dxa"/>
            <w:gridSpan w:val="2"/>
            <w:tcBorders>
              <w:top w:val="single" w:sz="4" w:space="0" w:color="auto"/>
              <w:left w:val="single" w:sz="4" w:space="0" w:color="auto"/>
              <w:bottom w:val="single" w:sz="4" w:space="0" w:color="auto"/>
              <w:right w:val="single" w:sz="4" w:space="0" w:color="auto"/>
            </w:tcBorders>
          </w:tcPr>
          <w:p w14:paraId="1C988499" w14:textId="6C6FBFD7" w:rsidR="000B1A0C" w:rsidRDefault="000B1A0C"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2223A3F9" w14:textId="39E2DD4C" w:rsidR="000B1A0C" w:rsidRDefault="000B1A0C" w:rsidP="00DC22E2">
            <w:pPr>
              <w:pStyle w:val="CellBUllet0"/>
              <w:numPr>
                <w:ilvl w:val="0"/>
                <w:numId w:val="11"/>
              </w:numPr>
              <w:tabs>
                <w:tab w:val="num" w:pos="72"/>
              </w:tabs>
              <w:ind w:left="72" w:hanging="180"/>
            </w:pPr>
            <w:r>
              <w:t>Applied addenda cov</w:t>
            </w:r>
          </w:p>
        </w:tc>
      </w:tr>
      <w:tr w:rsidR="00AB3DF5" w:rsidRPr="00C148EE" w14:paraId="3EBA0A17" w14:textId="77777777" w:rsidTr="0045684F">
        <w:tc>
          <w:tcPr>
            <w:tcW w:w="1233" w:type="dxa"/>
            <w:tcBorders>
              <w:top w:val="single" w:sz="4" w:space="0" w:color="auto"/>
              <w:left w:val="single" w:sz="4" w:space="0" w:color="auto"/>
              <w:bottom w:val="single" w:sz="4" w:space="0" w:color="auto"/>
              <w:right w:val="single" w:sz="4" w:space="0" w:color="auto"/>
            </w:tcBorders>
          </w:tcPr>
          <w:p w14:paraId="4B8F6AA1" w14:textId="4C0F756C" w:rsidR="00AB3DF5" w:rsidRDefault="00AB3DF5" w:rsidP="00DC22E2">
            <w:pPr>
              <w:pStyle w:val="Script"/>
              <w:ind w:left="0"/>
            </w:pPr>
            <w:r>
              <w:t>20.</w:t>
            </w:r>
            <w:r w:rsidR="00743DB2">
              <w:t>0</w:t>
            </w:r>
            <w:r>
              <w:t xml:space="preserve"> v7</w:t>
            </w:r>
          </w:p>
        </w:tc>
        <w:tc>
          <w:tcPr>
            <w:tcW w:w="1354" w:type="dxa"/>
            <w:tcBorders>
              <w:top w:val="single" w:sz="4" w:space="0" w:color="auto"/>
              <w:left w:val="single" w:sz="4" w:space="0" w:color="auto"/>
              <w:bottom w:val="single" w:sz="4" w:space="0" w:color="auto"/>
              <w:right w:val="single" w:sz="4" w:space="0" w:color="auto"/>
            </w:tcBorders>
          </w:tcPr>
          <w:p w14:paraId="57FA8877" w14:textId="794C3F5B" w:rsidR="00AB3DF5" w:rsidRDefault="00AB3DF5" w:rsidP="00DC22E2">
            <w:pPr>
              <w:pStyle w:val="Script"/>
              <w:ind w:left="0"/>
            </w:pPr>
            <w:r>
              <w:t>12-Dec-2021</w:t>
            </w:r>
          </w:p>
        </w:tc>
        <w:tc>
          <w:tcPr>
            <w:tcW w:w="1483" w:type="dxa"/>
            <w:gridSpan w:val="2"/>
            <w:tcBorders>
              <w:top w:val="single" w:sz="4" w:space="0" w:color="auto"/>
              <w:left w:val="single" w:sz="4" w:space="0" w:color="auto"/>
              <w:bottom w:val="single" w:sz="4" w:space="0" w:color="auto"/>
              <w:right w:val="single" w:sz="4" w:space="0" w:color="auto"/>
            </w:tcBorders>
          </w:tcPr>
          <w:p w14:paraId="41521F3D" w14:textId="67005770" w:rsidR="00AB3DF5" w:rsidRDefault="00AB3DF5"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685311E" w14:textId="24613B4D" w:rsidR="00AB3DF5" w:rsidRDefault="00AB3DF5" w:rsidP="00DC22E2">
            <w:pPr>
              <w:pStyle w:val="CellBUllet0"/>
              <w:numPr>
                <w:ilvl w:val="0"/>
                <w:numId w:val="11"/>
              </w:numPr>
              <w:tabs>
                <w:tab w:val="num" w:pos="72"/>
              </w:tabs>
              <w:ind w:left="72" w:hanging="180"/>
            </w:pPr>
            <w:r>
              <w:t>Applied addenda misc1</w:t>
            </w:r>
          </w:p>
        </w:tc>
      </w:tr>
      <w:tr w:rsidR="001D5B65" w:rsidRPr="00C148EE" w14:paraId="31C2DDB6" w14:textId="77777777" w:rsidTr="0045684F">
        <w:tc>
          <w:tcPr>
            <w:tcW w:w="1233" w:type="dxa"/>
            <w:tcBorders>
              <w:top w:val="single" w:sz="4" w:space="0" w:color="auto"/>
              <w:left w:val="single" w:sz="4" w:space="0" w:color="auto"/>
              <w:bottom w:val="single" w:sz="4" w:space="0" w:color="auto"/>
              <w:right w:val="single" w:sz="4" w:space="0" w:color="auto"/>
            </w:tcBorders>
          </w:tcPr>
          <w:p w14:paraId="0B592345" w14:textId="08188116" w:rsidR="001D5B65" w:rsidRDefault="001D5B65" w:rsidP="00DC22E2">
            <w:pPr>
              <w:pStyle w:val="Script"/>
              <w:ind w:left="0"/>
            </w:pPr>
            <w:r>
              <w:t>20.</w:t>
            </w:r>
            <w:r w:rsidR="00743DB2">
              <w:t>0</w:t>
            </w:r>
            <w:r>
              <w:t xml:space="preserve"> v8</w:t>
            </w:r>
          </w:p>
        </w:tc>
        <w:tc>
          <w:tcPr>
            <w:tcW w:w="1354" w:type="dxa"/>
            <w:tcBorders>
              <w:top w:val="single" w:sz="4" w:space="0" w:color="auto"/>
              <w:left w:val="single" w:sz="4" w:space="0" w:color="auto"/>
              <w:bottom w:val="single" w:sz="4" w:space="0" w:color="auto"/>
              <w:right w:val="single" w:sz="4" w:space="0" w:color="auto"/>
            </w:tcBorders>
          </w:tcPr>
          <w:p w14:paraId="75AAB69A" w14:textId="60AF2B15" w:rsidR="001D5B65" w:rsidRDefault="001D5B65" w:rsidP="00DC22E2">
            <w:pPr>
              <w:pStyle w:val="Script"/>
              <w:ind w:left="0"/>
            </w:pPr>
            <w:r>
              <w:t>12-Dec-2021</w:t>
            </w:r>
          </w:p>
        </w:tc>
        <w:tc>
          <w:tcPr>
            <w:tcW w:w="1483" w:type="dxa"/>
            <w:gridSpan w:val="2"/>
            <w:tcBorders>
              <w:top w:val="single" w:sz="4" w:space="0" w:color="auto"/>
              <w:left w:val="single" w:sz="4" w:space="0" w:color="auto"/>
              <w:bottom w:val="single" w:sz="4" w:space="0" w:color="auto"/>
              <w:right w:val="single" w:sz="4" w:space="0" w:color="auto"/>
            </w:tcBorders>
          </w:tcPr>
          <w:p w14:paraId="312C160D" w14:textId="3D1E0E85" w:rsidR="001D5B65" w:rsidRDefault="001D5B65"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356BDFA" w14:textId="4A1B0436" w:rsidR="001D5B65" w:rsidRDefault="001D5B65" w:rsidP="00DC22E2">
            <w:pPr>
              <w:pStyle w:val="CellBUllet0"/>
              <w:numPr>
                <w:ilvl w:val="0"/>
                <w:numId w:val="11"/>
              </w:numPr>
              <w:tabs>
                <w:tab w:val="num" w:pos="72"/>
              </w:tabs>
              <w:ind w:left="72" w:hanging="180"/>
            </w:pPr>
            <w:r>
              <w:t>Applied addenda log</w:t>
            </w:r>
          </w:p>
        </w:tc>
      </w:tr>
      <w:tr w:rsidR="004832C2" w:rsidRPr="00C148EE" w14:paraId="798DD081" w14:textId="77777777" w:rsidTr="0045684F">
        <w:tc>
          <w:tcPr>
            <w:tcW w:w="1233" w:type="dxa"/>
            <w:tcBorders>
              <w:top w:val="single" w:sz="4" w:space="0" w:color="auto"/>
              <w:left w:val="single" w:sz="4" w:space="0" w:color="auto"/>
              <w:bottom w:val="single" w:sz="4" w:space="0" w:color="auto"/>
              <w:right w:val="single" w:sz="4" w:space="0" w:color="auto"/>
            </w:tcBorders>
          </w:tcPr>
          <w:p w14:paraId="4AB1F6D8" w14:textId="2F1CDC18" w:rsidR="004832C2" w:rsidRDefault="004832C2" w:rsidP="00DC22E2">
            <w:pPr>
              <w:pStyle w:val="Script"/>
              <w:ind w:left="0"/>
            </w:pPr>
            <w:r>
              <w:t>20.</w:t>
            </w:r>
            <w:r w:rsidR="00743DB2">
              <w:t>0</w:t>
            </w:r>
            <w:r>
              <w:t xml:space="preserve"> v9</w:t>
            </w:r>
          </w:p>
        </w:tc>
        <w:tc>
          <w:tcPr>
            <w:tcW w:w="1354" w:type="dxa"/>
            <w:tcBorders>
              <w:top w:val="single" w:sz="4" w:space="0" w:color="auto"/>
              <w:left w:val="single" w:sz="4" w:space="0" w:color="auto"/>
              <w:bottom w:val="single" w:sz="4" w:space="0" w:color="auto"/>
              <w:right w:val="single" w:sz="4" w:space="0" w:color="auto"/>
            </w:tcBorders>
          </w:tcPr>
          <w:p w14:paraId="28579556" w14:textId="588A0937" w:rsidR="004832C2" w:rsidRDefault="004832C2" w:rsidP="00DC22E2">
            <w:pPr>
              <w:pStyle w:val="Script"/>
              <w:ind w:left="0"/>
            </w:pPr>
            <w:r>
              <w:t>15-Dec-2021</w:t>
            </w:r>
          </w:p>
        </w:tc>
        <w:tc>
          <w:tcPr>
            <w:tcW w:w="1483" w:type="dxa"/>
            <w:gridSpan w:val="2"/>
            <w:tcBorders>
              <w:top w:val="single" w:sz="4" w:space="0" w:color="auto"/>
              <w:left w:val="single" w:sz="4" w:space="0" w:color="auto"/>
              <w:bottom w:val="single" w:sz="4" w:space="0" w:color="auto"/>
              <w:right w:val="single" w:sz="4" w:space="0" w:color="auto"/>
            </w:tcBorders>
          </w:tcPr>
          <w:p w14:paraId="4308C80D" w14:textId="3A6499B7" w:rsidR="004832C2" w:rsidRDefault="004832C2"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2EF8353" w14:textId="69F2EE2E" w:rsidR="004832C2" w:rsidRDefault="004832C2" w:rsidP="00DC22E2">
            <w:pPr>
              <w:pStyle w:val="CellBUllet0"/>
              <w:numPr>
                <w:ilvl w:val="0"/>
                <w:numId w:val="11"/>
              </w:numPr>
              <w:tabs>
                <w:tab w:val="num" w:pos="72"/>
              </w:tabs>
              <w:ind w:left="72" w:hanging="180"/>
            </w:pPr>
            <w:r>
              <w:t>Applied addenda PR13-PR18</w:t>
            </w:r>
          </w:p>
        </w:tc>
      </w:tr>
      <w:tr w:rsidR="00781B40" w:rsidRPr="00C148EE" w14:paraId="1BF75025" w14:textId="77777777" w:rsidTr="0045684F">
        <w:tc>
          <w:tcPr>
            <w:tcW w:w="1233" w:type="dxa"/>
            <w:tcBorders>
              <w:top w:val="single" w:sz="4" w:space="0" w:color="auto"/>
              <w:left w:val="single" w:sz="4" w:space="0" w:color="auto"/>
              <w:bottom w:val="single" w:sz="4" w:space="0" w:color="auto"/>
              <w:right w:val="single" w:sz="4" w:space="0" w:color="auto"/>
            </w:tcBorders>
          </w:tcPr>
          <w:p w14:paraId="3BF9249D" w14:textId="013459EB" w:rsidR="00781B40" w:rsidRDefault="00781B40" w:rsidP="00DC22E2">
            <w:pPr>
              <w:pStyle w:val="Script"/>
              <w:ind w:left="0"/>
            </w:pPr>
            <w:r>
              <w:t>20.</w:t>
            </w:r>
            <w:r w:rsidR="00743DB2">
              <w:t>0</w:t>
            </w:r>
            <w:r>
              <w:t xml:space="preserve"> v10</w:t>
            </w:r>
          </w:p>
        </w:tc>
        <w:tc>
          <w:tcPr>
            <w:tcW w:w="1354" w:type="dxa"/>
            <w:tcBorders>
              <w:top w:val="single" w:sz="4" w:space="0" w:color="auto"/>
              <w:left w:val="single" w:sz="4" w:space="0" w:color="auto"/>
              <w:bottom w:val="single" w:sz="4" w:space="0" w:color="auto"/>
              <w:right w:val="single" w:sz="4" w:space="0" w:color="auto"/>
            </w:tcBorders>
          </w:tcPr>
          <w:p w14:paraId="5FFE795E" w14:textId="0C867A6C" w:rsidR="00781B40" w:rsidRDefault="00781B40" w:rsidP="00DC22E2">
            <w:pPr>
              <w:pStyle w:val="Script"/>
              <w:ind w:left="0"/>
            </w:pPr>
            <w:r>
              <w:t>15-Dec-2021</w:t>
            </w:r>
          </w:p>
        </w:tc>
        <w:tc>
          <w:tcPr>
            <w:tcW w:w="1483" w:type="dxa"/>
            <w:gridSpan w:val="2"/>
            <w:tcBorders>
              <w:top w:val="single" w:sz="4" w:space="0" w:color="auto"/>
              <w:left w:val="single" w:sz="4" w:space="0" w:color="auto"/>
              <w:bottom w:val="single" w:sz="4" w:space="0" w:color="auto"/>
              <w:right w:val="single" w:sz="4" w:space="0" w:color="auto"/>
            </w:tcBorders>
          </w:tcPr>
          <w:p w14:paraId="4082FF4A" w14:textId="19DBD192" w:rsidR="00781B40" w:rsidRDefault="00781B40"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7C88822F" w14:textId="2077B5E9" w:rsidR="00781B40" w:rsidRDefault="00781B40" w:rsidP="00DC22E2">
            <w:pPr>
              <w:pStyle w:val="CellBUllet0"/>
              <w:numPr>
                <w:ilvl w:val="0"/>
                <w:numId w:val="11"/>
              </w:numPr>
              <w:tabs>
                <w:tab w:val="num" w:pos="72"/>
              </w:tabs>
              <w:ind w:left="72" w:hanging="180"/>
            </w:pPr>
            <w:r>
              <w:t>Applied addenda bd</w:t>
            </w:r>
          </w:p>
        </w:tc>
      </w:tr>
      <w:tr w:rsidR="004613D2" w:rsidRPr="00C148EE" w14:paraId="0536B49D" w14:textId="77777777" w:rsidTr="0045684F">
        <w:tc>
          <w:tcPr>
            <w:tcW w:w="1233" w:type="dxa"/>
            <w:tcBorders>
              <w:top w:val="single" w:sz="4" w:space="0" w:color="auto"/>
              <w:left w:val="single" w:sz="4" w:space="0" w:color="auto"/>
              <w:bottom w:val="single" w:sz="4" w:space="0" w:color="auto"/>
              <w:right w:val="single" w:sz="4" w:space="0" w:color="auto"/>
            </w:tcBorders>
          </w:tcPr>
          <w:p w14:paraId="0DED1C75" w14:textId="506A2DA3" w:rsidR="004613D2" w:rsidRDefault="004613D2" w:rsidP="00DC22E2">
            <w:pPr>
              <w:pStyle w:val="Script"/>
              <w:ind w:left="0"/>
            </w:pPr>
            <w:r>
              <w:t>20.</w:t>
            </w:r>
            <w:r w:rsidR="00743DB2">
              <w:t>0</w:t>
            </w:r>
            <w:r>
              <w:t xml:space="preserve"> v11</w:t>
            </w:r>
          </w:p>
        </w:tc>
        <w:tc>
          <w:tcPr>
            <w:tcW w:w="1354" w:type="dxa"/>
            <w:tcBorders>
              <w:top w:val="single" w:sz="4" w:space="0" w:color="auto"/>
              <w:left w:val="single" w:sz="4" w:space="0" w:color="auto"/>
              <w:bottom w:val="single" w:sz="4" w:space="0" w:color="auto"/>
              <w:right w:val="single" w:sz="4" w:space="0" w:color="auto"/>
            </w:tcBorders>
          </w:tcPr>
          <w:p w14:paraId="5C69656E" w14:textId="09DC2900" w:rsidR="004613D2" w:rsidRDefault="004613D2" w:rsidP="00DC22E2">
            <w:pPr>
              <w:pStyle w:val="Script"/>
              <w:ind w:left="0"/>
            </w:pPr>
            <w:r>
              <w:t>16-Dec-2021</w:t>
            </w:r>
          </w:p>
        </w:tc>
        <w:tc>
          <w:tcPr>
            <w:tcW w:w="1483" w:type="dxa"/>
            <w:gridSpan w:val="2"/>
            <w:tcBorders>
              <w:top w:val="single" w:sz="4" w:space="0" w:color="auto"/>
              <w:left w:val="single" w:sz="4" w:space="0" w:color="auto"/>
              <w:bottom w:val="single" w:sz="4" w:space="0" w:color="auto"/>
              <w:right w:val="single" w:sz="4" w:space="0" w:color="auto"/>
            </w:tcBorders>
          </w:tcPr>
          <w:p w14:paraId="52651E40" w14:textId="5DAF7B04" w:rsidR="004613D2" w:rsidRDefault="004613D2"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C466FAB" w14:textId="4E94BFB6" w:rsidR="004613D2" w:rsidRDefault="004613D2" w:rsidP="00DC22E2">
            <w:pPr>
              <w:pStyle w:val="CellBUllet0"/>
              <w:numPr>
                <w:ilvl w:val="0"/>
                <w:numId w:val="11"/>
              </w:numPr>
              <w:tabs>
                <w:tab w:val="num" w:pos="72"/>
              </w:tabs>
              <w:ind w:left="72" w:hanging="180"/>
            </w:pPr>
            <w:r>
              <w:t>Applied Errata (Part 1)</w:t>
            </w:r>
          </w:p>
        </w:tc>
      </w:tr>
      <w:tr w:rsidR="00743DB2" w:rsidRPr="00C148EE" w14:paraId="6B229E86" w14:textId="77777777" w:rsidTr="0045684F">
        <w:tc>
          <w:tcPr>
            <w:tcW w:w="1233" w:type="dxa"/>
            <w:tcBorders>
              <w:top w:val="single" w:sz="4" w:space="0" w:color="auto"/>
              <w:left w:val="single" w:sz="4" w:space="0" w:color="auto"/>
              <w:bottom w:val="single" w:sz="4" w:space="0" w:color="auto"/>
              <w:right w:val="single" w:sz="4" w:space="0" w:color="auto"/>
            </w:tcBorders>
          </w:tcPr>
          <w:p w14:paraId="09303718" w14:textId="1F0509C6" w:rsidR="00743DB2" w:rsidRDefault="00743DB2" w:rsidP="00DC22E2">
            <w:pPr>
              <w:pStyle w:val="Script"/>
              <w:ind w:left="0"/>
            </w:pPr>
            <w:r>
              <w:t>20.0 v12</w:t>
            </w:r>
          </w:p>
        </w:tc>
        <w:tc>
          <w:tcPr>
            <w:tcW w:w="1354" w:type="dxa"/>
            <w:tcBorders>
              <w:top w:val="single" w:sz="4" w:space="0" w:color="auto"/>
              <w:left w:val="single" w:sz="4" w:space="0" w:color="auto"/>
              <w:bottom w:val="single" w:sz="4" w:space="0" w:color="auto"/>
              <w:right w:val="single" w:sz="4" w:space="0" w:color="auto"/>
            </w:tcBorders>
          </w:tcPr>
          <w:p w14:paraId="19BE3AFC" w14:textId="28688B65" w:rsidR="00743DB2" w:rsidRDefault="00743DB2" w:rsidP="00DC22E2">
            <w:pPr>
              <w:pStyle w:val="Script"/>
              <w:ind w:left="0"/>
            </w:pPr>
            <w:r>
              <w:t>18-Dec-2021</w:t>
            </w:r>
          </w:p>
        </w:tc>
        <w:tc>
          <w:tcPr>
            <w:tcW w:w="1483" w:type="dxa"/>
            <w:gridSpan w:val="2"/>
            <w:tcBorders>
              <w:top w:val="single" w:sz="4" w:space="0" w:color="auto"/>
              <w:left w:val="single" w:sz="4" w:space="0" w:color="auto"/>
              <w:bottom w:val="single" w:sz="4" w:space="0" w:color="auto"/>
              <w:right w:val="single" w:sz="4" w:space="0" w:color="auto"/>
            </w:tcBorders>
          </w:tcPr>
          <w:p w14:paraId="31E98FEB" w14:textId="56B272E9" w:rsidR="00743DB2" w:rsidRDefault="00743DB2" w:rsidP="00DC22E2">
            <w:pPr>
              <w:pStyle w:val="Script"/>
              <w:ind w:left="0"/>
            </w:pPr>
            <w:r>
              <w:t>Carl Neilson</w:t>
            </w:r>
          </w:p>
        </w:tc>
        <w:tc>
          <w:tcPr>
            <w:tcW w:w="4632" w:type="dxa"/>
            <w:tcBorders>
              <w:top w:val="single" w:sz="4" w:space="0" w:color="auto"/>
              <w:left w:val="single" w:sz="4" w:space="0" w:color="auto"/>
              <w:bottom w:val="single" w:sz="4" w:space="0" w:color="auto"/>
              <w:right w:val="single" w:sz="4" w:space="0" w:color="auto"/>
            </w:tcBorders>
          </w:tcPr>
          <w:p w14:paraId="6842F0F4" w14:textId="70133227" w:rsidR="00743DB2" w:rsidRDefault="00743DB2" w:rsidP="00DC22E2">
            <w:pPr>
              <w:pStyle w:val="CellBUllet0"/>
              <w:numPr>
                <w:ilvl w:val="0"/>
                <w:numId w:val="11"/>
              </w:numPr>
              <w:tabs>
                <w:tab w:val="num" w:pos="72"/>
              </w:tabs>
              <w:ind w:left="72" w:hanging="180"/>
            </w:pPr>
            <w:r>
              <w:t>Applied 18.1.3 changes</w:t>
            </w:r>
          </w:p>
        </w:tc>
      </w:tr>
      <w:tr w:rsidR="00743DB2" w:rsidRPr="00C148EE" w14:paraId="681E110A" w14:textId="77777777" w:rsidTr="0045684F">
        <w:tc>
          <w:tcPr>
            <w:tcW w:w="1233" w:type="dxa"/>
            <w:tcBorders>
              <w:top w:val="single" w:sz="4" w:space="0" w:color="auto"/>
              <w:left w:val="single" w:sz="4" w:space="0" w:color="auto"/>
              <w:bottom w:val="single" w:sz="4" w:space="0" w:color="auto"/>
              <w:right w:val="single" w:sz="4" w:space="0" w:color="auto"/>
            </w:tcBorders>
          </w:tcPr>
          <w:p w14:paraId="121AECFE" w14:textId="345EE7A4" w:rsidR="00743DB2" w:rsidRDefault="00743DB2" w:rsidP="00DC22E2">
            <w:pPr>
              <w:pStyle w:val="Script"/>
              <w:ind w:left="0"/>
            </w:pPr>
            <w:r>
              <w:t>20.0 v13</w:t>
            </w:r>
          </w:p>
        </w:tc>
        <w:tc>
          <w:tcPr>
            <w:tcW w:w="1354" w:type="dxa"/>
            <w:tcBorders>
              <w:top w:val="single" w:sz="4" w:space="0" w:color="auto"/>
              <w:left w:val="single" w:sz="4" w:space="0" w:color="auto"/>
              <w:bottom w:val="single" w:sz="4" w:space="0" w:color="auto"/>
              <w:right w:val="single" w:sz="4" w:space="0" w:color="auto"/>
            </w:tcBorders>
          </w:tcPr>
          <w:p w14:paraId="2E028239" w14:textId="087C9964" w:rsidR="00743DB2" w:rsidRDefault="00743DB2" w:rsidP="00DC22E2">
            <w:pPr>
              <w:pStyle w:val="Script"/>
              <w:ind w:left="0"/>
            </w:pPr>
            <w:r>
              <w:t>20-Dec-2021</w:t>
            </w:r>
          </w:p>
        </w:tc>
        <w:tc>
          <w:tcPr>
            <w:tcW w:w="1483" w:type="dxa"/>
            <w:gridSpan w:val="2"/>
            <w:tcBorders>
              <w:top w:val="single" w:sz="4" w:space="0" w:color="auto"/>
              <w:left w:val="single" w:sz="4" w:space="0" w:color="auto"/>
              <w:bottom w:val="single" w:sz="4" w:space="0" w:color="auto"/>
              <w:right w:val="single" w:sz="4" w:space="0" w:color="auto"/>
            </w:tcBorders>
          </w:tcPr>
          <w:p w14:paraId="314A9628" w14:textId="24FF71F3" w:rsidR="00743DB2" w:rsidRDefault="00743DB2" w:rsidP="00DC22E2">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156F4105" w14:textId="7CEBB3A1" w:rsidR="00743DB2" w:rsidRDefault="00743DB2" w:rsidP="00DC22E2">
            <w:pPr>
              <w:pStyle w:val="CellBUllet0"/>
              <w:numPr>
                <w:ilvl w:val="0"/>
                <w:numId w:val="11"/>
              </w:numPr>
              <w:tabs>
                <w:tab w:val="num" w:pos="72"/>
              </w:tabs>
              <w:ind w:left="72" w:hanging="180"/>
            </w:pPr>
            <w:r>
              <w:t>Applied Errata (part 2)</w:t>
            </w:r>
          </w:p>
        </w:tc>
      </w:tr>
      <w:tr w:rsidR="00E04938" w:rsidRPr="00C148EE" w14:paraId="2F3A56C8" w14:textId="77777777" w:rsidTr="0045684F">
        <w:tc>
          <w:tcPr>
            <w:tcW w:w="1233" w:type="dxa"/>
            <w:tcBorders>
              <w:top w:val="single" w:sz="4" w:space="0" w:color="auto"/>
              <w:left w:val="single" w:sz="4" w:space="0" w:color="auto"/>
              <w:bottom w:val="single" w:sz="4" w:space="0" w:color="auto"/>
              <w:right w:val="single" w:sz="4" w:space="0" w:color="auto"/>
            </w:tcBorders>
          </w:tcPr>
          <w:p w14:paraId="4B7D340C" w14:textId="4F30CAEE" w:rsidR="00E04938" w:rsidRDefault="00E04938" w:rsidP="00E04938">
            <w:pPr>
              <w:pStyle w:val="Script"/>
              <w:ind w:left="0"/>
            </w:pPr>
            <w:r>
              <w:t>20.0 v14</w:t>
            </w:r>
          </w:p>
        </w:tc>
        <w:tc>
          <w:tcPr>
            <w:tcW w:w="1354" w:type="dxa"/>
            <w:tcBorders>
              <w:top w:val="single" w:sz="4" w:space="0" w:color="auto"/>
              <w:left w:val="single" w:sz="4" w:space="0" w:color="auto"/>
              <w:bottom w:val="single" w:sz="4" w:space="0" w:color="auto"/>
              <w:right w:val="single" w:sz="4" w:space="0" w:color="auto"/>
            </w:tcBorders>
          </w:tcPr>
          <w:p w14:paraId="1D42845B" w14:textId="4F1A8651" w:rsidR="00E04938" w:rsidRDefault="00E04938" w:rsidP="00E04938">
            <w:pPr>
              <w:pStyle w:val="Script"/>
              <w:ind w:left="0"/>
            </w:pPr>
            <w:r>
              <w:t>21-Dec-2021</w:t>
            </w:r>
          </w:p>
        </w:tc>
        <w:tc>
          <w:tcPr>
            <w:tcW w:w="1483" w:type="dxa"/>
            <w:gridSpan w:val="2"/>
            <w:tcBorders>
              <w:top w:val="single" w:sz="4" w:space="0" w:color="auto"/>
              <w:left w:val="single" w:sz="4" w:space="0" w:color="auto"/>
              <w:bottom w:val="single" w:sz="4" w:space="0" w:color="auto"/>
              <w:right w:val="single" w:sz="4" w:space="0" w:color="auto"/>
            </w:tcBorders>
          </w:tcPr>
          <w:p w14:paraId="1BDC624A" w14:textId="105892AA" w:rsidR="00E04938" w:rsidRDefault="00E04938" w:rsidP="00E04938">
            <w:pPr>
              <w:pStyle w:val="Script"/>
              <w:ind w:left="0"/>
            </w:pPr>
            <w:r>
              <w:t>Carl Neilson</w:t>
            </w:r>
          </w:p>
        </w:tc>
        <w:tc>
          <w:tcPr>
            <w:tcW w:w="4632" w:type="dxa"/>
            <w:tcBorders>
              <w:top w:val="single" w:sz="4" w:space="0" w:color="auto"/>
              <w:left w:val="single" w:sz="4" w:space="0" w:color="auto"/>
              <w:bottom w:val="single" w:sz="4" w:space="0" w:color="auto"/>
              <w:right w:val="single" w:sz="4" w:space="0" w:color="auto"/>
            </w:tcBorders>
          </w:tcPr>
          <w:p w14:paraId="70B37271" w14:textId="664C3DC2" w:rsidR="00E04938" w:rsidRDefault="00E04938" w:rsidP="00E04938">
            <w:pPr>
              <w:pStyle w:val="CellBUllet0"/>
              <w:numPr>
                <w:ilvl w:val="0"/>
                <w:numId w:val="11"/>
              </w:numPr>
              <w:tabs>
                <w:tab w:val="num" w:pos="72"/>
              </w:tabs>
              <w:ind w:left="72" w:hanging="180"/>
            </w:pPr>
            <w:r>
              <w:t>Fixed up CheckList vs Test Plan issues</w:t>
            </w:r>
          </w:p>
        </w:tc>
      </w:tr>
      <w:tr w:rsidR="00744CC1" w:rsidRPr="00C148EE" w14:paraId="11852C6E" w14:textId="77777777" w:rsidTr="0045684F">
        <w:tc>
          <w:tcPr>
            <w:tcW w:w="1233" w:type="dxa"/>
            <w:tcBorders>
              <w:top w:val="single" w:sz="4" w:space="0" w:color="auto"/>
              <w:left w:val="single" w:sz="4" w:space="0" w:color="auto"/>
              <w:bottom w:val="single" w:sz="4" w:space="0" w:color="auto"/>
              <w:right w:val="single" w:sz="4" w:space="0" w:color="auto"/>
            </w:tcBorders>
          </w:tcPr>
          <w:p w14:paraId="4C16BD41" w14:textId="1561AED6" w:rsidR="00744CC1" w:rsidRDefault="00744CC1" w:rsidP="00E04938">
            <w:pPr>
              <w:pStyle w:val="Script"/>
              <w:ind w:left="0"/>
            </w:pPr>
            <w:r>
              <w:lastRenderedPageBreak/>
              <w:t>20.0 v15</w:t>
            </w:r>
          </w:p>
        </w:tc>
        <w:tc>
          <w:tcPr>
            <w:tcW w:w="1354" w:type="dxa"/>
            <w:tcBorders>
              <w:top w:val="single" w:sz="4" w:space="0" w:color="auto"/>
              <w:left w:val="single" w:sz="4" w:space="0" w:color="auto"/>
              <w:bottom w:val="single" w:sz="4" w:space="0" w:color="auto"/>
              <w:right w:val="single" w:sz="4" w:space="0" w:color="auto"/>
            </w:tcBorders>
          </w:tcPr>
          <w:p w14:paraId="1F673A03" w14:textId="4E7D5FF3" w:rsidR="00744CC1" w:rsidRDefault="00744CC1" w:rsidP="00E04938">
            <w:pPr>
              <w:pStyle w:val="Script"/>
              <w:ind w:left="0"/>
            </w:pPr>
            <w:r>
              <w:t>2-Jan-2022</w:t>
            </w:r>
          </w:p>
        </w:tc>
        <w:tc>
          <w:tcPr>
            <w:tcW w:w="1483" w:type="dxa"/>
            <w:gridSpan w:val="2"/>
            <w:tcBorders>
              <w:top w:val="single" w:sz="4" w:space="0" w:color="auto"/>
              <w:left w:val="single" w:sz="4" w:space="0" w:color="auto"/>
              <w:bottom w:val="single" w:sz="4" w:space="0" w:color="auto"/>
              <w:right w:val="single" w:sz="4" w:space="0" w:color="auto"/>
            </w:tcBorders>
          </w:tcPr>
          <w:p w14:paraId="56293EEF" w14:textId="3C73676D" w:rsidR="00744CC1" w:rsidRDefault="00744CC1"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760395C" w14:textId="59D134D2" w:rsidR="00744CC1" w:rsidRDefault="00744CC1" w:rsidP="00E04938">
            <w:pPr>
              <w:pStyle w:val="CellBUllet0"/>
              <w:numPr>
                <w:ilvl w:val="0"/>
                <w:numId w:val="11"/>
              </w:numPr>
              <w:tabs>
                <w:tab w:val="num" w:pos="72"/>
              </w:tabs>
              <w:ind w:left="72" w:hanging="180"/>
            </w:pPr>
            <w:r>
              <w:t>Applied comments from voters</w:t>
            </w:r>
          </w:p>
        </w:tc>
      </w:tr>
      <w:tr w:rsidR="00A407A8" w:rsidRPr="00C148EE" w14:paraId="13A6E140" w14:textId="77777777" w:rsidTr="0045684F">
        <w:tc>
          <w:tcPr>
            <w:tcW w:w="1233" w:type="dxa"/>
            <w:tcBorders>
              <w:top w:val="single" w:sz="4" w:space="0" w:color="auto"/>
              <w:left w:val="single" w:sz="4" w:space="0" w:color="auto"/>
              <w:bottom w:val="single" w:sz="4" w:space="0" w:color="auto"/>
              <w:right w:val="single" w:sz="4" w:space="0" w:color="auto"/>
            </w:tcBorders>
          </w:tcPr>
          <w:p w14:paraId="40C4783B" w14:textId="0C6B6AF1" w:rsidR="00A407A8" w:rsidRDefault="00A407A8" w:rsidP="00E04938">
            <w:pPr>
              <w:pStyle w:val="Script"/>
              <w:ind w:left="0"/>
            </w:pPr>
            <w:r>
              <w:t>20.0 v16</w:t>
            </w:r>
          </w:p>
        </w:tc>
        <w:tc>
          <w:tcPr>
            <w:tcW w:w="1354" w:type="dxa"/>
            <w:tcBorders>
              <w:top w:val="single" w:sz="4" w:space="0" w:color="auto"/>
              <w:left w:val="single" w:sz="4" w:space="0" w:color="auto"/>
              <w:bottom w:val="single" w:sz="4" w:space="0" w:color="auto"/>
              <w:right w:val="single" w:sz="4" w:space="0" w:color="auto"/>
            </w:tcBorders>
          </w:tcPr>
          <w:p w14:paraId="4C45460D" w14:textId="19098F4B" w:rsidR="00A407A8" w:rsidRDefault="00A407A8" w:rsidP="00E04938">
            <w:pPr>
              <w:pStyle w:val="Script"/>
              <w:ind w:left="0"/>
            </w:pPr>
            <w:r>
              <w:t>14-Jan-2022</w:t>
            </w:r>
          </w:p>
        </w:tc>
        <w:tc>
          <w:tcPr>
            <w:tcW w:w="1483" w:type="dxa"/>
            <w:gridSpan w:val="2"/>
            <w:tcBorders>
              <w:top w:val="single" w:sz="4" w:space="0" w:color="auto"/>
              <w:left w:val="single" w:sz="4" w:space="0" w:color="auto"/>
              <w:bottom w:val="single" w:sz="4" w:space="0" w:color="auto"/>
              <w:right w:val="single" w:sz="4" w:space="0" w:color="auto"/>
            </w:tcBorders>
          </w:tcPr>
          <w:p w14:paraId="189D39AA" w14:textId="09D5F288" w:rsidR="00A407A8" w:rsidRDefault="00A407A8" w:rsidP="00E04938">
            <w:pPr>
              <w:pStyle w:val="Script"/>
              <w:ind w:left="0"/>
            </w:pPr>
            <w:r>
              <w:t>Carl Neilson</w:t>
            </w:r>
          </w:p>
        </w:tc>
        <w:tc>
          <w:tcPr>
            <w:tcW w:w="4632" w:type="dxa"/>
            <w:tcBorders>
              <w:top w:val="single" w:sz="4" w:space="0" w:color="auto"/>
              <w:left w:val="single" w:sz="4" w:space="0" w:color="auto"/>
              <w:bottom w:val="single" w:sz="4" w:space="0" w:color="auto"/>
              <w:right w:val="single" w:sz="4" w:space="0" w:color="auto"/>
            </w:tcBorders>
          </w:tcPr>
          <w:p w14:paraId="62B9F989" w14:textId="0A393629" w:rsidR="00A407A8" w:rsidRDefault="00A407A8" w:rsidP="00E04938">
            <w:pPr>
              <w:pStyle w:val="CellBUllet0"/>
              <w:numPr>
                <w:ilvl w:val="0"/>
                <w:numId w:val="11"/>
              </w:numPr>
              <w:tabs>
                <w:tab w:val="num" w:pos="72"/>
              </w:tabs>
              <w:ind w:left="72" w:hanging="180"/>
            </w:pPr>
            <w:r>
              <w:t>Errata</w:t>
            </w:r>
          </w:p>
        </w:tc>
      </w:tr>
      <w:tr w:rsidR="0045684F" w:rsidRPr="00C148EE" w14:paraId="33B92032" w14:textId="77777777" w:rsidTr="0045684F">
        <w:tc>
          <w:tcPr>
            <w:tcW w:w="1233" w:type="dxa"/>
            <w:tcBorders>
              <w:top w:val="single" w:sz="4" w:space="0" w:color="auto"/>
              <w:left w:val="single" w:sz="4" w:space="0" w:color="auto"/>
              <w:bottom w:val="single" w:sz="4" w:space="0" w:color="auto"/>
              <w:right w:val="single" w:sz="4" w:space="0" w:color="auto"/>
            </w:tcBorders>
          </w:tcPr>
          <w:p w14:paraId="775E068C" w14:textId="54A334B0" w:rsidR="0045684F" w:rsidRDefault="0045684F" w:rsidP="00E04938">
            <w:pPr>
              <w:pStyle w:val="Script"/>
              <w:ind w:left="0"/>
            </w:pPr>
            <w:r>
              <w:t>20.0 final</w:t>
            </w:r>
          </w:p>
        </w:tc>
        <w:tc>
          <w:tcPr>
            <w:tcW w:w="1354" w:type="dxa"/>
            <w:tcBorders>
              <w:top w:val="single" w:sz="4" w:space="0" w:color="auto"/>
              <w:left w:val="single" w:sz="4" w:space="0" w:color="auto"/>
              <w:bottom w:val="single" w:sz="4" w:space="0" w:color="auto"/>
              <w:right w:val="single" w:sz="4" w:space="0" w:color="auto"/>
            </w:tcBorders>
          </w:tcPr>
          <w:p w14:paraId="6D2E247D" w14:textId="614F6E42" w:rsidR="0045684F" w:rsidRDefault="0045684F" w:rsidP="00E04938">
            <w:pPr>
              <w:pStyle w:val="Script"/>
              <w:ind w:left="0"/>
            </w:pPr>
            <w:r>
              <w:t>17-Jan-2022</w:t>
            </w:r>
          </w:p>
        </w:tc>
        <w:tc>
          <w:tcPr>
            <w:tcW w:w="1483" w:type="dxa"/>
            <w:gridSpan w:val="2"/>
            <w:tcBorders>
              <w:top w:val="single" w:sz="4" w:space="0" w:color="auto"/>
              <w:left w:val="single" w:sz="4" w:space="0" w:color="auto"/>
              <w:bottom w:val="single" w:sz="4" w:space="0" w:color="auto"/>
              <w:right w:val="single" w:sz="4" w:space="0" w:color="auto"/>
            </w:tcBorders>
          </w:tcPr>
          <w:p w14:paraId="1E3AC487" w14:textId="2FD4829D" w:rsidR="0045684F" w:rsidRDefault="0045684F" w:rsidP="00E04938">
            <w:pPr>
              <w:pStyle w:val="Script"/>
              <w:ind w:left="0"/>
            </w:pPr>
            <w:r>
              <w:t>Emily Hayes</w:t>
            </w:r>
          </w:p>
        </w:tc>
        <w:tc>
          <w:tcPr>
            <w:tcW w:w="4632" w:type="dxa"/>
            <w:tcBorders>
              <w:top w:val="single" w:sz="4" w:space="0" w:color="auto"/>
              <w:left w:val="single" w:sz="4" w:space="0" w:color="auto"/>
              <w:bottom w:val="single" w:sz="4" w:space="0" w:color="auto"/>
              <w:right w:val="single" w:sz="4" w:space="0" w:color="auto"/>
            </w:tcBorders>
          </w:tcPr>
          <w:p w14:paraId="4F921EEC" w14:textId="78DBD96F" w:rsidR="0045684F" w:rsidRDefault="0089703B" w:rsidP="00E04938">
            <w:pPr>
              <w:pStyle w:val="CellBUllet0"/>
              <w:numPr>
                <w:ilvl w:val="0"/>
                <w:numId w:val="11"/>
              </w:numPr>
              <w:tabs>
                <w:tab w:val="num" w:pos="72"/>
              </w:tabs>
              <w:ind w:left="72" w:hanging="180"/>
            </w:pPr>
            <w:r>
              <w:t>Accepted all changes. Renamed</w:t>
            </w:r>
            <w:r w:rsidR="0045684F">
              <w:t xml:space="preserve"> to final</w:t>
            </w:r>
          </w:p>
        </w:tc>
      </w:tr>
      <w:tr w:rsidR="00AF57B9" w:rsidRPr="00C148EE" w14:paraId="65EDF8E4" w14:textId="77777777" w:rsidTr="0045684F">
        <w:tc>
          <w:tcPr>
            <w:tcW w:w="1233" w:type="dxa"/>
            <w:tcBorders>
              <w:top w:val="single" w:sz="4" w:space="0" w:color="auto"/>
              <w:left w:val="single" w:sz="4" w:space="0" w:color="auto"/>
              <w:bottom w:val="single" w:sz="4" w:space="0" w:color="auto"/>
              <w:right w:val="single" w:sz="4" w:space="0" w:color="auto"/>
            </w:tcBorders>
          </w:tcPr>
          <w:p w14:paraId="5556CF9E" w14:textId="60C66FFF" w:rsidR="00AF57B9" w:rsidRDefault="00AF57B9" w:rsidP="00E04938">
            <w:pPr>
              <w:pStyle w:val="Script"/>
              <w:ind w:left="0"/>
            </w:pPr>
            <w:r>
              <w:t>23.0 v1</w:t>
            </w:r>
          </w:p>
        </w:tc>
        <w:tc>
          <w:tcPr>
            <w:tcW w:w="1354" w:type="dxa"/>
            <w:tcBorders>
              <w:top w:val="single" w:sz="4" w:space="0" w:color="auto"/>
              <w:left w:val="single" w:sz="4" w:space="0" w:color="auto"/>
              <w:bottom w:val="single" w:sz="4" w:space="0" w:color="auto"/>
              <w:right w:val="single" w:sz="4" w:space="0" w:color="auto"/>
            </w:tcBorders>
          </w:tcPr>
          <w:p w14:paraId="7E67CCD1" w14:textId="1A99C0F7" w:rsidR="00AF57B9" w:rsidRDefault="00AF57B9" w:rsidP="00E04938">
            <w:pPr>
              <w:pStyle w:val="Script"/>
              <w:ind w:left="0"/>
            </w:pPr>
            <w:r>
              <w:t>25-Oct-2022</w:t>
            </w:r>
          </w:p>
        </w:tc>
        <w:tc>
          <w:tcPr>
            <w:tcW w:w="1483" w:type="dxa"/>
            <w:gridSpan w:val="2"/>
            <w:tcBorders>
              <w:top w:val="single" w:sz="4" w:space="0" w:color="auto"/>
              <w:left w:val="single" w:sz="4" w:space="0" w:color="auto"/>
              <w:bottom w:val="single" w:sz="4" w:space="0" w:color="auto"/>
              <w:right w:val="single" w:sz="4" w:space="0" w:color="auto"/>
            </w:tcBorders>
          </w:tcPr>
          <w:p w14:paraId="6F2967C2" w14:textId="0BC82436" w:rsidR="00AF57B9" w:rsidRDefault="00AF57B9"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227E64CE" w14:textId="1B4842B1" w:rsidR="00AF57B9" w:rsidRDefault="00AF57B9" w:rsidP="00E04938">
            <w:pPr>
              <w:pStyle w:val="CellBUllet0"/>
              <w:numPr>
                <w:ilvl w:val="0"/>
                <w:numId w:val="11"/>
              </w:numPr>
              <w:tabs>
                <w:tab w:val="num" w:pos="72"/>
              </w:tabs>
              <w:ind w:left="72" w:hanging="180"/>
            </w:pPr>
            <w:r>
              <w:t>Applied Vote1 addenda (af, bc, bl, br)</w:t>
            </w:r>
          </w:p>
        </w:tc>
      </w:tr>
      <w:tr w:rsidR="00BC1431" w:rsidRPr="00C148EE" w14:paraId="1553EB42" w14:textId="77777777" w:rsidTr="0045684F">
        <w:tc>
          <w:tcPr>
            <w:tcW w:w="1233" w:type="dxa"/>
            <w:tcBorders>
              <w:top w:val="single" w:sz="4" w:space="0" w:color="auto"/>
              <w:left w:val="single" w:sz="4" w:space="0" w:color="auto"/>
              <w:bottom w:val="single" w:sz="4" w:space="0" w:color="auto"/>
              <w:right w:val="single" w:sz="4" w:space="0" w:color="auto"/>
            </w:tcBorders>
          </w:tcPr>
          <w:p w14:paraId="32555F3A" w14:textId="67C32B5F" w:rsidR="00BC1431" w:rsidRDefault="00BC1431" w:rsidP="00E04938">
            <w:pPr>
              <w:pStyle w:val="Script"/>
              <w:ind w:left="0"/>
            </w:pPr>
            <w:r>
              <w:t>23.0 v2</w:t>
            </w:r>
          </w:p>
        </w:tc>
        <w:tc>
          <w:tcPr>
            <w:tcW w:w="1354" w:type="dxa"/>
            <w:tcBorders>
              <w:top w:val="single" w:sz="4" w:space="0" w:color="auto"/>
              <w:left w:val="single" w:sz="4" w:space="0" w:color="auto"/>
              <w:bottom w:val="single" w:sz="4" w:space="0" w:color="auto"/>
              <w:right w:val="single" w:sz="4" w:space="0" w:color="auto"/>
            </w:tcBorders>
          </w:tcPr>
          <w:p w14:paraId="10331089" w14:textId="2D6D4FE3" w:rsidR="00BC1431" w:rsidRDefault="00BC1431" w:rsidP="00E04938">
            <w:pPr>
              <w:pStyle w:val="Script"/>
              <w:ind w:left="0"/>
            </w:pPr>
            <w:r>
              <w:t>1-Nov-2022</w:t>
            </w:r>
          </w:p>
        </w:tc>
        <w:tc>
          <w:tcPr>
            <w:tcW w:w="1483" w:type="dxa"/>
            <w:gridSpan w:val="2"/>
            <w:tcBorders>
              <w:top w:val="single" w:sz="4" w:space="0" w:color="auto"/>
              <w:left w:val="single" w:sz="4" w:space="0" w:color="auto"/>
              <w:bottom w:val="single" w:sz="4" w:space="0" w:color="auto"/>
              <w:right w:val="single" w:sz="4" w:space="0" w:color="auto"/>
            </w:tcBorders>
          </w:tcPr>
          <w:p w14:paraId="120E1F2E" w14:textId="51523D83" w:rsidR="00BC1431" w:rsidRDefault="00BC1431"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42CEDF28" w14:textId="6EAF6F6D" w:rsidR="00BC1431" w:rsidRDefault="00BC1431" w:rsidP="00E04938">
            <w:pPr>
              <w:pStyle w:val="CellBUllet0"/>
              <w:numPr>
                <w:ilvl w:val="0"/>
                <w:numId w:val="11"/>
              </w:numPr>
              <w:tabs>
                <w:tab w:val="num" w:pos="72"/>
              </w:tabs>
              <w:ind w:left="72" w:hanging="180"/>
            </w:pPr>
            <w:r>
              <w:t>Applied Vote2 addenda (bq, bs, bt, bu, bz)</w:t>
            </w:r>
          </w:p>
        </w:tc>
      </w:tr>
      <w:tr w:rsidR="007A0073" w:rsidRPr="00C148EE" w14:paraId="7E9439EC" w14:textId="77777777" w:rsidTr="0045684F">
        <w:tc>
          <w:tcPr>
            <w:tcW w:w="1233" w:type="dxa"/>
            <w:tcBorders>
              <w:top w:val="single" w:sz="4" w:space="0" w:color="auto"/>
              <w:left w:val="single" w:sz="4" w:space="0" w:color="auto"/>
              <w:bottom w:val="single" w:sz="4" w:space="0" w:color="auto"/>
              <w:right w:val="single" w:sz="4" w:space="0" w:color="auto"/>
            </w:tcBorders>
          </w:tcPr>
          <w:p w14:paraId="76166D00" w14:textId="2D4E196A" w:rsidR="007A0073" w:rsidRDefault="007A0073" w:rsidP="00E04938">
            <w:pPr>
              <w:pStyle w:val="Script"/>
              <w:ind w:left="0"/>
            </w:pPr>
            <w:r>
              <w:t>23.0 v3</w:t>
            </w:r>
          </w:p>
        </w:tc>
        <w:tc>
          <w:tcPr>
            <w:tcW w:w="1354" w:type="dxa"/>
            <w:tcBorders>
              <w:top w:val="single" w:sz="4" w:space="0" w:color="auto"/>
              <w:left w:val="single" w:sz="4" w:space="0" w:color="auto"/>
              <w:bottom w:val="single" w:sz="4" w:space="0" w:color="auto"/>
              <w:right w:val="single" w:sz="4" w:space="0" w:color="auto"/>
            </w:tcBorders>
          </w:tcPr>
          <w:p w14:paraId="5560959B" w14:textId="163CCAEF" w:rsidR="007A0073" w:rsidRDefault="007A0073" w:rsidP="00E04938">
            <w:pPr>
              <w:pStyle w:val="Script"/>
              <w:ind w:left="0"/>
            </w:pPr>
            <w:r>
              <w:t>1-Nov-2022</w:t>
            </w:r>
          </w:p>
        </w:tc>
        <w:tc>
          <w:tcPr>
            <w:tcW w:w="1483" w:type="dxa"/>
            <w:gridSpan w:val="2"/>
            <w:tcBorders>
              <w:top w:val="single" w:sz="4" w:space="0" w:color="auto"/>
              <w:left w:val="single" w:sz="4" w:space="0" w:color="auto"/>
              <w:bottom w:val="single" w:sz="4" w:space="0" w:color="auto"/>
              <w:right w:val="single" w:sz="4" w:space="0" w:color="auto"/>
            </w:tcBorders>
          </w:tcPr>
          <w:p w14:paraId="755837D8" w14:textId="5DF14B80" w:rsidR="007A0073" w:rsidRDefault="007A0073" w:rsidP="00E04938">
            <w:pPr>
              <w:pStyle w:val="Script"/>
              <w:ind w:left="0"/>
            </w:pPr>
            <w:r>
              <w:t>Lori</w:t>
            </w:r>
            <w:r w:rsidR="00170BBB">
              <w:t xml:space="preserve"> </w:t>
            </w:r>
            <w:r>
              <w:t>Tribble</w:t>
            </w:r>
          </w:p>
        </w:tc>
        <w:tc>
          <w:tcPr>
            <w:tcW w:w="4632" w:type="dxa"/>
            <w:tcBorders>
              <w:top w:val="single" w:sz="4" w:space="0" w:color="auto"/>
              <w:left w:val="single" w:sz="4" w:space="0" w:color="auto"/>
              <w:bottom w:val="single" w:sz="4" w:space="0" w:color="auto"/>
              <w:right w:val="single" w:sz="4" w:space="0" w:color="auto"/>
            </w:tcBorders>
          </w:tcPr>
          <w:p w14:paraId="54633FD2" w14:textId="1C1D0DCE" w:rsidR="007A0073" w:rsidRDefault="007A0073" w:rsidP="00E04938">
            <w:pPr>
              <w:pStyle w:val="CellBUllet0"/>
              <w:numPr>
                <w:ilvl w:val="0"/>
                <w:numId w:val="11"/>
              </w:numPr>
              <w:tabs>
                <w:tab w:val="num" w:pos="72"/>
              </w:tabs>
              <w:ind w:left="72" w:hanging="180"/>
            </w:pPr>
            <w:r>
              <w:t>Applied Vote3 addenda (cd, improvements1)</w:t>
            </w:r>
          </w:p>
        </w:tc>
      </w:tr>
      <w:tr w:rsidR="00170BBB" w:rsidRPr="00C148EE" w14:paraId="4A0C2B5F" w14:textId="77777777" w:rsidTr="0045684F">
        <w:tc>
          <w:tcPr>
            <w:tcW w:w="1233" w:type="dxa"/>
            <w:tcBorders>
              <w:top w:val="single" w:sz="4" w:space="0" w:color="auto"/>
              <w:left w:val="single" w:sz="4" w:space="0" w:color="auto"/>
              <w:bottom w:val="single" w:sz="4" w:space="0" w:color="auto"/>
              <w:right w:val="single" w:sz="4" w:space="0" w:color="auto"/>
            </w:tcBorders>
          </w:tcPr>
          <w:p w14:paraId="313E5C0C" w14:textId="23FE7E0C" w:rsidR="00170BBB" w:rsidRDefault="00170BBB" w:rsidP="00E04938">
            <w:pPr>
              <w:pStyle w:val="Script"/>
              <w:ind w:left="0"/>
            </w:pPr>
            <w:r>
              <w:t>23.0 v4</w:t>
            </w:r>
          </w:p>
        </w:tc>
        <w:tc>
          <w:tcPr>
            <w:tcW w:w="1354" w:type="dxa"/>
            <w:tcBorders>
              <w:top w:val="single" w:sz="4" w:space="0" w:color="auto"/>
              <w:left w:val="single" w:sz="4" w:space="0" w:color="auto"/>
              <w:bottom w:val="single" w:sz="4" w:space="0" w:color="auto"/>
              <w:right w:val="single" w:sz="4" w:space="0" w:color="auto"/>
            </w:tcBorders>
          </w:tcPr>
          <w:p w14:paraId="405E16EB" w14:textId="60FAEA42" w:rsidR="00170BBB" w:rsidRDefault="00170BBB" w:rsidP="00E04938">
            <w:pPr>
              <w:pStyle w:val="Script"/>
              <w:ind w:left="0"/>
            </w:pPr>
            <w:r>
              <w:t>4-Nov-2022</w:t>
            </w:r>
          </w:p>
        </w:tc>
        <w:tc>
          <w:tcPr>
            <w:tcW w:w="1483" w:type="dxa"/>
            <w:gridSpan w:val="2"/>
            <w:tcBorders>
              <w:top w:val="single" w:sz="4" w:space="0" w:color="auto"/>
              <w:left w:val="single" w:sz="4" w:space="0" w:color="auto"/>
              <w:bottom w:val="single" w:sz="4" w:space="0" w:color="auto"/>
              <w:right w:val="single" w:sz="4" w:space="0" w:color="auto"/>
            </w:tcBorders>
          </w:tcPr>
          <w:p w14:paraId="74A2180C" w14:textId="571F118E" w:rsidR="00170BBB" w:rsidRDefault="00170BBB"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9818D08" w14:textId="771E89D9" w:rsidR="00170BBB" w:rsidRDefault="00170BBB" w:rsidP="00E04938">
            <w:pPr>
              <w:pStyle w:val="CellBUllet0"/>
              <w:numPr>
                <w:ilvl w:val="0"/>
                <w:numId w:val="11"/>
              </w:numPr>
              <w:tabs>
                <w:tab w:val="num" w:pos="72"/>
              </w:tabs>
              <w:ind w:left="72" w:hanging="180"/>
            </w:pPr>
            <w:r>
              <w:t>Applied Vote4 addenda (cr1, cr2)</w:t>
            </w:r>
          </w:p>
        </w:tc>
      </w:tr>
      <w:tr w:rsidR="00093D54" w:rsidRPr="00C148EE" w14:paraId="0E1087C9" w14:textId="77777777" w:rsidTr="0045684F">
        <w:tc>
          <w:tcPr>
            <w:tcW w:w="1233" w:type="dxa"/>
            <w:tcBorders>
              <w:top w:val="single" w:sz="4" w:space="0" w:color="auto"/>
              <w:left w:val="single" w:sz="4" w:space="0" w:color="auto"/>
              <w:bottom w:val="single" w:sz="4" w:space="0" w:color="auto"/>
              <w:right w:val="single" w:sz="4" w:space="0" w:color="auto"/>
            </w:tcBorders>
          </w:tcPr>
          <w:p w14:paraId="66927CAA" w14:textId="5244F6AF" w:rsidR="00093D54" w:rsidRDefault="00093D54" w:rsidP="00E04938">
            <w:pPr>
              <w:pStyle w:val="Script"/>
              <w:ind w:left="0"/>
            </w:pPr>
            <w:r>
              <w:t>23.0 v5</w:t>
            </w:r>
          </w:p>
        </w:tc>
        <w:tc>
          <w:tcPr>
            <w:tcW w:w="1354" w:type="dxa"/>
            <w:tcBorders>
              <w:top w:val="single" w:sz="4" w:space="0" w:color="auto"/>
              <w:left w:val="single" w:sz="4" w:space="0" w:color="auto"/>
              <w:bottom w:val="single" w:sz="4" w:space="0" w:color="auto"/>
              <w:right w:val="single" w:sz="4" w:space="0" w:color="auto"/>
            </w:tcBorders>
          </w:tcPr>
          <w:p w14:paraId="1CC5855D" w14:textId="008A05C9" w:rsidR="00093D54" w:rsidRDefault="00093D54" w:rsidP="00E04938">
            <w:pPr>
              <w:pStyle w:val="Script"/>
              <w:ind w:left="0"/>
            </w:pPr>
            <w:r>
              <w:t>11-Nov-2022</w:t>
            </w:r>
          </w:p>
        </w:tc>
        <w:tc>
          <w:tcPr>
            <w:tcW w:w="1483" w:type="dxa"/>
            <w:gridSpan w:val="2"/>
            <w:tcBorders>
              <w:top w:val="single" w:sz="4" w:space="0" w:color="auto"/>
              <w:left w:val="single" w:sz="4" w:space="0" w:color="auto"/>
              <w:bottom w:val="single" w:sz="4" w:space="0" w:color="auto"/>
              <w:right w:val="single" w:sz="4" w:space="0" w:color="auto"/>
            </w:tcBorders>
          </w:tcPr>
          <w:p w14:paraId="609A0112" w14:textId="4E0E5B1D" w:rsidR="00093D54" w:rsidRDefault="00093D54"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F2809E6" w14:textId="6A5C1A04" w:rsidR="00093D54" w:rsidRDefault="00093D54" w:rsidP="00E04938">
            <w:pPr>
              <w:pStyle w:val="CellBUllet0"/>
              <w:numPr>
                <w:ilvl w:val="0"/>
                <w:numId w:val="11"/>
              </w:numPr>
              <w:tabs>
                <w:tab w:val="num" w:pos="72"/>
              </w:tabs>
              <w:ind w:left="72" w:hanging="180"/>
            </w:pPr>
            <w:r>
              <w:t>Applied Errata as of 11/11/2022</w:t>
            </w:r>
          </w:p>
        </w:tc>
      </w:tr>
      <w:tr w:rsidR="00FB018F" w:rsidRPr="00C148EE" w14:paraId="736FF836" w14:textId="77777777" w:rsidTr="0045684F">
        <w:tc>
          <w:tcPr>
            <w:tcW w:w="1233" w:type="dxa"/>
            <w:tcBorders>
              <w:top w:val="single" w:sz="4" w:space="0" w:color="auto"/>
              <w:left w:val="single" w:sz="4" w:space="0" w:color="auto"/>
              <w:bottom w:val="single" w:sz="4" w:space="0" w:color="auto"/>
              <w:right w:val="single" w:sz="4" w:space="0" w:color="auto"/>
            </w:tcBorders>
          </w:tcPr>
          <w:p w14:paraId="21B2F007" w14:textId="5C9E8B8A" w:rsidR="00FB018F" w:rsidRDefault="00FB018F" w:rsidP="00E04938">
            <w:pPr>
              <w:pStyle w:val="Script"/>
              <w:ind w:left="0"/>
            </w:pPr>
            <w:r>
              <w:t>23.0 v6</w:t>
            </w:r>
          </w:p>
        </w:tc>
        <w:tc>
          <w:tcPr>
            <w:tcW w:w="1354" w:type="dxa"/>
            <w:tcBorders>
              <w:top w:val="single" w:sz="4" w:space="0" w:color="auto"/>
              <w:left w:val="single" w:sz="4" w:space="0" w:color="auto"/>
              <w:bottom w:val="single" w:sz="4" w:space="0" w:color="auto"/>
              <w:right w:val="single" w:sz="4" w:space="0" w:color="auto"/>
            </w:tcBorders>
          </w:tcPr>
          <w:p w14:paraId="68AF036C" w14:textId="08985C25" w:rsidR="00FB018F" w:rsidRDefault="00FB018F" w:rsidP="00E04938">
            <w:pPr>
              <w:pStyle w:val="Script"/>
              <w:ind w:left="0"/>
            </w:pPr>
            <w:r>
              <w:t>14-Nov-2022</w:t>
            </w:r>
          </w:p>
        </w:tc>
        <w:tc>
          <w:tcPr>
            <w:tcW w:w="1483" w:type="dxa"/>
            <w:gridSpan w:val="2"/>
            <w:tcBorders>
              <w:top w:val="single" w:sz="4" w:space="0" w:color="auto"/>
              <w:left w:val="single" w:sz="4" w:space="0" w:color="auto"/>
              <w:bottom w:val="single" w:sz="4" w:space="0" w:color="auto"/>
              <w:right w:val="single" w:sz="4" w:space="0" w:color="auto"/>
            </w:tcBorders>
          </w:tcPr>
          <w:p w14:paraId="1D233FFF" w14:textId="199815FF" w:rsidR="00FB018F" w:rsidRDefault="00FB018F"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6C5AD37B" w14:textId="1DB9EEA0" w:rsidR="00FB018F" w:rsidRDefault="00FB018F" w:rsidP="00E04938">
            <w:pPr>
              <w:pStyle w:val="CellBUllet0"/>
              <w:numPr>
                <w:ilvl w:val="0"/>
                <w:numId w:val="11"/>
              </w:numPr>
              <w:tabs>
                <w:tab w:val="num" w:pos="72"/>
              </w:tabs>
              <w:ind w:left="72" w:hanging="180"/>
            </w:pPr>
            <w:r>
              <w:t>Typo in Ipv6 entry, added missing entries new BIBBs under Network Management.</w:t>
            </w:r>
          </w:p>
        </w:tc>
      </w:tr>
      <w:tr w:rsidR="00DD54DB" w:rsidRPr="00C148EE" w14:paraId="55B7376E" w14:textId="77777777" w:rsidTr="0045684F">
        <w:tc>
          <w:tcPr>
            <w:tcW w:w="1233" w:type="dxa"/>
            <w:tcBorders>
              <w:top w:val="single" w:sz="4" w:space="0" w:color="auto"/>
              <w:left w:val="single" w:sz="4" w:space="0" w:color="auto"/>
              <w:bottom w:val="single" w:sz="4" w:space="0" w:color="auto"/>
              <w:right w:val="single" w:sz="4" w:space="0" w:color="auto"/>
            </w:tcBorders>
          </w:tcPr>
          <w:p w14:paraId="12ED421E" w14:textId="2059840A" w:rsidR="00DD54DB" w:rsidRDefault="00DD54DB" w:rsidP="00E04938">
            <w:pPr>
              <w:pStyle w:val="Script"/>
              <w:ind w:left="0"/>
            </w:pPr>
            <w:r>
              <w:t>23.0 v7</w:t>
            </w:r>
          </w:p>
        </w:tc>
        <w:tc>
          <w:tcPr>
            <w:tcW w:w="1354" w:type="dxa"/>
            <w:tcBorders>
              <w:top w:val="single" w:sz="4" w:space="0" w:color="auto"/>
              <w:left w:val="single" w:sz="4" w:space="0" w:color="auto"/>
              <w:bottom w:val="single" w:sz="4" w:space="0" w:color="auto"/>
              <w:right w:val="single" w:sz="4" w:space="0" w:color="auto"/>
            </w:tcBorders>
          </w:tcPr>
          <w:p w14:paraId="330E25B5" w14:textId="77777777" w:rsidR="00DD54DB" w:rsidRDefault="00DD54DB" w:rsidP="00E04938">
            <w:pPr>
              <w:pStyle w:val="Script"/>
              <w:ind w:left="0"/>
            </w:pPr>
          </w:p>
        </w:tc>
        <w:tc>
          <w:tcPr>
            <w:tcW w:w="1483" w:type="dxa"/>
            <w:gridSpan w:val="2"/>
            <w:tcBorders>
              <w:top w:val="single" w:sz="4" w:space="0" w:color="auto"/>
              <w:left w:val="single" w:sz="4" w:space="0" w:color="auto"/>
              <w:bottom w:val="single" w:sz="4" w:space="0" w:color="auto"/>
              <w:right w:val="single" w:sz="4" w:space="0" w:color="auto"/>
            </w:tcBorders>
          </w:tcPr>
          <w:p w14:paraId="40C95C0F" w14:textId="648CF5F9" w:rsidR="00DD54DB" w:rsidRDefault="00DD54DB" w:rsidP="00E04938">
            <w:pPr>
              <w:pStyle w:val="Script"/>
              <w:ind w:left="0"/>
            </w:pPr>
            <w:r>
              <w:t>Carl Neilson</w:t>
            </w:r>
          </w:p>
        </w:tc>
        <w:tc>
          <w:tcPr>
            <w:tcW w:w="4632" w:type="dxa"/>
            <w:tcBorders>
              <w:top w:val="single" w:sz="4" w:space="0" w:color="auto"/>
              <w:left w:val="single" w:sz="4" w:space="0" w:color="auto"/>
              <w:bottom w:val="single" w:sz="4" w:space="0" w:color="auto"/>
              <w:right w:val="single" w:sz="4" w:space="0" w:color="auto"/>
            </w:tcBorders>
          </w:tcPr>
          <w:p w14:paraId="07DD73FC" w14:textId="1DA78A35" w:rsidR="00DD54DB" w:rsidRDefault="00DD54DB" w:rsidP="00E04938">
            <w:pPr>
              <w:pStyle w:val="CellBUllet0"/>
              <w:numPr>
                <w:ilvl w:val="0"/>
                <w:numId w:val="11"/>
              </w:numPr>
              <w:tabs>
                <w:tab w:val="num" w:pos="72"/>
              </w:tabs>
              <w:ind w:left="72" w:hanging="180"/>
            </w:pPr>
            <w:r>
              <w:t>Validation process</w:t>
            </w:r>
          </w:p>
        </w:tc>
      </w:tr>
      <w:tr w:rsidR="00DD54DB" w:rsidRPr="00C148EE" w14:paraId="56DE8ACB" w14:textId="77777777" w:rsidTr="0045684F">
        <w:tc>
          <w:tcPr>
            <w:tcW w:w="1233" w:type="dxa"/>
            <w:tcBorders>
              <w:top w:val="single" w:sz="4" w:space="0" w:color="auto"/>
              <w:left w:val="single" w:sz="4" w:space="0" w:color="auto"/>
              <w:bottom w:val="single" w:sz="4" w:space="0" w:color="auto"/>
              <w:right w:val="single" w:sz="4" w:space="0" w:color="auto"/>
            </w:tcBorders>
          </w:tcPr>
          <w:p w14:paraId="2ECB5D63" w14:textId="3CA677F8" w:rsidR="00DD54DB" w:rsidRDefault="00DD54DB" w:rsidP="00E04938">
            <w:pPr>
              <w:pStyle w:val="Script"/>
              <w:ind w:left="0"/>
            </w:pPr>
            <w:r>
              <w:t>23.0 v8</w:t>
            </w:r>
          </w:p>
        </w:tc>
        <w:tc>
          <w:tcPr>
            <w:tcW w:w="1354" w:type="dxa"/>
            <w:tcBorders>
              <w:top w:val="single" w:sz="4" w:space="0" w:color="auto"/>
              <w:left w:val="single" w:sz="4" w:space="0" w:color="auto"/>
              <w:bottom w:val="single" w:sz="4" w:space="0" w:color="auto"/>
              <w:right w:val="single" w:sz="4" w:space="0" w:color="auto"/>
            </w:tcBorders>
          </w:tcPr>
          <w:p w14:paraId="4ACA6253" w14:textId="77777777" w:rsidR="00DD54DB" w:rsidRDefault="00DD54DB" w:rsidP="00E04938">
            <w:pPr>
              <w:pStyle w:val="Script"/>
              <w:ind w:left="0"/>
            </w:pPr>
          </w:p>
        </w:tc>
        <w:tc>
          <w:tcPr>
            <w:tcW w:w="1483" w:type="dxa"/>
            <w:gridSpan w:val="2"/>
            <w:tcBorders>
              <w:top w:val="single" w:sz="4" w:space="0" w:color="auto"/>
              <w:left w:val="single" w:sz="4" w:space="0" w:color="auto"/>
              <w:bottom w:val="single" w:sz="4" w:space="0" w:color="auto"/>
              <w:right w:val="single" w:sz="4" w:space="0" w:color="auto"/>
            </w:tcBorders>
          </w:tcPr>
          <w:p w14:paraId="512AEF4E" w14:textId="05344075" w:rsidR="00DD54DB" w:rsidRDefault="00DD54DB" w:rsidP="00E04938">
            <w:pPr>
              <w:pStyle w:val="Script"/>
              <w:ind w:left="0"/>
            </w:pPr>
            <w:r>
              <w:t>Carl Neilson</w:t>
            </w:r>
          </w:p>
        </w:tc>
        <w:tc>
          <w:tcPr>
            <w:tcW w:w="4632" w:type="dxa"/>
            <w:tcBorders>
              <w:top w:val="single" w:sz="4" w:space="0" w:color="auto"/>
              <w:left w:val="single" w:sz="4" w:space="0" w:color="auto"/>
              <w:bottom w:val="single" w:sz="4" w:space="0" w:color="auto"/>
              <w:right w:val="single" w:sz="4" w:space="0" w:color="auto"/>
            </w:tcBorders>
          </w:tcPr>
          <w:p w14:paraId="772B656A" w14:textId="19F167D3" w:rsidR="00DD54DB" w:rsidRDefault="00DD54DB" w:rsidP="00E04938">
            <w:pPr>
              <w:pStyle w:val="CellBUllet0"/>
              <w:numPr>
                <w:ilvl w:val="0"/>
                <w:numId w:val="11"/>
              </w:numPr>
              <w:tabs>
                <w:tab w:val="num" w:pos="72"/>
              </w:tabs>
              <w:ind w:left="72" w:hanging="180"/>
            </w:pPr>
            <w:r>
              <w:t>Validation process before formal vote.</w:t>
            </w:r>
          </w:p>
        </w:tc>
      </w:tr>
      <w:tr w:rsidR="00DD54DB" w:rsidRPr="00C148EE" w14:paraId="4D2A2536" w14:textId="77777777" w:rsidTr="0045684F">
        <w:tc>
          <w:tcPr>
            <w:tcW w:w="1233" w:type="dxa"/>
            <w:tcBorders>
              <w:top w:val="single" w:sz="4" w:space="0" w:color="auto"/>
              <w:left w:val="single" w:sz="4" w:space="0" w:color="auto"/>
              <w:bottom w:val="single" w:sz="4" w:space="0" w:color="auto"/>
              <w:right w:val="single" w:sz="4" w:space="0" w:color="auto"/>
            </w:tcBorders>
          </w:tcPr>
          <w:p w14:paraId="2B335CE9" w14:textId="09792411" w:rsidR="00DD54DB" w:rsidRDefault="00DD54DB" w:rsidP="00E04938">
            <w:pPr>
              <w:pStyle w:val="Script"/>
              <w:ind w:left="0"/>
            </w:pPr>
            <w:r>
              <w:t>23.0 v9</w:t>
            </w:r>
          </w:p>
        </w:tc>
        <w:tc>
          <w:tcPr>
            <w:tcW w:w="1354" w:type="dxa"/>
            <w:tcBorders>
              <w:top w:val="single" w:sz="4" w:space="0" w:color="auto"/>
              <w:left w:val="single" w:sz="4" w:space="0" w:color="auto"/>
              <w:bottom w:val="single" w:sz="4" w:space="0" w:color="auto"/>
              <w:right w:val="single" w:sz="4" w:space="0" w:color="auto"/>
            </w:tcBorders>
          </w:tcPr>
          <w:p w14:paraId="6C80217F" w14:textId="4C166331" w:rsidR="00DD54DB" w:rsidRDefault="00DD54DB" w:rsidP="00E04938">
            <w:pPr>
              <w:pStyle w:val="Script"/>
              <w:ind w:left="0"/>
            </w:pPr>
            <w:r>
              <w:t>21-Dec-2022</w:t>
            </w:r>
          </w:p>
        </w:tc>
        <w:tc>
          <w:tcPr>
            <w:tcW w:w="1483" w:type="dxa"/>
            <w:gridSpan w:val="2"/>
            <w:tcBorders>
              <w:top w:val="single" w:sz="4" w:space="0" w:color="auto"/>
              <w:left w:val="single" w:sz="4" w:space="0" w:color="auto"/>
              <w:bottom w:val="single" w:sz="4" w:space="0" w:color="auto"/>
              <w:right w:val="single" w:sz="4" w:space="0" w:color="auto"/>
            </w:tcBorders>
          </w:tcPr>
          <w:p w14:paraId="0A91F096" w14:textId="39417802" w:rsidR="00DD54DB" w:rsidRDefault="00DD54DB"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1BC77041" w14:textId="518094E9" w:rsidR="00DD54DB" w:rsidRDefault="00DD54DB" w:rsidP="00E04938">
            <w:pPr>
              <w:pStyle w:val="CellBUllet0"/>
              <w:numPr>
                <w:ilvl w:val="0"/>
                <w:numId w:val="11"/>
              </w:numPr>
              <w:tabs>
                <w:tab w:val="num" w:pos="72"/>
              </w:tabs>
              <w:ind w:left="72" w:hanging="180"/>
            </w:pPr>
            <w:r>
              <w:t>Applied comments after formal vote.</w:t>
            </w:r>
          </w:p>
        </w:tc>
      </w:tr>
      <w:tr w:rsidR="00EF30C4" w:rsidRPr="00C148EE" w14:paraId="4D6B3401" w14:textId="77777777" w:rsidTr="0045684F">
        <w:tc>
          <w:tcPr>
            <w:tcW w:w="1233" w:type="dxa"/>
            <w:tcBorders>
              <w:top w:val="single" w:sz="4" w:space="0" w:color="auto"/>
              <w:left w:val="single" w:sz="4" w:space="0" w:color="auto"/>
              <w:bottom w:val="single" w:sz="4" w:space="0" w:color="auto"/>
              <w:right w:val="single" w:sz="4" w:space="0" w:color="auto"/>
            </w:tcBorders>
          </w:tcPr>
          <w:p w14:paraId="0DD6AB9A" w14:textId="126DB7A6" w:rsidR="00EF30C4" w:rsidRDefault="00EF30C4" w:rsidP="00E04938">
            <w:pPr>
              <w:pStyle w:val="Script"/>
              <w:ind w:left="0"/>
            </w:pPr>
            <w:r>
              <w:t>23.1 v3</w:t>
            </w:r>
          </w:p>
        </w:tc>
        <w:tc>
          <w:tcPr>
            <w:tcW w:w="1354" w:type="dxa"/>
            <w:tcBorders>
              <w:top w:val="single" w:sz="4" w:space="0" w:color="auto"/>
              <w:left w:val="single" w:sz="4" w:space="0" w:color="auto"/>
              <w:bottom w:val="single" w:sz="4" w:space="0" w:color="auto"/>
              <w:right w:val="single" w:sz="4" w:space="0" w:color="auto"/>
            </w:tcBorders>
          </w:tcPr>
          <w:p w14:paraId="7F81E392" w14:textId="6E85A0E9" w:rsidR="00EF30C4" w:rsidRDefault="00EF30C4" w:rsidP="00E04938">
            <w:pPr>
              <w:pStyle w:val="Script"/>
              <w:ind w:left="0"/>
            </w:pPr>
            <w:r>
              <w:t>23-May-2023</w:t>
            </w:r>
          </w:p>
        </w:tc>
        <w:tc>
          <w:tcPr>
            <w:tcW w:w="1483" w:type="dxa"/>
            <w:gridSpan w:val="2"/>
            <w:tcBorders>
              <w:top w:val="single" w:sz="4" w:space="0" w:color="auto"/>
              <w:left w:val="single" w:sz="4" w:space="0" w:color="auto"/>
              <w:bottom w:val="single" w:sz="4" w:space="0" w:color="auto"/>
              <w:right w:val="single" w:sz="4" w:space="0" w:color="auto"/>
            </w:tcBorders>
          </w:tcPr>
          <w:p w14:paraId="350453D2" w14:textId="74C7E052" w:rsidR="00EF30C4" w:rsidRDefault="00EF30C4"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2107BD4" w14:textId="176DB046" w:rsidR="00EF30C4" w:rsidRDefault="00EF30C4" w:rsidP="00E04938">
            <w:pPr>
              <w:pStyle w:val="CellBUllet0"/>
              <w:numPr>
                <w:ilvl w:val="0"/>
                <w:numId w:val="11"/>
              </w:numPr>
              <w:tabs>
                <w:tab w:val="num" w:pos="72"/>
              </w:tabs>
              <w:ind w:left="72" w:hanging="180"/>
            </w:pPr>
            <w:r>
              <w:t>Applied addenda cr1, fix, errata</w:t>
            </w:r>
          </w:p>
        </w:tc>
      </w:tr>
      <w:tr w:rsidR="00634601" w:rsidRPr="00C148EE" w14:paraId="2B14BE88" w14:textId="77777777" w:rsidTr="0045684F">
        <w:tc>
          <w:tcPr>
            <w:tcW w:w="1233" w:type="dxa"/>
            <w:tcBorders>
              <w:top w:val="single" w:sz="4" w:space="0" w:color="auto"/>
              <w:left w:val="single" w:sz="4" w:space="0" w:color="auto"/>
              <w:bottom w:val="single" w:sz="4" w:space="0" w:color="auto"/>
              <w:right w:val="single" w:sz="4" w:space="0" w:color="auto"/>
            </w:tcBorders>
          </w:tcPr>
          <w:p w14:paraId="41A6BB50" w14:textId="7C1712F6" w:rsidR="00634601" w:rsidRDefault="00634601" w:rsidP="00E04938">
            <w:pPr>
              <w:pStyle w:val="Script"/>
              <w:ind w:left="0"/>
            </w:pPr>
            <w:r>
              <w:t>23.1 v4</w:t>
            </w:r>
          </w:p>
        </w:tc>
        <w:tc>
          <w:tcPr>
            <w:tcW w:w="1354" w:type="dxa"/>
            <w:tcBorders>
              <w:top w:val="single" w:sz="4" w:space="0" w:color="auto"/>
              <w:left w:val="single" w:sz="4" w:space="0" w:color="auto"/>
              <w:bottom w:val="single" w:sz="4" w:space="0" w:color="auto"/>
              <w:right w:val="single" w:sz="4" w:space="0" w:color="auto"/>
            </w:tcBorders>
          </w:tcPr>
          <w:p w14:paraId="346CD6B0" w14:textId="5ED09D72" w:rsidR="00634601" w:rsidRDefault="000D17A5" w:rsidP="00E04938">
            <w:pPr>
              <w:pStyle w:val="Script"/>
              <w:ind w:left="0"/>
            </w:pPr>
            <w:r>
              <w:t>23-May-2023</w:t>
            </w:r>
          </w:p>
        </w:tc>
        <w:tc>
          <w:tcPr>
            <w:tcW w:w="1483" w:type="dxa"/>
            <w:gridSpan w:val="2"/>
            <w:tcBorders>
              <w:top w:val="single" w:sz="4" w:space="0" w:color="auto"/>
              <w:left w:val="single" w:sz="4" w:space="0" w:color="auto"/>
              <w:bottom w:val="single" w:sz="4" w:space="0" w:color="auto"/>
              <w:right w:val="single" w:sz="4" w:space="0" w:color="auto"/>
            </w:tcBorders>
          </w:tcPr>
          <w:p w14:paraId="4E74E39F" w14:textId="47788142" w:rsidR="00634601" w:rsidRDefault="000D17A5" w:rsidP="00E04938">
            <w:pPr>
              <w:pStyle w:val="Script"/>
              <w:ind w:left="0"/>
            </w:pPr>
            <w:r>
              <w:t>Michael Osborne</w:t>
            </w:r>
          </w:p>
        </w:tc>
        <w:tc>
          <w:tcPr>
            <w:tcW w:w="4632" w:type="dxa"/>
            <w:tcBorders>
              <w:top w:val="single" w:sz="4" w:space="0" w:color="auto"/>
              <w:left w:val="single" w:sz="4" w:space="0" w:color="auto"/>
              <w:bottom w:val="single" w:sz="4" w:space="0" w:color="auto"/>
              <w:right w:val="single" w:sz="4" w:space="0" w:color="auto"/>
            </w:tcBorders>
          </w:tcPr>
          <w:p w14:paraId="754D21C0" w14:textId="43E9A7D7" w:rsidR="00634601" w:rsidRDefault="000D17A5" w:rsidP="00E04938">
            <w:pPr>
              <w:pStyle w:val="CellBUllet0"/>
              <w:numPr>
                <w:ilvl w:val="0"/>
                <w:numId w:val="11"/>
              </w:numPr>
              <w:tabs>
                <w:tab w:val="num" w:pos="72"/>
              </w:tabs>
              <w:ind w:left="72" w:hanging="180"/>
            </w:pPr>
            <w:r>
              <w:t>Removed NM-BBMDC-B from IPv</w:t>
            </w:r>
            <w:r w:rsidR="0083660B">
              <w:t>6 section</w:t>
            </w:r>
          </w:p>
        </w:tc>
      </w:tr>
      <w:tr w:rsidR="0083660B" w:rsidRPr="00C148EE" w14:paraId="3B0E5D6F" w14:textId="77777777" w:rsidTr="0045684F">
        <w:tc>
          <w:tcPr>
            <w:tcW w:w="1233" w:type="dxa"/>
            <w:tcBorders>
              <w:top w:val="single" w:sz="4" w:space="0" w:color="auto"/>
              <w:left w:val="single" w:sz="4" w:space="0" w:color="auto"/>
              <w:bottom w:val="single" w:sz="4" w:space="0" w:color="auto"/>
              <w:right w:val="single" w:sz="4" w:space="0" w:color="auto"/>
            </w:tcBorders>
          </w:tcPr>
          <w:p w14:paraId="18CF64A1" w14:textId="4F869678" w:rsidR="0083660B" w:rsidRDefault="0083660B" w:rsidP="00E04938">
            <w:pPr>
              <w:pStyle w:val="Script"/>
              <w:ind w:left="0"/>
            </w:pPr>
            <w:r>
              <w:t>23.1 v5</w:t>
            </w:r>
          </w:p>
        </w:tc>
        <w:tc>
          <w:tcPr>
            <w:tcW w:w="1354" w:type="dxa"/>
            <w:tcBorders>
              <w:top w:val="single" w:sz="4" w:space="0" w:color="auto"/>
              <w:left w:val="single" w:sz="4" w:space="0" w:color="auto"/>
              <w:bottom w:val="single" w:sz="4" w:space="0" w:color="auto"/>
              <w:right w:val="single" w:sz="4" w:space="0" w:color="auto"/>
            </w:tcBorders>
          </w:tcPr>
          <w:p w14:paraId="675422CB" w14:textId="10C81D9E" w:rsidR="0083660B" w:rsidRDefault="0083660B" w:rsidP="00E04938">
            <w:pPr>
              <w:pStyle w:val="Script"/>
              <w:ind w:left="0"/>
            </w:pPr>
            <w:r>
              <w:t>14-Jun-2023</w:t>
            </w:r>
          </w:p>
        </w:tc>
        <w:tc>
          <w:tcPr>
            <w:tcW w:w="1483" w:type="dxa"/>
            <w:gridSpan w:val="2"/>
            <w:tcBorders>
              <w:top w:val="single" w:sz="4" w:space="0" w:color="auto"/>
              <w:left w:val="single" w:sz="4" w:space="0" w:color="auto"/>
              <w:bottom w:val="single" w:sz="4" w:space="0" w:color="auto"/>
              <w:right w:val="single" w:sz="4" w:space="0" w:color="auto"/>
            </w:tcBorders>
          </w:tcPr>
          <w:p w14:paraId="21C7A954" w14:textId="6E95590B" w:rsidR="0083660B" w:rsidRDefault="0083660B"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3B7BE5B" w14:textId="1A135FCD" w:rsidR="0083660B" w:rsidRDefault="0083660B" w:rsidP="00E04938">
            <w:pPr>
              <w:pStyle w:val="CellBUllet0"/>
              <w:numPr>
                <w:ilvl w:val="0"/>
                <w:numId w:val="11"/>
              </w:numPr>
              <w:tabs>
                <w:tab w:val="num" w:pos="72"/>
              </w:tabs>
              <w:ind w:left="72" w:hanging="180"/>
            </w:pPr>
            <w:r>
              <w:t>Fixed this table and version on cover page</w:t>
            </w:r>
          </w:p>
        </w:tc>
      </w:tr>
      <w:tr w:rsidR="0055049E" w:rsidRPr="00C148EE" w14:paraId="07CC2E2F" w14:textId="77777777" w:rsidTr="0045684F">
        <w:tc>
          <w:tcPr>
            <w:tcW w:w="1233" w:type="dxa"/>
            <w:tcBorders>
              <w:top w:val="single" w:sz="4" w:space="0" w:color="auto"/>
              <w:left w:val="single" w:sz="4" w:space="0" w:color="auto"/>
              <w:bottom w:val="single" w:sz="4" w:space="0" w:color="auto"/>
              <w:right w:val="single" w:sz="4" w:space="0" w:color="auto"/>
            </w:tcBorders>
          </w:tcPr>
          <w:p w14:paraId="65DE14C4" w14:textId="58E3AB91" w:rsidR="0055049E" w:rsidRDefault="0055049E" w:rsidP="00E04938">
            <w:pPr>
              <w:pStyle w:val="Script"/>
              <w:ind w:left="0"/>
            </w:pPr>
            <w:r>
              <w:t>23.2</w:t>
            </w:r>
          </w:p>
        </w:tc>
        <w:tc>
          <w:tcPr>
            <w:tcW w:w="1354" w:type="dxa"/>
            <w:tcBorders>
              <w:top w:val="single" w:sz="4" w:space="0" w:color="auto"/>
              <w:left w:val="single" w:sz="4" w:space="0" w:color="auto"/>
              <w:bottom w:val="single" w:sz="4" w:space="0" w:color="auto"/>
              <w:right w:val="single" w:sz="4" w:space="0" w:color="auto"/>
            </w:tcBorders>
          </w:tcPr>
          <w:p w14:paraId="13CF8C55" w14:textId="7CB63D5E" w:rsidR="0055049E" w:rsidRDefault="0055049E" w:rsidP="00E04938">
            <w:pPr>
              <w:pStyle w:val="Script"/>
              <w:ind w:left="0"/>
            </w:pPr>
            <w:r>
              <w:t>21-Dec-2023</w:t>
            </w:r>
          </w:p>
        </w:tc>
        <w:tc>
          <w:tcPr>
            <w:tcW w:w="1483" w:type="dxa"/>
            <w:gridSpan w:val="2"/>
            <w:tcBorders>
              <w:top w:val="single" w:sz="4" w:space="0" w:color="auto"/>
              <w:left w:val="single" w:sz="4" w:space="0" w:color="auto"/>
              <w:bottom w:val="single" w:sz="4" w:space="0" w:color="auto"/>
              <w:right w:val="single" w:sz="4" w:space="0" w:color="auto"/>
            </w:tcBorders>
          </w:tcPr>
          <w:p w14:paraId="1C47464A" w14:textId="55CCFFA2" w:rsidR="0055049E" w:rsidRDefault="0055049E" w:rsidP="00E04938">
            <w:pPr>
              <w:pStyle w:val="Script"/>
              <w:ind w:left="0"/>
            </w:pPr>
            <w:r>
              <w:t>Michael Osborne</w:t>
            </w:r>
          </w:p>
        </w:tc>
        <w:tc>
          <w:tcPr>
            <w:tcW w:w="4632" w:type="dxa"/>
            <w:tcBorders>
              <w:top w:val="single" w:sz="4" w:space="0" w:color="auto"/>
              <w:left w:val="single" w:sz="4" w:space="0" w:color="auto"/>
              <w:bottom w:val="single" w:sz="4" w:space="0" w:color="auto"/>
              <w:right w:val="single" w:sz="4" w:space="0" w:color="auto"/>
            </w:tcBorders>
          </w:tcPr>
          <w:p w14:paraId="75603B34" w14:textId="1904C0D5" w:rsidR="0055049E" w:rsidRDefault="0055049E" w:rsidP="00E04938">
            <w:pPr>
              <w:pStyle w:val="CellBUllet0"/>
              <w:numPr>
                <w:ilvl w:val="0"/>
                <w:numId w:val="11"/>
              </w:numPr>
              <w:tabs>
                <w:tab w:val="num" w:pos="72"/>
              </w:tabs>
              <w:ind w:left="72" w:hanging="180"/>
            </w:pPr>
            <w:r>
              <w:t>23.2 updates the Test Package to 135.1-2023. No change to the Checklist.</w:t>
            </w:r>
          </w:p>
        </w:tc>
      </w:tr>
      <w:tr w:rsidR="000A63CA" w:rsidRPr="00C148EE" w14:paraId="5D265C82" w14:textId="77777777" w:rsidTr="0045684F">
        <w:tc>
          <w:tcPr>
            <w:tcW w:w="1233" w:type="dxa"/>
            <w:tcBorders>
              <w:top w:val="single" w:sz="4" w:space="0" w:color="auto"/>
              <w:left w:val="single" w:sz="4" w:space="0" w:color="auto"/>
              <w:bottom w:val="single" w:sz="4" w:space="0" w:color="auto"/>
              <w:right w:val="single" w:sz="4" w:space="0" w:color="auto"/>
            </w:tcBorders>
          </w:tcPr>
          <w:p w14:paraId="59774E73" w14:textId="5730514C" w:rsidR="000A63CA" w:rsidRDefault="000A63CA" w:rsidP="00E04938">
            <w:pPr>
              <w:pStyle w:val="Script"/>
              <w:ind w:left="0"/>
            </w:pPr>
            <w:r>
              <w:t>23.3</w:t>
            </w:r>
          </w:p>
        </w:tc>
        <w:tc>
          <w:tcPr>
            <w:tcW w:w="1354" w:type="dxa"/>
            <w:tcBorders>
              <w:top w:val="single" w:sz="4" w:space="0" w:color="auto"/>
              <w:left w:val="single" w:sz="4" w:space="0" w:color="auto"/>
              <w:bottom w:val="single" w:sz="4" w:space="0" w:color="auto"/>
              <w:right w:val="single" w:sz="4" w:space="0" w:color="auto"/>
            </w:tcBorders>
          </w:tcPr>
          <w:p w14:paraId="51097FD9" w14:textId="30DCA916" w:rsidR="000A63CA" w:rsidRDefault="000A63CA" w:rsidP="00E04938">
            <w:pPr>
              <w:pStyle w:val="Script"/>
              <w:ind w:left="0"/>
            </w:pPr>
            <w:r>
              <w:t>30-Dec-23</w:t>
            </w:r>
          </w:p>
        </w:tc>
        <w:tc>
          <w:tcPr>
            <w:tcW w:w="1483" w:type="dxa"/>
            <w:gridSpan w:val="2"/>
            <w:tcBorders>
              <w:top w:val="single" w:sz="4" w:space="0" w:color="auto"/>
              <w:left w:val="single" w:sz="4" w:space="0" w:color="auto"/>
              <w:bottom w:val="single" w:sz="4" w:space="0" w:color="auto"/>
              <w:right w:val="single" w:sz="4" w:space="0" w:color="auto"/>
            </w:tcBorders>
          </w:tcPr>
          <w:p w14:paraId="747A7B26" w14:textId="3D8168D5" w:rsidR="000A63CA" w:rsidRDefault="000A63CA" w:rsidP="00E04938">
            <w:pPr>
              <w:pStyle w:val="Script"/>
              <w:ind w:left="0"/>
            </w:pPr>
            <w:r>
              <w:t>Michael Osborne</w:t>
            </w:r>
          </w:p>
        </w:tc>
        <w:tc>
          <w:tcPr>
            <w:tcW w:w="4632" w:type="dxa"/>
            <w:tcBorders>
              <w:top w:val="single" w:sz="4" w:space="0" w:color="auto"/>
              <w:left w:val="single" w:sz="4" w:space="0" w:color="auto"/>
              <w:bottom w:val="single" w:sz="4" w:space="0" w:color="auto"/>
              <w:right w:val="single" w:sz="4" w:space="0" w:color="auto"/>
            </w:tcBorders>
          </w:tcPr>
          <w:p w14:paraId="19D36069" w14:textId="6B0FF200" w:rsidR="000A63CA" w:rsidRDefault="000A63CA" w:rsidP="00E04938">
            <w:pPr>
              <w:pStyle w:val="CellBUllet0"/>
              <w:numPr>
                <w:ilvl w:val="0"/>
                <w:numId w:val="11"/>
              </w:numPr>
              <w:tabs>
                <w:tab w:val="num" w:pos="72"/>
              </w:tabs>
              <w:ind w:left="72" w:hanging="180"/>
            </w:pPr>
            <w:r>
              <w:t>Applied 23.1 Fix Addendum. No change to the Checklist.</w:t>
            </w:r>
          </w:p>
        </w:tc>
      </w:tr>
      <w:tr w:rsidR="00246B76" w:rsidRPr="00C148EE" w14:paraId="4740FCE1" w14:textId="77777777" w:rsidTr="0045684F">
        <w:tc>
          <w:tcPr>
            <w:tcW w:w="1233" w:type="dxa"/>
            <w:tcBorders>
              <w:top w:val="single" w:sz="4" w:space="0" w:color="auto"/>
              <w:left w:val="single" w:sz="4" w:space="0" w:color="auto"/>
              <w:bottom w:val="single" w:sz="4" w:space="0" w:color="auto"/>
              <w:right w:val="single" w:sz="4" w:space="0" w:color="auto"/>
            </w:tcBorders>
          </w:tcPr>
          <w:p w14:paraId="1146F4D0" w14:textId="7BF8C4F4" w:rsidR="00246B76" w:rsidRDefault="00246B76" w:rsidP="00E04938">
            <w:pPr>
              <w:pStyle w:val="Script"/>
              <w:ind w:left="0"/>
            </w:pPr>
            <w:r>
              <w:t>26.0 v1</w:t>
            </w:r>
          </w:p>
        </w:tc>
        <w:tc>
          <w:tcPr>
            <w:tcW w:w="1354" w:type="dxa"/>
            <w:tcBorders>
              <w:top w:val="single" w:sz="4" w:space="0" w:color="auto"/>
              <w:left w:val="single" w:sz="4" w:space="0" w:color="auto"/>
              <w:bottom w:val="single" w:sz="4" w:space="0" w:color="auto"/>
              <w:right w:val="single" w:sz="4" w:space="0" w:color="auto"/>
            </w:tcBorders>
          </w:tcPr>
          <w:p w14:paraId="6A2A958B" w14:textId="41CA358C" w:rsidR="00246B76" w:rsidRDefault="00A66A07" w:rsidP="00E04938">
            <w:pPr>
              <w:pStyle w:val="Script"/>
              <w:ind w:left="0"/>
            </w:pPr>
            <w:r>
              <w:t>7-Oct-24</w:t>
            </w:r>
          </w:p>
        </w:tc>
        <w:tc>
          <w:tcPr>
            <w:tcW w:w="1483" w:type="dxa"/>
            <w:gridSpan w:val="2"/>
            <w:tcBorders>
              <w:top w:val="single" w:sz="4" w:space="0" w:color="auto"/>
              <w:left w:val="single" w:sz="4" w:space="0" w:color="auto"/>
              <w:bottom w:val="single" w:sz="4" w:space="0" w:color="auto"/>
              <w:right w:val="single" w:sz="4" w:space="0" w:color="auto"/>
            </w:tcBorders>
          </w:tcPr>
          <w:p w14:paraId="7EB7E85C" w14:textId="3387DCC3" w:rsidR="00246B76" w:rsidRDefault="00A66A07"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7059FCB7" w14:textId="2C5D257F" w:rsidR="00246B76" w:rsidRDefault="00A66A07" w:rsidP="00E04938">
            <w:pPr>
              <w:pStyle w:val="CellBUllet0"/>
              <w:numPr>
                <w:ilvl w:val="0"/>
                <w:numId w:val="11"/>
              </w:numPr>
              <w:tabs>
                <w:tab w:val="num" w:pos="72"/>
              </w:tabs>
              <w:ind w:left="72" w:hanging="180"/>
            </w:pPr>
            <w:r>
              <w:t>Initial changes to checklist based on 23.</w:t>
            </w:r>
            <w:r w:rsidR="006D5F1D">
              <w:t>3 checklist.</w:t>
            </w:r>
            <w:r w:rsidR="00512C09">
              <w:t xml:space="preserve">  Fix1, fix2, fix3, fix4, and epics.</w:t>
            </w:r>
          </w:p>
        </w:tc>
      </w:tr>
      <w:tr w:rsidR="00512C09" w:rsidRPr="00C148EE" w14:paraId="7B2C06B9" w14:textId="77777777" w:rsidTr="0045684F">
        <w:tc>
          <w:tcPr>
            <w:tcW w:w="1233" w:type="dxa"/>
            <w:tcBorders>
              <w:top w:val="single" w:sz="4" w:space="0" w:color="auto"/>
              <w:left w:val="single" w:sz="4" w:space="0" w:color="auto"/>
              <w:bottom w:val="single" w:sz="4" w:space="0" w:color="auto"/>
              <w:right w:val="single" w:sz="4" w:space="0" w:color="auto"/>
            </w:tcBorders>
          </w:tcPr>
          <w:p w14:paraId="482F5B47" w14:textId="48C16D65" w:rsidR="00512C09" w:rsidRDefault="00512C09" w:rsidP="00E04938">
            <w:pPr>
              <w:pStyle w:val="Script"/>
              <w:ind w:left="0"/>
            </w:pPr>
            <w:r>
              <w:t>26.0 v2</w:t>
            </w:r>
          </w:p>
        </w:tc>
        <w:tc>
          <w:tcPr>
            <w:tcW w:w="1354" w:type="dxa"/>
            <w:tcBorders>
              <w:top w:val="single" w:sz="4" w:space="0" w:color="auto"/>
              <w:left w:val="single" w:sz="4" w:space="0" w:color="auto"/>
              <w:bottom w:val="single" w:sz="4" w:space="0" w:color="auto"/>
              <w:right w:val="single" w:sz="4" w:space="0" w:color="auto"/>
            </w:tcBorders>
          </w:tcPr>
          <w:p w14:paraId="5BCD910D" w14:textId="60F0570A" w:rsidR="00512C09" w:rsidRDefault="00512C09" w:rsidP="00E04938">
            <w:pPr>
              <w:pStyle w:val="Script"/>
              <w:ind w:left="0"/>
            </w:pPr>
            <w:r>
              <w:t>9-Oct-</w:t>
            </w:r>
            <w:r w:rsidR="008B3F2E">
              <w:t>20</w:t>
            </w:r>
            <w:r>
              <w:t>24</w:t>
            </w:r>
          </w:p>
        </w:tc>
        <w:tc>
          <w:tcPr>
            <w:tcW w:w="1483" w:type="dxa"/>
            <w:gridSpan w:val="2"/>
            <w:tcBorders>
              <w:top w:val="single" w:sz="4" w:space="0" w:color="auto"/>
              <w:left w:val="single" w:sz="4" w:space="0" w:color="auto"/>
              <w:bottom w:val="single" w:sz="4" w:space="0" w:color="auto"/>
              <w:right w:val="single" w:sz="4" w:space="0" w:color="auto"/>
            </w:tcBorders>
          </w:tcPr>
          <w:p w14:paraId="78428CE4" w14:textId="2C17D83C" w:rsidR="00512C09" w:rsidRDefault="00512C09"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2C23F99F" w14:textId="1D64F811" w:rsidR="00512C09" w:rsidRDefault="00512C09" w:rsidP="00E04938">
            <w:pPr>
              <w:pStyle w:val="CellBUllet0"/>
              <w:numPr>
                <w:ilvl w:val="0"/>
                <w:numId w:val="11"/>
              </w:numPr>
              <w:tabs>
                <w:tab w:val="num" w:pos="72"/>
              </w:tabs>
              <w:ind w:left="72" w:hanging="180"/>
            </w:pPr>
            <w:r>
              <w:t>Cr1 changes</w:t>
            </w:r>
          </w:p>
        </w:tc>
      </w:tr>
      <w:tr w:rsidR="00AB16D7" w:rsidRPr="00C148EE" w14:paraId="311EB4D1" w14:textId="77777777" w:rsidTr="0045684F">
        <w:tc>
          <w:tcPr>
            <w:tcW w:w="1233" w:type="dxa"/>
            <w:tcBorders>
              <w:top w:val="single" w:sz="4" w:space="0" w:color="auto"/>
              <w:left w:val="single" w:sz="4" w:space="0" w:color="auto"/>
              <w:bottom w:val="single" w:sz="4" w:space="0" w:color="auto"/>
              <w:right w:val="single" w:sz="4" w:space="0" w:color="auto"/>
            </w:tcBorders>
          </w:tcPr>
          <w:p w14:paraId="7BF1A905" w14:textId="3064508D" w:rsidR="00AB16D7" w:rsidRDefault="00AB16D7" w:rsidP="00E04938">
            <w:pPr>
              <w:pStyle w:val="Script"/>
              <w:ind w:left="0"/>
            </w:pPr>
            <w:r>
              <w:t>26.0 v3</w:t>
            </w:r>
          </w:p>
        </w:tc>
        <w:tc>
          <w:tcPr>
            <w:tcW w:w="1354" w:type="dxa"/>
            <w:tcBorders>
              <w:top w:val="single" w:sz="4" w:space="0" w:color="auto"/>
              <w:left w:val="single" w:sz="4" w:space="0" w:color="auto"/>
              <w:bottom w:val="single" w:sz="4" w:space="0" w:color="auto"/>
              <w:right w:val="single" w:sz="4" w:space="0" w:color="auto"/>
            </w:tcBorders>
          </w:tcPr>
          <w:p w14:paraId="00EE0E65" w14:textId="661E4167" w:rsidR="00AB16D7" w:rsidRDefault="00AB16D7" w:rsidP="00E04938">
            <w:pPr>
              <w:pStyle w:val="Script"/>
              <w:ind w:left="0"/>
            </w:pPr>
            <w:r>
              <w:t>17-Oct-</w:t>
            </w:r>
            <w:r w:rsidR="008B3F2E">
              <w:t>20</w:t>
            </w:r>
            <w:r>
              <w:t>24</w:t>
            </w:r>
          </w:p>
        </w:tc>
        <w:tc>
          <w:tcPr>
            <w:tcW w:w="1483" w:type="dxa"/>
            <w:gridSpan w:val="2"/>
            <w:tcBorders>
              <w:top w:val="single" w:sz="4" w:space="0" w:color="auto"/>
              <w:left w:val="single" w:sz="4" w:space="0" w:color="auto"/>
              <w:bottom w:val="single" w:sz="4" w:space="0" w:color="auto"/>
              <w:right w:val="single" w:sz="4" w:space="0" w:color="auto"/>
            </w:tcBorders>
          </w:tcPr>
          <w:p w14:paraId="47AAE99F" w14:textId="7D0AA2AD" w:rsidR="00AB16D7" w:rsidRDefault="00AB16D7"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2D143B2" w14:textId="28CB0A10" w:rsidR="00AB16D7" w:rsidRDefault="00AB16D7" w:rsidP="00E04938">
            <w:pPr>
              <w:pStyle w:val="CellBUllet0"/>
              <w:numPr>
                <w:ilvl w:val="0"/>
                <w:numId w:val="11"/>
              </w:numPr>
              <w:tabs>
                <w:tab w:val="num" w:pos="72"/>
              </w:tabs>
              <w:ind w:left="72" w:hanging="180"/>
            </w:pPr>
            <w:r>
              <w:t>Applied bq, br, bv, ca, cc, cf to checklist</w:t>
            </w:r>
          </w:p>
        </w:tc>
      </w:tr>
      <w:tr w:rsidR="00561366" w:rsidRPr="00C148EE" w14:paraId="588C0386" w14:textId="77777777" w:rsidTr="0045684F">
        <w:tc>
          <w:tcPr>
            <w:tcW w:w="1233" w:type="dxa"/>
            <w:tcBorders>
              <w:top w:val="single" w:sz="4" w:space="0" w:color="auto"/>
              <w:left w:val="single" w:sz="4" w:space="0" w:color="auto"/>
              <w:bottom w:val="single" w:sz="4" w:space="0" w:color="auto"/>
              <w:right w:val="single" w:sz="4" w:space="0" w:color="auto"/>
            </w:tcBorders>
          </w:tcPr>
          <w:p w14:paraId="06A98911" w14:textId="601A702D" w:rsidR="00561366" w:rsidRDefault="00561366" w:rsidP="00E04938">
            <w:pPr>
              <w:pStyle w:val="Script"/>
              <w:ind w:left="0"/>
            </w:pPr>
            <w:r>
              <w:t>26.0 v4</w:t>
            </w:r>
          </w:p>
        </w:tc>
        <w:tc>
          <w:tcPr>
            <w:tcW w:w="1354" w:type="dxa"/>
            <w:tcBorders>
              <w:top w:val="single" w:sz="4" w:space="0" w:color="auto"/>
              <w:left w:val="single" w:sz="4" w:space="0" w:color="auto"/>
              <w:bottom w:val="single" w:sz="4" w:space="0" w:color="auto"/>
              <w:right w:val="single" w:sz="4" w:space="0" w:color="auto"/>
            </w:tcBorders>
          </w:tcPr>
          <w:p w14:paraId="30FBF61E" w14:textId="22F7ABAB" w:rsidR="00561366" w:rsidRDefault="00561366" w:rsidP="00E04938">
            <w:pPr>
              <w:pStyle w:val="Script"/>
              <w:ind w:left="0"/>
            </w:pPr>
            <w:r>
              <w:t>21-Oct-</w:t>
            </w:r>
            <w:r w:rsidR="008B3F2E">
              <w:t>20</w:t>
            </w:r>
            <w:r>
              <w:t>24</w:t>
            </w:r>
          </w:p>
        </w:tc>
        <w:tc>
          <w:tcPr>
            <w:tcW w:w="1483" w:type="dxa"/>
            <w:gridSpan w:val="2"/>
            <w:tcBorders>
              <w:top w:val="single" w:sz="4" w:space="0" w:color="auto"/>
              <w:left w:val="single" w:sz="4" w:space="0" w:color="auto"/>
              <w:bottom w:val="single" w:sz="4" w:space="0" w:color="auto"/>
              <w:right w:val="single" w:sz="4" w:space="0" w:color="auto"/>
            </w:tcBorders>
          </w:tcPr>
          <w:p w14:paraId="4D1DA56E" w14:textId="7B127C28" w:rsidR="00561366" w:rsidRDefault="00561366"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5604036" w14:textId="23624C17" w:rsidR="00561366" w:rsidRDefault="00561366" w:rsidP="00E04938">
            <w:pPr>
              <w:pStyle w:val="CellBUllet0"/>
              <w:numPr>
                <w:ilvl w:val="0"/>
                <w:numId w:val="11"/>
              </w:numPr>
              <w:tabs>
                <w:tab w:val="num" w:pos="72"/>
              </w:tabs>
              <w:ind w:left="72" w:hanging="180"/>
            </w:pPr>
            <w:r>
              <w:t>Applied imp1, imp2</w:t>
            </w:r>
          </w:p>
        </w:tc>
      </w:tr>
      <w:tr w:rsidR="008B3F2E" w:rsidRPr="00C148EE" w14:paraId="4C8F5ECA" w14:textId="77777777" w:rsidTr="0045684F">
        <w:tc>
          <w:tcPr>
            <w:tcW w:w="1233" w:type="dxa"/>
            <w:tcBorders>
              <w:top w:val="single" w:sz="4" w:space="0" w:color="auto"/>
              <w:left w:val="single" w:sz="4" w:space="0" w:color="auto"/>
              <w:bottom w:val="single" w:sz="4" w:space="0" w:color="auto"/>
              <w:right w:val="single" w:sz="4" w:space="0" w:color="auto"/>
            </w:tcBorders>
          </w:tcPr>
          <w:p w14:paraId="30E5B31D" w14:textId="1EAF4128" w:rsidR="008B3F2E" w:rsidRDefault="008B3F2E" w:rsidP="00E04938">
            <w:pPr>
              <w:pStyle w:val="Script"/>
              <w:ind w:left="0"/>
            </w:pPr>
            <w:r>
              <w:t>26.0 v5</w:t>
            </w:r>
          </w:p>
        </w:tc>
        <w:tc>
          <w:tcPr>
            <w:tcW w:w="1354" w:type="dxa"/>
            <w:tcBorders>
              <w:top w:val="single" w:sz="4" w:space="0" w:color="auto"/>
              <w:left w:val="single" w:sz="4" w:space="0" w:color="auto"/>
              <w:bottom w:val="single" w:sz="4" w:space="0" w:color="auto"/>
              <w:right w:val="single" w:sz="4" w:space="0" w:color="auto"/>
            </w:tcBorders>
          </w:tcPr>
          <w:p w14:paraId="7715351A" w14:textId="38A01491" w:rsidR="008B3F2E" w:rsidRDefault="008B3F2E" w:rsidP="00E04938">
            <w:pPr>
              <w:pStyle w:val="Script"/>
              <w:ind w:left="0"/>
            </w:pPr>
            <w:r>
              <w:t>23-Oct-2024</w:t>
            </w:r>
          </w:p>
        </w:tc>
        <w:tc>
          <w:tcPr>
            <w:tcW w:w="1483" w:type="dxa"/>
            <w:gridSpan w:val="2"/>
            <w:tcBorders>
              <w:top w:val="single" w:sz="4" w:space="0" w:color="auto"/>
              <w:left w:val="single" w:sz="4" w:space="0" w:color="auto"/>
              <w:bottom w:val="single" w:sz="4" w:space="0" w:color="auto"/>
              <w:right w:val="single" w:sz="4" w:space="0" w:color="auto"/>
            </w:tcBorders>
          </w:tcPr>
          <w:p w14:paraId="03A310EC" w14:textId="41D30158" w:rsidR="008B3F2E" w:rsidRDefault="008B3F2E"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21CCE58F" w14:textId="184B5709" w:rsidR="008B3F2E" w:rsidRDefault="008B3F2E" w:rsidP="00E04938">
            <w:pPr>
              <w:pStyle w:val="CellBUllet0"/>
              <w:numPr>
                <w:ilvl w:val="0"/>
                <w:numId w:val="11"/>
              </w:numPr>
              <w:tabs>
                <w:tab w:val="num" w:pos="72"/>
              </w:tabs>
              <w:ind w:left="72" w:hanging="180"/>
            </w:pPr>
            <w:r>
              <w:t>Applied imp3, imp4</w:t>
            </w:r>
          </w:p>
        </w:tc>
      </w:tr>
      <w:tr w:rsidR="006036BB" w:rsidRPr="00C148EE" w14:paraId="3074E91B" w14:textId="77777777" w:rsidTr="0045684F">
        <w:tc>
          <w:tcPr>
            <w:tcW w:w="1233" w:type="dxa"/>
            <w:tcBorders>
              <w:top w:val="single" w:sz="4" w:space="0" w:color="auto"/>
              <w:left w:val="single" w:sz="4" w:space="0" w:color="auto"/>
              <w:bottom w:val="single" w:sz="4" w:space="0" w:color="auto"/>
              <w:right w:val="single" w:sz="4" w:space="0" w:color="auto"/>
            </w:tcBorders>
          </w:tcPr>
          <w:p w14:paraId="36A999D1" w14:textId="590C56CC" w:rsidR="006036BB" w:rsidRDefault="006036BB" w:rsidP="00E04938">
            <w:pPr>
              <w:pStyle w:val="Script"/>
              <w:ind w:left="0"/>
            </w:pPr>
            <w:r>
              <w:t>26.0 v7</w:t>
            </w:r>
          </w:p>
        </w:tc>
        <w:tc>
          <w:tcPr>
            <w:tcW w:w="1354" w:type="dxa"/>
            <w:tcBorders>
              <w:top w:val="single" w:sz="4" w:space="0" w:color="auto"/>
              <w:left w:val="single" w:sz="4" w:space="0" w:color="auto"/>
              <w:bottom w:val="single" w:sz="4" w:space="0" w:color="auto"/>
              <w:right w:val="single" w:sz="4" w:space="0" w:color="auto"/>
            </w:tcBorders>
          </w:tcPr>
          <w:p w14:paraId="237EB29B" w14:textId="1A5E6A9D" w:rsidR="006036BB" w:rsidRDefault="00407B64" w:rsidP="00E04938">
            <w:pPr>
              <w:pStyle w:val="Script"/>
              <w:ind w:left="0"/>
            </w:pPr>
            <w:r>
              <w:t>30</w:t>
            </w:r>
            <w:r w:rsidR="006036BB">
              <w:t>-Oct-2024</w:t>
            </w:r>
          </w:p>
        </w:tc>
        <w:tc>
          <w:tcPr>
            <w:tcW w:w="1483" w:type="dxa"/>
            <w:gridSpan w:val="2"/>
            <w:tcBorders>
              <w:top w:val="single" w:sz="4" w:space="0" w:color="auto"/>
              <w:left w:val="single" w:sz="4" w:space="0" w:color="auto"/>
              <w:bottom w:val="single" w:sz="4" w:space="0" w:color="auto"/>
              <w:right w:val="single" w:sz="4" w:space="0" w:color="auto"/>
            </w:tcBorders>
          </w:tcPr>
          <w:p w14:paraId="4E96A951" w14:textId="4F1BFF9A" w:rsidR="006036BB" w:rsidRDefault="006036BB" w:rsidP="00E04938">
            <w:pPr>
              <w:pStyle w:val="Script"/>
              <w:ind w:left="0"/>
            </w:pPr>
            <w:r>
              <w:t>Lori Tribble</w:t>
            </w:r>
          </w:p>
        </w:tc>
        <w:tc>
          <w:tcPr>
            <w:tcW w:w="4632" w:type="dxa"/>
            <w:tcBorders>
              <w:top w:val="single" w:sz="4" w:space="0" w:color="auto"/>
              <w:left w:val="single" w:sz="4" w:space="0" w:color="auto"/>
              <w:bottom w:val="single" w:sz="4" w:space="0" w:color="auto"/>
              <w:right w:val="single" w:sz="4" w:space="0" w:color="auto"/>
            </w:tcBorders>
          </w:tcPr>
          <w:p w14:paraId="04EA6D6F" w14:textId="69AF33C0" w:rsidR="006036BB" w:rsidRDefault="006036BB" w:rsidP="00E04938">
            <w:pPr>
              <w:pStyle w:val="CellBUllet0"/>
              <w:numPr>
                <w:ilvl w:val="0"/>
                <w:numId w:val="11"/>
              </w:numPr>
              <w:tabs>
                <w:tab w:val="num" w:pos="72"/>
              </w:tabs>
              <w:ind w:left="72" w:hanging="180"/>
            </w:pPr>
            <w:r>
              <w:t>Applied errata found</w:t>
            </w:r>
          </w:p>
        </w:tc>
      </w:tr>
    </w:tbl>
    <w:p w14:paraId="2FD8CFBD" w14:textId="77777777" w:rsidR="008C024F" w:rsidRPr="00502B38" w:rsidRDefault="008C024F">
      <w:pPr>
        <w:rPr>
          <w:lang w:val="en-CA"/>
        </w:rPr>
      </w:pPr>
    </w:p>
    <w:sectPr w:rsidR="008C024F" w:rsidRPr="00502B38">
      <w:pgSz w:w="12240" w:h="15840"/>
      <w:pgMar w:top="135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45F00" w14:textId="77777777" w:rsidR="00901088" w:rsidRDefault="00901088" w:rsidP="008C024F">
      <w:pPr>
        <w:pStyle w:val="Heading"/>
      </w:pPr>
      <w:r>
        <w:separator/>
      </w:r>
    </w:p>
  </w:endnote>
  <w:endnote w:type="continuationSeparator" w:id="0">
    <w:p w14:paraId="2EA28D76" w14:textId="77777777" w:rsidR="00901088" w:rsidRDefault="00901088" w:rsidP="008C024F">
      <w:pPr>
        <w:pStyle w:val="Heading"/>
      </w:pPr>
      <w:r>
        <w:continuationSeparator/>
      </w:r>
    </w:p>
  </w:endnote>
  <w:endnote w:type="continuationNotice" w:id="1">
    <w:p w14:paraId="4F209A53" w14:textId="77777777" w:rsidR="00901088" w:rsidRDefault="009010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70882" w14:textId="65184F38" w:rsidR="00744CC1" w:rsidRDefault="00744C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2225D">
      <w:rPr>
        <w:rStyle w:val="PageNumber"/>
        <w:noProof/>
      </w:rPr>
      <w:t>1</w:t>
    </w:r>
    <w:r>
      <w:rPr>
        <w:rStyle w:val="PageNumber"/>
      </w:rPr>
      <w:fldChar w:fldCharType="end"/>
    </w:r>
  </w:p>
  <w:p w14:paraId="171E32A7" w14:textId="77777777" w:rsidR="00744CC1" w:rsidRDefault="00744C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B8D6B" w14:textId="77777777" w:rsidR="00744CC1" w:rsidRDefault="00744CC1">
    <w:pPr>
      <w:pStyle w:val="Footer"/>
    </w:pPr>
    <w:r>
      <w:rPr>
        <w:sz w:val="12"/>
      </w:rPr>
      <w:t xml:space="preserve">BACnet is a registered trademark of ASHRAE.  ASHRAE does not endorse, approve or test products for compliance with ASHRAE standards.  Compliance of listed products to the requirements of ASHRAE Standard 135 is the responsibility of BACnet International.  BTL is a registered trademark of </w:t>
    </w:r>
    <w:r>
      <w:rPr>
        <w:sz w:val="12"/>
        <w:lang w:val="en-US"/>
      </w:rPr>
      <w:t>BACnet International</w:t>
    </w:r>
    <w:r>
      <w:rPr>
        <w:sz w:val="1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DE9B2" w14:textId="596C5FD3" w:rsidR="00744CC1" w:rsidRDefault="0082225D">
    <w:pPr>
      <w:pStyle w:val="Footer"/>
      <w:ind w:right="360"/>
    </w:pPr>
    <w:r>
      <w:rPr>
        <w:sz w:val="12"/>
        <w:szCs w:val="12"/>
      </w:rPr>
      <w:t>© 20</w:t>
    </w:r>
    <w:r>
      <w:rPr>
        <w:sz w:val="12"/>
        <w:szCs w:val="12"/>
        <w:lang w:val="en-US"/>
      </w:rPr>
      <w:t>2</w:t>
    </w:r>
    <w:r w:rsidR="00066D54">
      <w:rPr>
        <w:sz w:val="12"/>
        <w:szCs w:val="12"/>
        <w:lang w:val="en-US"/>
      </w:rPr>
      <w:t>4</w:t>
    </w:r>
    <w:r>
      <w:rPr>
        <w:sz w:val="12"/>
        <w:szCs w:val="12"/>
      </w:rPr>
      <w:t xml:space="preserve"> by BACnet International. All rights reserved.</w:t>
    </w:r>
    <w:r w:rsidR="00744CC1">
      <w:tab/>
    </w:r>
    <w:r w:rsidR="00744CC1">
      <w:rPr>
        <w:rStyle w:val="PageNumber"/>
      </w:rPr>
      <w:fldChar w:fldCharType="begin"/>
    </w:r>
    <w:r w:rsidR="00744CC1">
      <w:rPr>
        <w:rStyle w:val="PageNumber"/>
      </w:rPr>
      <w:instrText xml:space="preserve"> PAGE </w:instrText>
    </w:r>
    <w:r w:rsidR="00744CC1">
      <w:rPr>
        <w:rStyle w:val="PageNumber"/>
      </w:rPr>
      <w:fldChar w:fldCharType="separate"/>
    </w:r>
    <w:r w:rsidR="00744CC1">
      <w:rPr>
        <w:rStyle w:val="PageNumber"/>
        <w:noProof/>
      </w:rPr>
      <w:t>33</w:t>
    </w:r>
    <w:r w:rsidR="00744CC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843B15" w14:textId="77777777" w:rsidR="00901088" w:rsidRDefault="00901088" w:rsidP="008C024F">
      <w:pPr>
        <w:pStyle w:val="Heading"/>
      </w:pPr>
      <w:r>
        <w:separator/>
      </w:r>
    </w:p>
  </w:footnote>
  <w:footnote w:type="continuationSeparator" w:id="0">
    <w:p w14:paraId="51853C99" w14:textId="77777777" w:rsidR="00901088" w:rsidRDefault="00901088" w:rsidP="008C024F">
      <w:pPr>
        <w:pStyle w:val="Heading"/>
      </w:pPr>
      <w:r>
        <w:continuationSeparator/>
      </w:r>
    </w:p>
  </w:footnote>
  <w:footnote w:type="continuationNotice" w:id="1">
    <w:p w14:paraId="68CDD092" w14:textId="77777777" w:rsidR="00901088" w:rsidRDefault="009010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A441C" w14:textId="77777777" w:rsidR="00744CC1" w:rsidRDefault="00744CC1" w:rsidP="00ED1C9D">
    <w:pPr>
      <w:pStyle w:val="Header"/>
      <w:jc w:val="center"/>
    </w:pPr>
    <w:r>
      <w:t>BACnet Testing Laboratories - Functionality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07AA3FD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0C7A1828"/>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8DA46884"/>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2FF0E26"/>
    <w:multiLevelType w:val="hybridMultilevel"/>
    <w:tmpl w:val="0212A3BE"/>
    <w:lvl w:ilvl="0" w:tplc="06F2C0C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48073C"/>
    <w:multiLevelType w:val="hybridMultilevel"/>
    <w:tmpl w:val="57E6A468"/>
    <w:lvl w:ilvl="0" w:tplc="FFFFFFFF">
      <w:start w:val="1"/>
      <w:numFmt w:val="bullet"/>
      <w:pStyle w:val="Hollowbullets"/>
      <w:lvlText w:val="o"/>
      <w:lvlJc w:val="left"/>
      <w:pPr>
        <w:tabs>
          <w:tab w:val="num" w:pos="2160"/>
        </w:tabs>
        <w:ind w:left="2160" w:hanging="360"/>
      </w:pPr>
      <w:rPr>
        <w:rFonts w:ascii="Courier New" w:hAnsi="Courier New" w:hint="default"/>
      </w:rPr>
    </w:lvl>
    <w:lvl w:ilvl="1" w:tplc="FFFFFFFF" w:tentative="1">
      <w:start w:val="1"/>
      <w:numFmt w:val="bullet"/>
      <w:lvlText w:val="o"/>
      <w:lvlJc w:val="left"/>
      <w:pPr>
        <w:tabs>
          <w:tab w:val="num" w:pos="2880"/>
        </w:tabs>
        <w:ind w:left="2880" w:hanging="360"/>
      </w:pPr>
      <w:rPr>
        <w:rFonts w:ascii="Courier New" w:hAnsi="Courier New" w:hint="default"/>
      </w:rPr>
    </w:lvl>
    <w:lvl w:ilvl="2" w:tplc="FFFFFFFF" w:tentative="1">
      <w:start w:val="1"/>
      <w:numFmt w:val="bullet"/>
      <w:lvlText w:val=""/>
      <w:lvlJc w:val="left"/>
      <w:pPr>
        <w:tabs>
          <w:tab w:val="num" w:pos="3600"/>
        </w:tabs>
        <w:ind w:left="3600" w:hanging="360"/>
      </w:pPr>
      <w:rPr>
        <w:rFonts w:ascii="Wingdings" w:hAnsi="Wingdings" w:hint="default"/>
      </w:rPr>
    </w:lvl>
    <w:lvl w:ilvl="3" w:tplc="FFFFFFFF" w:tentative="1">
      <w:start w:val="1"/>
      <w:numFmt w:val="bullet"/>
      <w:lvlText w:val=""/>
      <w:lvlJc w:val="left"/>
      <w:pPr>
        <w:tabs>
          <w:tab w:val="num" w:pos="4320"/>
        </w:tabs>
        <w:ind w:left="4320" w:hanging="360"/>
      </w:pPr>
      <w:rPr>
        <w:rFonts w:ascii="Symbol" w:hAnsi="Symbol" w:hint="default"/>
      </w:rPr>
    </w:lvl>
    <w:lvl w:ilvl="4" w:tplc="FFFFFFFF" w:tentative="1">
      <w:start w:val="1"/>
      <w:numFmt w:val="bullet"/>
      <w:lvlText w:val="o"/>
      <w:lvlJc w:val="left"/>
      <w:pPr>
        <w:tabs>
          <w:tab w:val="num" w:pos="5040"/>
        </w:tabs>
        <w:ind w:left="5040" w:hanging="360"/>
      </w:pPr>
      <w:rPr>
        <w:rFonts w:ascii="Courier New" w:hAnsi="Courier New" w:hint="default"/>
      </w:rPr>
    </w:lvl>
    <w:lvl w:ilvl="5" w:tplc="FFFFFFFF" w:tentative="1">
      <w:start w:val="1"/>
      <w:numFmt w:val="bullet"/>
      <w:lvlText w:val=""/>
      <w:lvlJc w:val="left"/>
      <w:pPr>
        <w:tabs>
          <w:tab w:val="num" w:pos="5760"/>
        </w:tabs>
        <w:ind w:left="5760" w:hanging="360"/>
      </w:pPr>
      <w:rPr>
        <w:rFonts w:ascii="Wingdings" w:hAnsi="Wingdings" w:hint="default"/>
      </w:rPr>
    </w:lvl>
    <w:lvl w:ilvl="6" w:tplc="FFFFFFFF" w:tentative="1">
      <w:start w:val="1"/>
      <w:numFmt w:val="bullet"/>
      <w:lvlText w:val=""/>
      <w:lvlJc w:val="left"/>
      <w:pPr>
        <w:tabs>
          <w:tab w:val="num" w:pos="6480"/>
        </w:tabs>
        <w:ind w:left="6480" w:hanging="360"/>
      </w:pPr>
      <w:rPr>
        <w:rFonts w:ascii="Symbol" w:hAnsi="Symbol" w:hint="default"/>
      </w:rPr>
    </w:lvl>
    <w:lvl w:ilvl="7" w:tplc="FFFFFFFF" w:tentative="1">
      <w:start w:val="1"/>
      <w:numFmt w:val="bullet"/>
      <w:lvlText w:val="o"/>
      <w:lvlJc w:val="left"/>
      <w:pPr>
        <w:tabs>
          <w:tab w:val="num" w:pos="7200"/>
        </w:tabs>
        <w:ind w:left="7200" w:hanging="360"/>
      </w:pPr>
      <w:rPr>
        <w:rFonts w:ascii="Courier New" w:hAnsi="Courier New" w:hint="default"/>
      </w:rPr>
    </w:lvl>
    <w:lvl w:ilvl="8" w:tplc="FFFFFFFF"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1383359B"/>
    <w:multiLevelType w:val="hybridMultilevel"/>
    <w:tmpl w:val="C5B8BFAE"/>
    <w:lvl w:ilvl="0" w:tplc="908833E2">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C7B39"/>
    <w:multiLevelType w:val="hybridMultilevel"/>
    <w:tmpl w:val="8B98C302"/>
    <w:lvl w:ilvl="0" w:tplc="4994386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B7152D"/>
    <w:multiLevelType w:val="hybridMultilevel"/>
    <w:tmpl w:val="D9B801D8"/>
    <w:lvl w:ilvl="0" w:tplc="83863F18">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CA4E1A"/>
    <w:multiLevelType w:val="hybridMultilevel"/>
    <w:tmpl w:val="B6FA02C6"/>
    <w:lvl w:ilvl="0" w:tplc="C548E6E6">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115C35"/>
    <w:multiLevelType w:val="multilevel"/>
    <w:tmpl w:val="9370B4A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440"/>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29CF25EC"/>
    <w:multiLevelType w:val="hybridMultilevel"/>
    <w:tmpl w:val="BEF6929E"/>
    <w:lvl w:ilvl="0" w:tplc="A6DEFB1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E711B9"/>
    <w:multiLevelType w:val="hybridMultilevel"/>
    <w:tmpl w:val="E4366D6E"/>
    <w:lvl w:ilvl="0" w:tplc="F616329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FA1DBC"/>
    <w:multiLevelType w:val="hybridMultilevel"/>
    <w:tmpl w:val="AFFE5108"/>
    <w:lvl w:ilvl="0" w:tplc="1502686E">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830259"/>
    <w:multiLevelType w:val="hybridMultilevel"/>
    <w:tmpl w:val="D60035A8"/>
    <w:lvl w:ilvl="0" w:tplc="D3A642EC">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A622C7"/>
    <w:multiLevelType w:val="hybridMultilevel"/>
    <w:tmpl w:val="A6BAD1C0"/>
    <w:lvl w:ilvl="0" w:tplc="2234AC40">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7C0D23"/>
    <w:multiLevelType w:val="hybridMultilevel"/>
    <w:tmpl w:val="ABA426B8"/>
    <w:lvl w:ilvl="0" w:tplc="D4C4005C">
      <w:start w:val="1"/>
      <w:numFmt w:val="bullet"/>
      <w:pStyle w:val="cel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C202D1"/>
    <w:multiLevelType w:val="hybridMultilevel"/>
    <w:tmpl w:val="0BC27436"/>
    <w:lvl w:ilvl="0" w:tplc="F61AD63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520068"/>
    <w:multiLevelType w:val="hybridMultilevel"/>
    <w:tmpl w:val="08C27200"/>
    <w:lvl w:ilvl="0" w:tplc="85A21F2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2B719E"/>
    <w:multiLevelType w:val="hybridMultilevel"/>
    <w:tmpl w:val="F24CE752"/>
    <w:lvl w:ilvl="0" w:tplc="91C6067A">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CC71C9"/>
    <w:multiLevelType w:val="hybridMultilevel"/>
    <w:tmpl w:val="D20CA196"/>
    <w:lvl w:ilvl="0" w:tplc="277053BC">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C10173"/>
    <w:multiLevelType w:val="hybridMultilevel"/>
    <w:tmpl w:val="5EE00C18"/>
    <w:lvl w:ilvl="0" w:tplc="ACD85E2E">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FC45E4"/>
    <w:multiLevelType w:val="hybridMultilevel"/>
    <w:tmpl w:val="0C40747E"/>
    <w:lvl w:ilvl="0" w:tplc="990E1F2A">
      <w:start w:val="1"/>
      <w:numFmt w:val="bullet"/>
      <w:pStyle w:val="CellBUllet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B7419D"/>
    <w:multiLevelType w:val="hybridMultilevel"/>
    <w:tmpl w:val="760E5564"/>
    <w:lvl w:ilvl="0" w:tplc="D9BEFB40">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9152A8"/>
    <w:multiLevelType w:val="hybridMultilevel"/>
    <w:tmpl w:val="4FE2EFF6"/>
    <w:lvl w:ilvl="0" w:tplc="3766A23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01447"/>
    <w:multiLevelType w:val="hybridMultilevel"/>
    <w:tmpl w:val="1FE4D53C"/>
    <w:lvl w:ilvl="0" w:tplc="1CE03932">
      <w:start w:val="1"/>
      <w:numFmt w:val="decimal"/>
      <w:pStyle w:val="Header1"/>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B447C72"/>
    <w:multiLevelType w:val="hybridMultilevel"/>
    <w:tmpl w:val="A31CE05A"/>
    <w:lvl w:ilvl="0" w:tplc="62AE03F2">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2E6710"/>
    <w:multiLevelType w:val="hybridMultilevel"/>
    <w:tmpl w:val="1CA8A20C"/>
    <w:lvl w:ilvl="0" w:tplc="3F2E4C2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31487E"/>
    <w:multiLevelType w:val="hybridMultilevel"/>
    <w:tmpl w:val="67C0AEE8"/>
    <w:lvl w:ilvl="0" w:tplc="01789930">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3C201D"/>
    <w:multiLevelType w:val="hybridMultilevel"/>
    <w:tmpl w:val="4328E064"/>
    <w:lvl w:ilvl="0" w:tplc="5986D5D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2615B"/>
    <w:multiLevelType w:val="hybridMultilevel"/>
    <w:tmpl w:val="895AC2C0"/>
    <w:lvl w:ilvl="0" w:tplc="31A29A72">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5F12DC"/>
    <w:multiLevelType w:val="hybridMultilevel"/>
    <w:tmpl w:val="B468ADDC"/>
    <w:lvl w:ilvl="0" w:tplc="E31E7714">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DA15BE"/>
    <w:multiLevelType w:val="hybridMultilevel"/>
    <w:tmpl w:val="4C0A7962"/>
    <w:lvl w:ilvl="0" w:tplc="55BEEEA0">
      <w:start w:val="1"/>
      <w:numFmt w:val="decimal"/>
      <w:pStyle w:val="TestStep"/>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4DB51A7"/>
    <w:multiLevelType w:val="hybridMultilevel"/>
    <w:tmpl w:val="D6C276D0"/>
    <w:lvl w:ilvl="0" w:tplc="90F6C548">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752B44"/>
    <w:multiLevelType w:val="hybridMultilevel"/>
    <w:tmpl w:val="17381C7C"/>
    <w:lvl w:ilvl="0" w:tplc="D46E200E">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70777B"/>
    <w:multiLevelType w:val="hybridMultilevel"/>
    <w:tmpl w:val="B1267EB6"/>
    <w:lvl w:ilvl="0" w:tplc="02A0FE42">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617627">
    <w:abstractNumId w:val="2"/>
  </w:num>
  <w:num w:numId="2" w16cid:durableId="594094909">
    <w:abstractNumId w:val="1"/>
  </w:num>
  <w:num w:numId="3" w16cid:durableId="1913159651">
    <w:abstractNumId w:val="0"/>
  </w:num>
  <w:num w:numId="4" w16cid:durableId="1247032476">
    <w:abstractNumId w:val="9"/>
  </w:num>
  <w:num w:numId="5" w16cid:durableId="436144016">
    <w:abstractNumId w:val="15"/>
  </w:num>
  <w:num w:numId="6" w16cid:durableId="3213249">
    <w:abstractNumId w:val="24"/>
  </w:num>
  <w:num w:numId="7" w16cid:durableId="1035035184">
    <w:abstractNumId w:val="31"/>
  </w:num>
  <w:num w:numId="8" w16cid:durableId="1206329461">
    <w:abstractNumId w:val="21"/>
  </w:num>
  <w:num w:numId="9" w16cid:durableId="141310380">
    <w:abstractNumId w:val="4"/>
  </w:num>
  <w:num w:numId="10" w16cid:durableId="332804113">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385346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89700988">
    <w:abstractNumId w:val="12"/>
  </w:num>
  <w:num w:numId="13" w16cid:durableId="481771003">
    <w:abstractNumId w:val="3"/>
  </w:num>
  <w:num w:numId="14" w16cid:durableId="2143422617">
    <w:abstractNumId w:val="7"/>
  </w:num>
  <w:num w:numId="15" w16cid:durableId="1116564149">
    <w:abstractNumId w:val="6"/>
  </w:num>
  <w:num w:numId="16" w16cid:durableId="1279529834">
    <w:abstractNumId w:val="23"/>
  </w:num>
  <w:num w:numId="17" w16cid:durableId="1332638299">
    <w:abstractNumId w:val="9"/>
  </w:num>
  <w:num w:numId="18" w16cid:durableId="1581601429">
    <w:abstractNumId w:val="18"/>
  </w:num>
  <w:num w:numId="19" w16cid:durableId="819538934">
    <w:abstractNumId w:val="33"/>
  </w:num>
  <w:num w:numId="20" w16cid:durableId="1923948692">
    <w:abstractNumId w:val="14"/>
  </w:num>
  <w:num w:numId="21" w16cid:durableId="114259014">
    <w:abstractNumId w:val="19"/>
  </w:num>
  <w:num w:numId="22" w16cid:durableId="923343023">
    <w:abstractNumId w:val="5"/>
  </w:num>
  <w:num w:numId="23" w16cid:durableId="368840971">
    <w:abstractNumId w:val="20"/>
  </w:num>
  <w:num w:numId="24" w16cid:durableId="838499591">
    <w:abstractNumId w:val="17"/>
  </w:num>
  <w:num w:numId="25" w16cid:durableId="1336423228">
    <w:abstractNumId w:val="32"/>
  </w:num>
  <w:num w:numId="26" w16cid:durableId="1792674512">
    <w:abstractNumId w:val="10"/>
  </w:num>
  <w:num w:numId="27" w16cid:durableId="1450540677">
    <w:abstractNumId w:val="34"/>
  </w:num>
  <w:num w:numId="28" w16cid:durableId="1504853222">
    <w:abstractNumId w:val="11"/>
  </w:num>
  <w:num w:numId="29" w16cid:durableId="75136526">
    <w:abstractNumId w:val="16"/>
  </w:num>
  <w:num w:numId="30" w16cid:durableId="1723089971">
    <w:abstractNumId w:val="29"/>
  </w:num>
  <w:num w:numId="31" w16cid:durableId="1405032034">
    <w:abstractNumId w:val="30"/>
  </w:num>
  <w:num w:numId="32" w16cid:durableId="1930969169">
    <w:abstractNumId w:val="25"/>
  </w:num>
  <w:num w:numId="33" w16cid:durableId="1679230909">
    <w:abstractNumId w:val="13"/>
  </w:num>
  <w:num w:numId="34" w16cid:durableId="879366319">
    <w:abstractNumId w:val="28"/>
  </w:num>
  <w:num w:numId="35" w16cid:durableId="702050836">
    <w:abstractNumId w:val="27"/>
  </w:num>
  <w:num w:numId="36" w16cid:durableId="1162043269">
    <w:abstractNumId w:val="22"/>
  </w:num>
  <w:num w:numId="37" w16cid:durableId="1119422232">
    <w:abstractNumId w:val="8"/>
  </w:num>
  <w:num w:numId="38" w16cid:durableId="1151485831">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501"/>
    <w:rsid w:val="000003CA"/>
    <w:rsid w:val="00000968"/>
    <w:rsid w:val="0000248A"/>
    <w:rsid w:val="00002940"/>
    <w:rsid w:val="0000328E"/>
    <w:rsid w:val="00003477"/>
    <w:rsid w:val="000046B2"/>
    <w:rsid w:val="00004FEE"/>
    <w:rsid w:val="00006F1C"/>
    <w:rsid w:val="00011192"/>
    <w:rsid w:val="00011589"/>
    <w:rsid w:val="00012C95"/>
    <w:rsid w:val="000173D1"/>
    <w:rsid w:val="0002219D"/>
    <w:rsid w:val="000260F7"/>
    <w:rsid w:val="0002725F"/>
    <w:rsid w:val="00027AE0"/>
    <w:rsid w:val="00027F7C"/>
    <w:rsid w:val="000301CD"/>
    <w:rsid w:val="000336F2"/>
    <w:rsid w:val="00034834"/>
    <w:rsid w:val="00035957"/>
    <w:rsid w:val="00042F71"/>
    <w:rsid w:val="00044251"/>
    <w:rsid w:val="00044D30"/>
    <w:rsid w:val="00050CFC"/>
    <w:rsid w:val="00053B0E"/>
    <w:rsid w:val="00053D92"/>
    <w:rsid w:val="0005579D"/>
    <w:rsid w:val="00057BAA"/>
    <w:rsid w:val="000619B3"/>
    <w:rsid w:val="00064A68"/>
    <w:rsid w:val="000659E6"/>
    <w:rsid w:val="00065C83"/>
    <w:rsid w:val="000662B7"/>
    <w:rsid w:val="00066BBC"/>
    <w:rsid w:val="00066D54"/>
    <w:rsid w:val="00067A26"/>
    <w:rsid w:val="0007039D"/>
    <w:rsid w:val="00070FE8"/>
    <w:rsid w:val="00075DC7"/>
    <w:rsid w:val="000773C5"/>
    <w:rsid w:val="00077A02"/>
    <w:rsid w:val="00080BB7"/>
    <w:rsid w:val="00081F11"/>
    <w:rsid w:val="000820AE"/>
    <w:rsid w:val="00083ACB"/>
    <w:rsid w:val="00084C1C"/>
    <w:rsid w:val="00085815"/>
    <w:rsid w:val="00086F4E"/>
    <w:rsid w:val="0008755B"/>
    <w:rsid w:val="00093D54"/>
    <w:rsid w:val="00095441"/>
    <w:rsid w:val="00095799"/>
    <w:rsid w:val="000A036A"/>
    <w:rsid w:val="000A1C2E"/>
    <w:rsid w:val="000A46B6"/>
    <w:rsid w:val="000A63CA"/>
    <w:rsid w:val="000B0379"/>
    <w:rsid w:val="000B1A0C"/>
    <w:rsid w:val="000B2DE7"/>
    <w:rsid w:val="000B7E28"/>
    <w:rsid w:val="000C1A83"/>
    <w:rsid w:val="000C2D39"/>
    <w:rsid w:val="000C2DED"/>
    <w:rsid w:val="000C3C8A"/>
    <w:rsid w:val="000C4C3F"/>
    <w:rsid w:val="000C7A9D"/>
    <w:rsid w:val="000D0BDD"/>
    <w:rsid w:val="000D17A5"/>
    <w:rsid w:val="000D1CDE"/>
    <w:rsid w:val="000D268B"/>
    <w:rsid w:val="000D2DA1"/>
    <w:rsid w:val="000D2EEA"/>
    <w:rsid w:val="000D38C4"/>
    <w:rsid w:val="000D42AA"/>
    <w:rsid w:val="000D558B"/>
    <w:rsid w:val="000D578D"/>
    <w:rsid w:val="000D5BF5"/>
    <w:rsid w:val="000D5C00"/>
    <w:rsid w:val="000E12B8"/>
    <w:rsid w:val="000E1FB0"/>
    <w:rsid w:val="000E3D0E"/>
    <w:rsid w:val="000E6384"/>
    <w:rsid w:val="000F092C"/>
    <w:rsid w:val="000F1FD5"/>
    <w:rsid w:val="000F5A13"/>
    <w:rsid w:val="0010024F"/>
    <w:rsid w:val="001003EC"/>
    <w:rsid w:val="00100B9B"/>
    <w:rsid w:val="00101CB0"/>
    <w:rsid w:val="001045C4"/>
    <w:rsid w:val="001048EF"/>
    <w:rsid w:val="00105AB9"/>
    <w:rsid w:val="00107691"/>
    <w:rsid w:val="00107D34"/>
    <w:rsid w:val="00111AAF"/>
    <w:rsid w:val="00112118"/>
    <w:rsid w:val="00114F88"/>
    <w:rsid w:val="00116721"/>
    <w:rsid w:val="00117532"/>
    <w:rsid w:val="00121CE8"/>
    <w:rsid w:val="00125BDF"/>
    <w:rsid w:val="001265B3"/>
    <w:rsid w:val="00132E0C"/>
    <w:rsid w:val="00133E6A"/>
    <w:rsid w:val="00137C89"/>
    <w:rsid w:val="001467F7"/>
    <w:rsid w:val="001468ED"/>
    <w:rsid w:val="001471EC"/>
    <w:rsid w:val="001473C3"/>
    <w:rsid w:val="00147B7D"/>
    <w:rsid w:val="00151A49"/>
    <w:rsid w:val="00151B02"/>
    <w:rsid w:val="00151EE1"/>
    <w:rsid w:val="00152518"/>
    <w:rsid w:val="001557BF"/>
    <w:rsid w:val="00157EB6"/>
    <w:rsid w:val="00161A73"/>
    <w:rsid w:val="00163024"/>
    <w:rsid w:val="00170BBB"/>
    <w:rsid w:val="00170EAF"/>
    <w:rsid w:val="00171061"/>
    <w:rsid w:val="00171874"/>
    <w:rsid w:val="00171C2F"/>
    <w:rsid w:val="0017504E"/>
    <w:rsid w:val="00176C58"/>
    <w:rsid w:val="00182AAA"/>
    <w:rsid w:val="00184D14"/>
    <w:rsid w:val="0018579F"/>
    <w:rsid w:val="00185FB4"/>
    <w:rsid w:val="00186FB4"/>
    <w:rsid w:val="00193791"/>
    <w:rsid w:val="001944E3"/>
    <w:rsid w:val="00195131"/>
    <w:rsid w:val="00195EF0"/>
    <w:rsid w:val="00197D4A"/>
    <w:rsid w:val="001A0E0D"/>
    <w:rsid w:val="001A19EE"/>
    <w:rsid w:val="001A275A"/>
    <w:rsid w:val="001A3ADC"/>
    <w:rsid w:val="001A6D75"/>
    <w:rsid w:val="001B1259"/>
    <w:rsid w:val="001B191B"/>
    <w:rsid w:val="001B2552"/>
    <w:rsid w:val="001D278F"/>
    <w:rsid w:val="001D35F0"/>
    <w:rsid w:val="001D4BA1"/>
    <w:rsid w:val="001D4D8B"/>
    <w:rsid w:val="001D4F10"/>
    <w:rsid w:val="001D4F7E"/>
    <w:rsid w:val="001D5B65"/>
    <w:rsid w:val="001E47E9"/>
    <w:rsid w:val="001E58E4"/>
    <w:rsid w:val="001E6D69"/>
    <w:rsid w:val="001F2AE7"/>
    <w:rsid w:val="001F52E9"/>
    <w:rsid w:val="001F6C04"/>
    <w:rsid w:val="001F7C01"/>
    <w:rsid w:val="002001F2"/>
    <w:rsid w:val="00201E57"/>
    <w:rsid w:val="00202DC7"/>
    <w:rsid w:val="0020376A"/>
    <w:rsid w:val="00203AB8"/>
    <w:rsid w:val="0021005F"/>
    <w:rsid w:val="0021160F"/>
    <w:rsid w:val="002122FF"/>
    <w:rsid w:val="00213B50"/>
    <w:rsid w:val="00214BC1"/>
    <w:rsid w:val="002151B5"/>
    <w:rsid w:val="00215B27"/>
    <w:rsid w:val="00216814"/>
    <w:rsid w:val="00221854"/>
    <w:rsid w:val="002263B7"/>
    <w:rsid w:val="00231CB0"/>
    <w:rsid w:val="00232EF9"/>
    <w:rsid w:val="00233501"/>
    <w:rsid w:val="002338E5"/>
    <w:rsid w:val="0023533F"/>
    <w:rsid w:val="00235EED"/>
    <w:rsid w:val="00237BF4"/>
    <w:rsid w:val="0024299F"/>
    <w:rsid w:val="00244D14"/>
    <w:rsid w:val="00246B76"/>
    <w:rsid w:val="00247984"/>
    <w:rsid w:val="0025171B"/>
    <w:rsid w:val="00251977"/>
    <w:rsid w:val="002524AA"/>
    <w:rsid w:val="00252719"/>
    <w:rsid w:val="00254786"/>
    <w:rsid w:val="002550C8"/>
    <w:rsid w:val="00255932"/>
    <w:rsid w:val="00255F62"/>
    <w:rsid w:val="002565F2"/>
    <w:rsid w:val="002642CB"/>
    <w:rsid w:val="0026446D"/>
    <w:rsid w:val="002657A4"/>
    <w:rsid w:val="00266812"/>
    <w:rsid w:val="00266DBA"/>
    <w:rsid w:val="0026748B"/>
    <w:rsid w:val="00270E07"/>
    <w:rsid w:val="0027157B"/>
    <w:rsid w:val="00274ADD"/>
    <w:rsid w:val="00274D63"/>
    <w:rsid w:val="00276246"/>
    <w:rsid w:val="00276737"/>
    <w:rsid w:val="0028196E"/>
    <w:rsid w:val="002849B8"/>
    <w:rsid w:val="00284B67"/>
    <w:rsid w:val="00285E9C"/>
    <w:rsid w:val="0028727B"/>
    <w:rsid w:val="00290B75"/>
    <w:rsid w:val="00291266"/>
    <w:rsid w:val="0029298B"/>
    <w:rsid w:val="002946D3"/>
    <w:rsid w:val="002969C6"/>
    <w:rsid w:val="002971A1"/>
    <w:rsid w:val="00297327"/>
    <w:rsid w:val="002A5F57"/>
    <w:rsid w:val="002A7E88"/>
    <w:rsid w:val="002B0E79"/>
    <w:rsid w:val="002B5319"/>
    <w:rsid w:val="002B5BDD"/>
    <w:rsid w:val="002C0386"/>
    <w:rsid w:val="002C0E2B"/>
    <w:rsid w:val="002C109A"/>
    <w:rsid w:val="002C423C"/>
    <w:rsid w:val="002C4ED2"/>
    <w:rsid w:val="002C6B86"/>
    <w:rsid w:val="002D1281"/>
    <w:rsid w:val="002D18E8"/>
    <w:rsid w:val="002D2679"/>
    <w:rsid w:val="002D4726"/>
    <w:rsid w:val="002D5CAB"/>
    <w:rsid w:val="002D7944"/>
    <w:rsid w:val="002E21E6"/>
    <w:rsid w:val="002E2486"/>
    <w:rsid w:val="002E252D"/>
    <w:rsid w:val="002E4106"/>
    <w:rsid w:val="002E5097"/>
    <w:rsid w:val="002E63DF"/>
    <w:rsid w:val="002F0E26"/>
    <w:rsid w:val="002F2FA6"/>
    <w:rsid w:val="00303F07"/>
    <w:rsid w:val="0030517B"/>
    <w:rsid w:val="003055DF"/>
    <w:rsid w:val="003074D2"/>
    <w:rsid w:val="003118BA"/>
    <w:rsid w:val="003119AD"/>
    <w:rsid w:val="00311EA8"/>
    <w:rsid w:val="00315130"/>
    <w:rsid w:val="00317EFA"/>
    <w:rsid w:val="003216AB"/>
    <w:rsid w:val="00323EFB"/>
    <w:rsid w:val="00327710"/>
    <w:rsid w:val="003277EA"/>
    <w:rsid w:val="00327937"/>
    <w:rsid w:val="00327BE5"/>
    <w:rsid w:val="00327FD3"/>
    <w:rsid w:val="003356B3"/>
    <w:rsid w:val="003365D9"/>
    <w:rsid w:val="0033680F"/>
    <w:rsid w:val="00336876"/>
    <w:rsid w:val="003405AE"/>
    <w:rsid w:val="003409AA"/>
    <w:rsid w:val="00340CAC"/>
    <w:rsid w:val="00342DD9"/>
    <w:rsid w:val="0034350B"/>
    <w:rsid w:val="00344DEC"/>
    <w:rsid w:val="00344E8D"/>
    <w:rsid w:val="003463CF"/>
    <w:rsid w:val="00350809"/>
    <w:rsid w:val="00351895"/>
    <w:rsid w:val="00354C1C"/>
    <w:rsid w:val="00357E62"/>
    <w:rsid w:val="00363BBE"/>
    <w:rsid w:val="00364D1B"/>
    <w:rsid w:val="003703F8"/>
    <w:rsid w:val="003722D8"/>
    <w:rsid w:val="00380CC4"/>
    <w:rsid w:val="00380F8E"/>
    <w:rsid w:val="003826F2"/>
    <w:rsid w:val="003835A9"/>
    <w:rsid w:val="003842BC"/>
    <w:rsid w:val="003900CA"/>
    <w:rsid w:val="003904FE"/>
    <w:rsid w:val="00394583"/>
    <w:rsid w:val="003955E2"/>
    <w:rsid w:val="00395A4B"/>
    <w:rsid w:val="0039724D"/>
    <w:rsid w:val="0039765C"/>
    <w:rsid w:val="003A08D8"/>
    <w:rsid w:val="003A1CD5"/>
    <w:rsid w:val="003A30E7"/>
    <w:rsid w:val="003A46DF"/>
    <w:rsid w:val="003A474D"/>
    <w:rsid w:val="003A5718"/>
    <w:rsid w:val="003B0109"/>
    <w:rsid w:val="003B5CF3"/>
    <w:rsid w:val="003C140E"/>
    <w:rsid w:val="003C1D03"/>
    <w:rsid w:val="003C4FC0"/>
    <w:rsid w:val="003C5775"/>
    <w:rsid w:val="003D1F9A"/>
    <w:rsid w:val="003D236F"/>
    <w:rsid w:val="003D3209"/>
    <w:rsid w:val="003D37AF"/>
    <w:rsid w:val="003D67C1"/>
    <w:rsid w:val="003E0A94"/>
    <w:rsid w:val="003E3A78"/>
    <w:rsid w:val="003E3E3D"/>
    <w:rsid w:val="003F030B"/>
    <w:rsid w:val="003F589B"/>
    <w:rsid w:val="00400748"/>
    <w:rsid w:val="00401C4A"/>
    <w:rsid w:val="00401DAA"/>
    <w:rsid w:val="004028B4"/>
    <w:rsid w:val="0040385D"/>
    <w:rsid w:val="00405B19"/>
    <w:rsid w:val="004066A2"/>
    <w:rsid w:val="00406D55"/>
    <w:rsid w:val="004072E5"/>
    <w:rsid w:val="00407B64"/>
    <w:rsid w:val="004114D6"/>
    <w:rsid w:val="00413662"/>
    <w:rsid w:val="00414AE4"/>
    <w:rsid w:val="00417058"/>
    <w:rsid w:val="00417CDD"/>
    <w:rsid w:val="00420765"/>
    <w:rsid w:val="0042582C"/>
    <w:rsid w:val="004267A4"/>
    <w:rsid w:val="00426BD9"/>
    <w:rsid w:val="004306A7"/>
    <w:rsid w:val="00433DCC"/>
    <w:rsid w:val="00434DF3"/>
    <w:rsid w:val="00434FB7"/>
    <w:rsid w:val="004364E9"/>
    <w:rsid w:val="00436BB6"/>
    <w:rsid w:val="00437B8D"/>
    <w:rsid w:val="00440935"/>
    <w:rsid w:val="00440BEF"/>
    <w:rsid w:val="004410E4"/>
    <w:rsid w:val="00441CC5"/>
    <w:rsid w:val="00444D63"/>
    <w:rsid w:val="0044590A"/>
    <w:rsid w:val="00445FC8"/>
    <w:rsid w:val="00446F7B"/>
    <w:rsid w:val="004518AB"/>
    <w:rsid w:val="00452357"/>
    <w:rsid w:val="004532CE"/>
    <w:rsid w:val="00455AC1"/>
    <w:rsid w:val="0045684F"/>
    <w:rsid w:val="004573CC"/>
    <w:rsid w:val="004613D2"/>
    <w:rsid w:val="0046178E"/>
    <w:rsid w:val="00465B56"/>
    <w:rsid w:val="0047242B"/>
    <w:rsid w:val="00472C30"/>
    <w:rsid w:val="0047312C"/>
    <w:rsid w:val="00473344"/>
    <w:rsid w:val="00481E96"/>
    <w:rsid w:val="004829CF"/>
    <w:rsid w:val="00482DFA"/>
    <w:rsid w:val="004832C2"/>
    <w:rsid w:val="00484159"/>
    <w:rsid w:val="0048755E"/>
    <w:rsid w:val="00490170"/>
    <w:rsid w:val="004908F5"/>
    <w:rsid w:val="00492D24"/>
    <w:rsid w:val="00493C8C"/>
    <w:rsid w:val="00497877"/>
    <w:rsid w:val="004A08E2"/>
    <w:rsid w:val="004A2709"/>
    <w:rsid w:val="004A276C"/>
    <w:rsid w:val="004A4598"/>
    <w:rsid w:val="004A564F"/>
    <w:rsid w:val="004B08C0"/>
    <w:rsid w:val="004B0E7B"/>
    <w:rsid w:val="004B11FF"/>
    <w:rsid w:val="004B2E1E"/>
    <w:rsid w:val="004B3A6B"/>
    <w:rsid w:val="004B4319"/>
    <w:rsid w:val="004B4CDB"/>
    <w:rsid w:val="004B7054"/>
    <w:rsid w:val="004B73D6"/>
    <w:rsid w:val="004C00C7"/>
    <w:rsid w:val="004C318A"/>
    <w:rsid w:val="004C510F"/>
    <w:rsid w:val="004C5EA6"/>
    <w:rsid w:val="004C757D"/>
    <w:rsid w:val="004D0E06"/>
    <w:rsid w:val="004D2D7E"/>
    <w:rsid w:val="004D6344"/>
    <w:rsid w:val="004E4ADD"/>
    <w:rsid w:val="004F0E3B"/>
    <w:rsid w:val="004F2D21"/>
    <w:rsid w:val="004F4376"/>
    <w:rsid w:val="004F6852"/>
    <w:rsid w:val="00501784"/>
    <w:rsid w:val="00501D19"/>
    <w:rsid w:val="005021D1"/>
    <w:rsid w:val="00502B38"/>
    <w:rsid w:val="00507176"/>
    <w:rsid w:val="00510417"/>
    <w:rsid w:val="00510482"/>
    <w:rsid w:val="00510D6A"/>
    <w:rsid w:val="00512C09"/>
    <w:rsid w:val="00512CB8"/>
    <w:rsid w:val="00516F07"/>
    <w:rsid w:val="00520A51"/>
    <w:rsid w:val="00522A79"/>
    <w:rsid w:val="005246F1"/>
    <w:rsid w:val="005253EA"/>
    <w:rsid w:val="00525D1D"/>
    <w:rsid w:val="00526151"/>
    <w:rsid w:val="00526A1A"/>
    <w:rsid w:val="00526FEE"/>
    <w:rsid w:val="0053003C"/>
    <w:rsid w:val="00533FD5"/>
    <w:rsid w:val="00536453"/>
    <w:rsid w:val="00537A69"/>
    <w:rsid w:val="00540D09"/>
    <w:rsid w:val="005444EF"/>
    <w:rsid w:val="0055049E"/>
    <w:rsid w:val="00552F6A"/>
    <w:rsid w:val="00555D58"/>
    <w:rsid w:val="00556164"/>
    <w:rsid w:val="005573D3"/>
    <w:rsid w:val="0056012F"/>
    <w:rsid w:val="00560F82"/>
    <w:rsid w:val="00561366"/>
    <w:rsid w:val="00562774"/>
    <w:rsid w:val="00573BDA"/>
    <w:rsid w:val="00574D46"/>
    <w:rsid w:val="0057578B"/>
    <w:rsid w:val="005757D7"/>
    <w:rsid w:val="00577F2D"/>
    <w:rsid w:val="00581C15"/>
    <w:rsid w:val="00582D01"/>
    <w:rsid w:val="00582E71"/>
    <w:rsid w:val="00584E0E"/>
    <w:rsid w:val="005867A0"/>
    <w:rsid w:val="005906BF"/>
    <w:rsid w:val="00591187"/>
    <w:rsid w:val="00592E5C"/>
    <w:rsid w:val="0059418A"/>
    <w:rsid w:val="00594481"/>
    <w:rsid w:val="00596911"/>
    <w:rsid w:val="005A339E"/>
    <w:rsid w:val="005B0994"/>
    <w:rsid w:val="005B55D2"/>
    <w:rsid w:val="005B6417"/>
    <w:rsid w:val="005B6AC8"/>
    <w:rsid w:val="005B72AB"/>
    <w:rsid w:val="005C18FC"/>
    <w:rsid w:val="005C27D6"/>
    <w:rsid w:val="005C5DF0"/>
    <w:rsid w:val="005C5E6C"/>
    <w:rsid w:val="005C7BFF"/>
    <w:rsid w:val="005D0E7A"/>
    <w:rsid w:val="005D1D42"/>
    <w:rsid w:val="005D3770"/>
    <w:rsid w:val="005D401C"/>
    <w:rsid w:val="005D5CB2"/>
    <w:rsid w:val="005D60A9"/>
    <w:rsid w:val="005D674B"/>
    <w:rsid w:val="005E14E3"/>
    <w:rsid w:val="005E3930"/>
    <w:rsid w:val="005E4DBC"/>
    <w:rsid w:val="005E7625"/>
    <w:rsid w:val="005F1F52"/>
    <w:rsid w:val="005F27A9"/>
    <w:rsid w:val="005F2E64"/>
    <w:rsid w:val="005F3D92"/>
    <w:rsid w:val="006015C5"/>
    <w:rsid w:val="00602145"/>
    <w:rsid w:val="00602EC4"/>
    <w:rsid w:val="006036BB"/>
    <w:rsid w:val="006070A0"/>
    <w:rsid w:val="006074FC"/>
    <w:rsid w:val="00616168"/>
    <w:rsid w:val="00622C39"/>
    <w:rsid w:val="00625559"/>
    <w:rsid w:val="00627F4F"/>
    <w:rsid w:val="0063076E"/>
    <w:rsid w:val="00630B35"/>
    <w:rsid w:val="00632463"/>
    <w:rsid w:val="0063300C"/>
    <w:rsid w:val="00634601"/>
    <w:rsid w:val="0063686B"/>
    <w:rsid w:val="006412A8"/>
    <w:rsid w:val="00641E09"/>
    <w:rsid w:val="0064485D"/>
    <w:rsid w:val="00645312"/>
    <w:rsid w:val="00650BA1"/>
    <w:rsid w:val="0065227D"/>
    <w:rsid w:val="00655882"/>
    <w:rsid w:val="00662390"/>
    <w:rsid w:val="006628FF"/>
    <w:rsid w:val="00662907"/>
    <w:rsid w:val="00663090"/>
    <w:rsid w:val="006646AD"/>
    <w:rsid w:val="006670AC"/>
    <w:rsid w:val="0066783C"/>
    <w:rsid w:val="00671465"/>
    <w:rsid w:val="00672A3B"/>
    <w:rsid w:val="006744E4"/>
    <w:rsid w:val="00675EFD"/>
    <w:rsid w:val="00675F71"/>
    <w:rsid w:val="00680246"/>
    <w:rsid w:val="00681DDE"/>
    <w:rsid w:val="006855C3"/>
    <w:rsid w:val="006908C8"/>
    <w:rsid w:val="006963E8"/>
    <w:rsid w:val="00696DB4"/>
    <w:rsid w:val="006A0DBB"/>
    <w:rsid w:val="006A1EE2"/>
    <w:rsid w:val="006A5249"/>
    <w:rsid w:val="006A5531"/>
    <w:rsid w:val="006A5B1F"/>
    <w:rsid w:val="006A7BE3"/>
    <w:rsid w:val="006B161E"/>
    <w:rsid w:val="006B1DBB"/>
    <w:rsid w:val="006B45B8"/>
    <w:rsid w:val="006B48B1"/>
    <w:rsid w:val="006B5567"/>
    <w:rsid w:val="006B592F"/>
    <w:rsid w:val="006B5C8A"/>
    <w:rsid w:val="006B5CA0"/>
    <w:rsid w:val="006B6A26"/>
    <w:rsid w:val="006C37A4"/>
    <w:rsid w:val="006C5321"/>
    <w:rsid w:val="006C59BE"/>
    <w:rsid w:val="006C59D6"/>
    <w:rsid w:val="006C783F"/>
    <w:rsid w:val="006C79B2"/>
    <w:rsid w:val="006D5120"/>
    <w:rsid w:val="006D5F1D"/>
    <w:rsid w:val="006E31AE"/>
    <w:rsid w:val="006E68E1"/>
    <w:rsid w:val="006E7BBF"/>
    <w:rsid w:val="006F1FE2"/>
    <w:rsid w:val="006F2340"/>
    <w:rsid w:val="006F2347"/>
    <w:rsid w:val="006F3587"/>
    <w:rsid w:val="006F49C8"/>
    <w:rsid w:val="00700496"/>
    <w:rsid w:val="00700915"/>
    <w:rsid w:val="00710AD5"/>
    <w:rsid w:val="00714638"/>
    <w:rsid w:val="00717487"/>
    <w:rsid w:val="00717684"/>
    <w:rsid w:val="007206E8"/>
    <w:rsid w:val="0072325E"/>
    <w:rsid w:val="00723DA5"/>
    <w:rsid w:val="007269C4"/>
    <w:rsid w:val="0073023F"/>
    <w:rsid w:val="00730384"/>
    <w:rsid w:val="00730A4B"/>
    <w:rsid w:val="00735508"/>
    <w:rsid w:val="00740BD1"/>
    <w:rsid w:val="0074397B"/>
    <w:rsid w:val="00743DB2"/>
    <w:rsid w:val="00744CC1"/>
    <w:rsid w:val="00744F12"/>
    <w:rsid w:val="0075265D"/>
    <w:rsid w:val="00753DF0"/>
    <w:rsid w:val="0076171C"/>
    <w:rsid w:val="007621E5"/>
    <w:rsid w:val="00765635"/>
    <w:rsid w:val="00766A68"/>
    <w:rsid w:val="00767277"/>
    <w:rsid w:val="0077000F"/>
    <w:rsid w:val="00770D97"/>
    <w:rsid w:val="007710EB"/>
    <w:rsid w:val="007714D4"/>
    <w:rsid w:val="00771540"/>
    <w:rsid w:val="00771667"/>
    <w:rsid w:val="00771E56"/>
    <w:rsid w:val="00773234"/>
    <w:rsid w:val="00775D45"/>
    <w:rsid w:val="0077620F"/>
    <w:rsid w:val="007767E9"/>
    <w:rsid w:val="007770DF"/>
    <w:rsid w:val="00777728"/>
    <w:rsid w:val="00777A6B"/>
    <w:rsid w:val="00781B40"/>
    <w:rsid w:val="00784523"/>
    <w:rsid w:val="00785A44"/>
    <w:rsid w:val="00793F20"/>
    <w:rsid w:val="00796422"/>
    <w:rsid w:val="007A0073"/>
    <w:rsid w:val="007A0587"/>
    <w:rsid w:val="007A081C"/>
    <w:rsid w:val="007A1DDC"/>
    <w:rsid w:val="007A32FB"/>
    <w:rsid w:val="007A5DFF"/>
    <w:rsid w:val="007A6462"/>
    <w:rsid w:val="007A776D"/>
    <w:rsid w:val="007A780A"/>
    <w:rsid w:val="007B23DA"/>
    <w:rsid w:val="007B531D"/>
    <w:rsid w:val="007B5D9A"/>
    <w:rsid w:val="007C10DB"/>
    <w:rsid w:val="007C1A00"/>
    <w:rsid w:val="007C34B9"/>
    <w:rsid w:val="007C6FC1"/>
    <w:rsid w:val="007D6AC1"/>
    <w:rsid w:val="007D6F57"/>
    <w:rsid w:val="007E3F41"/>
    <w:rsid w:val="007E6F9C"/>
    <w:rsid w:val="007F0182"/>
    <w:rsid w:val="007F4641"/>
    <w:rsid w:val="00801148"/>
    <w:rsid w:val="0080237F"/>
    <w:rsid w:val="00805441"/>
    <w:rsid w:val="008127B9"/>
    <w:rsid w:val="008139F5"/>
    <w:rsid w:val="00814048"/>
    <w:rsid w:val="008156C6"/>
    <w:rsid w:val="00815A26"/>
    <w:rsid w:val="00815EC4"/>
    <w:rsid w:val="008160EF"/>
    <w:rsid w:val="008163E4"/>
    <w:rsid w:val="00817904"/>
    <w:rsid w:val="008203C0"/>
    <w:rsid w:val="00820550"/>
    <w:rsid w:val="00820820"/>
    <w:rsid w:val="00821B5F"/>
    <w:rsid w:val="0082225D"/>
    <w:rsid w:val="008231B2"/>
    <w:rsid w:val="008239F1"/>
    <w:rsid w:val="00824811"/>
    <w:rsid w:val="0082482B"/>
    <w:rsid w:val="00830BD5"/>
    <w:rsid w:val="00830E9F"/>
    <w:rsid w:val="00831BFF"/>
    <w:rsid w:val="0083431D"/>
    <w:rsid w:val="008353C1"/>
    <w:rsid w:val="0083660B"/>
    <w:rsid w:val="00840763"/>
    <w:rsid w:val="008409B7"/>
    <w:rsid w:val="008431FB"/>
    <w:rsid w:val="0084354F"/>
    <w:rsid w:val="00844E4A"/>
    <w:rsid w:val="00845D98"/>
    <w:rsid w:val="00850CCA"/>
    <w:rsid w:val="00851ECE"/>
    <w:rsid w:val="00852890"/>
    <w:rsid w:val="00852D3B"/>
    <w:rsid w:val="00855B38"/>
    <w:rsid w:val="00861456"/>
    <w:rsid w:val="0086273C"/>
    <w:rsid w:val="00864986"/>
    <w:rsid w:val="008658DB"/>
    <w:rsid w:val="008677B7"/>
    <w:rsid w:val="00874030"/>
    <w:rsid w:val="00876C53"/>
    <w:rsid w:val="008778A1"/>
    <w:rsid w:val="00877955"/>
    <w:rsid w:val="00877B9E"/>
    <w:rsid w:val="00881297"/>
    <w:rsid w:val="00881A4F"/>
    <w:rsid w:val="00881CEA"/>
    <w:rsid w:val="0088297D"/>
    <w:rsid w:val="0088380A"/>
    <w:rsid w:val="0088505B"/>
    <w:rsid w:val="008851FE"/>
    <w:rsid w:val="00885574"/>
    <w:rsid w:val="00886743"/>
    <w:rsid w:val="00893C2A"/>
    <w:rsid w:val="0089703B"/>
    <w:rsid w:val="008A5CB3"/>
    <w:rsid w:val="008A5F24"/>
    <w:rsid w:val="008A6463"/>
    <w:rsid w:val="008B2313"/>
    <w:rsid w:val="008B2871"/>
    <w:rsid w:val="008B29D2"/>
    <w:rsid w:val="008B342C"/>
    <w:rsid w:val="008B3F2E"/>
    <w:rsid w:val="008B5836"/>
    <w:rsid w:val="008B5C15"/>
    <w:rsid w:val="008B7AB6"/>
    <w:rsid w:val="008C024F"/>
    <w:rsid w:val="008C216D"/>
    <w:rsid w:val="008C3B1C"/>
    <w:rsid w:val="008C6EB2"/>
    <w:rsid w:val="008C7508"/>
    <w:rsid w:val="008C7612"/>
    <w:rsid w:val="008D02DB"/>
    <w:rsid w:val="008D1FB6"/>
    <w:rsid w:val="008D2223"/>
    <w:rsid w:val="008D3ED0"/>
    <w:rsid w:val="008D4B21"/>
    <w:rsid w:val="008D6A96"/>
    <w:rsid w:val="008E2CE6"/>
    <w:rsid w:val="008E62D3"/>
    <w:rsid w:val="008E748C"/>
    <w:rsid w:val="008E76F9"/>
    <w:rsid w:val="008F0C15"/>
    <w:rsid w:val="008F2187"/>
    <w:rsid w:val="008F378D"/>
    <w:rsid w:val="008F390E"/>
    <w:rsid w:val="008F41AF"/>
    <w:rsid w:val="008F6A44"/>
    <w:rsid w:val="00900772"/>
    <w:rsid w:val="00900BC3"/>
    <w:rsid w:val="00901088"/>
    <w:rsid w:val="0090186C"/>
    <w:rsid w:val="009019A5"/>
    <w:rsid w:val="00902C02"/>
    <w:rsid w:val="00905AD4"/>
    <w:rsid w:val="00910F16"/>
    <w:rsid w:val="00912855"/>
    <w:rsid w:val="0091689C"/>
    <w:rsid w:val="00920B31"/>
    <w:rsid w:val="00924D5F"/>
    <w:rsid w:val="009269C4"/>
    <w:rsid w:val="0093012C"/>
    <w:rsid w:val="009335A9"/>
    <w:rsid w:val="009353EF"/>
    <w:rsid w:val="00936575"/>
    <w:rsid w:val="00940B33"/>
    <w:rsid w:val="00942773"/>
    <w:rsid w:val="00943E62"/>
    <w:rsid w:val="00944426"/>
    <w:rsid w:val="00950358"/>
    <w:rsid w:val="00955581"/>
    <w:rsid w:val="009556F8"/>
    <w:rsid w:val="0095712F"/>
    <w:rsid w:val="009579D7"/>
    <w:rsid w:val="0096167E"/>
    <w:rsid w:val="00962301"/>
    <w:rsid w:val="0096290B"/>
    <w:rsid w:val="00962B3C"/>
    <w:rsid w:val="00965971"/>
    <w:rsid w:val="009713B9"/>
    <w:rsid w:val="00973481"/>
    <w:rsid w:val="0098186A"/>
    <w:rsid w:val="00982F4D"/>
    <w:rsid w:val="009849D8"/>
    <w:rsid w:val="0099029E"/>
    <w:rsid w:val="00990CAC"/>
    <w:rsid w:val="00991006"/>
    <w:rsid w:val="009927B2"/>
    <w:rsid w:val="00992874"/>
    <w:rsid w:val="009972B3"/>
    <w:rsid w:val="00997D2D"/>
    <w:rsid w:val="009A0C32"/>
    <w:rsid w:val="009A1BA7"/>
    <w:rsid w:val="009A2AA0"/>
    <w:rsid w:val="009A2F59"/>
    <w:rsid w:val="009A3CB9"/>
    <w:rsid w:val="009A3CFC"/>
    <w:rsid w:val="009A6527"/>
    <w:rsid w:val="009A77D0"/>
    <w:rsid w:val="009B2195"/>
    <w:rsid w:val="009B34CB"/>
    <w:rsid w:val="009B3924"/>
    <w:rsid w:val="009C1561"/>
    <w:rsid w:val="009C5115"/>
    <w:rsid w:val="009C6062"/>
    <w:rsid w:val="009C6406"/>
    <w:rsid w:val="009C73CB"/>
    <w:rsid w:val="009C78C7"/>
    <w:rsid w:val="009C7C96"/>
    <w:rsid w:val="009D1EC4"/>
    <w:rsid w:val="009D45DD"/>
    <w:rsid w:val="009D47E6"/>
    <w:rsid w:val="009D48CB"/>
    <w:rsid w:val="009D5A60"/>
    <w:rsid w:val="009D7D22"/>
    <w:rsid w:val="009E2609"/>
    <w:rsid w:val="009E6CD9"/>
    <w:rsid w:val="009F1B30"/>
    <w:rsid w:val="009F2C28"/>
    <w:rsid w:val="009F44FD"/>
    <w:rsid w:val="009F52D4"/>
    <w:rsid w:val="009F5489"/>
    <w:rsid w:val="009F557C"/>
    <w:rsid w:val="00A00019"/>
    <w:rsid w:val="00A007ED"/>
    <w:rsid w:val="00A01A09"/>
    <w:rsid w:val="00A02E43"/>
    <w:rsid w:val="00A03931"/>
    <w:rsid w:val="00A0481B"/>
    <w:rsid w:val="00A0682C"/>
    <w:rsid w:val="00A1028E"/>
    <w:rsid w:val="00A10841"/>
    <w:rsid w:val="00A108AC"/>
    <w:rsid w:val="00A13EF2"/>
    <w:rsid w:val="00A14806"/>
    <w:rsid w:val="00A14A2E"/>
    <w:rsid w:val="00A21D95"/>
    <w:rsid w:val="00A2323A"/>
    <w:rsid w:val="00A25595"/>
    <w:rsid w:val="00A25604"/>
    <w:rsid w:val="00A268AA"/>
    <w:rsid w:val="00A2710D"/>
    <w:rsid w:val="00A273EB"/>
    <w:rsid w:val="00A304C5"/>
    <w:rsid w:val="00A3290C"/>
    <w:rsid w:val="00A33C23"/>
    <w:rsid w:val="00A35E9A"/>
    <w:rsid w:val="00A361FA"/>
    <w:rsid w:val="00A3668B"/>
    <w:rsid w:val="00A4072B"/>
    <w:rsid w:val="00A407A8"/>
    <w:rsid w:val="00A4133E"/>
    <w:rsid w:val="00A46220"/>
    <w:rsid w:val="00A5121B"/>
    <w:rsid w:val="00A512E0"/>
    <w:rsid w:val="00A5230C"/>
    <w:rsid w:val="00A57B66"/>
    <w:rsid w:val="00A6289B"/>
    <w:rsid w:val="00A6516B"/>
    <w:rsid w:val="00A65957"/>
    <w:rsid w:val="00A66266"/>
    <w:rsid w:val="00A66A07"/>
    <w:rsid w:val="00A70E87"/>
    <w:rsid w:val="00A70FCF"/>
    <w:rsid w:val="00A7174C"/>
    <w:rsid w:val="00A7272C"/>
    <w:rsid w:val="00A752F1"/>
    <w:rsid w:val="00A75DA3"/>
    <w:rsid w:val="00A7700E"/>
    <w:rsid w:val="00A95340"/>
    <w:rsid w:val="00AA3FF0"/>
    <w:rsid w:val="00AA4F60"/>
    <w:rsid w:val="00AA65F7"/>
    <w:rsid w:val="00AA7882"/>
    <w:rsid w:val="00AB16D7"/>
    <w:rsid w:val="00AB3BF6"/>
    <w:rsid w:val="00AB3DF5"/>
    <w:rsid w:val="00AB721E"/>
    <w:rsid w:val="00AB7731"/>
    <w:rsid w:val="00AC0AF4"/>
    <w:rsid w:val="00AC103C"/>
    <w:rsid w:val="00AC32C9"/>
    <w:rsid w:val="00AC334B"/>
    <w:rsid w:val="00AC59E6"/>
    <w:rsid w:val="00AC6728"/>
    <w:rsid w:val="00AC727B"/>
    <w:rsid w:val="00AC745C"/>
    <w:rsid w:val="00AD23F7"/>
    <w:rsid w:val="00AD3972"/>
    <w:rsid w:val="00AD4485"/>
    <w:rsid w:val="00AD4AB8"/>
    <w:rsid w:val="00AD4BD3"/>
    <w:rsid w:val="00AD6AA8"/>
    <w:rsid w:val="00AD71D0"/>
    <w:rsid w:val="00AE0F82"/>
    <w:rsid w:val="00AE1F50"/>
    <w:rsid w:val="00AE44E0"/>
    <w:rsid w:val="00AF5044"/>
    <w:rsid w:val="00AF57B9"/>
    <w:rsid w:val="00AF6FE5"/>
    <w:rsid w:val="00B0049F"/>
    <w:rsid w:val="00B03E50"/>
    <w:rsid w:val="00B0415C"/>
    <w:rsid w:val="00B04336"/>
    <w:rsid w:val="00B05E79"/>
    <w:rsid w:val="00B107D9"/>
    <w:rsid w:val="00B137A9"/>
    <w:rsid w:val="00B14368"/>
    <w:rsid w:val="00B155D7"/>
    <w:rsid w:val="00B2207F"/>
    <w:rsid w:val="00B2244F"/>
    <w:rsid w:val="00B224E9"/>
    <w:rsid w:val="00B22733"/>
    <w:rsid w:val="00B27964"/>
    <w:rsid w:val="00B27D19"/>
    <w:rsid w:val="00B30132"/>
    <w:rsid w:val="00B3209C"/>
    <w:rsid w:val="00B400A6"/>
    <w:rsid w:val="00B406A2"/>
    <w:rsid w:val="00B43FED"/>
    <w:rsid w:val="00B453A5"/>
    <w:rsid w:val="00B50845"/>
    <w:rsid w:val="00B518F9"/>
    <w:rsid w:val="00B6161F"/>
    <w:rsid w:val="00B61E29"/>
    <w:rsid w:val="00B7015B"/>
    <w:rsid w:val="00B73463"/>
    <w:rsid w:val="00B75F71"/>
    <w:rsid w:val="00B76EF8"/>
    <w:rsid w:val="00B80E5D"/>
    <w:rsid w:val="00B869D6"/>
    <w:rsid w:val="00B86B4C"/>
    <w:rsid w:val="00B90A88"/>
    <w:rsid w:val="00B93629"/>
    <w:rsid w:val="00B9484C"/>
    <w:rsid w:val="00B94CCB"/>
    <w:rsid w:val="00B96586"/>
    <w:rsid w:val="00B97A30"/>
    <w:rsid w:val="00BA11A0"/>
    <w:rsid w:val="00BA20E6"/>
    <w:rsid w:val="00BA3268"/>
    <w:rsid w:val="00BA3C3D"/>
    <w:rsid w:val="00BA55A6"/>
    <w:rsid w:val="00BA7565"/>
    <w:rsid w:val="00BB154C"/>
    <w:rsid w:val="00BC1006"/>
    <w:rsid w:val="00BC1431"/>
    <w:rsid w:val="00BC1DDA"/>
    <w:rsid w:val="00BC4493"/>
    <w:rsid w:val="00BC4535"/>
    <w:rsid w:val="00BC64C4"/>
    <w:rsid w:val="00BD3E1B"/>
    <w:rsid w:val="00BD4BCF"/>
    <w:rsid w:val="00BD5763"/>
    <w:rsid w:val="00BE2E97"/>
    <w:rsid w:val="00BE2F3D"/>
    <w:rsid w:val="00BE423E"/>
    <w:rsid w:val="00BE4588"/>
    <w:rsid w:val="00BE698E"/>
    <w:rsid w:val="00BE72D4"/>
    <w:rsid w:val="00BF1DE7"/>
    <w:rsid w:val="00BF31A2"/>
    <w:rsid w:val="00BF381B"/>
    <w:rsid w:val="00BF69D1"/>
    <w:rsid w:val="00C003EE"/>
    <w:rsid w:val="00C0052A"/>
    <w:rsid w:val="00C04EBA"/>
    <w:rsid w:val="00C05141"/>
    <w:rsid w:val="00C05E41"/>
    <w:rsid w:val="00C06367"/>
    <w:rsid w:val="00C06382"/>
    <w:rsid w:val="00C06F8E"/>
    <w:rsid w:val="00C1039F"/>
    <w:rsid w:val="00C14337"/>
    <w:rsid w:val="00C148EE"/>
    <w:rsid w:val="00C16980"/>
    <w:rsid w:val="00C177EF"/>
    <w:rsid w:val="00C21320"/>
    <w:rsid w:val="00C23012"/>
    <w:rsid w:val="00C24458"/>
    <w:rsid w:val="00C24ED5"/>
    <w:rsid w:val="00C25C4A"/>
    <w:rsid w:val="00C2743F"/>
    <w:rsid w:val="00C27B9A"/>
    <w:rsid w:val="00C30C40"/>
    <w:rsid w:val="00C310D9"/>
    <w:rsid w:val="00C32965"/>
    <w:rsid w:val="00C354F3"/>
    <w:rsid w:val="00C355EE"/>
    <w:rsid w:val="00C35E6C"/>
    <w:rsid w:val="00C377D9"/>
    <w:rsid w:val="00C37939"/>
    <w:rsid w:val="00C41338"/>
    <w:rsid w:val="00C46430"/>
    <w:rsid w:val="00C5277E"/>
    <w:rsid w:val="00C54A93"/>
    <w:rsid w:val="00C563BE"/>
    <w:rsid w:val="00C5668F"/>
    <w:rsid w:val="00C6150B"/>
    <w:rsid w:val="00C631AF"/>
    <w:rsid w:val="00C63797"/>
    <w:rsid w:val="00C70776"/>
    <w:rsid w:val="00C70F6F"/>
    <w:rsid w:val="00C71355"/>
    <w:rsid w:val="00C72CDD"/>
    <w:rsid w:val="00C80332"/>
    <w:rsid w:val="00C8487D"/>
    <w:rsid w:val="00C85281"/>
    <w:rsid w:val="00C8582F"/>
    <w:rsid w:val="00C85AD5"/>
    <w:rsid w:val="00C8668F"/>
    <w:rsid w:val="00C911D7"/>
    <w:rsid w:val="00C91E67"/>
    <w:rsid w:val="00C92DEE"/>
    <w:rsid w:val="00C92FC8"/>
    <w:rsid w:val="00C96098"/>
    <w:rsid w:val="00C96A9D"/>
    <w:rsid w:val="00C97A30"/>
    <w:rsid w:val="00CA14C5"/>
    <w:rsid w:val="00CA3215"/>
    <w:rsid w:val="00CB0551"/>
    <w:rsid w:val="00CB0855"/>
    <w:rsid w:val="00CB3AA5"/>
    <w:rsid w:val="00CB3E52"/>
    <w:rsid w:val="00CB52D1"/>
    <w:rsid w:val="00CB62A4"/>
    <w:rsid w:val="00CB640F"/>
    <w:rsid w:val="00CC0D69"/>
    <w:rsid w:val="00CC0F9F"/>
    <w:rsid w:val="00CC3AB6"/>
    <w:rsid w:val="00CC496F"/>
    <w:rsid w:val="00CD0CF2"/>
    <w:rsid w:val="00CD196E"/>
    <w:rsid w:val="00CD285C"/>
    <w:rsid w:val="00CD64E0"/>
    <w:rsid w:val="00CD7461"/>
    <w:rsid w:val="00CD76C2"/>
    <w:rsid w:val="00CE0E54"/>
    <w:rsid w:val="00CE1F33"/>
    <w:rsid w:val="00CE25B9"/>
    <w:rsid w:val="00CE3841"/>
    <w:rsid w:val="00CE4F1B"/>
    <w:rsid w:val="00CF1644"/>
    <w:rsid w:val="00CF35F6"/>
    <w:rsid w:val="00CF3A35"/>
    <w:rsid w:val="00CF6956"/>
    <w:rsid w:val="00CF7DC2"/>
    <w:rsid w:val="00D00664"/>
    <w:rsid w:val="00D02058"/>
    <w:rsid w:val="00D03A13"/>
    <w:rsid w:val="00D06148"/>
    <w:rsid w:val="00D10D3B"/>
    <w:rsid w:val="00D10FE4"/>
    <w:rsid w:val="00D13DD6"/>
    <w:rsid w:val="00D1458E"/>
    <w:rsid w:val="00D153B7"/>
    <w:rsid w:val="00D1583A"/>
    <w:rsid w:val="00D15C5B"/>
    <w:rsid w:val="00D15E5F"/>
    <w:rsid w:val="00D16141"/>
    <w:rsid w:val="00D21587"/>
    <w:rsid w:val="00D223D0"/>
    <w:rsid w:val="00D230E0"/>
    <w:rsid w:val="00D27BBB"/>
    <w:rsid w:val="00D31234"/>
    <w:rsid w:val="00D32526"/>
    <w:rsid w:val="00D32BBB"/>
    <w:rsid w:val="00D3469B"/>
    <w:rsid w:val="00D35F2E"/>
    <w:rsid w:val="00D4032A"/>
    <w:rsid w:val="00D44DAD"/>
    <w:rsid w:val="00D55375"/>
    <w:rsid w:val="00D62563"/>
    <w:rsid w:val="00D6541E"/>
    <w:rsid w:val="00D73024"/>
    <w:rsid w:val="00D76E16"/>
    <w:rsid w:val="00D7752F"/>
    <w:rsid w:val="00D81D59"/>
    <w:rsid w:val="00D83A03"/>
    <w:rsid w:val="00D86EA9"/>
    <w:rsid w:val="00D92108"/>
    <w:rsid w:val="00D9423D"/>
    <w:rsid w:val="00D94679"/>
    <w:rsid w:val="00D95166"/>
    <w:rsid w:val="00D96853"/>
    <w:rsid w:val="00D9695F"/>
    <w:rsid w:val="00DA015B"/>
    <w:rsid w:val="00DA035B"/>
    <w:rsid w:val="00DA0D2A"/>
    <w:rsid w:val="00DA1EB5"/>
    <w:rsid w:val="00DA6741"/>
    <w:rsid w:val="00DA6EF4"/>
    <w:rsid w:val="00DA72D7"/>
    <w:rsid w:val="00DB3A1F"/>
    <w:rsid w:val="00DB4E15"/>
    <w:rsid w:val="00DB4E49"/>
    <w:rsid w:val="00DB5229"/>
    <w:rsid w:val="00DB6A1B"/>
    <w:rsid w:val="00DB715D"/>
    <w:rsid w:val="00DB7955"/>
    <w:rsid w:val="00DB7EAB"/>
    <w:rsid w:val="00DC22E2"/>
    <w:rsid w:val="00DC2E3C"/>
    <w:rsid w:val="00DC3FA8"/>
    <w:rsid w:val="00DC7EAC"/>
    <w:rsid w:val="00DD00FE"/>
    <w:rsid w:val="00DD1C4A"/>
    <w:rsid w:val="00DD3A1C"/>
    <w:rsid w:val="00DD54DB"/>
    <w:rsid w:val="00DD78EF"/>
    <w:rsid w:val="00DE1102"/>
    <w:rsid w:val="00DE20E8"/>
    <w:rsid w:val="00DE26F7"/>
    <w:rsid w:val="00DE2CF6"/>
    <w:rsid w:val="00DE34D8"/>
    <w:rsid w:val="00DE701E"/>
    <w:rsid w:val="00DF117B"/>
    <w:rsid w:val="00E00922"/>
    <w:rsid w:val="00E014C3"/>
    <w:rsid w:val="00E01F6E"/>
    <w:rsid w:val="00E027BE"/>
    <w:rsid w:val="00E035F7"/>
    <w:rsid w:val="00E0436A"/>
    <w:rsid w:val="00E04603"/>
    <w:rsid w:val="00E04938"/>
    <w:rsid w:val="00E06180"/>
    <w:rsid w:val="00E11800"/>
    <w:rsid w:val="00E11F6F"/>
    <w:rsid w:val="00E132EC"/>
    <w:rsid w:val="00E17057"/>
    <w:rsid w:val="00E23401"/>
    <w:rsid w:val="00E264EC"/>
    <w:rsid w:val="00E26ABD"/>
    <w:rsid w:val="00E3089E"/>
    <w:rsid w:val="00E30EE3"/>
    <w:rsid w:val="00E32DAE"/>
    <w:rsid w:val="00E36EC1"/>
    <w:rsid w:val="00E40539"/>
    <w:rsid w:val="00E4059A"/>
    <w:rsid w:val="00E423F5"/>
    <w:rsid w:val="00E44E9C"/>
    <w:rsid w:val="00E454EE"/>
    <w:rsid w:val="00E46688"/>
    <w:rsid w:val="00E52435"/>
    <w:rsid w:val="00E536C9"/>
    <w:rsid w:val="00E551A1"/>
    <w:rsid w:val="00E60D55"/>
    <w:rsid w:val="00E63DF1"/>
    <w:rsid w:val="00E640B4"/>
    <w:rsid w:val="00E64824"/>
    <w:rsid w:val="00E65C6B"/>
    <w:rsid w:val="00E751C5"/>
    <w:rsid w:val="00E76774"/>
    <w:rsid w:val="00E80513"/>
    <w:rsid w:val="00E84101"/>
    <w:rsid w:val="00E8482F"/>
    <w:rsid w:val="00E84D43"/>
    <w:rsid w:val="00E84F28"/>
    <w:rsid w:val="00E8674C"/>
    <w:rsid w:val="00E87F3E"/>
    <w:rsid w:val="00E91AA5"/>
    <w:rsid w:val="00E96B0A"/>
    <w:rsid w:val="00E970CF"/>
    <w:rsid w:val="00E97BFA"/>
    <w:rsid w:val="00EA1F03"/>
    <w:rsid w:val="00EA29B9"/>
    <w:rsid w:val="00EA4A7B"/>
    <w:rsid w:val="00EA58FC"/>
    <w:rsid w:val="00EA6DE9"/>
    <w:rsid w:val="00EB149E"/>
    <w:rsid w:val="00EB38C5"/>
    <w:rsid w:val="00EB48A7"/>
    <w:rsid w:val="00EB536B"/>
    <w:rsid w:val="00EC5FB4"/>
    <w:rsid w:val="00EC645C"/>
    <w:rsid w:val="00EC79DB"/>
    <w:rsid w:val="00ED0200"/>
    <w:rsid w:val="00ED1631"/>
    <w:rsid w:val="00ED1C9D"/>
    <w:rsid w:val="00ED6531"/>
    <w:rsid w:val="00EE0FBF"/>
    <w:rsid w:val="00EE20A8"/>
    <w:rsid w:val="00EE3458"/>
    <w:rsid w:val="00EE4B66"/>
    <w:rsid w:val="00EE5459"/>
    <w:rsid w:val="00EE6A5C"/>
    <w:rsid w:val="00EF0914"/>
    <w:rsid w:val="00EF1CAE"/>
    <w:rsid w:val="00EF212A"/>
    <w:rsid w:val="00EF30C4"/>
    <w:rsid w:val="00F02421"/>
    <w:rsid w:val="00F02C54"/>
    <w:rsid w:val="00F03623"/>
    <w:rsid w:val="00F04185"/>
    <w:rsid w:val="00F0715D"/>
    <w:rsid w:val="00F075AE"/>
    <w:rsid w:val="00F10937"/>
    <w:rsid w:val="00F10AB7"/>
    <w:rsid w:val="00F117CC"/>
    <w:rsid w:val="00F12F95"/>
    <w:rsid w:val="00F13685"/>
    <w:rsid w:val="00F146E5"/>
    <w:rsid w:val="00F14BD5"/>
    <w:rsid w:val="00F163A9"/>
    <w:rsid w:val="00F1691F"/>
    <w:rsid w:val="00F24CCC"/>
    <w:rsid w:val="00F26203"/>
    <w:rsid w:val="00F26415"/>
    <w:rsid w:val="00F26A57"/>
    <w:rsid w:val="00F2723F"/>
    <w:rsid w:val="00F27BC6"/>
    <w:rsid w:val="00F31015"/>
    <w:rsid w:val="00F35506"/>
    <w:rsid w:val="00F35FC1"/>
    <w:rsid w:val="00F37728"/>
    <w:rsid w:val="00F37B06"/>
    <w:rsid w:val="00F44B9D"/>
    <w:rsid w:val="00F46568"/>
    <w:rsid w:val="00F466BF"/>
    <w:rsid w:val="00F503C3"/>
    <w:rsid w:val="00F52DAB"/>
    <w:rsid w:val="00F54427"/>
    <w:rsid w:val="00F5568F"/>
    <w:rsid w:val="00F56D27"/>
    <w:rsid w:val="00F614FD"/>
    <w:rsid w:val="00F63D48"/>
    <w:rsid w:val="00F65D1E"/>
    <w:rsid w:val="00F66B91"/>
    <w:rsid w:val="00F6784D"/>
    <w:rsid w:val="00F75990"/>
    <w:rsid w:val="00F77ECF"/>
    <w:rsid w:val="00F8019E"/>
    <w:rsid w:val="00F82C5D"/>
    <w:rsid w:val="00F851E7"/>
    <w:rsid w:val="00F851FC"/>
    <w:rsid w:val="00F8566E"/>
    <w:rsid w:val="00F8739E"/>
    <w:rsid w:val="00F8785A"/>
    <w:rsid w:val="00F910FB"/>
    <w:rsid w:val="00F91296"/>
    <w:rsid w:val="00F93034"/>
    <w:rsid w:val="00F933C2"/>
    <w:rsid w:val="00F936BB"/>
    <w:rsid w:val="00F93721"/>
    <w:rsid w:val="00F93A0D"/>
    <w:rsid w:val="00F94E40"/>
    <w:rsid w:val="00F94F48"/>
    <w:rsid w:val="00F95990"/>
    <w:rsid w:val="00FA0C62"/>
    <w:rsid w:val="00FA6092"/>
    <w:rsid w:val="00FB018F"/>
    <w:rsid w:val="00FB1125"/>
    <w:rsid w:val="00FB1CE9"/>
    <w:rsid w:val="00FB4276"/>
    <w:rsid w:val="00FB4D58"/>
    <w:rsid w:val="00FB5748"/>
    <w:rsid w:val="00FB5791"/>
    <w:rsid w:val="00FB72D9"/>
    <w:rsid w:val="00FC165B"/>
    <w:rsid w:val="00FC1885"/>
    <w:rsid w:val="00FC33A2"/>
    <w:rsid w:val="00FC4BE9"/>
    <w:rsid w:val="00FC6340"/>
    <w:rsid w:val="00FC6D43"/>
    <w:rsid w:val="00FC7683"/>
    <w:rsid w:val="00FD2202"/>
    <w:rsid w:val="00FD2359"/>
    <w:rsid w:val="00FD48D2"/>
    <w:rsid w:val="00FD504F"/>
    <w:rsid w:val="00FD57EB"/>
    <w:rsid w:val="00FD58E0"/>
    <w:rsid w:val="00FE0767"/>
    <w:rsid w:val="00FE29E3"/>
    <w:rsid w:val="00FE35FA"/>
    <w:rsid w:val="00FE38E6"/>
    <w:rsid w:val="00FE4004"/>
    <w:rsid w:val="00FE50A3"/>
    <w:rsid w:val="00FE6460"/>
    <w:rsid w:val="00FE7E1D"/>
    <w:rsid w:val="00FF0143"/>
    <w:rsid w:val="00FF1F1F"/>
    <w:rsid w:val="00FF4FEE"/>
    <w:rsid w:val="00FF6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A79EA7"/>
  <w15:chartTrackingRefBased/>
  <w15:docId w15:val="{D307D260-381F-414C-A19C-7E8E92BB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B38"/>
    <w:rPr>
      <w:szCs w:val="24"/>
    </w:rPr>
  </w:style>
  <w:style w:type="paragraph" w:styleId="Heading1">
    <w:name w:val="heading 1"/>
    <w:basedOn w:val="Normal"/>
    <w:next w:val="BodyText"/>
    <w:link w:val="Heading1Char"/>
    <w:qFormat/>
    <w:rsid w:val="00147B7D"/>
    <w:pPr>
      <w:keepNext/>
      <w:pageBreakBefore/>
      <w:numPr>
        <w:numId w:val="4"/>
      </w:numPr>
      <w:pBdr>
        <w:top w:val="single" w:sz="4" w:space="1" w:color="auto"/>
        <w:bottom w:val="single" w:sz="4" w:space="1" w:color="auto"/>
      </w:pBdr>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147B7D"/>
    <w:pPr>
      <w:keepNext/>
      <w:pageBreakBefore/>
      <w:numPr>
        <w:ilvl w:val="1"/>
        <w:numId w:val="4"/>
      </w:numPr>
      <w:pBdr>
        <w:top w:val="single" w:sz="4" w:space="1" w:color="auto"/>
        <w:bottom w:val="single" w:sz="4" w:space="1" w:color="auto"/>
      </w:pBdr>
      <w:spacing w:before="240" w:after="60"/>
      <w:outlineLvl w:val="1"/>
    </w:pPr>
    <w:rPr>
      <w:b/>
      <w:bCs/>
      <w:sz w:val="28"/>
      <w:szCs w:val="28"/>
      <w:lang w:val="x-none" w:eastAsia="x-none"/>
    </w:rPr>
  </w:style>
  <w:style w:type="paragraph" w:styleId="Heading3">
    <w:name w:val="heading 3"/>
    <w:basedOn w:val="Normal"/>
    <w:next w:val="BodyText"/>
    <w:link w:val="Heading3Char"/>
    <w:qFormat/>
    <w:rsid w:val="00147B7D"/>
    <w:pPr>
      <w:keepNext/>
      <w:numPr>
        <w:ilvl w:val="2"/>
        <w:numId w:val="4"/>
      </w:numPr>
      <w:spacing w:before="240" w:after="60"/>
      <w:outlineLvl w:val="2"/>
    </w:pPr>
    <w:rPr>
      <w:rFonts w:ascii="Times New Roman Bold" w:hAnsi="Times New Roman Bold"/>
      <w:b/>
      <w:bCs/>
      <w:sz w:val="28"/>
      <w:szCs w:val="26"/>
      <w:lang w:val="x-none" w:eastAsia="x-none"/>
    </w:rPr>
  </w:style>
  <w:style w:type="paragraph" w:styleId="Heading4">
    <w:name w:val="heading 4"/>
    <w:basedOn w:val="Normal"/>
    <w:next w:val="NormalIndent"/>
    <w:link w:val="Heading4Char"/>
    <w:qFormat/>
    <w:rsid w:val="00147B7D"/>
    <w:pPr>
      <w:keepNext/>
      <w:numPr>
        <w:ilvl w:val="3"/>
        <w:numId w:val="4"/>
      </w:numPr>
      <w:spacing w:before="240" w:after="60"/>
      <w:outlineLvl w:val="3"/>
    </w:pPr>
    <w:rPr>
      <w:b/>
      <w:bCs/>
      <w:szCs w:val="28"/>
      <w:lang w:val="x-none" w:eastAsia="x-none"/>
    </w:rPr>
  </w:style>
  <w:style w:type="paragraph" w:styleId="Heading5">
    <w:name w:val="heading 5"/>
    <w:basedOn w:val="Normal"/>
    <w:next w:val="Normal"/>
    <w:link w:val="Heading5Char"/>
    <w:qFormat/>
    <w:rsid w:val="00147B7D"/>
    <w:pPr>
      <w:numPr>
        <w:ilvl w:val="4"/>
        <w:numId w:val="4"/>
      </w:numPr>
      <w:spacing w:before="240" w:after="60"/>
      <w:outlineLvl w:val="4"/>
    </w:pPr>
    <w:rPr>
      <w:rFonts w:ascii="Arial" w:hAnsi="Arial"/>
      <w:b/>
      <w:bCs/>
      <w:sz w:val="26"/>
      <w:szCs w:val="26"/>
      <w:lang w:val="x-none" w:eastAsia="x-none"/>
    </w:rPr>
  </w:style>
  <w:style w:type="paragraph" w:styleId="Heading6">
    <w:name w:val="heading 6"/>
    <w:basedOn w:val="Normal"/>
    <w:next w:val="Normal"/>
    <w:link w:val="Heading6Char"/>
    <w:qFormat/>
    <w:rsid w:val="00147B7D"/>
    <w:pPr>
      <w:numPr>
        <w:ilvl w:val="5"/>
        <w:numId w:val="4"/>
      </w:numPr>
      <w:spacing w:before="240" w:after="60"/>
      <w:outlineLvl w:val="5"/>
    </w:pPr>
    <w:rPr>
      <w:rFonts w:ascii="Arial" w:hAnsi="Arial"/>
      <w:b/>
      <w:bCs/>
      <w:szCs w:val="22"/>
      <w:lang w:val="x-none" w:eastAsia="x-none"/>
    </w:rPr>
  </w:style>
  <w:style w:type="paragraph" w:styleId="Heading7">
    <w:name w:val="heading 7"/>
    <w:basedOn w:val="Normal"/>
    <w:next w:val="Normal"/>
    <w:link w:val="Heading7Char"/>
    <w:qFormat/>
    <w:rsid w:val="00147B7D"/>
    <w:pPr>
      <w:numPr>
        <w:ilvl w:val="6"/>
        <w:numId w:val="4"/>
      </w:numPr>
      <w:spacing w:before="240" w:after="60"/>
      <w:outlineLvl w:val="6"/>
    </w:pPr>
    <w:rPr>
      <w:sz w:val="24"/>
      <w:lang w:val="x-none" w:eastAsia="x-none"/>
    </w:rPr>
  </w:style>
  <w:style w:type="paragraph" w:styleId="Heading8">
    <w:name w:val="heading 8"/>
    <w:basedOn w:val="Normal"/>
    <w:next w:val="Normal"/>
    <w:link w:val="Heading8Char"/>
    <w:qFormat/>
    <w:rsid w:val="00147B7D"/>
    <w:pPr>
      <w:numPr>
        <w:ilvl w:val="7"/>
        <w:numId w:val="4"/>
      </w:numPr>
      <w:spacing w:before="240" w:after="60"/>
      <w:outlineLvl w:val="7"/>
    </w:pPr>
    <w:rPr>
      <w:i/>
      <w:iCs/>
      <w:sz w:val="24"/>
      <w:lang w:val="x-none" w:eastAsia="x-none"/>
    </w:rPr>
  </w:style>
  <w:style w:type="paragraph" w:styleId="Heading9">
    <w:name w:val="heading 9"/>
    <w:basedOn w:val="Normal"/>
    <w:next w:val="Normal"/>
    <w:link w:val="Heading9Char"/>
    <w:qFormat/>
    <w:rsid w:val="00147B7D"/>
    <w:pPr>
      <w:numPr>
        <w:ilvl w:val="8"/>
        <w:numId w:val="4"/>
      </w:numPr>
      <w:spacing w:before="240" w:after="60"/>
      <w:outlineLvl w:val="8"/>
    </w:pPr>
    <w:rPr>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47B7D"/>
    <w:pPr>
      <w:tabs>
        <w:tab w:val="center" w:pos="4320"/>
        <w:tab w:val="right" w:pos="8640"/>
      </w:tabs>
    </w:pPr>
    <w:rPr>
      <w:lang w:val="x-none" w:eastAsia="x-none"/>
    </w:rPr>
  </w:style>
  <w:style w:type="paragraph" w:styleId="BodyText">
    <w:name w:val="Body Text"/>
    <w:basedOn w:val="Normal"/>
    <w:link w:val="BodyTextChar"/>
    <w:rsid w:val="00147B7D"/>
    <w:pPr>
      <w:spacing w:after="120"/>
      <w:jc w:val="both"/>
    </w:pPr>
    <w:rPr>
      <w:lang w:val="x-none" w:eastAsia="x-none"/>
    </w:rPr>
  </w:style>
  <w:style w:type="paragraph" w:styleId="Footer">
    <w:name w:val="footer"/>
    <w:basedOn w:val="Normal"/>
    <w:link w:val="FooterChar"/>
    <w:rsid w:val="00147B7D"/>
    <w:pPr>
      <w:tabs>
        <w:tab w:val="center" w:pos="4320"/>
        <w:tab w:val="right" w:pos="8640"/>
      </w:tabs>
    </w:pPr>
    <w:rPr>
      <w:lang w:val="x-none" w:eastAsia="x-none"/>
    </w:rPr>
  </w:style>
  <w:style w:type="character" w:styleId="PageNumber">
    <w:name w:val="page number"/>
    <w:basedOn w:val="DefaultParagraphFont"/>
    <w:rsid w:val="00147B7D"/>
  </w:style>
  <w:style w:type="character" w:styleId="Emphasis">
    <w:name w:val="Emphasis"/>
    <w:qFormat/>
    <w:rPr>
      <w:i/>
    </w:rPr>
  </w:style>
  <w:style w:type="paragraph" w:styleId="BodyText2">
    <w:name w:val="Body Text 2"/>
    <w:basedOn w:val="Normal"/>
    <w:link w:val="BodyText2Char"/>
    <w:rsid w:val="00147B7D"/>
    <w:rPr>
      <w:bCs/>
      <w:color w:val="000000"/>
      <w:szCs w:val="20"/>
      <w:lang w:val="x-none" w:eastAsia="x-none"/>
    </w:rPr>
  </w:style>
  <w:style w:type="paragraph" w:customStyle="1" w:styleId="Code">
    <w:name w:val="Code"/>
    <w:basedOn w:val="BodyText2"/>
    <w:pPr>
      <w:ind w:left="851"/>
    </w:pPr>
  </w:style>
  <w:style w:type="paragraph" w:styleId="BodyTextIndent">
    <w:name w:val="Body Text Indent"/>
    <w:basedOn w:val="Normal"/>
    <w:link w:val="BodyTextIndentChar"/>
    <w:rsid w:val="00147B7D"/>
    <w:pPr>
      <w:spacing w:after="120"/>
      <w:ind w:left="360"/>
      <w:jc w:val="both"/>
    </w:pPr>
    <w:rPr>
      <w:rFonts w:ascii="Arial" w:hAnsi="Arial"/>
      <w:lang w:val="x-none" w:eastAsia="x-none"/>
    </w:rPr>
  </w:style>
  <w:style w:type="paragraph" w:styleId="BodyTextIndent2">
    <w:name w:val="Body Text Indent 2"/>
    <w:basedOn w:val="Normal"/>
    <w:pPr>
      <w:tabs>
        <w:tab w:val="left" w:pos="360"/>
        <w:tab w:val="left" w:pos="720"/>
        <w:tab w:val="left" w:pos="1080"/>
        <w:tab w:val="left" w:pos="1440"/>
        <w:tab w:val="left" w:pos="3780"/>
        <w:tab w:val="left" w:pos="4140"/>
      </w:tabs>
      <w:ind w:left="3150" w:hanging="3150"/>
      <w:jc w:val="both"/>
    </w:pPr>
  </w:style>
  <w:style w:type="paragraph" w:styleId="BodyTextIndent3">
    <w:name w:val="Body Text Indent 3"/>
    <w:basedOn w:val="Normal"/>
    <w:pPr>
      <w:tabs>
        <w:tab w:val="left" w:pos="360"/>
        <w:tab w:val="left" w:pos="720"/>
        <w:tab w:val="left" w:pos="1080"/>
        <w:tab w:val="left" w:pos="1440"/>
        <w:tab w:val="left" w:pos="3780"/>
        <w:tab w:val="left" w:pos="4140"/>
      </w:tabs>
      <w:ind w:left="3150" w:hanging="3150"/>
    </w:pPr>
  </w:style>
  <w:style w:type="paragraph" w:styleId="BodyText3">
    <w:name w:val="Body Text 3"/>
    <w:basedOn w:val="Normal"/>
    <w:link w:val="BodyText3Char"/>
    <w:rsid w:val="00147B7D"/>
    <w:rPr>
      <w:i/>
      <w:iCs/>
      <w:lang w:val="x-none" w:eastAsia="x-none"/>
    </w:rPr>
  </w:style>
  <w:style w:type="paragraph" w:customStyle="1" w:styleId="OptionFootnote">
    <w:name w:val="Option Footnote"/>
    <w:basedOn w:val="Normal"/>
    <w:pPr>
      <w:ind w:left="720"/>
    </w:pPr>
  </w:style>
  <w:style w:type="paragraph" w:customStyle="1" w:styleId="Comment">
    <w:name w:val="Comment"/>
    <w:basedOn w:val="BodyText"/>
    <w:rsid w:val="00147B7D"/>
    <w:rPr>
      <w:i/>
      <w:iCs/>
      <w:color w:val="FF0000"/>
    </w:rPr>
  </w:style>
  <w:style w:type="character" w:styleId="CommentReference">
    <w:name w:val="annotation reference"/>
    <w:rsid w:val="00147B7D"/>
    <w:rPr>
      <w:sz w:val="16"/>
      <w:szCs w:val="16"/>
    </w:rPr>
  </w:style>
  <w:style w:type="paragraph" w:styleId="CommentText">
    <w:name w:val="annotation text"/>
    <w:basedOn w:val="Normal"/>
    <w:link w:val="CommentTextChar"/>
    <w:uiPriority w:val="99"/>
    <w:rsid w:val="00147B7D"/>
    <w:rPr>
      <w:szCs w:val="20"/>
    </w:rPr>
  </w:style>
  <w:style w:type="paragraph" w:styleId="FootnoteText">
    <w:name w:val="footnote text"/>
    <w:basedOn w:val="Normal"/>
    <w:semiHidden/>
  </w:style>
  <w:style w:type="paragraph" w:customStyle="1" w:styleId="Script">
    <w:name w:val="Script"/>
    <w:basedOn w:val="Normal"/>
    <w:rsid w:val="00147B7D"/>
    <w:pPr>
      <w:ind w:left="360"/>
    </w:pPr>
  </w:style>
  <w:style w:type="paragraph" w:customStyle="1" w:styleId="cellbullet">
    <w:name w:val="cell bullet"/>
    <w:basedOn w:val="Script"/>
    <w:rsid w:val="00147B7D"/>
    <w:pPr>
      <w:numPr>
        <w:numId w:val="5"/>
      </w:numPr>
      <w:tabs>
        <w:tab w:val="clear" w:pos="720"/>
      </w:tabs>
      <w:ind w:left="72" w:hanging="180"/>
    </w:pPr>
  </w:style>
  <w:style w:type="paragraph" w:styleId="BalloonText">
    <w:name w:val="Balloon Text"/>
    <w:basedOn w:val="Normal"/>
    <w:link w:val="BalloonTextChar"/>
    <w:semiHidden/>
    <w:rsid w:val="00147B7D"/>
    <w:rPr>
      <w:rFonts w:ascii="Tahoma" w:hAnsi="Tahoma"/>
      <w:sz w:val="16"/>
      <w:szCs w:val="16"/>
      <w:lang w:val="x-none" w:eastAsia="x-none"/>
    </w:rPr>
  </w:style>
  <w:style w:type="paragraph" w:styleId="CommentSubject">
    <w:name w:val="annotation subject"/>
    <w:basedOn w:val="CommentText"/>
    <w:next w:val="CommentText"/>
    <w:link w:val="CommentSubjectChar"/>
    <w:semiHidden/>
    <w:rsid w:val="00147B7D"/>
    <w:rPr>
      <w:b/>
      <w:bCs/>
      <w:lang w:val="x-none" w:eastAsia="x-none"/>
    </w:rPr>
  </w:style>
  <w:style w:type="character" w:customStyle="1" w:styleId="Heading7Char">
    <w:name w:val="Heading 7 Char"/>
    <w:link w:val="Heading7"/>
    <w:rsid w:val="00147B7D"/>
    <w:rPr>
      <w:sz w:val="24"/>
      <w:szCs w:val="24"/>
      <w:lang w:val="x-none" w:eastAsia="x-none"/>
    </w:rPr>
  </w:style>
  <w:style w:type="paragraph" w:styleId="NoSpacing">
    <w:name w:val="No Spacing"/>
    <w:uiPriority w:val="1"/>
    <w:qFormat/>
    <w:rsid w:val="00147B7D"/>
    <w:rPr>
      <w:szCs w:val="24"/>
    </w:rPr>
  </w:style>
  <w:style w:type="paragraph" w:customStyle="1" w:styleId="Header1">
    <w:name w:val="Header1"/>
    <w:basedOn w:val="Normal"/>
    <w:rsid w:val="0073023F"/>
    <w:pPr>
      <w:numPr>
        <w:numId w:val="6"/>
      </w:numPr>
      <w:spacing w:before="360" w:after="240"/>
      <w:ind w:left="357" w:hanging="357"/>
    </w:pPr>
    <w:rPr>
      <w:b/>
      <w:bCs/>
      <w:sz w:val="28"/>
      <w:szCs w:val="28"/>
    </w:rPr>
  </w:style>
  <w:style w:type="paragraph" w:styleId="NormalIndent">
    <w:name w:val="Normal Indent"/>
    <w:basedOn w:val="Normal"/>
    <w:rsid w:val="00147B7D"/>
    <w:pPr>
      <w:ind w:left="720"/>
    </w:pPr>
  </w:style>
  <w:style w:type="character" w:styleId="Hyperlink">
    <w:name w:val="Hyperlink"/>
    <w:uiPriority w:val="99"/>
    <w:rsid w:val="00147B7D"/>
    <w:rPr>
      <w:color w:val="0000FF"/>
      <w:u w:val="single"/>
    </w:rPr>
  </w:style>
  <w:style w:type="paragraph" w:styleId="ListNumber2">
    <w:name w:val="List Number 2"/>
    <w:basedOn w:val="Normal"/>
    <w:rsid w:val="00147B7D"/>
    <w:rPr>
      <w:szCs w:val="20"/>
    </w:rPr>
  </w:style>
  <w:style w:type="paragraph" w:styleId="PlainText">
    <w:name w:val="Plain Text"/>
    <w:basedOn w:val="Normal"/>
    <w:link w:val="PlainTextChar"/>
    <w:rsid w:val="00147B7D"/>
    <w:rPr>
      <w:szCs w:val="20"/>
    </w:rPr>
  </w:style>
  <w:style w:type="character" w:customStyle="1" w:styleId="PlainTextChar">
    <w:name w:val="Plain Text Char"/>
    <w:basedOn w:val="DefaultParagraphFont"/>
    <w:link w:val="PlainText"/>
    <w:rsid w:val="00147B7D"/>
  </w:style>
  <w:style w:type="paragraph" w:styleId="TOC1">
    <w:name w:val="toc 1"/>
    <w:basedOn w:val="Normal"/>
    <w:next w:val="Normal"/>
    <w:autoRedefine/>
    <w:uiPriority w:val="39"/>
    <w:rsid w:val="00147B7D"/>
    <w:pPr>
      <w:tabs>
        <w:tab w:val="left" w:pos="540"/>
        <w:tab w:val="right" w:leader="dot" w:pos="8630"/>
      </w:tabs>
    </w:pPr>
    <w:rPr>
      <w:b/>
      <w:noProof/>
      <w:szCs w:val="20"/>
    </w:rPr>
  </w:style>
  <w:style w:type="paragraph" w:styleId="TOC2">
    <w:name w:val="toc 2"/>
    <w:basedOn w:val="Normal"/>
    <w:next w:val="Normal"/>
    <w:autoRedefine/>
    <w:uiPriority w:val="39"/>
    <w:rsid w:val="00147B7D"/>
    <w:pPr>
      <w:tabs>
        <w:tab w:val="left" w:pos="720"/>
        <w:tab w:val="right" w:leader="dot" w:pos="8630"/>
      </w:tabs>
      <w:ind w:left="200"/>
    </w:pPr>
    <w:rPr>
      <w:noProof/>
    </w:rPr>
  </w:style>
  <w:style w:type="paragraph" w:styleId="TOC3">
    <w:name w:val="toc 3"/>
    <w:basedOn w:val="Normal"/>
    <w:next w:val="Normal"/>
    <w:autoRedefine/>
    <w:uiPriority w:val="39"/>
    <w:rsid w:val="00147B7D"/>
    <w:pPr>
      <w:ind w:left="400"/>
    </w:pPr>
  </w:style>
  <w:style w:type="paragraph" w:styleId="TOC4">
    <w:name w:val="toc 4"/>
    <w:basedOn w:val="Normal"/>
    <w:next w:val="Normal"/>
    <w:autoRedefine/>
    <w:uiPriority w:val="39"/>
    <w:rsid w:val="00147B7D"/>
    <w:pPr>
      <w:ind w:left="720"/>
    </w:pPr>
    <w:rPr>
      <w:sz w:val="24"/>
    </w:rPr>
  </w:style>
  <w:style w:type="paragraph" w:styleId="TOC5">
    <w:name w:val="toc 5"/>
    <w:basedOn w:val="Normal"/>
    <w:next w:val="Normal"/>
    <w:autoRedefine/>
    <w:uiPriority w:val="39"/>
    <w:rsid w:val="00147B7D"/>
    <w:pPr>
      <w:ind w:left="960"/>
    </w:pPr>
    <w:rPr>
      <w:sz w:val="24"/>
    </w:rPr>
  </w:style>
  <w:style w:type="paragraph" w:styleId="TOC6">
    <w:name w:val="toc 6"/>
    <w:basedOn w:val="Normal"/>
    <w:next w:val="Normal"/>
    <w:autoRedefine/>
    <w:uiPriority w:val="39"/>
    <w:rsid w:val="00147B7D"/>
    <w:pPr>
      <w:ind w:left="1200"/>
    </w:pPr>
    <w:rPr>
      <w:sz w:val="24"/>
    </w:rPr>
  </w:style>
  <w:style w:type="paragraph" w:styleId="TOC7">
    <w:name w:val="toc 7"/>
    <w:basedOn w:val="Normal"/>
    <w:next w:val="Normal"/>
    <w:autoRedefine/>
    <w:uiPriority w:val="39"/>
    <w:rsid w:val="00147B7D"/>
    <w:pPr>
      <w:ind w:left="1440"/>
    </w:pPr>
    <w:rPr>
      <w:sz w:val="24"/>
    </w:rPr>
  </w:style>
  <w:style w:type="paragraph" w:styleId="TOC8">
    <w:name w:val="toc 8"/>
    <w:basedOn w:val="Normal"/>
    <w:next w:val="Normal"/>
    <w:autoRedefine/>
    <w:uiPriority w:val="39"/>
    <w:rsid w:val="00147B7D"/>
    <w:pPr>
      <w:ind w:left="1680"/>
    </w:pPr>
    <w:rPr>
      <w:sz w:val="24"/>
    </w:rPr>
  </w:style>
  <w:style w:type="paragraph" w:styleId="TOC9">
    <w:name w:val="toc 9"/>
    <w:basedOn w:val="Normal"/>
    <w:next w:val="Normal"/>
    <w:autoRedefine/>
    <w:uiPriority w:val="39"/>
    <w:rsid w:val="00147B7D"/>
    <w:pPr>
      <w:ind w:left="1920"/>
    </w:pPr>
    <w:rPr>
      <w:sz w:val="24"/>
    </w:rPr>
  </w:style>
  <w:style w:type="paragraph" w:styleId="BlockText">
    <w:name w:val="Block Text"/>
    <w:basedOn w:val="Normal"/>
    <w:rsid w:val="00147B7D"/>
    <w:pPr>
      <w:spacing w:after="120"/>
      <w:ind w:left="1440" w:right="1440"/>
    </w:pPr>
  </w:style>
  <w:style w:type="paragraph" w:customStyle="1" w:styleId="Somment">
    <w:name w:val="Somment"/>
    <w:basedOn w:val="BodyText"/>
    <w:rsid w:val="00147B7D"/>
  </w:style>
  <w:style w:type="character" w:customStyle="1" w:styleId="WW-Absatz-Standardschriftart">
    <w:name w:val="WW-Absatz-Standardschriftart"/>
    <w:rsid w:val="00147B7D"/>
  </w:style>
  <w:style w:type="character" w:customStyle="1" w:styleId="WW-DefaultParagraphFont">
    <w:name w:val="WW-Default Paragraph Font"/>
    <w:rsid w:val="00147B7D"/>
  </w:style>
  <w:style w:type="character" w:customStyle="1" w:styleId="WW8Num5z0">
    <w:name w:val="WW8Num5z0"/>
    <w:rsid w:val="00147B7D"/>
    <w:rPr>
      <w:rFonts w:ascii="Symbol" w:hAnsi="Symbol"/>
    </w:rPr>
  </w:style>
  <w:style w:type="character" w:customStyle="1" w:styleId="WW8Num6z0">
    <w:name w:val="WW8Num6z0"/>
    <w:rsid w:val="00147B7D"/>
    <w:rPr>
      <w:rFonts w:ascii="Symbol" w:hAnsi="Symbol"/>
    </w:rPr>
  </w:style>
  <w:style w:type="character" w:customStyle="1" w:styleId="WW8Num7z0">
    <w:name w:val="WW8Num7z0"/>
    <w:rsid w:val="00147B7D"/>
    <w:rPr>
      <w:rFonts w:ascii="Symbol" w:hAnsi="Symbol"/>
    </w:rPr>
  </w:style>
  <w:style w:type="character" w:customStyle="1" w:styleId="WW8Num8z0">
    <w:name w:val="WW8Num8z0"/>
    <w:rsid w:val="00147B7D"/>
    <w:rPr>
      <w:rFonts w:ascii="Symbol" w:hAnsi="Symbol"/>
    </w:rPr>
  </w:style>
  <w:style w:type="character" w:customStyle="1" w:styleId="WW8Num10z0">
    <w:name w:val="WW8Num10z0"/>
    <w:rsid w:val="00147B7D"/>
    <w:rPr>
      <w:rFonts w:ascii="Symbol" w:hAnsi="Symbol"/>
    </w:rPr>
  </w:style>
  <w:style w:type="character" w:customStyle="1" w:styleId="WW8Num12z0">
    <w:name w:val="WW8Num12z0"/>
    <w:rsid w:val="00147B7D"/>
    <w:rPr>
      <w:rFonts w:ascii="Times New Roman" w:eastAsia="Times New Roman" w:hAnsi="Times New Roman" w:cs="Times New Roman"/>
    </w:rPr>
  </w:style>
  <w:style w:type="character" w:customStyle="1" w:styleId="WW8Num12z1">
    <w:name w:val="WW8Num12z1"/>
    <w:rsid w:val="00147B7D"/>
    <w:rPr>
      <w:rFonts w:ascii="Courier New" w:hAnsi="Courier New"/>
    </w:rPr>
  </w:style>
  <w:style w:type="character" w:customStyle="1" w:styleId="WW8Num12z2">
    <w:name w:val="WW8Num12z2"/>
    <w:rsid w:val="00147B7D"/>
    <w:rPr>
      <w:rFonts w:ascii="Wingdings" w:hAnsi="Wingdings"/>
    </w:rPr>
  </w:style>
  <w:style w:type="character" w:customStyle="1" w:styleId="WW8Num12z3">
    <w:name w:val="WW8Num12z3"/>
    <w:rsid w:val="00147B7D"/>
    <w:rPr>
      <w:rFonts w:ascii="Symbol" w:hAnsi="Symbol"/>
    </w:rPr>
  </w:style>
  <w:style w:type="paragraph" w:customStyle="1" w:styleId="Heading">
    <w:name w:val="Heading"/>
    <w:basedOn w:val="Normal"/>
    <w:next w:val="BodyText"/>
    <w:rsid w:val="00147B7D"/>
    <w:pPr>
      <w:keepNext/>
      <w:suppressAutoHyphens/>
      <w:spacing w:before="240" w:after="120"/>
    </w:pPr>
    <w:rPr>
      <w:rFonts w:ascii="Arial" w:eastAsia="Lucida Sans Unicode" w:hAnsi="Arial" w:cs="Tahoma"/>
      <w:sz w:val="28"/>
      <w:szCs w:val="28"/>
      <w:lang w:eastAsia="ar-SA"/>
    </w:rPr>
  </w:style>
  <w:style w:type="paragraph" w:styleId="List">
    <w:name w:val="List"/>
    <w:basedOn w:val="BodyText"/>
    <w:rsid w:val="00147B7D"/>
    <w:pPr>
      <w:suppressAutoHyphens/>
    </w:pPr>
    <w:rPr>
      <w:lang w:eastAsia="ar-SA"/>
    </w:rPr>
  </w:style>
  <w:style w:type="paragraph" w:styleId="Caption">
    <w:name w:val="caption"/>
    <w:basedOn w:val="Normal"/>
    <w:qFormat/>
    <w:rsid w:val="00147B7D"/>
    <w:pPr>
      <w:suppressLineNumbers/>
      <w:suppressAutoHyphens/>
      <w:spacing w:before="120" w:after="120"/>
    </w:pPr>
    <w:rPr>
      <w:i/>
      <w:iCs/>
      <w:szCs w:val="20"/>
      <w:lang w:eastAsia="ar-SA"/>
    </w:rPr>
  </w:style>
  <w:style w:type="paragraph" w:customStyle="1" w:styleId="Index">
    <w:name w:val="Index"/>
    <w:basedOn w:val="Normal"/>
    <w:rsid w:val="00147B7D"/>
    <w:pPr>
      <w:suppressLineNumbers/>
      <w:suppressAutoHyphens/>
    </w:pPr>
    <w:rPr>
      <w:lang w:eastAsia="ar-SA"/>
    </w:rPr>
  </w:style>
  <w:style w:type="paragraph" w:customStyle="1" w:styleId="WW-NormalIndent">
    <w:name w:val="WW-Normal Indent"/>
    <w:basedOn w:val="Normal"/>
    <w:rsid w:val="00147B7D"/>
    <w:pPr>
      <w:suppressAutoHyphens/>
      <w:ind w:left="720" w:firstLine="1"/>
    </w:pPr>
    <w:rPr>
      <w:lang w:eastAsia="ar-SA"/>
    </w:rPr>
  </w:style>
  <w:style w:type="paragraph" w:customStyle="1" w:styleId="WW-ListNumber2">
    <w:name w:val="WW-List Number 2"/>
    <w:basedOn w:val="Normal"/>
    <w:rsid w:val="00147B7D"/>
    <w:pPr>
      <w:suppressAutoHyphens/>
    </w:pPr>
    <w:rPr>
      <w:szCs w:val="20"/>
      <w:lang w:eastAsia="ar-SA"/>
    </w:rPr>
  </w:style>
  <w:style w:type="paragraph" w:customStyle="1" w:styleId="WW-PlainText">
    <w:name w:val="WW-Plain Text"/>
    <w:basedOn w:val="Normal"/>
    <w:rsid w:val="00147B7D"/>
    <w:pPr>
      <w:suppressAutoHyphens/>
    </w:pPr>
    <w:rPr>
      <w:szCs w:val="20"/>
      <w:lang w:eastAsia="ar-SA"/>
    </w:rPr>
  </w:style>
  <w:style w:type="paragraph" w:customStyle="1" w:styleId="WW-BlockText">
    <w:name w:val="WW-Block Text"/>
    <w:basedOn w:val="Normal"/>
    <w:rsid w:val="00147B7D"/>
    <w:pPr>
      <w:suppressAutoHyphens/>
      <w:spacing w:after="120"/>
      <w:ind w:left="1440" w:right="1440" w:firstLine="1"/>
    </w:pPr>
    <w:rPr>
      <w:lang w:eastAsia="ar-SA"/>
    </w:rPr>
  </w:style>
  <w:style w:type="paragraph" w:customStyle="1" w:styleId="TableContents">
    <w:name w:val="Table Contents"/>
    <w:basedOn w:val="BodyText"/>
    <w:rsid w:val="00147B7D"/>
    <w:pPr>
      <w:suppressLineNumbers/>
      <w:suppressAutoHyphens/>
    </w:pPr>
    <w:rPr>
      <w:lang w:eastAsia="ar-SA"/>
    </w:rPr>
  </w:style>
  <w:style w:type="paragraph" w:customStyle="1" w:styleId="TableHeading">
    <w:name w:val="Table Heading"/>
    <w:basedOn w:val="TableContents"/>
    <w:rsid w:val="00147B7D"/>
    <w:pPr>
      <w:jc w:val="center"/>
    </w:pPr>
    <w:rPr>
      <w:b/>
      <w:bCs/>
      <w:i/>
      <w:iCs/>
    </w:rPr>
  </w:style>
  <w:style w:type="paragraph" w:styleId="Title">
    <w:name w:val="Title"/>
    <w:basedOn w:val="Normal"/>
    <w:link w:val="TitleChar"/>
    <w:qFormat/>
    <w:rsid w:val="00147B7D"/>
    <w:pPr>
      <w:jc w:val="center"/>
    </w:pPr>
    <w:rPr>
      <w:b/>
      <w:bCs/>
      <w:sz w:val="36"/>
      <w:lang w:val="x-none" w:eastAsia="x-none"/>
    </w:rPr>
  </w:style>
  <w:style w:type="character" w:customStyle="1" w:styleId="TitleChar">
    <w:name w:val="Title Char"/>
    <w:link w:val="Title"/>
    <w:rsid w:val="00147B7D"/>
    <w:rPr>
      <w:b/>
      <w:bCs/>
      <w:sz w:val="36"/>
      <w:szCs w:val="24"/>
    </w:rPr>
  </w:style>
  <w:style w:type="paragraph" w:customStyle="1" w:styleId="FieldLabel">
    <w:name w:val="Field Label"/>
    <w:basedOn w:val="Normal"/>
    <w:rsid w:val="00147B7D"/>
    <w:rPr>
      <w:b/>
      <w:bCs/>
    </w:rPr>
  </w:style>
  <w:style w:type="paragraph" w:customStyle="1" w:styleId="TestStep">
    <w:name w:val="Test Step"/>
    <w:basedOn w:val="Normal"/>
    <w:rsid w:val="00147B7D"/>
    <w:pPr>
      <w:numPr>
        <w:numId w:val="7"/>
      </w:numPr>
      <w:jc w:val="both"/>
    </w:pPr>
  </w:style>
  <w:style w:type="paragraph" w:customStyle="1" w:styleId="TestStepFirst">
    <w:name w:val="Test Step First"/>
    <w:basedOn w:val="TestStep"/>
    <w:rsid w:val="00147B7D"/>
  </w:style>
  <w:style w:type="character" w:styleId="FollowedHyperlink">
    <w:name w:val="FollowedHyperlink"/>
    <w:rsid w:val="00147B7D"/>
    <w:rPr>
      <w:color w:val="800080"/>
      <w:u w:val="single"/>
    </w:rPr>
  </w:style>
  <w:style w:type="paragraph" w:styleId="ListBullet2">
    <w:name w:val="List Bullet 2"/>
    <w:basedOn w:val="Normal"/>
    <w:autoRedefine/>
    <w:rsid w:val="00147B7D"/>
    <w:pPr>
      <w:tabs>
        <w:tab w:val="num" w:pos="643"/>
      </w:tabs>
      <w:ind w:left="643" w:hanging="360"/>
    </w:pPr>
  </w:style>
  <w:style w:type="paragraph" w:customStyle="1" w:styleId="CellBUllet0">
    <w:name w:val="Cell BUllet"/>
    <w:basedOn w:val="Script"/>
    <w:rsid w:val="00147B7D"/>
    <w:pPr>
      <w:numPr>
        <w:numId w:val="8"/>
      </w:numPr>
      <w:tabs>
        <w:tab w:val="clear" w:pos="720"/>
        <w:tab w:val="num" w:pos="72"/>
      </w:tabs>
      <w:ind w:left="72" w:hanging="180"/>
    </w:pPr>
  </w:style>
  <w:style w:type="paragraph" w:styleId="ListBullet">
    <w:name w:val="List Bullet"/>
    <w:basedOn w:val="Normal"/>
    <w:autoRedefine/>
    <w:rsid w:val="00147B7D"/>
    <w:pPr>
      <w:numPr>
        <w:numId w:val="1"/>
      </w:numPr>
    </w:pPr>
    <w:rPr>
      <w:szCs w:val="20"/>
    </w:rPr>
  </w:style>
  <w:style w:type="paragraph" w:styleId="ListBullet3">
    <w:name w:val="List Bullet 3"/>
    <w:basedOn w:val="Normal"/>
    <w:autoRedefine/>
    <w:rsid w:val="00147B7D"/>
    <w:pPr>
      <w:numPr>
        <w:numId w:val="2"/>
      </w:numPr>
    </w:pPr>
  </w:style>
  <w:style w:type="paragraph" w:styleId="ListBullet4">
    <w:name w:val="List Bullet 4"/>
    <w:basedOn w:val="Normal"/>
    <w:autoRedefine/>
    <w:rsid w:val="00147B7D"/>
    <w:pPr>
      <w:numPr>
        <w:numId w:val="3"/>
      </w:numPr>
    </w:pPr>
  </w:style>
  <w:style w:type="paragraph" w:customStyle="1" w:styleId="Hollowbullets">
    <w:name w:val="Hollow bullets"/>
    <w:basedOn w:val="Normal"/>
    <w:next w:val="Normal"/>
    <w:rsid w:val="00147B7D"/>
    <w:pPr>
      <w:widowControl w:val="0"/>
      <w:numPr>
        <w:numId w:val="9"/>
      </w:numPr>
    </w:pPr>
    <w:rPr>
      <w:rFonts w:ascii="CG Times" w:hAnsi="CG Times"/>
      <w:snapToGrid w:val="0"/>
      <w:szCs w:val="20"/>
    </w:rPr>
  </w:style>
  <w:style w:type="paragraph" w:customStyle="1" w:styleId="BlueBullet">
    <w:name w:val="BlueBullet"/>
    <w:basedOn w:val="Normal"/>
    <w:rsid w:val="00147B7D"/>
    <w:rPr>
      <w:rFonts w:ascii="Arial" w:hAnsi="Arial"/>
      <w:color w:val="0000FF"/>
      <w:szCs w:val="20"/>
    </w:rPr>
  </w:style>
  <w:style w:type="paragraph" w:customStyle="1" w:styleId="Scripty">
    <w:name w:val="Scripty"/>
    <w:basedOn w:val="Normal"/>
    <w:rsid w:val="00147B7D"/>
    <w:pPr>
      <w:tabs>
        <w:tab w:val="left" w:pos="360"/>
        <w:tab w:val="left" w:pos="720"/>
        <w:tab w:val="left" w:pos="1080"/>
        <w:tab w:val="left" w:pos="1440"/>
      </w:tabs>
      <w:jc w:val="both"/>
    </w:pPr>
  </w:style>
  <w:style w:type="paragraph" w:styleId="DocumentMap">
    <w:name w:val="Document Map"/>
    <w:basedOn w:val="Normal"/>
    <w:link w:val="DocumentMapChar"/>
    <w:semiHidden/>
    <w:rsid w:val="00147B7D"/>
    <w:pPr>
      <w:shd w:val="clear" w:color="auto" w:fill="000080"/>
    </w:pPr>
    <w:rPr>
      <w:rFonts w:ascii="Tahoma" w:hAnsi="Tahoma"/>
      <w:lang w:val="x-none" w:eastAsia="x-none"/>
    </w:rPr>
  </w:style>
  <w:style w:type="character" w:customStyle="1" w:styleId="DocumentMapChar">
    <w:name w:val="Document Map Char"/>
    <w:link w:val="DocumentMap"/>
    <w:semiHidden/>
    <w:rsid w:val="00147B7D"/>
    <w:rPr>
      <w:rFonts w:ascii="Tahoma" w:hAnsi="Tahoma" w:cs="Tahoma"/>
      <w:szCs w:val="24"/>
      <w:shd w:val="clear" w:color="auto" w:fill="000080"/>
    </w:rPr>
  </w:style>
  <w:style w:type="character" w:customStyle="1" w:styleId="BodyTextChar">
    <w:name w:val="Body Text Char"/>
    <w:link w:val="BodyText"/>
    <w:rsid w:val="00147B7D"/>
    <w:rPr>
      <w:szCs w:val="24"/>
    </w:rPr>
  </w:style>
  <w:style w:type="character" w:customStyle="1" w:styleId="Heading2Char">
    <w:name w:val="Heading 2 Char"/>
    <w:link w:val="Heading2"/>
    <w:rsid w:val="00147B7D"/>
    <w:rPr>
      <w:b/>
      <w:bCs/>
      <w:sz w:val="28"/>
      <w:szCs w:val="28"/>
      <w:lang w:val="x-none" w:eastAsia="x-none"/>
    </w:rPr>
  </w:style>
  <w:style w:type="character" w:customStyle="1" w:styleId="Heading3Char">
    <w:name w:val="Heading 3 Char"/>
    <w:link w:val="Heading3"/>
    <w:rsid w:val="00147B7D"/>
    <w:rPr>
      <w:rFonts w:ascii="Times New Roman Bold" w:hAnsi="Times New Roman Bold"/>
      <w:b/>
      <w:bCs/>
      <w:sz w:val="28"/>
      <w:szCs w:val="26"/>
      <w:lang w:val="x-none" w:eastAsia="x-none"/>
    </w:rPr>
  </w:style>
  <w:style w:type="character" w:customStyle="1" w:styleId="Heading1Char">
    <w:name w:val="Heading 1 Char"/>
    <w:link w:val="Heading1"/>
    <w:rsid w:val="00147B7D"/>
    <w:rPr>
      <w:b/>
      <w:bCs/>
      <w:kern w:val="32"/>
      <w:sz w:val="32"/>
      <w:szCs w:val="32"/>
      <w:lang w:val="x-none" w:eastAsia="x-none"/>
    </w:rPr>
  </w:style>
  <w:style w:type="character" w:customStyle="1" w:styleId="Heading4Char">
    <w:name w:val="Heading 4 Char"/>
    <w:link w:val="Heading4"/>
    <w:rsid w:val="00147B7D"/>
    <w:rPr>
      <w:b/>
      <w:bCs/>
      <w:szCs w:val="28"/>
      <w:lang w:val="x-none" w:eastAsia="x-none"/>
    </w:rPr>
  </w:style>
  <w:style w:type="character" w:customStyle="1" w:styleId="Heading5Char">
    <w:name w:val="Heading 5 Char"/>
    <w:link w:val="Heading5"/>
    <w:rsid w:val="00147B7D"/>
    <w:rPr>
      <w:rFonts w:ascii="Arial" w:hAnsi="Arial"/>
      <w:b/>
      <w:bCs/>
      <w:sz w:val="26"/>
      <w:szCs w:val="26"/>
      <w:lang w:val="x-none" w:eastAsia="x-none"/>
    </w:rPr>
  </w:style>
  <w:style w:type="character" w:customStyle="1" w:styleId="Heading6Char">
    <w:name w:val="Heading 6 Char"/>
    <w:link w:val="Heading6"/>
    <w:rsid w:val="00147B7D"/>
    <w:rPr>
      <w:rFonts w:ascii="Arial" w:hAnsi="Arial"/>
      <w:b/>
      <w:bCs/>
      <w:szCs w:val="22"/>
      <w:lang w:val="x-none" w:eastAsia="x-none"/>
    </w:rPr>
  </w:style>
  <w:style w:type="character" w:customStyle="1" w:styleId="Heading8Char">
    <w:name w:val="Heading 8 Char"/>
    <w:link w:val="Heading8"/>
    <w:rsid w:val="00147B7D"/>
    <w:rPr>
      <w:i/>
      <w:iCs/>
      <w:sz w:val="24"/>
      <w:szCs w:val="24"/>
      <w:lang w:val="x-none" w:eastAsia="x-none"/>
    </w:rPr>
  </w:style>
  <w:style w:type="character" w:customStyle="1" w:styleId="Heading9Char">
    <w:name w:val="Heading 9 Char"/>
    <w:link w:val="Heading9"/>
    <w:rsid w:val="00147B7D"/>
    <w:rPr>
      <w:sz w:val="22"/>
      <w:szCs w:val="22"/>
      <w:lang w:val="x-none" w:eastAsia="x-none"/>
    </w:rPr>
  </w:style>
  <w:style w:type="character" w:customStyle="1" w:styleId="BodyTextIndentChar">
    <w:name w:val="Body Text Indent Char"/>
    <w:link w:val="BodyTextIndent"/>
    <w:rsid w:val="00147B7D"/>
    <w:rPr>
      <w:rFonts w:ascii="Arial" w:hAnsi="Arial"/>
      <w:szCs w:val="24"/>
    </w:rPr>
  </w:style>
  <w:style w:type="character" w:customStyle="1" w:styleId="HeaderChar">
    <w:name w:val="Header Char"/>
    <w:link w:val="Header"/>
    <w:rsid w:val="00147B7D"/>
    <w:rPr>
      <w:szCs w:val="24"/>
    </w:rPr>
  </w:style>
  <w:style w:type="character" w:customStyle="1" w:styleId="FooterChar">
    <w:name w:val="Footer Char"/>
    <w:link w:val="Footer"/>
    <w:rsid w:val="00147B7D"/>
    <w:rPr>
      <w:szCs w:val="24"/>
    </w:rPr>
  </w:style>
  <w:style w:type="character" w:customStyle="1" w:styleId="BodyText2Char">
    <w:name w:val="Body Text 2 Char"/>
    <w:link w:val="BodyText2"/>
    <w:rsid w:val="00147B7D"/>
    <w:rPr>
      <w:bCs/>
      <w:color w:val="000000"/>
    </w:rPr>
  </w:style>
  <w:style w:type="character" w:customStyle="1" w:styleId="BodyText3Char">
    <w:name w:val="Body Text 3 Char"/>
    <w:link w:val="BodyText3"/>
    <w:rsid w:val="00147B7D"/>
    <w:rPr>
      <w:i/>
      <w:iCs/>
      <w:szCs w:val="24"/>
    </w:rPr>
  </w:style>
  <w:style w:type="character" w:customStyle="1" w:styleId="CommentTextChar">
    <w:name w:val="Comment Text Char"/>
    <w:basedOn w:val="DefaultParagraphFont"/>
    <w:link w:val="CommentText"/>
    <w:uiPriority w:val="99"/>
    <w:rsid w:val="00147B7D"/>
  </w:style>
  <w:style w:type="character" w:customStyle="1" w:styleId="BalloonTextChar">
    <w:name w:val="Balloon Text Char"/>
    <w:link w:val="BalloonText"/>
    <w:semiHidden/>
    <w:rsid w:val="00147B7D"/>
    <w:rPr>
      <w:rFonts w:ascii="Tahoma" w:hAnsi="Tahoma" w:cs="Tahoma"/>
      <w:sz w:val="16"/>
      <w:szCs w:val="16"/>
    </w:rPr>
  </w:style>
  <w:style w:type="character" w:customStyle="1" w:styleId="CommentSubjectChar">
    <w:name w:val="Comment Subject Char"/>
    <w:link w:val="CommentSubject"/>
    <w:semiHidden/>
    <w:rsid w:val="00147B7D"/>
    <w:rPr>
      <w:b/>
      <w:bCs/>
    </w:rPr>
  </w:style>
  <w:style w:type="paragraph" w:customStyle="1" w:styleId="MyHeading3">
    <w:name w:val="MyHeading3"/>
    <w:basedOn w:val="Heading3"/>
    <w:link w:val="MyHeading3Char"/>
    <w:qFormat/>
    <w:rsid w:val="00147B7D"/>
  </w:style>
  <w:style w:type="paragraph" w:customStyle="1" w:styleId="ColorfulShading-Accent11">
    <w:name w:val="Colorful Shading - Accent 11"/>
    <w:hidden/>
    <w:uiPriority w:val="99"/>
    <w:semiHidden/>
    <w:rsid w:val="00147B7D"/>
    <w:rPr>
      <w:szCs w:val="24"/>
    </w:rPr>
  </w:style>
  <w:style w:type="character" w:customStyle="1" w:styleId="MyHeading3Char">
    <w:name w:val="MyHeading3 Char"/>
    <w:basedOn w:val="Heading3Char"/>
    <w:link w:val="MyHeading3"/>
    <w:rsid w:val="00147B7D"/>
    <w:rPr>
      <w:rFonts w:ascii="Times New Roman Bold" w:hAnsi="Times New Roman Bold"/>
      <w:b/>
      <w:bCs/>
      <w:sz w:val="28"/>
      <w:szCs w:val="26"/>
      <w:lang w:val="x-none" w:eastAsia="x-none"/>
    </w:rPr>
  </w:style>
  <w:style w:type="table" w:styleId="TableGrid">
    <w:name w:val="Table Grid"/>
    <w:basedOn w:val="TableNormal"/>
    <w:uiPriority w:val="59"/>
    <w:rsid w:val="00147B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TextChar1">
    <w:name w:val="Comment Text Char1"/>
    <w:basedOn w:val="DefaultParagraphFont"/>
    <w:semiHidden/>
    <w:locked/>
    <w:rsid w:val="00440BEF"/>
  </w:style>
  <w:style w:type="character" w:customStyle="1" w:styleId="HeaderChar1">
    <w:name w:val="Header Char1"/>
    <w:locked/>
    <w:rsid w:val="00D44DAD"/>
    <w:rPr>
      <w:szCs w:val="24"/>
    </w:rPr>
  </w:style>
  <w:style w:type="paragraph" w:styleId="Revision">
    <w:name w:val="Revision"/>
    <w:hidden/>
    <w:uiPriority w:val="99"/>
    <w:semiHidden/>
    <w:rsid w:val="00840763"/>
    <w:rPr>
      <w:szCs w:val="24"/>
    </w:rPr>
  </w:style>
  <w:style w:type="paragraph" w:styleId="ListParagraph">
    <w:name w:val="List Paragraph"/>
    <w:basedOn w:val="Normal"/>
    <w:uiPriority w:val="34"/>
    <w:qFormat/>
    <w:rsid w:val="00077A02"/>
    <w:pPr>
      <w:ind w:left="720"/>
      <w:contextualSpacing/>
    </w:pPr>
  </w:style>
  <w:style w:type="character" w:customStyle="1" w:styleId="CommentTextChar3">
    <w:name w:val="Comment Text Char3"/>
    <w:basedOn w:val="DefaultParagraphFont"/>
    <w:semiHidden/>
    <w:locked/>
    <w:rsid w:val="005F2E64"/>
    <w:rPr>
      <w:rFonts w:ascii="Times New Roman" w:eastAsia="Times New Roman" w:hAnsi="Times New Roman" w:cs="Times New Roman"/>
      <w:kern w:val="2"/>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170649">
      <w:bodyDiv w:val="1"/>
      <w:marLeft w:val="0"/>
      <w:marRight w:val="0"/>
      <w:marTop w:val="0"/>
      <w:marBottom w:val="0"/>
      <w:divBdr>
        <w:top w:val="none" w:sz="0" w:space="0" w:color="auto"/>
        <w:left w:val="none" w:sz="0" w:space="0" w:color="auto"/>
        <w:bottom w:val="none" w:sz="0" w:space="0" w:color="auto"/>
        <w:right w:val="none" w:sz="0" w:space="0" w:color="auto"/>
      </w:divBdr>
    </w:div>
    <w:div w:id="260726784">
      <w:bodyDiv w:val="1"/>
      <w:marLeft w:val="0"/>
      <w:marRight w:val="0"/>
      <w:marTop w:val="0"/>
      <w:marBottom w:val="0"/>
      <w:divBdr>
        <w:top w:val="none" w:sz="0" w:space="0" w:color="auto"/>
        <w:left w:val="none" w:sz="0" w:space="0" w:color="auto"/>
        <w:bottom w:val="none" w:sz="0" w:space="0" w:color="auto"/>
        <w:right w:val="none" w:sz="0" w:space="0" w:color="auto"/>
      </w:divBdr>
    </w:div>
    <w:div w:id="360978291">
      <w:bodyDiv w:val="1"/>
      <w:marLeft w:val="0"/>
      <w:marRight w:val="0"/>
      <w:marTop w:val="0"/>
      <w:marBottom w:val="0"/>
      <w:divBdr>
        <w:top w:val="none" w:sz="0" w:space="0" w:color="auto"/>
        <w:left w:val="none" w:sz="0" w:space="0" w:color="auto"/>
        <w:bottom w:val="none" w:sz="0" w:space="0" w:color="auto"/>
        <w:right w:val="none" w:sz="0" w:space="0" w:color="auto"/>
      </w:divBdr>
    </w:div>
    <w:div w:id="455031187">
      <w:bodyDiv w:val="1"/>
      <w:marLeft w:val="0"/>
      <w:marRight w:val="0"/>
      <w:marTop w:val="0"/>
      <w:marBottom w:val="0"/>
      <w:divBdr>
        <w:top w:val="none" w:sz="0" w:space="0" w:color="auto"/>
        <w:left w:val="none" w:sz="0" w:space="0" w:color="auto"/>
        <w:bottom w:val="none" w:sz="0" w:space="0" w:color="auto"/>
        <w:right w:val="none" w:sz="0" w:space="0" w:color="auto"/>
      </w:divBdr>
    </w:div>
    <w:div w:id="925724914">
      <w:bodyDiv w:val="1"/>
      <w:marLeft w:val="0"/>
      <w:marRight w:val="0"/>
      <w:marTop w:val="0"/>
      <w:marBottom w:val="0"/>
      <w:divBdr>
        <w:top w:val="none" w:sz="0" w:space="0" w:color="auto"/>
        <w:left w:val="none" w:sz="0" w:space="0" w:color="auto"/>
        <w:bottom w:val="none" w:sz="0" w:space="0" w:color="auto"/>
        <w:right w:val="none" w:sz="0" w:space="0" w:color="auto"/>
      </w:divBdr>
    </w:div>
    <w:div w:id="928392375">
      <w:bodyDiv w:val="1"/>
      <w:marLeft w:val="0"/>
      <w:marRight w:val="0"/>
      <w:marTop w:val="0"/>
      <w:marBottom w:val="0"/>
      <w:divBdr>
        <w:top w:val="none" w:sz="0" w:space="0" w:color="auto"/>
        <w:left w:val="none" w:sz="0" w:space="0" w:color="auto"/>
        <w:bottom w:val="none" w:sz="0" w:space="0" w:color="auto"/>
        <w:right w:val="none" w:sz="0" w:space="0" w:color="auto"/>
      </w:divBdr>
    </w:div>
    <w:div w:id="990989392">
      <w:bodyDiv w:val="1"/>
      <w:marLeft w:val="0"/>
      <w:marRight w:val="0"/>
      <w:marTop w:val="0"/>
      <w:marBottom w:val="0"/>
      <w:divBdr>
        <w:top w:val="none" w:sz="0" w:space="0" w:color="auto"/>
        <w:left w:val="none" w:sz="0" w:space="0" w:color="auto"/>
        <w:bottom w:val="none" w:sz="0" w:space="0" w:color="auto"/>
        <w:right w:val="none" w:sz="0" w:space="0" w:color="auto"/>
      </w:divBdr>
    </w:div>
    <w:div w:id="1013604673">
      <w:bodyDiv w:val="1"/>
      <w:marLeft w:val="0"/>
      <w:marRight w:val="0"/>
      <w:marTop w:val="0"/>
      <w:marBottom w:val="0"/>
      <w:divBdr>
        <w:top w:val="none" w:sz="0" w:space="0" w:color="auto"/>
        <w:left w:val="none" w:sz="0" w:space="0" w:color="auto"/>
        <w:bottom w:val="none" w:sz="0" w:space="0" w:color="auto"/>
        <w:right w:val="none" w:sz="0" w:space="0" w:color="auto"/>
      </w:divBdr>
    </w:div>
    <w:div w:id="1095245112">
      <w:bodyDiv w:val="1"/>
      <w:marLeft w:val="0"/>
      <w:marRight w:val="0"/>
      <w:marTop w:val="0"/>
      <w:marBottom w:val="0"/>
      <w:divBdr>
        <w:top w:val="none" w:sz="0" w:space="0" w:color="auto"/>
        <w:left w:val="none" w:sz="0" w:space="0" w:color="auto"/>
        <w:bottom w:val="none" w:sz="0" w:space="0" w:color="auto"/>
        <w:right w:val="none" w:sz="0" w:space="0" w:color="auto"/>
      </w:divBdr>
    </w:div>
    <w:div w:id="1101334830">
      <w:bodyDiv w:val="1"/>
      <w:marLeft w:val="0"/>
      <w:marRight w:val="0"/>
      <w:marTop w:val="0"/>
      <w:marBottom w:val="0"/>
      <w:divBdr>
        <w:top w:val="none" w:sz="0" w:space="0" w:color="auto"/>
        <w:left w:val="none" w:sz="0" w:space="0" w:color="auto"/>
        <w:bottom w:val="none" w:sz="0" w:space="0" w:color="auto"/>
        <w:right w:val="none" w:sz="0" w:space="0" w:color="auto"/>
      </w:divBdr>
    </w:div>
    <w:div w:id="1146357878">
      <w:bodyDiv w:val="1"/>
      <w:marLeft w:val="0"/>
      <w:marRight w:val="0"/>
      <w:marTop w:val="0"/>
      <w:marBottom w:val="0"/>
      <w:divBdr>
        <w:top w:val="none" w:sz="0" w:space="0" w:color="auto"/>
        <w:left w:val="none" w:sz="0" w:space="0" w:color="auto"/>
        <w:bottom w:val="none" w:sz="0" w:space="0" w:color="auto"/>
        <w:right w:val="none" w:sz="0" w:space="0" w:color="auto"/>
      </w:divBdr>
    </w:div>
    <w:div w:id="1274246675">
      <w:bodyDiv w:val="1"/>
      <w:marLeft w:val="0"/>
      <w:marRight w:val="0"/>
      <w:marTop w:val="0"/>
      <w:marBottom w:val="0"/>
      <w:divBdr>
        <w:top w:val="none" w:sz="0" w:space="0" w:color="auto"/>
        <w:left w:val="none" w:sz="0" w:space="0" w:color="auto"/>
        <w:bottom w:val="none" w:sz="0" w:space="0" w:color="auto"/>
        <w:right w:val="none" w:sz="0" w:space="0" w:color="auto"/>
      </w:divBdr>
    </w:div>
    <w:div w:id="1507331091">
      <w:bodyDiv w:val="1"/>
      <w:marLeft w:val="0"/>
      <w:marRight w:val="0"/>
      <w:marTop w:val="0"/>
      <w:marBottom w:val="0"/>
      <w:divBdr>
        <w:top w:val="none" w:sz="0" w:space="0" w:color="auto"/>
        <w:left w:val="none" w:sz="0" w:space="0" w:color="auto"/>
        <w:bottom w:val="none" w:sz="0" w:space="0" w:color="auto"/>
        <w:right w:val="none" w:sz="0" w:space="0" w:color="auto"/>
      </w:divBdr>
    </w:div>
    <w:div w:id="1718317933">
      <w:bodyDiv w:val="1"/>
      <w:marLeft w:val="0"/>
      <w:marRight w:val="0"/>
      <w:marTop w:val="0"/>
      <w:marBottom w:val="0"/>
      <w:divBdr>
        <w:top w:val="none" w:sz="0" w:space="0" w:color="auto"/>
        <w:left w:val="none" w:sz="0" w:space="0" w:color="auto"/>
        <w:bottom w:val="none" w:sz="0" w:space="0" w:color="auto"/>
        <w:right w:val="none" w:sz="0" w:space="0" w:color="auto"/>
      </w:divBdr>
    </w:div>
    <w:div w:id="1747454455">
      <w:bodyDiv w:val="1"/>
      <w:marLeft w:val="0"/>
      <w:marRight w:val="0"/>
      <w:marTop w:val="0"/>
      <w:marBottom w:val="0"/>
      <w:divBdr>
        <w:top w:val="none" w:sz="0" w:space="0" w:color="auto"/>
        <w:left w:val="none" w:sz="0" w:space="0" w:color="auto"/>
        <w:bottom w:val="none" w:sz="0" w:space="0" w:color="auto"/>
        <w:right w:val="none" w:sz="0" w:space="0" w:color="auto"/>
      </w:divBdr>
    </w:div>
    <w:div w:id="1807699409">
      <w:bodyDiv w:val="1"/>
      <w:marLeft w:val="0"/>
      <w:marRight w:val="0"/>
      <w:marTop w:val="0"/>
      <w:marBottom w:val="0"/>
      <w:divBdr>
        <w:top w:val="none" w:sz="0" w:space="0" w:color="auto"/>
        <w:left w:val="none" w:sz="0" w:space="0" w:color="auto"/>
        <w:bottom w:val="none" w:sz="0" w:space="0" w:color="auto"/>
        <w:right w:val="none" w:sz="0" w:space="0" w:color="auto"/>
      </w:divBdr>
    </w:div>
    <w:div w:id="1817841006">
      <w:bodyDiv w:val="1"/>
      <w:marLeft w:val="0"/>
      <w:marRight w:val="0"/>
      <w:marTop w:val="0"/>
      <w:marBottom w:val="0"/>
      <w:divBdr>
        <w:top w:val="none" w:sz="0" w:space="0" w:color="auto"/>
        <w:left w:val="none" w:sz="0" w:space="0" w:color="auto"/>
        <w:bottom w:val="none" w:sz="0" w:space="0" w:color="auto"/>
        <w:right w:val="none" w:sz="0" w:space="0" w:color="auto"/>
      </w:divBdr>
    </w:div>
    <w:div w:id="1876774813">
      <w:bodyDiv w:val="1"/>
      <w:marLeft w:val="0"/>
      <w:marRight w:val="0"/>
      <w:marTop w:val="0"/>
      <w:marBottom w:val="0"/>
      <w:divBdr>
        <w:top w:val="none" w:sz="0" w:space="0" w:color="auto"/>
        <w:left w:val="none" w:sz="0" w:space="0" w:color="auto"/>
        <w:bottom w:val="none" w:sz="0" w:space="0" w:color="auto"/>
        <w:right w:val="none" w:sz="0" w:space="0" w:color="auto"/>
      </w:divBdr>
    </w:div>
    <w:div w:id="210633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Jobs\BTL\manager\BTL_Doc_Chgs\BTL%20Test%20Plan-5.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95918-5E59-47AA-B91B-7607E0345A6B}">
  <ds:schemaRefs>
    <ds:schemaRef ds:uri="http://schemas.openxmlformats.org/officeDocument/2006/bibliography"/>
  </ds:schemaRefs>
</ds:datastoreItem>
</file>

<file path=customXml/itemProps2.xml><?xml version="1.0" encoding="utf-8"?>
<ds:datastoreItem xmlns:ds="http://schemas.openxmlformats.org/officeDocument/2006/customXml" ds:itemID="{728FDF7A-CCC5-4C27-9315-F354DF042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BTL Test Plan-5.0.dot</Template>
  <TotalTime>1</TotalTime>
  <Pages>1</Pages>
  <Words>20383</Words>
  <Characters>116189</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BTL Checklist</vt:lpstr>
    </vt:vector>
  </TitlesOfParts>
  <Company>Delta Controls</Company>
  <LinksUpToDate>false</LinksUpToDate>
  <CharactersWithSpaces>136300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BTL Checklist</dc:title>
  <dc:subject/>
  <dc:creator>14.0.3</dc:creator>
  <cp:keywords/>
  <cp:lastModifiedBy>Emily Hayes</cp:lastModifiedBy>
  <cp:revision>4</cp:revision>
  <cp:lastPrinted>2018-04-06T18:15:00Z</cp:lastPrinted>
  <dcterms:created xsi:type="dcterms:W3CDTF">2024-12-13T14:25:00Z</dcterms:created>
  <dcterms:modified xsi:type="dcterms:W3CDTF">2024-12-16T14:41:00Z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7864bb8-b671-4bed-ba85-9478127ab5e9_Enabled">
    <vt:lpwstr>true</vt:lpwstr>
  </property>
  <property fmtid="{D5CDD505-2E9C-101B-9397-08002B2CF9AE}" pid="3" name="MSIP_Label_b7864bb8-b671-4bed-ba85-9478127ab5e9_SetDate">
    <vt:lpwstr>2024-06-13T21:16:55Z</vt:lpwstr>
  </property>
  <property fmtid="{D5CDD505-2E9C-101B-9397-08002B2CF9AE}" pid="4" name="MSIP_Label_b7864bb8-b671-4bed-ba85-9478127ab5e9_Method">
    <vt:lpwstr>Standard</vt:lpwstr>
  </property>
  <property fmtid="{D5CDD505-2E9C-101B-9397-08002B2CF9AE}" pid="5" name="MSIP_Label_b7864bb8-b671-4bed-ba85-9478127ab5e9_Name">
    <vt:lpwstr>Confidential – 2023</vt:lpwstr>
  </property>
  <property fmtid="{D5CDD505-2E9C-101B-9397-08002B2CF9AE}" pid="6" name="MSIP_Label_b7864bb8-b671-4bed-ba85-9478127ab5e9_SiteId">
    <vt:lpwstr>36839a65-7f3f-4bac-9ea4-f571f10a9a03</vt:lpwstr>
  </property>
  <property fmtid="{D5CDD505-2E9C-101B-9397-08002B2CF9AE}" pid="7" name="MSIP_Label_b7864bb8-b671-4bed-ba85-9478127ab5e9_ActionId">
    <vt:lpwstr>936176b6-4819-4003-973a-d237e2aad1f8</vt:lpwstr>
  </property>
  <property fmtid="{D5CDD505-2E9C-101B-9397-08002B2CF9AE}" pid="8" name="MSIP_Label_b7864bb8-b671-4bed-ba85-9478127ab5e9_ContentBits">
    <vt:lpwstr>0</vt:lpwstr>
  </property>
</Properties>
</file>